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BE9" w:rsidRPr="00295BE9" w:rsidRDefault="00295BE9" w:rsidP="00295BE9">
      <w:pPr>
        <w:jc w:val="right"/>
        <w:rPr>
          <w:b/>
          <w:szCs w:val="24"/>
        </w:rPr>
      </w:pPr>
      <w:r w:rsidRPr="00295BE9">
        <w:rPr>
          <w:b/>
          <w:szCs w:val="24"/>
        </w:rPr>
        <w:t>Projektas</w:t>
      </w:r>
    </w:p>
    <w:p w:rsidR="00DD446C" w:rsidRDefault="00E630D0">
      <w:pPr>
        <w:jc w:val="center"/>
        <w:rPr>
          <w:b/>
          <w:sz w:val="28"/>
          <w:szCs w:val="24"/>
        </w:rPr>
      </w:pPr>
      <w:r>
        <w:rPr>
          <w:b/>
          <w:sz w:val="28"/>
          <w:szCs w:val="24"/>
        </w:rPr>
        <w:t xml:space="preserve">PLUNGĖS RAJONO SAVIVALDYBĖS </w:t>
      </w:r>
    </w:p>
    <w:p w:rsidR="00DD446C" w:rsidRDefault="00E630D0">
      <w:pPr>
        <w:jc w:val="center"/>
        <w:rPr>
          <w:b/>
          <w:sz w:val="28"/>
          <w:szCs w:val="24"/>
        </w:rPr>
      </w:pPr>
      <w:r>
        <w:rPr>
          <w:b/>
          <w:sz w:val="28"/>
          <w:szCs w:val="24"/>
        </w:rPr>
        <w:t>TARYBA</w:t>
      </w:r>
    </w:p>
    <w:p w:rsidR="00DD446C" w:rsidRDefault="00DD446C">
      <w:pPr>
        <w:jc w:val="center"/>
        <w:rPr>
          <w:b/>
          <w:szCs w:val="24"/>
        </w:rPr>
      </w:pPr>
    </w:p>
    <w:p w:rsidR="00DD446C" w:rsidRDefault="00E630D0">
      <w:pPr>
        <w:jc w:val="center"/>
        <w:rPr>
          <w:sz w:val="28"/>
          <w:szCs w:val="24"/>
        </w:rPr>
      </w:pPr>
      <w:r>
        <w:rPr>
          <w:b/>
          <w:sz w:val="28"/>
          <w:szCs w:val="24"/>
        </w:rPr>
        <w:t>SPRENDIMAS</w:t>
      </w:r>
    </w:p>
    <w:p w:rsidR="00DD446C" w:rsidRDefault="00E630D0">
      <w:pPr>
        <w:jc w:val="center"/>
        <w:rPr>
          <w:caps/>
          <w:szCs w:val="28"/>
        </w:rPr>
      </w:pPr>
      <w:bookmarkStart w:id="0" w:name="_GoBack"/>
      <w:r>
        <w:rPr>
          <w:b/>
          <w:caps/>
          <w:sz w:val="28"/>
          <w:szCs w:val="28"/>
        </w:rPr>
        <w:t>DĖL PLUNGĖS RAJONO SAVIVALDYBĖS TARYBOS VEIKLOS REGLAMENTO PATVIRTINIMO</w:t>
      </w:r>
    </w:p>
    <w:bookmarkEnd w:id="0"/>
    <w:p w:rsidR="00DD446C" w:rsidRDefault="00DD446C">
      <w:pPr>
        <w:jc w:val="center"/>
        <w:rPr>
          <w:sz w:val="28"/>
        </w:rPr>
      </w:pPr>
    </w:p>
    <w:p w:rsidR="00DD446C" w:rsidRDefault="00E630D0">
      <w:pPr>
        <w:jc w:val="center"/>
        <w:rPr>
          <w:b/>
          <w:szCs w:val="24"/>
        </w:rPr>
      </w:pPr>
      <w:r>
        <w:rPr>
          <w:szCs w:val="24"/>
        </w:rPr>
        <w:t>202</w:t>
      </w:r>
      <w:r w:rsidR="00295BE9">
        <w:rPr>
          <w:szCs w:val="24"/>
        </w:rPr>
        <w:t>3</w:t>
      </w:r>
      <w:r>
        <w:rPr>
          <w:szCs w:val="24"/>
        </w:rPr>
        <w:t xml:space="preserve"> m. </w:t>
      </w:r>
      <w:r w:rsidR="00EE37FE">
        <w:rPr>
          <w:szCs w:val="24"/>
        </w:rPr>
        <w:t>kovo</w:t>
      </w:r>
      <w:r w:rsidR="0089200F">
        <w:rPr>
          <w:szCs w:val="24"/>
        </w:rPr>
        <w:t xml:space="preserve"> 30</w:t>
      </w:r>
      <w:r w:rsidR="00295BE9">
        <w:rPr>
          <w:szCs w:val="24"/>
        </w:rPr>
        <w:t xml:space="preserve"> d. Nr. T1-</w:t>
      </w:r>
    </w:p>
    <w:p w:rsidR="00DD446C" w:rsidRDefault="00E630D0">
      <w:pPr>
        <w:jc w:val="center"/>
        <w:rPr>
          <w:szCs w:val="24"/>
        </w:rPr>
      </w:pPr>
      <w:r>
        <w:rPr>
          <w:szCs w:val="24"/>
        </w:rPr>
        <w:t>Plungė</w:t>
      </w:r>
    </w:p>
    <w:p w:rsidR="00DD446C" w:rsidRDefault="00DD446C">
      <w:pPr>
        <w:jc w:val="center"/>
        <w:rPr>
          <w:szCs w:val="24"/>
        </w:rPr>
      </w:pPr>
    </w:p>
    <w:p w:rsidR="00DD446C" w:rsidRDefault="00E630D0">
      <w:pPr>
        <w:ind w:firstLine="720"/>
        <w:jc w:val="both"/>
        <w:rPr>
          <w:szCs w:val="24"/>
        </w:rPr>
      </w:pPr>
      <w:r>
        <w:rPr>
          <w:szCs w:val="24"/>
        </w:rPr>
        <w:t>Vadovaudamasi Lietuvos Respublik</w:t>
      </w:r>
      <w:r w:rsidR="00397539">
        <w:rPr>
          <w:szCs w:val="24"/>
        </w:rPr>
        <w:t xml:space="preserve">os vietos savivaldos įstatymo 16 </w:t>
      </w:r>
      <w:r>
        <w:rPr>
          <w:szCs w:val="24"/>
        </w:rPr>
        <w:t>straipsnio 2 dalies 1 punktu</w:t>
      </w:r>
      <w:r w:rsidR="00397539">
        <w:rPr>
          <w:szCs w:val="24"/>
        </w:rPr>
        <w:t xml:space="preserve"> ir </w:t>
      </w:r>
      <w:r w:rsidR="00397539">
        <w:rPr>
          <w:rFonts w:cs="Arial Unicode MS"/>
          <w:szCs w:val="24"/>
          <w:lang w:eastAsia="lt-LT" w:bidi="lo-LA"/>
        </w:rPr>
        <w:t>2022 m. birželio 30 d. Lietuvos Respublikos vietos savivaldos įstatymo Nr. I-533 pakeitimo įstatymu Nr. XIV-1268</w:t>
      </w:r>
      <w:r>
        <w:rPr>
          <w:szCs w:val="24"/>
        </w:rPr>
        <w:t>, Plungės rajono savivaldybės taryba  n u s p r e n d ž i a:</w:t>
      </w:r>
    </w:p>
    <w:p w:rsidR="00DD446C" w:rsidRDefault="00E630D0">
      <w:pPr>
        <w:ind w:firstLine="720"/>
        <w:jc w:val="both"/>
        <w:rPr>
          <w:szCs w:val="24"/>
        </w:rPr>
      </w:pPr>
      <w:r>
        <w:rPr>
          <w:szCs w:val="24"/>
        </w:rPr>
        <w:t>1. Patvirtinti Plungės rajono savivaldybės tarybos veiklos reglamentą (pridedama).</w:t>
      </w:r>
    </w:p>
    <w:p w:rsidR="001933D5" w:rsidRPr="0077744E" w:rsidRDefault="007722C4" w:rsidP="001933D5">
      <w:pPr>
        <w:ind w:firstLine="720"/>
        <w:jc w:val="both"/>
        <w:rPr>
          <w:bCs/>
          <w:szCs w:val="24"/>
        </w:rPr>
      </w:pPr>
      <w:r>
        <w:rPr>
          <w:szCs w:val="24"/>
        </w:rPr>
        <w:t>2</w:t>
      </w:r>
      <w:r w:rsidR="00397539">
        <w:rPr>
          <w:szCs w:val="24"/>
        </w:rPr>
        <w:t>. Nustatyti, kad šis sprendimas įsigalioja</w:t>
      </w:r>
      <w:r w:rsidR="005B1257">
        <w:rPr>
          <w:szCs w:val="24"/>
        </w:rPr>
        <w:t>,</w:t>
      </w:r>
      <w:r w:rsidR="00397539">
        <w:rPr>
          <w:szCs w:val="24"/>
        </w:rPr>
        <w:t xml:space="preserve"> </w:t>
      </w:r>
      <w:r w:rsidRPr="0077744E">
        <w:rPr>
          <w:szCs w:val="24"/>
        </w:rPr>
        <w:t xml:space="preserve">kai </w:t>
      </w:r>
      <w:r w:rsidR="00397539" w:rsidRPr="0077744E">
        <w:rPr>
          <w:bCs/>
          <w:szCs w:val="24"/>
        </w:rPr>
        <w:t>nauja</w:t>
      </w:r>
      <w:r w:rsidRPr="0077744E">
        <w:rPr>
          <w:bCs/>
          <w:szCs w:val="24"/>
        </w:rPr>
        <w:t>i</w:t>
      </w:r>
      <w:r w:rsidR="00397539" w:rsidRPr="0077744E">
        <w:rPr>
          <w:bCs/>
          <w:szCs w:val="24"/>
        </w:rPr>
        <w:t xml:space="preserve"> išrinkta 2023</w:t>
      </w:r>
      <w:r w:rsidR="008C4C2A">
        <w:rPr>
          <w:bCs/>
          <w:szCs w:val="24"/>
        </w:rPr>
        <w:t>–</w:t>
      </w:r>
      <w:r w:rsidR="00397539" w:rsidRPr="0077744E">
        <w:rPr>
          <w:bCs/>
          <w:szCs w:val="24"/>
        </w:rPr>
        <w:t>2027 metų kadencijos Plungės rajono savivaldybės taryba susirenka į pirmąjį posėdį.</w:t>
      </w:r>
    </w:p>
    <w:p w:rsidR="001933D5" w:rsidRPr="0077744E" w:rsidRDefault="007722C4" w:rsidP="001933D5">
      <w:pPr>
        <w:ind w:firstLine="720"/>
        <w:jc w:val="both"/>
        <w:rPr>
          <w:szCs w:val="24"/>
          <w:lang w:eastAsia="lt-LT"/>
        </w:rPr>
      </w:pPr>
      <w:r w:rsidRPr="0077744E">
        <w:rPr>
          <w:szCs w:val="24"/>
        </w:rPr>
        <w:t>3. Pripažinti netekusiu galios Plungės rajono savivaldybės tarybos 2021 m. gegužės 27 d. sprendimą Nr. T1-168 „Dėl Plungės rajono savivaldybės tarybos veiklos reglamento patvir</w:t>
      </w:r>
      <w:r w:rsidR="001933D5" w:rsidRPr="0077744E">
        <w:rPr>
          <w:szCs w:val="24"/>
        </w:rPr>
        <w:t xml:space="preserve">tinimo“ ir jį keitusį sprendimą nuo </w:t>
      </w:r>
      <w:r w:rsidR="001933D5" w:rsidRPr="0077744E">
        <w:rPr>
          <w:szCs w:val="24"/>
          <w:lang w:eastAsia="lt-LT"/>
        </w:rPr>
        <w:t>2023–2027 metų kadencijos</w:t>
      </w:r>
      <w:r w:rsidR="001933D5" w:rsidRPr="0077744E">
        <w:rPr>
          <w:rFonts w:eastAsia="Andale Sans UI"/>
          <w:kern w:val="1"/>
          <w:szCs w:val="24"/>
          <w:shd w:val="clear" w:color="auto" w:fill="FFFFFF"/>
          <w:lang w:eastAsia="ar-SA"/>
        </w:rPr>
        <w:t xml:space="preserve"> Plungės rajono</w:t>
      </w:r>
      <w:r w:rsidR="001933D5" w:rsidRPr="0077744E">
        <w:rPr>
          <w:szCs w:val="24"/>
          <w:lang w:eastAsia="lt-LT"/>
        </w:rPr>
        <w:t xml:space="preserve"> savivaldybės tarybos pirmojo posėdžio dienos.</w:t>
      </w:r>
    </w:p>
    <w:p w:rsidR="001E03E8" w:rsidRPr="001933D5" w:rsidRDefault="001E03E8" w:rsidP="001E03E8">
      <w:pPr>
        <w:ind w:firstLine="720"/>
        <w:jc w:val="both"/>
        <w:rPr>
          <w:color w:val="7030A0"/>
        </w:rPr>
      </w:pPr>
      <w:r w:rsidRPr="001E03E8">
        <w:rPr>
          <w:szCs w:val="24"/>
        </w:rPr>
        <w:t xml:space="preserve">4. </w:t>
      </w:r>
      <w:r w:rsidRPr="001E03E8">
        <w:rPr>
          <w:shd w:val="clear" w:color="auto" w:fill="FFFFFF"/>
        </w:rPr>
        <w:t xml:space="preserve">Teisės aktą skelbti Teisės aktų registre ir Plungės rajono savivaldybės interneto svetainėje </w:t>
      </w:r>
      <w:hyperlink r:id="rId9" w:history="1">
        <w:r w:rsidRPr="00E74222">
          <w:rPr>
            <w:rStyle w:val="Hipersaitas"/>
            <w:shd w:val="clear" w:color="auto" w:fill="FFFFFF"/>
          </w:rPr>
          <w:t>www.plunge.lt</w:t>
        </w:r>
      </w:hyperlink>
      <w:r>
        <w:rPr>
          <w:shd w:val="clear" w:color="auto" w:fill="FFFFFF"/>
        </w:rPr>
        <w:t xml:space="preserve">. </w:t>
      </w:r>
    </w:p>
    <w:p w:rsidR="007722C4" w:rsidRDefault="007722C4" w:rsidP="007722C4">
      <w:pPr>
        <w:ind w:firstLine="720"/>
        <w:jc w:val="both"/>
        <w:rPr>
          <w:szCs w:val="24"/>
        </w:rPr>
      </w:pPr>
    </w:p>
    <w:p w:rsidR="001933D5" w:rsidRDefault="001933D5" w:rsidP="007722C4">
      <w:pPr>
        <w:ind w:firstLine="720"/>
        <w:jc w:val="both"/>
        <w:rPr>
          <w:szCs w:val="24"/>
        </w:rPr>
      </w:pPr>
    </w:p>
    <w:p w:rsidR="00295BE9" w:rsidRDefault="00E630D0" w:rsidP="00295BE9">
      <w:pPr>
        <w:tabs>
          <w:tab w:val="left" w:pos="7938"/>
        </w:tabs>
        <w:rPr>
          <w:szCs w:val="24"/>
        </w:rPr>
      </w:pPr>
      <w:r>
        <w:rPr>
          <w:szCs w:val="24"/>
        </w:rPr>
        <w:t xml:space="preserve">Savivaldybės meras </w:t>
      </w:r>
    </w:p>
    <w:p w:rsidR="00295BE9" w:rsidRDefault="00295BE9" w:rsidP="00295BE9">
      <w:pPr>
        <w:tabs>
          <w:tab w:val="left" w:pos="7938"/>
        </w:tabs>
        <w:rPr>
          <w:szCs w:val="24"/>
        </w:rPr>
      </w:pPr>
    </w:p>
    <w:p w:rsidR="00295BE9" w:rsidRDefault="00295BE9" w:rsidP="00295BE9">
      <w:pPr>
        <w:tabs>
          <w:tab w:val="left" w:pos="7938"/>
        </w:tabs>
        <w:rPr>
          <w:szCs w:val="24"/>
        </w:rPr>
      </w:pPr>
    </w:p>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295BE9" w:rsidRPr="00255877" w:rsidRDefault="00295BE9" w:rsidP="00295BE9">
      <w:r w:rsidRPr="00255877">
        <w:t>SUDERINTA:</w:t>
      </w:r>
    </w:p>
    <w:p w:rsidR="00295BE9" w:rsidRDefault="00295BE9" w:rsidP="00295BE9">
      <w:r>
        <w:t>Administracijos direktorius Mindaugas Kaunas</w:t>
      </w:r>
    </w:p>
    <w:p w:rsidR="00295BE9" w:rsidRPr="00255877" w:rsidRDefault="00295BE9" w:rsidP="00295BE9">
      <w:r w:rsidRPr="00255877">
        <w:t xml:space="preserve">Juridinio ir personalo administravimo skyriaus </w:t>
      </w:r>
      <w:r>
        <w:t>vedėjas Vytautas Tumas</w:t>
      </w:r>
      <w:r w:rsidRPr="00255877">
        <w:t xml:space="preserve">  </w:t>
      </w:r>
    </w:p>
    <w:p w:rsidR="00295BE9" w:rsidRPr="00255877" w:rsidRDefault="00295BE9" w:rsidP="00295BE9">
      <w:r>
        <w:t>Protokolo skyriaus kalbos tvarkytoja</w:t>
      </w:r>
      <w:r w:rsidRPr="00255877">
        <w:t xml:space="preserve"> </w:t>
      </w:r>
      <w:r>
        <w:t xml:space="preserve">Simona </w:t>
      </w:r>
      <w:proofErr w:type="spellStart"/>
      <w:r>
        <w:t>Grigalauskaitė</w:t>
      </w:r>
      <w:proofErr w:type="spellEnd"/>
      <w:r w:rsidRPr="00255877">
        <w:t xml:space="preserve">            </w:t>
      </w:r>
    </w:p>
    <w:p w:rsidR="008C4C2A" w:rsidRDefault="008C4C2A" w:rsidP="00203176">
      <w:pPr>
        <w:tabs>
          <w:tab w:val="left" w:pos="7938"/>
        </w:tabs>
      </w:pPr>
    </w:p>
    <w:p w:rsidR="00203176" w:rsidRDefault="00295BE9" w:rsidP="00203176">
      <w:pPr>
        <w:tabs>
          <w:tab w:val="left" w:pos="7938"/>
        </w:tabs>
        <w:rPr>
          <w:color w:val="FF0000"/>
        </w:rPr>
      </w:pPr>
      <w:r>
        <w:t>Sprendimą rengė</w:t>
      </w:r>
      <w:r w:rsidR="00FA4CCD">
        <w:t xml:space="preserve"> Savivaldybės tarybos veiklos reglamento keitimo komisija</w:t>
      </w:r>
    </w:p>
    <w:p w:rsidR="001933D5" w:rsidRDefault="001933D5">
      <w:pPr>
        <w:rPr>
          <w:szCs w:val="24"/>
        </w:rPr>
      </w:pPr>
      <w:r>
        <w:rPr>
          <w:szCs w:val="24"/>
        </w:rPr>
        <w:br w:type="page"/>
      </w:r>
    </w:p>
    <w:p w:rsidR="00DD446C" w:rsidRDefault="00E630D0" w:rsidP="00203176">
      <w:pPr>
        <w:ind w:left="5182" w:firstLine="1298"/>
        <w:rPr>
          <w:szCs w:val="24"/>
        </w:rPr>
      </w:pPr>
      <w:r>
        <w:rPr>
          <w:szCs w:val="24"/>
        </w:rPr>
        <w:lastRenderedPageBreak/>
        <w:t>PATVIRTINTA</w:t>
      </w:r>
    </w:p>
    <w:p w:rsidR="00DD446C" w:rsidRDefault="00E630D0">
      <w:pPr>
        <w:ind w:left="5184" w:firstLine="1296"/>
        <w:rPr>
          <w:szCs w:val="24"/>
        </w:rPr>
      </w:pPr>
      <w:r>
        <w:rPr>
          <w:szCs w:val="24"/>
        </w:rPr>
        <w:t>Plungės rajono savivaldybės</w:t>
      </w:r>
    </w:p>
    <w:p w:rsidR="00DD446C" w:rsidRDefault="00BC2153">
      <w:pPr>
        <w:ind w:left="6480"/>
        <w:rPr>
          <w:szCs w:val="24"/>
        </w:rPr>
      </w:pPr>
      <w:r>
        <w:rPr>
          <w:szCs w:val="24"/>
        </w:rPr>
        <w:t>tarybos 2023</w:t>
      </w:r>
      <w:r w:rsidR="00E630D0">
        <w:rPr>
          <w:szCs w:val="24"/>
        </w:rPr>
        <w:t xml:space="preserve"> m. </w:t>
      </w:r>
      <w:r w:rsidR="00EE37FE">
        <w:rPr>
          <w:szCs w:val="24"/>
        </w:rPr>
        <w:t>kovo</w:t>
      </w:r>
      <w:r>
        <w:rPr>
          <w:szCs w:val="24"/>
        </w:rPr>
        <w:t xml:space="preserve"> </w:t>
      </w:r>
      <w:r w:rsidR="009D7170">
        <w:rPr>
          <w:szCs w:val="24"/>
        </w:rPr>
        <w:t>30</w:t>
      </w:r>
      <w:r w:rsidR="00E630D0">
        <w:rPr>
          <w:szCs w:val="24"/>
        </w:rPr>
        <w:t xml:space="preserve"> d.</w:t>
      </w:r>
    </w:p>
    <w:p w:rsidR="00DD446C" w:rsidRDefault="00BC2153">
      <w:pPr>
        <w:ind w:left="6480"/>
        <w:rPr>
          <w:szCs w:val="24"/>
        </w:rPr>
      </w:pPr>
      <w:r>
        <w:rPr>
          <w:szCs w:val="24"/>
        </w:rPr>
        <w:t>sprendimu Nr. T1-</w:t>
      </w:r>
    </w:p>
    <w:p w:rsidR="00DD446C" w:rsidRDefault="00DD446C">
      <w:pPr>
        <w:ind w:left="5040" w:firstLine="360"/>
        <w:rPr>
          <w:b/>
          <w:sz w:val="20"/>
        </w:rPr>
      </w:pPr>
    </w:p>
    <w:p w:rsidR="00DD446C" w:rsidRDefault="00E630D0" w:rsidP="00203176">
      <w:pPr>
        <w:tabs>
          <w:tab w:val="left" w:pos="720"/>
        </w:tabs>
        <w:jc w:val="center"/>
        <w:rPr>
          <w:b/>
          <w:szCs w:val="24"/>
        </w:rPr>
      </w:pPr>
      <w:r>
        <w:rPr>
          <w:b/>
          <w:szCs w:val="24"/>
        </w:rPr>
        <w:t>PLUNGĖS RAJONO SAVIVALDYBĖS TARYBOS VEIKLOS REGLAMENTAS</w:t>
      </w:r>
    </w:p>
    <w:p w:rsidR="00DD446C" w:rsidRDefault="00DD446C" w:rsidP="00203176">
      <w:pPr>
        <w:jc w:val="center"/>
        <w:rPr>
          <w:b/>
          <w:sz w:val="20"/>
        </w:rPr>
      </w:pPr>
    </w:p>
    <w:p w:rsidR="00DD446C" w:rsidRDefault="00E630D0" w:rsidP="00203176">
      <w:pPr>
        <w:jc w:val="center"/>
        <w:rPr>
          <w:b/>
          <w:szCs w:val="24"/>
        </w:rPr>
      </w:pPr>
      <w:r>
        <w:rPr>
          <w:b/>
          <w:szCs w:val="24"/>
        </w:rPr>
        <w:t>I SKYRIUS</w:t>
      </w:r>
    </w:p>
    <w:p w:rsidR="00BC2153" w:rsidRDefault="00E630D0" w:rsidP="00203176">
      <w:pPr>
        <w:jc w:val="center"/>
        <w:rPr>
          <w:b/>
          <w:szCs w:val="24"/>
        </w:rPr>
      </w:pPr>
      <w:r>
        <w:rPr>
          <w:b/>
          <w:szCs w:val="24"/>
        </w:rPr>
        <w:t>BENDROSIOS NUOSTATOS</w:t>
      </w:r>
    </w:p>
    <w:p w:rsidR="00BC2153" w:rsidRDefault="00BC2153" w:rsidP="007B09B9">
      <w:pPr>
        <w:rPr>
          <w:b/>
          <w:szCs w:val="24"/>
        </w:rPr>
      </w:pPr>
    </w:p>
    <w:p w:rsidR="00CF0DD9" w:rsidRPr="002A78DA" w:rsidRDefault="007B09B9" w:rsidP="00CF0DD9">
      <w:pPr>
        <w:ind w:firstLine="720"/>
        <w:jc w:val="both"/>
        <w:rPr>
          <w:lang w:eastAsia="lt-LT"/>
        </w:rPr>
      </w:pPr>
      <w:r w:rsidRPr="002A78DA">
        <w:rPr>
          <w:szCs w:val="24"/>
        </w:rPr>
        <w:t xml:space="preserve">1. </w:t>
      </w:r>
      <w:r w:rsidR="00CF0DD9" w:rsidRPr="002A78DA">
        <w:rPr>
          <w:lang w:eastAsia="lt-LT"/>
        </w:rPr>
        <w:t xml:space="preserve">Plungės rajono savivaldybės tarybos veiklos reglamentas (toliau – Reglamentas) nustato Plungės rajono savivaldybės tarybos (toliau – </w:t>
      </w:r>
      <w:r w:rsidR="00FD48E0" w:rsidRPr="002A78DA">
        <w:rPr>
          <w:lang w:eastAsia="lt-LT"/>
        </w:rPr>
        <w:t>Savivaldybės t</w:t>
      </w:r>
      <w:r w:rsidR="00CF0DD9" w:rsidRPr="002A78DA">
        <w:rPr>
          <w:lang w:eastAsia="lt-LT"/>
        </w:rPr>
        <w:t xml:space="preserve">aryba) veiklos formas ir </w:t>
      </w:r>
      <w:r w:rsidR="00CF0DD9" w:rsidRPr="00937419">
        <w:rPr>
          <w:lang w:eastAsia="lt-LT"/>
        </w:rPr>
        <w:t xml:space="preserve">tvarką, Tarybos kolegijos (toliau </w:t>
      </w:r>
      <w:r w:rsidR="00CF0DD9" w:rsidRPr="000C585F">
        <w:rPr>
          <w:lang w:eastAsia="lt-LT"/>
        </w:rPr>
        <w:t xml:space="preserve">– kolegija), </w:t>
      </w:r>
      <w:r w:rsidR="00CF0DD9" w:rsidRPr="00BA6D41">
        <w:rPr>
          <w:lang w:eastAsia="lt-LT"/>
        </w:rPr>
        <w:t>Tarybos</w:t>
      </w:r>
      <w:r w:rsidR="00CF0DD9" w:rsidRPr="00EF662D">
        <w:rPr>
          <w:lang w:eastAsia="lt-LT"/>
        </w:rPr>
        <w:t xml:space="preserve"> komitetų (toliau – komitetas) darbo tvarką, </w:t>
      </w:r>
      <w:r w:rsidR="00CF0DD9" w:rsidRPr="00937419">
        <w:rPr>
          <w:lang w:eastAsia="lt-LT"/>
        </w:rPr>
        <w:t>Tarybos laikinųjų ir nuolatinių komisijų sudarymo tvarką</w:t>
      </w:r>
      <w:r w:rsidR="00CF0DD9" w:rsidRPr="00D403D7">
        <w:rPr>
          <w:lang w:eastAsia="lt-LT"/>
        </w:rPr>
        <w:t>, reglamentuoja Plungės</w:t>
      </w:r>
      <w:r w:rsidR="00CF0DD9" w:rsidRPr="002A78DA">
        <w:rPr>
          <w:lang w:eastAsia="lt-LT"/>
        </w:rPr>
        <w:t xml:space="preserve"> rajono savivaldybės mero (toliau – meras) veiklą ir jo pavadavimo procedūrą, </w:t>
      </w:r>
      <w:r w:rsidR="00CF0DD9" w:rsidRPr="002A78DA">
        <w:rPr>
          <w:bCs/>
          <w:szCs w:val="24"/>
        </w:rPr>
        <w:t>pagrindines bendravimo su gyventojais formas ir būdus,</w:t>
      </w:r>
      <w:r w:rsidR="00CF0DD9" w:rsidRPr="002A78DA">
        <w:rPr>
          <w:lang w:eastAsia="lt-LT"/>
        </w:rPr>
        <w:t xml:space="preserve"> taip pat kitus klausimus, įstatymų priskiriamus Reglamento reguliavimo sričiai.</w:t>
      </w:r>
    </w:p>
    <w:p w:rsidR="002E395D" w:rsidRPr="002A78DA" w:rsidRDefault="00CF0DD9" w:rsidP="002E395D">
      <w:pPr>
        <w:ind w:firstLine="720"/>
        <w:jc w:val="both"/>
        <w:rPr>
          <w:lang w:eastAsia="lt-LT"/>
        </w:rPr>
      </w:pPr>
      <w:r w:rsidRPr="002A78DA">
        <w:rPr>
          <w:iCs/>
          <w:szCs w:val="24"/>
        </w:rPr>
        <w:t xml:space="preserve">2. </w:t>
      </w:r>
      <w:r w:rsidRPr="002A78DA">
        <w:rPr>
          <w:lang w:eastAsia="lt-LT"/>
        </w:rPr>
        <w:t xml:space="preserve">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w:t>
      </w:r>
      <w:r w:rsidRPr="00937419">
        <w:rPr>
          <w:lang w:eastAsia="lt-LT"/>
        </w:rPr>
        <w:t>išrinktus Tarybą ir merą.</w:t>
      </w:r>
      <w:r w:rsidRPr="002A78DA">
        <w:rPr>
          <w:lang w:eastAsia="lt-LT"/>
        </w:rPr>
        <w:t xml:space="preserve"> </w:t>
      </w:r>
      <w:r w:rsidR="002E395D" w:rsidRPr="002A78DA">
        <w:rPr>
          <w:lang w:eastAsia="lt-LT"/>
        </w:rPr>
        <w:t>Plungės</w:t>
      </w:r>
      <w:r w:rsidRPr="002A78DA">
        <w:rPr>
          <w:lang w:eastAsia="lt-LT"/>
        </w:rPr>
        <w:t xml:space="preserve"> rajono savivaldybė (toliau – Savivaldybė) yra viešasis juridinis asmuo.</w:t>
      </w:r>
    </w:p>
    <w:p w:rsidR="002E395D" w:rsidRPr="002A78DA" w:rsidRDefault="002E395D" w:rsidP="002E395D">
      <w:pPr>
        <w:ind w:firstLine="720"/>
        <w:jc w:val="both"/>
        <w:rPr>
          <w:lang w:eastAsia="lt-LT"/>
        </w:rPr>
      </w:pPr>
      <w:r w:rsidRPr="002A78DA">
        <w:rPr>
          <w:iCs/>
          <w:szCs w:val="24"/>
        </w:rPr>
        <w:t xml:space="preserve">3. </w:t>
      </w:r>
      <w:r w:rsidR="00FD48E0" w:rsidRPr="002A78DA">
        <w:rPr>
          <w:iCs/>
          <w:szCs w:val="24"/>
        </w:rPr>
        <w:t xml:space="preserve">Savivaldybės </w:t>
      </w:r>
      <w:r w:rsidR="00FD48E0" w:rsidRPr="002A78DA">
        <w:rPr>
          <w:lang w:eastAsia="lt-LT"/>
        </w:rPr>
        <w:t>t</w:t>
      </w:r>
      <w:r w:rsidRPr="002A78DA">
        <w:rPr>
          <w:lang w:eastAsia="lt-LT"/>
        </w:rPr>
        <w:t xml:space="preserve">aryba, </w:t>
      </w:r>
      <w:r w:rsidRPr="00937419">
        <w:rPr>
          <w:lang w:eastAsia="lt-LT"/>
        </w:rPr>
        <w:t>meras,</w:t>
      </w:r>
      <w:r w:rsidRPr="002A78DA">
        <w:rPr>
          <w:lang w:eastAsia="lt-LT"/>
        </w:rPr>
        <w:t xml:space="preserve"> kolegija, komitetai ir komisijos, kiti </w:t>
      </w:r>
      <w:r w:rsidR="00FD48E0" w:rsidRPr="002A78DA">
        <w:rPr>
          <w:lang w:eastAsia="lt-LT"/>
        </w:rPr>
        <w:t>Savivaldybės t</w:t>
      </w:r>
      <w:r w:rsidRPr="002A78DA">
        <w:rPr>
          <w:lang w:eastAsia="lt-LT"/>
        </w:rPr>
        <w:t>arybos sudaryti dariniai savo veikloje vadovaujasi Lietuvos Respublikos Konstitucija, Lietuvos Respublikos vietos savivaldos įstatymu (toliau –</w:t>
      </w:r>
      <w:r w:rsidR="00FD48E0" w:rsidRPr="002A78DA">
        <w:rPr>
          <w:lang w:eastAsia="lt-LT"/>
        </w:rPr>
        <w:t xml:space="preserve"> Į</w:t>
      </w:r>
      <w:r w:rsidRPr="002A78DA">
        <w:rPr>
          <w:lang w:eastAsia="lt-LT"/>
        </w:rPr>
        <w:t>statymas), kitais įstatymais ir įstatymų įgyvendinamaisiais teisės aktais, Reglamentu.</w:t>
      </w:r>
    </w:p>
    <w:p w:rsidR="00492BE2" w:rsidRDefault="002E395D" w:rsidP="00492BE2">
      <w:pPr>
        <w:tabs>
          <w:tab w:val="left" w:pos="720"/>
        </w:tabs>
        <w:ind w:firstLine="720"/>
        <w:jc w:val="both"/>
        <w:rPr>
          <w:kern w:val="1"/>
          <w:szCs w:val="24"/>
        </w:rPr>
      </w:pPr>
      <w:r>
        <w:rPr>
          <w:kern w:val="1"/>
          <w:szCs w:val="24"/>
        </w:rPr>
        <w:t>4</w:t>
      </w:r>
      <w:r w:rsidR="00492BE2">
        <w:rPr>
          <w:kern w:val="1"/>
          <w:szCs w:val="24"/>
        </w:rPr>
        <w:t>. Reglamentas tvirtinamas, keičiamas ar papildomas</w:t>
      </w:r>
      <w:r>
        <w:rPr>
          <w:kern w:val="1"/>
          <w:szCs w:val="24"/>
        </w:rPr>
        <w:t xml:space="preserve"> Savivaldybės tarybos sprendimu.</w:t>
      </w:r>
    </w:p>
    <w:p w:rsidR="00FB2D97" w:rsidRDefault="002E395D" w:rsidP="00492BE2">
      <w:pPr>
        <w:tabs>
          <w:tab w:val="left" w:pos="720"/>
        </w:tabs>
        <w:ind w:firstLine="720"/>
        <w:jc w:val="both"/>
        <w:rPr>
          <w:kern w:val="1"/>
          <w:szCs w:val="24"/>
        </w:rPr>
      </w:pPr>
      <w:r>
        <w:rPr>
          <w:kern w:val="1"/>
          <w:szCs w:val="24"/>
        </w:rPr>
        <w:t>5</w:t>
      </w:r>
      <w:r w:rsidR="00FB2D97">
        <w:rPr>
          <w:kern w:val="1"/>
          <w:szCs w:val="24"/>
        </w:rPr>
        <w:t>. Reglamento sąvokos atitinka</w:t>
      </w:r>
      <w:r w:rsidR="00FB2D97" w:rsidRPr="00FB2D97">
        <w:rPr>
          <w:spacing w:val="5"/>
          <w:szCs w:val="24"/>
        </w:rPr>
        <w:t xml:space="preserve"> </w:t>
      </w:r>
      <w:r w:rsidR="00FD48E0">
        <w:rPr>
          <w:spacing w:val="5"/>
          <w:szCs w:val="24"/>
        </w:rPr>
        <w:t>Į</w:t>
      </w:r>
      <w:r w:rsidR="00FB2D97">
        <w:rPr>
          <w:spacing w:val="5"/>
          <w:szCs w:val="24"/>
        </w:rPr>
        <w:t>statyme vartojamas sąvokas.</w:t>
      </w:r>
      <w:r w:rsidR="00FB2D97">
        <w:rPr>
          <w:kern w:val="1"/>
          <w:szCs w:val="24"/>
        </w:rPr>
        <w:t xml:space="preserve">  </w:t>
      </w:r>
    </w:p>
    <w:p w:rsidR="00492BE2" w:rsidRDefault="002E395D" w:rsidP="00F65C61">
      <w:pPr>
        <w:tabs>
          <w:tab w:val="left" w:pos="720"/>
        </w:tabs>
        <w:ind w:firstLine="720"/>
        <w:jc w:val="both"/>
        <w:rPr>
          <w:kern w:val="1"/>
          <w:szCs w:val="24"/>
        </w:rPr>
      </w:pPr>
      <w:r>
        <w:rPr>
          <w:kern w:val="1"/>
          <w:szCs w:val="24"/>
        </w:rPr>
        <w:t>6</w:t>
      </w:r>
      <w:r w:rsidR="00492BE2">
        <w:rPr>
          <w:kern w:val="1"/>
          <w:szCs w:val="24"/>
        </w:rPr>
        <w:t xml:space="preserve">. </w:t>
      </w:r>
      <w:r w:rsidR="00FD48E0">
        <w:rPr>
          <w:kern w:val="1"/>
          <w:szCs w:val="24"/>
        </w:rPr>
        <w:t>Savivaldybės t</w:t>
      </w:r>
      <w:r w:rsidR="00492BE2">
        <w:rPr>
          <w:kern w:val="1"/>
          <w:szCs w:val="24"/>
        </w:rPr>
        <w:t>arybos patvirtinto Reglamento nuostatos galioja naujai išrinktai Savivaldybės tarybai.</w:t>
      </w:r>
    </w:p>
    <w:p w:rsidR="00F65C61" w:rsidRDefault="00F65C61" w:rsidP="00F65C61">
      <w:pPr>
        <w:tabs>
          <w:tab w:val="left" w:pos="720"/>
        </w:tabs>
        <w:ind w:firstLine="720"/>
        <w:jc w:val="both"/>
        <w:rPr>
          <w:kern w:val="1"/>
          <w:szCs w:val="24"/>
        </w:rPr>
      </w:pPr>
    </w:p>
    <w:p w:rsidR="00F65C61" w:rsidRDefault="00F65C61" w:rsidP="00203176">
      <w:pPr>
        <w:tabs>
          <w:tab w:val="left" w:pos="720"/>
        </w:tabs>
        <w:jc w:val="center"/>
        <w:rPr>
          <w:rFonts w:eastAsia="Lucida Sans Unicode"/>
          <w:b/>
          <w:kern w:val="1"/>
          <w:szCs w:val="24"/>
        </w:rPr>
      </w:pPr>
      <w:r>
        <w:rPr>
          <w:rFonts w:eastAsia="Lucida Sans Unicode"/>
          <w:b/>
          <w:kern w:val="1"/>
          <w:szCs w:val="24"/>
        </w:rPr>
        <w:t xml:space="preserve">II SKYRIUS </w:t>
      </w:r>
    </w:p>
    <w:p w:rsidR="00F65C61" w:rsidRPr="002A78DA" w:rsidRDefault="00795C4B" w:rsidP="00203176">
      <w:pPr>
        <w:tabs>
          <w:tab w:val="left" w:pos="720"/>
        </w:tabs>
        <w:jc w:val="center"/>
        <w:rPr>
          <w:rFonts w:eastAsia="Lucida Sans Unicode"/>
          <w:b/>
          <w:kern w:val="1"/>
          <w:szCs w:val="24"/>
        </w:rPr>
      </w:pPr>
      <w:r>
        <w:rPr>
          <w:rFonts w:eastAsia="Lucida Sans Unicode"/>
          <w:b/>
          <w:kern w:val="1"/>
          <w:szCs w:val="24"/>
        </w:rPr>
        <w:t xml:space="preserve">SAVIVALDYBĖS TARYBOS </w:t>
      </w:r>
      <w:r w:rsidRPr="002A78DA">
        <w:rPr>
          <w:rFonts w:eastAsia="Lucida Sans Unicode"/>
          <w:b/>
          <w:kern w:val="1"/>
          <w:szCs w:val="24"/>
        </w:rPr>
        <w:t>KOMPETENCIJA</w:t>
      </w:r>
      <w:r w:rsidR="00E24038" w:rsidRPr="002A78DA">
        <w:rPr>
          <w:rFonts w:eastAsia="Lucida Sans Unicode"/>
          <w:b/>
          <w:kern w:val="1"/>
          <w:szCs w:val="24"/>
        </w:rPr>
        <w:t xml:space="preserve"> IR ĮGALIOJIMAI </w:t>
      </w:r>
    </w:p>
    <w:p w:rsidR="002D470E" w:rsidRDefault="002D470E" w:rsidP="002D470E">
      <w:pPr>
        <w:tabs>
          <w:tab w:val="left" w:pos="720"/>
        </w:tabs>
        <w:rPr>
          <w:rFonts w:eastAsia="Lucida Sans Unicode"/>
          <w:b/>
          <w:kern w:val="1"/>
          <w:szCs w:val="24"/>
        </w:rPr>
      </w:pPr>
    </w:p>
    <w:p w:rsidR="00795C4B" w:rsidRPr="002A78DA" w:rsidRDefault="002D470E" w:rsidP="00795C4B">
      <w:pPr>
        <w:tabs>
          <w:tab w:val="left" w:pos="720"/>
        </w:tabs>
        <w:ind w:firstLine="720"/>
        <w:jc w:val="both"/>
        <w:rPr>
          <w:szCs w:val="24"/>
          <w:lang w:eastAsia="lt-LT" w:bidi="lo-LA"/>
        </w:rPr>
      </w:pPr>
      <w:r w:rsidRPr="002A78DA">
        <w:rPr>
          <w:rFonts w:eastAsia="Lucida Sans Unicode"/>
          <w:kern w:val="1"/>
          <w:szCs w:val="24"/>
        </w:rPr>
        <w:t xml:space="preserve">7. </w:t>
      </w:r>
      <w:r w:rsidR="00795C4B" w:rsidRPr="002A78DA">
        <w:rPr>
          <w:rFonts w:eastAsia="Lucida Sans Unicode"/>
          <w:kern w:val="1"/>
          <w:szCs w:val="24"/>
        </w:rPr>
        <w:t>Savivaldybės t</w:t>
      </w:r>
      <w:r w:rsidR="00795C4B" w:rsidRPr="002A78DA">
        <w:rPr>
          <w:szCs w:val="24"/>
          <w:lang w:eastAsia="lt-LT" w:bidi="lo-LA"/>
        </w:rPr>
        <w:t>aryba veikia pagal įgaliojimus, nustatytus Lietuvos Respublikos vietos savivaldos įstatyme ir kituose įstatymuose.</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 Savivaldybės tarybos kompetencija yra išimtinė ir paprastoji: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8.1. išimtinei Savivaldybės tarybos kompetencijai priskirtų įgaliojimų Savivaldybės taryba negali perduoti jokiai kitai Savivaldybės institucijai ar įstaigai;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8.2. konkrečius įgaliojimus, Įstatyme priskirtus Savivaldybės tarybos paprastajai kompetencijai, Savivaldybės taryba</w:t>
      </w:r>
      <w:r w:rsidR="00D31069">
        <w:rPr>
          <w:szCs w:val="24"/>
          <w:lang w:eastAsia="lt-LT" w:bidi="lo-LA"/>
        </w:rPr>
        <w:t>,</w:t>
      </w:r>
      <w:r w:rsidRPr="002A78DA">
        <w:rPr>
          <w:szCs w:val="24"/>
          <w:lang w:eastAsia="lt-LT" w:bidi="lo-LA"/>
        </w:rPr>
        <w:t xml:space="preserve"> priimdama sprendimą, gali pavesti vykdyti Savivaldybės merui. Jeigu meras dėl viešųjų ir privačių interesų konflikto negali vykdyti Įstatyme nustatytų ir Savivaldybės tarybos jai perduotų įgaliojimų, šiuos įgaliojimus vykdo Savivaldybės taryba.</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w:t>
      </w:r>
      <w:r w:rsidRPr="003613D9">
        <w:rPr>
          <w:szCs w:val="24"/>
          <w:lang w:eastAsia="lt-LT" w:bidi="lo-LA"/>
        </w:rPr>
        <w:t xml:space="preserve">Savivaldybės taryba gali numatyti informacijos apie atskirų valstybinių (perduotų savivaldybėms) funkcijų įgyvendinimą </w:t>
      </w:r>
      <w:r w:rsidR="00E364BA" w:rsidRPr="001E3692">
        <w:rPr>
          <w:szCs w:val="24"/>
          <w:lang w:eastAsia="lt-LT" w:bidi="lo-LA"/>
        </w:rPr>
        <w:t xml:space="preserve">/ </w:t>
      </w:r>
      <w:r w:rsidRPr="003613D9">
        <w:rPr>
          <w:szCs w:val="24"/>
          <w:lang w:eastAsia="lt-LT" w:bidi="lo-LA"/>
        </w:rPr>
        <w:t>išklausymą. Tokios</w:t>
      </w:r>
      <w:r w:rsidRPr="002A78DA">
        <w:rPr>
          <w:szCs w:val="24"/>
          <w:lang w:eastAsia="lt-LT" w:bidi="lo-LA"/>
        </w:rPr>
        <w:t xml:space="preserve"> informacijos išklausymą Savivaldybės tarybos posėdyje gali inicijuoti komitetai / frakcijos / grupės. Prireikus, </w:t>
      </w:r>
      <w:r w:rsidR="00E24038" w:rsidRPr="002A78DA">
        <w:rPr>
          <w:szCs w:val="24"/>
          <w:lang w:eastAsia="lt-LT" w:bidi="lo-LA"/>
        </w:rPr>
        <w:t>Savivaldybės t</w:t>
      </w:r>
      <w:r w:rsidRPr="002A78DA">
        <w:rPr>
          <w:szCs w:val="24"/>
          <w:lang w:eastAsia="lt-LT" w:bidi="lo-LA"/>
        </w:rPr>
        <w:t>aryba šiais klausimais gali priimti sprendimus.</w:t>
      </w:r>
    </w:p>
    <w:p w:rsidR="00325AB6" w:rsidRDefault="00E24038" w:rsidP="00325AB6">
      <w:pPr>
        <w:tabs>
          <w:tab w:val="left" w:pos="720"/>
        </w:tabs>
        <w:ind w:firstLine="720"/>
        <w:jc w:val="both"/>
        <w:rPr>
          <w:szCs w:val="24"/>
        </w:rPr>
      </w:pPr>
      <w:r>
        <w:rPr>
          <w:szCs w:val="24"/>
        </w:rPr>
        <w:t xml:space="preserve">10. </w:t>
      </w:r>
      <w:r w:rsidR="00325AB6">
        <w:rPr>
          <w:szCs w:val="24"/>
        </w:rPr>
        <w:t>Savivaldybės tarybos įgaliojimai prasideda, kai į pirmąjį posėdį susirenka išrinkti Savivaldybės tarybos nariai, ir baigiasi, kai į pirmąjį posėdį susirenka naujai kadencijai išrinkti Savivaldybės tarybos nariai.</w:t>
      </w:r>
    </w:p>
    <w:p w:rsidR="000311CB" w:rsidRDefault="00E24038" w:rsidP="000311CB">
      <w:pPr>
        <w:ind w:firstLine="720"/>
        <w:jc w:val="both"/>
        <w:rPr>
          <w:szCs w:val="24"/>
        </w:rPr>
      </w:pPr>
      <w:r>
        <w:rPr>
          <w:szCs w:val="24"/>
        </w:rPr>
        <w:lastRenderedPageBreak/>
        <w:t>11</w:t>
      </w:r>
      <w:r w:rsidR="000311CB">
        <w:rPr>
          <w:szCs w:val="24"/>
        </w:rPr>
        <w:t xml:space="preserve">.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w:t>
      </w:r>
      <w:r w:rsidR="000311CB" w:rsidRPr="00937419">
        <w:rPr>
          <w:szCs w:val="24"/>
        </w:rPr>
        <w:t xml:space="preserve">tiesioginio valdymo </w:t>
      </w:r>
      <w:r w:rsidR="00937419" w:rsidRPr="001E3692">
        <w:rPr>
          <w:szCs w:val="24"/>
        </w:rPr>
        <w:t>S</w:t>
      </w:r>
      <w:r w:rsidR="000311CB" w:rsidRPr="00937419">
        <w:rPr>
          <w:szCs w:val="24"/>
        </w:rPr>
        <w:t>avivaldybės teritorijoje įstatymo nustatyta tvarka.</w:t>
      </w:r>
      <w:r w:rsidR="000311CB">
        <w:rPr>
          <w:szCs w:val="24"/>
        </w:rPr>
        <w:t xml:space="preserve"> </w:t>
      </w:r>
    </w:p>
    <w:p w:rsidR="00203176" w:rsidRDefault="00203176">
      <w:pPr>
        <w:rPr>
          <w:szCs w:val="24"/>
        </w:rPr>
      </w:pPr>
    </w:p>
    <w:p w:rsidR="006427C3" w:rsidRDefault="006427C3" w:rsidP="006427C3">
      <w:pPr>
        <w:tabs>
          <w:tab w:val="left" w:pos="720"/>
        </w:tabs>
        <w:jc w:val="center"/>
        <w:rPr>
          <w:bCs/>
          <w:szCs w:val="24"/>
        </w:rPr>
      </w:pPr>
      <w:r>
        <w:rPr>
          <w:rFonts w:eastAsia="Lucida Sans Unicode"/>
          <w:b/>
          <w:kern w:val="1"/>
          <w:szCs w:val="24"/>
        </w:rPr>
        <w:t xml:space="preserve">III SKYRIUS </w:t>
      </w:r>
    </w:p>
    <w:p w:rsidR="006427C3" w:rsidRDefault="006427C3" w:rsidP="006427C3">
      <w:pPr>
        <w:jc w:val="center"/>
        <w:rPr>
          <w:b/>
          <w:szCs w:val="24"/>
        </w:rPr>
      </w:pPr>
      <w:r>
        <w:rPr>
          <w:b/>
          <w:szCs w:val="24"/>
        </w:rPr>
        <w:t>SAVIVALDYBĖS TARYBOS VEIKLOS FORMOS</w:t>
      </w:r>
    </w:p>
    <w:p w:rsidR="006453A7" w:rsidRDefault="006453A7" w:rsidP="006427C3">
      <w:pPr>
        <w:jc w:val="center"/>
        <w:rPr>
          <w:szCs w:val="24"/>
        </w:rPr>
      </w:pPr>
    </w:p>
    <w:p w:rsidR="006427C3" w:rsidRDefault="00E24038" w:rsidP="006427C3">
      <w:pPr>
        <w:ind w:firstLine="720"/>
        <w:jc w:val="both"/>
        <w:rPr>
          <w:szCs w:val="24"/>
        </w:rPr>
      </w:pPr>
      <w:r>
        <w:rPr>
          <w:szCs w:val="24"/>
        </w:rPr>
        <w:t>12</w:t>
      </w:r>
      <w:r w:rsidR="007C2264">
        <w:rPr>
          <w:szCs w:val="24"/>
        </w:rPr>
        <w:t>.</w:t>
      </w:r>
      <w:r w:rsidR="006427C3">
        <w:rPr>
          <w:szCs w:val="24"/>
        </w:rPr>
        <w:t xml:space="preserve"> Savivaldybės taryba savo įgaliojimus įgyvendina kolegialiai Savivaldybės tarybos posėdžiuose. Savivaldybės taryba svarstomais klausimais priima sprendimus ir kontroliuoja, kaip jie įgyvendinami.</w:t>
      </w:r>
    </w:p>
    <w:p w:rsidR="006427C3" w:rsidRPr="005326B7" w:rsidRDefault="00E24038" w:rsidP="006427C3">
      <w:pPr>
        <w:ind w:firstLine="720"/>
        <w:jc w:val="both"/>
        <w:rPr>
          <w:szCs w:val="24"/>
        </w:rPr>
      </w:pPr>
      <w:r>
        <w:rPr>
          <w:szCs w:val="24"/>
        </w:rPr>
        <w:t>13</w:t>
      </w:r>
      <w:r w:rsidR="006427C3">
        <w:rPr>
          <w:szCs w:val="24"/>
        </w:rPr>
        <w:t>. Savivaldybės tarybos veikla tarp Savivaldybės</w:t>
      </w:r>
      <w:r w:rsidR="006427C3">
        <w:rPr>
          <w:bCs/>
          <w:szCs w:val="24"/>
        </w:rPr>
        <w:t xml:space="preserve"> </w:t>
      </w:r>
      <w:r w:rsidR="006427C3">
        <w:rPr>
          <w:szCs w:val="24"/>
        </w:rPr>
        <w:t>tarybos posėdžių tęsiama Savivaldybės</w:t>
      </w:r>
      <w:r w:rsidR="006427C3">
        <w:rPr>
          <w:bCs/>
          <w:szCs w:val="24"/>
        </w:rPr>
        <w:t xml:space="preserve"> </w:t>
      </w:r>
      <w:r w:rsidR="006427C3">
        <w:rPr>
          <w:szCs w:val="24"/>
        </w:rPr>
        <w:t>tarybos komitetuose</w:t>
      </w:r>
      <w:r w:rsidR="006427C3">
        <w:rPr>
          <w:bCs/>
          <w:szCs w:val="24"/>
        </w:rPr>
        <w:t xml:space="preserve">, komisijose, </w:t>
      </w:r>
      <w:r w:rsidR="006427C3">
        <w:rPr>
          <w:szCs w:val="24"/>
        </w:rPr>
        <w:t>Savivaldybės</w:t>
      </w:r>
      <w:r w:rsidR="006427C3">
        <w:rPr>
          <w:bCs/>
          <w:szCs w:val="24"/>
        </w:rPr>
        <w:t xml:space="preserve"> </w:t>
      </w:r>
      <w:r w:rsidR="006427C3">
        <w:rPr>
          <w:szCs w:val="24"/>
        </w:rPr>
        <w:t xml:space="preserve">tarybos narių </w:t>
      </w:r>
      <w:r w:rsidR="006427C3">
        <w:rPr>
          <w:bCs/>
          <w:szCs w:val="24"/>
        </w:rPr>
        <w:t xml:space="preserve">frakcijose, grupėse ir mišrioje grupėje, </w:t>
      </w:r>
      <w:r w:rsidR="006427C3" w:rsidRPr="000C585F">
        <w:rPr>
          <w:bCs/>
          <w:szCs w:val="24"/>
        </w:rPr>
        <w:t xml:space="preserve">taip pat </w:t>
      </w:r>
      <w:r w:rsidR="006427C3" w:rsidRPr="000C585F">
        <w:rPr>
          <w:szCs w:val="24"/>
        </w:rPr>
        <w:t>tarybos nariams priimant Savivaldybės</w:t>
      </w:r>
      <w:r w:rsidR="006427C3">
        <w:rPr>
          <w:szCs w:val="24"/>
        </w:rPr>
        <w:t xml:space="preserve"> nuolatinius gyventojus </w:t>
      </w:r>
      <w:r w:rsidR="006427C3" w:rsidRPr="005326B7">
        <w:rPr>
          <w:szCs w:val="24"/>
        </w:rPr>
        <w:t xml:space="preserve">Reglamento </w:t>
      </w:r>
      <w:r w:rsidR="00D3314A" w:rsidRPr="005326B7">
        <w:rPr>
          <w:szCs w:val="24"/>
        </w:rPr>
        <w:t>XX skyriuje</w:t>
      </w:r>
      <w:r w:rsidR="006427C3" w:rsidRPr="005326B7">
        <w:rPr>
          <w:szCs w:val="24"/>
        </w:rPr>
        <w:t xml:space="preserve"> nustatyta tvarka.</w:t>
      </w:r>
    </w:p>
    <w:p w:rsidR="00A3143A" w:rsidRPr="005326B7" w:rsidRDefault="00E24038" w:rsidP="00A3143A">
      <w:pPr>
        <w:ind w:firstLine="720"/>
        <w:jc w:val="both"/>
        <w:rPr>
          <w:szCs w:val="24"/>
        </w:rPr>
      </w:pPr>
      <w:r w:rsidRPr="005326B7">
        <w:rPr>
          <w:szCs w:val="24"/>
        </w:rPr>
        <w:t>14</w:t>
      </w:r>
      <w:r w:rsidR="006427C3" w:rsidRPr="005326B7">
        <w:rPr>
          <w:szCs w:val="24"/>
        </w:rPr>
        <w:t xml:space="preserve">. Savivaldybės tarybos darbo tvarka nustatyta Įstatyme </w:t>
      </w:r>
      <w:r w:rsidR="00131553" w:rsidRPr="005326B7">
        <w:rPr>
          <w:szCs w:val="24"/>
        </w:rPr>
        <w:t>bei</w:t>
      </w:r>
      <w:r w:rsidR="006427C3" w:rsidRPr="005326B7">
        <w:rPr>
          <w:szCs w:val="24"/>
        </w:rPr>
        <w:t xml:space="preserve"> Reglamento </w:t>
      </w:r>
      <w:r w:rsidR="00D3314A" w:rsidRPr="005326B7">
        <w:rPr>
          <w:szCs w:val="24"/>
        </w:rPr>
        <w:t xml:space="preserve">VI, VII, VIII ir X </w:t>
      </w:r>
      <w:r w:rsidR="005676F7" w:rsidRPr="005326B7">
        <w:rPr>
          <w:szCs w:val="24"/>
        </w:rPr>
        <w:t>skyriuose</w:t>
      </w:r>
      <w:r w:rsidR="007D6011" w:rsidRPr="005326B7">
        <w:rPr>
          <w:szCs w:val="24"/>
        </w:rPr>
        <w:t>.</w:t>
      </w:r>
    </w:p>
    <w:p w:rsidR="003E5972" w:rsidRPr="00A3143A" w:rsidRDefault="00E24038" w:rsidP="00A3143A">
      <w:pPr>
        <w:ind w:firstLine="720"/>
        <w:jc w:val="both"/>
        <w:rPr>
          <w:szCs w:val="24"/>
        </w:rPr>
      </w:pPr>
      <w:r>
        <w:rPr>
          <w:szCs w:val="24"/>
        </w:rPr>
        <w:t>15</w:t>
      </w:r>
      <w:r w:rsidR="003E5972">
        <w:rPr>
          <w:szCs w:val="24"/>
        </w:rPr>
        <w:t>.</w:t>
      </w:r>
      <w:r w:rsidR="00A3143A">
        <w:rPr>
          <w:szCs w:val="24"/>
        </w:rPr>
        <w:t xml:space="preserve"> </w:t>
      </w:r>
      <w:r w:rsidR="00A3143A" w:rsidRPr="00A3143A">
        <w:rPr>
          <w:szCs w:val="24"/>
        </w:rPr>
        <w:t xml:space="preserve">Savo politiniams </w:t>
      </w:r>
      <w:r w:rsidR="00A3143A" w:rsidRPr="000C585F">
        <w:rPr>
          <w:szCs w:val="24"/>
        </w:rPr>
        <w:t>tikslams įgyvendinti tarybos nariai gali jungtis į frakcijas ir</w:t>
      </w:r>
      <w:r w:rsidR="00A3143A" w:rsidRPr="00A3143A">
        <w:rPr>
          <w:szCs w:val="24"/>
        </w:rPr>
        <w:t xml:space="preserve"> grupes.</w:t>
      </w:r>
    </w:p>
    <w:p w:rsidR="00A3143A" w:rsidRDefault="00E24038" w:rsidP="00A3143A">
      <w:pPr>
        <w:ind w:firstLine="720"/>
        <w:jc w:val="both"/>
        <w:rPr>
          <w:szCs w:val="24"/>
        </w:rPr>
      </w:pPr>
      <w:r>
        <w:rPr>
          <w:szCs w:val="24"/>
        </w:rPr>
        <w:t>16</w:t>
      </w:r>
      <w:r w:rsidR="00A3143A" w:rsidRPr="00A3143A">
        <w:rPr>
          <w:szCs w:val="24"/>
        </w:rPr>
        <w:t>.</w:t>
      </w:r>
      <w:r w:rsidR="00A3143A">
        <w:rPr>
          <w:b/>
          <w:szCs w:val="24"/>
        </w:rPr>
        <w:t xml:space="preserve"> Savivaldybės tarybos dauguma</w:t>
      </w:r>
      <w:r w:rsidR="00A3143A">
        <w:rPr>
          <w:szCs w:val="24"/>
        </w:rPr>
        <w:t xml:space="preserve"> –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 Savivaldybės tarybos posėdyje viešu pareiškimu, įteiktu posėdžio pirmininkui, pateikusi (-</w:t>
      </w:r>
      <w:proofErr w:type="spellStart"/>
      <w:r w:rsidR="00A3143A">
        <w:rPr>
          <w:szCs w:val="24"/>
        </w:rPr>
        <w:t>ios</w:t>
      </w:r>
      <w:proofErr w:type="spellEnd"/>
      <w:r w:rsidR="00A3143A">
        <w:rPr>
          <w:szCs w:val="24"/>
        </w:rPr>
        <w:t>) savo veiklos programą ir sudaryta (-</w:t>
      </w:r>
      <w:proofErr w:type="spellStart"/>
      <w:r w:rsidR="00A3143A">
        <w:rPr>
          <w:szCs w:val="24"/>
        </w:rPr>
        <w:t>os</w:t>
      </w:r>
      <w:proofErr w:type="spellEnd"/>
      <w:r w:rsidR="00A3143A">
        <w:rPr>
          <w:szCs w:val="24"/>
        </w:rPr>
        <w:t>) iš daugiau kaip pusės visų Savivaldybės tarybos narių.</w:t>
      </w:r>
    </w:p>
    <w:p w:rsidR="00AE572C" w:rsidRDefault="00E24038" w:rsidP="00AE572C">
      <w:pPr>
        <w:ind w:firstLine="720"/>
        <w:jc w:val="both"/>
        <w:rPr>
          <w:szCs w:val="24"/>
        </w:rPr>
      </w:pPr>
      <w:r>
        <w:rPr>
          <w:szCs w:val="24"/>
        </w:rPr>
        <w:t>17</w:t>
      </w:r>
      <w:r w:rsidR="00A3143A">
        <w:rPr>
          <w:szCs w:val="24"/>
        </w:rPr>
        <w:t xml:space="preserve">. </w:t>
      </w:r>
      <w:r w:rsidR="00A3143A">
        <w:rPr>
          <w:b/>
          <w:szCs w:val="24"/>
        </w:rPr>
        <w:t>Savivaldybės tarybos mažuma</w:t>
      </w:r>
      <w:r w:rsidR="00A3143A">
        <w:rPr>
          <w:szCs w:val="24"/>
        </w:rPr>
        <w:t xml:space="preserve"> – Savivaldybės tarybos daugumai nepriklausančios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w:t>
      </w:r>
    </w:p>
    <w:p w:rsidR="007C2264" w:rsidRDefault="00E24038" w:rsidP="00AE572C">
      <w:pPr>
        <w:ind w:firstLine="720"/>
        <w:jc w:val="both"/>
        <w:rPr>
          <w:lang w:eastAsia="lt-LT"/>
        </w:rPr>
      </w:pPr>
      <w:r>
        <w:rPr>
          <w:szCs w:val="24"/>
        </w:rPr>
        <w:t>18</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frakcija</w:t>
      </w:r>
      <w:r w:rsidR="00A3143A" w:rsidRPr="00AE572C">
        <w:rPr>
          <w:szCs w:val="24"/>
        </w:rPr>
        <w:t xml:space="preserve"> </w:t>
      </w:r>
      <w:r w:rsidR="00A3143A">
        <w:rPr>
          <w:szCs w:val="24"/>
        </w:rPr>
        <w:t xml:space="preserve">– </w:t>
      </w:r>
      <w:r w:rsidR="00937419" w:rsidRPr="001E3692">
        <w:rPr>
          <w:szCs w:val="24"/>
        </w:rPr>
        <w:t>S</w:t>
      </w:r>
      <w:r w:rsidR="00A3143A" w:rsidRPr="000C585F">
        <w:rPr>
          <w:szCs w:val="24"/>
        </w:rPr>
        <w:t>avivaldy</w:t>
      </w:r>
      <w:r w:rsidR="00A3143A">
        <w:rPr>
          <w:szCs w:val="24"/>
        </w:rPr>
        <w:t xml:space="preserve">bės tarybos nariai, Savivaldybės tarybos posėdyje viešu pareiškimu, įteiktu posėdžio pirmininkui, deklaravę, kad veiklą Savivaldybės taryboje tęsia susivieniję į frakciją. </w:t>
      </w:r>
      <w:r w:rsidR="007C2264">
        <w:rPr>
          <w:szCs w:val="24"/>
        </w:rPr>
        <w:t>F</w:t>
      </w:r>
      <w:r w:rsidR="00A3143A">
        <w:rPr>
          <w:szCs w:val="24"/>
        </w:rPr>
        <w:t>rakciją sudaro ne mažiau kaip</w:t>
      </w:r>
      <w:r w:rsidR="007C2264">
        <w:rPr>
          <w:szCs w:val="24"/>
        </w:rPr>
        <w:t xml:space="preserve"> </w:t>
      </w:r>
      <w:r w:rsidR="009948F9" w:rsidRPr="001816F5">
        <w:rPr>
          <w:szCs w:val="24"/>
        </w:rPr>
        <w:t>3</w:t>
      </w:r>
      <w:r w:rsidR="007C2264" w:rsidRPr="001816F5">
        <w:rPr>
          <w:szCs w:val="24"/>
        </w:rPr>
        <w:t xml:space="preserve"> </w:t>
      </w:r>
      <w:r w:rsidR="007C2264">
        <w:rPr>
          <w:szCs w:val="24"/>
        </w:rPr>
        <w:t>Savivaldybės tarybos nariai.</w:t>
      </w:r>
      <w:r w:rsidR="007C2264" w:rsidRPr="007C2264">
        <w:rPr>
          <w:lang w:eastAsia="lt-LT"/>
        </w:rPr>
        <w:t xml:space="preserve"> </w:t>
      </w:r>
      <w:r w:rsidR="007C2264">
        <w:rPr>
          <w:lang w:eastAsia="lt-LT"/>
        </w:rPr>
        <w:t>Tarybos narys gali būti tik vienos frakcijos nariu ir tuo pačiu metu negali būti</w:t>
      </w:r>
      <w:r w:rsidR="00E364BA">
        <w:rPr>
          <w:lang w:eastAsia="lt-LT"/>
        </w:rPr>
        <w:t xml:space="preserve"> </w:t>
      </w:r>
      <w:r w:rsidR="00E364BA" w:rsidRPr="003613D9">
        <w:rPr>
          <w:lang w:eastAsia="lt-LT"/>
        </w:rPr>
        <w:t>Savivaldybės</w:t>
      </w:r>
      <w:r w:rsidR="007C2264" w:rsidRPr="003613D9">
        <w:rPr>
          <w:lang w:eastAsia="lt-LT"/>
        </w:rPr>
        <w:t xml:space="preserve"> </w:t>
      </w:r>
      <w:r w:rsidR="00E364BA" w:rsidRPr="001E3692">
        <w:rPr>
          <w:lang w:eastAsia="lt-LT"/>
        </w:rPr>
        <w:t>t</w:t>
      </w:r>
      <w:r w:rsidR="007C2264" w:rsidRPr="003613D9">
        <w:rPr>
          <w:lang w:eastAsia="lt-LT"/>
        </w:rPr>
        <w:t>arybos grupės nariu.</w:t>
      </w:r>
    </w:p>
    <w:p w:rsidR="00A3143A" w:rsidRDefault="00E24038" w:rsidP="00A3143A">
      <w:pPr>
        <w:ind w:firstLine="720"/>
        <w:jc w:val="both"/>
        <w:rPr>
          <w:szCs w:val="24"/>
        </w:rPr>
      </w:pPr>
      <w:r>
        <w:rPr>
          <w:szCs w:val="24"/>
        </w:rPr>
        <w:t>19</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grupė</w:t>
      </w:r>
      <w:r w:rsidR="00A3143A" w:rsidRPr="00AE572C">
        <w:rPr>
          <w:szCs w:val="24"/>
        </w:rPr>
        <w:t xml:space="preserve"> </w:t>
      </w:r>
      <w:r w:rsidR="007C2264">
        <w:rPr>
          <w:szCs w:val="24"/>
        </w:rPr>
        <w:t>– ne mažiau kaip 2 susivieniję S</w:t>
      </w:r>
      <w:r w:rsidR="00A3143A">
        <w:rPr>
          <w:szCs w:val="24"/>
        </w:rPr>
        <w:t xml:space="preserve">avivaldybės tarybos nariai, </w:t>
      </w:r>
      <w:r w:rsidR="00A3143A" w:rsidRPr="000C585F">
        <w:rPr>
          <w:szCs w:val="24"/>
        </w:rPr>
        <w:t xml:space="preserve">nepriklausantys </w:t>
      </w:r>
      <w:r w:rsidR="00937419" w:rsidRPr="001E3692">
        <w:rPr>
          <w:szCs w:val="24"/>
        </w:rPr>
        <w:t>S</w:t>
      </w:r>
      <w:r w:rsidR="00A3143A" w:rsidRPr="000C585F">
        <w:rPr>
          <w:szCs w:val="24"/>
        </w:rPr>
        <w:t>avivaldybės tarybos</w:t>
      </w:r>
      <w:r w:rsidR="00A3143A">
        <w:rPr>
          <w:szCs w:val="24"/>
        </w:rPr>
        <w:t xml:space="preserve"> narių frakcijai, </w:t>
      </w:r>
      <w:r w:rsidR="00797BB2" w:rsidRPr="001E3692">
        <w:rPr>
          <w:szCs w:val="24"/>
        </w:rPr>
        <w:t>S</w:t>
      </w:r>
      <w:r w:rsidR="00A3143A" w:rsidRPr="00797BB2">
        <w:rPr>
          <w:szCs w:val="24"/>
        </w:rPr>
        <w:t>avivaldybės tarybos posėdyje</w:t>
      </w:r>
      <w:r w:rsidR="00A3143A">
        <w:rPr>
          <w:szCs w:val="24"/>
        </w:rPr>
        <w:t xml:space="preserve"> viešu pareiškimu, įteiktu posėdžio pirm</w:t>
      </w:r>
      <w:r w:rsidR="007C2264">
        <w:rPr>
          <w:szCs w:val="24"/>
        </w:rPr>
        <w:t xml:space="preserve">ininkui, deklaravę, kad veiklą </w:t>
      </w:r>
      <w:r w:rsidR="007C2264" w:rsidRPr="000C585F">
        <w:rPr>
          <w:szCs w:val="24"/>
        </w:rPr>
        <w:t>S</w:t>
      </w:r>
      <w:r w:rsidR="00A3143A" w:rsidRPr="000C585F">
        <w:rPr>
          <w:szCs w:val="24"/>
        </w:rPr>
        <w:t>avivaldybės taryboje tęsia grupėje</w:t>
      </w:r>
      <w:r w:rsidR="00A3143A">
        <w:rPr>
          <w:szCs w:val="24"/>
        </w:rPr>
        <w:t xml:space="preserve">. </w:t>
      </w:r>
    </w:p>
    <w:p w:rsidR="00A3143A" w:rsidRDefault="00E24038" w:rsidP="00A3143A">
      <w:pPr>
        <w:ind w:firstLine="720"/>
        <w:jc w:val="both"/>
        <w:rPr>
          <w:szCs w:val="24"/>
        </w:rPr>
      </w:pPr>
      <w:r>
        <w:rPr>
          <w:szCs w:val="24"/>
        </w:rPr>
        <w:t>20</w:t>
      </w:r>
      <w:r w:rsidR="00A3143A">
        <w:rPr>
          <w:szCs w:val="24"/>
        </w:rPr>
        <w:t xml:space="preserve">. </w:t>
      </w:r>
      <w:r w:rsidR="00A3143A" w:rsidRPr="00AE572C">
        <w:rPr>
          <w:b/>
          <w:szCs w:val="24"/>
        </w:rPr>
        <w:t>Savivaldybės tarybos opozicija</w:t>
      </w:r>
      <w:r w:rsidR="007C2264" w:rsidRPr="00AE572C">
        <w:rPr>
          <w:szCs w:val="24"/>
        </w:rPr>
        <w:t xml:space="preserve"> </w:t>
      </w:r>
      <w:r w:rsidR="007C2264">
        <w:rPr>
          <w:szCs w:val="24"/>
        </w:rPr>
        <w:t>– S</w:t>
      </w:r>
      <w:r w:rsidR="00A3143A">
        <w:rPr>
          <w:szCs w:val="24"/>
        </w:rPr>
        <w:t>avivaldybės ta</w:t>
      </w:r>
      <w:r w:rsidR="007C2264">
        <w:rPr>
          <w:szCs w:val="24"/>
        </w:rPr>
        <w:t>rybos mažumai priklausančių ir S</w:t>
      </w:r>
      <w:r w:rsidR="00A3143A">
        <w:rPr>
          <w:szCs w:val="24"/>
        </w:rPr>
        <w:t xml:space="preserve">avivaldybės tarybos posėdyje viešu pareiškimu, įteiktu posėdžio pirmininkui, </w:t>
      </w:r>
      <w:r w:rsidR="00A3143A">
        <w:rPr>
          <w:szCs w:val="24"/>
          <w:shd w:val="clear" w:color="auto" w:fill="FFFFFF"/>
        </w:rPr>
        <w:t>opozicinėmis p</w:t>
      </w:r>
      <w:r w:rsidR="007C2264">
        <w:rPr>
          <w:szCs w:val="24"/>
          <w:shd w:val="clear" w:color="auto" w:fill="FFFFFF"/>
        </w:rPr>
        <w:t>asiskelbusių S</w:t>
      </w:r>
      <w:r w:rsidR="00A3143A">
        <w:rPr>
          <w:szCs w:val="24"/>
          <w:shd w:val="clear" w:color="auto" w:fill="FFFFFF"/>
        </w:rPr>
        <w:t>avivaldybės tarybos</w:t>
      </w:r>
      <w:r w:rsidR="00A3143A">
        <w:rPr>
          <w:szCs w:val="24"/>
        </w:rPr>
        <w:t xml:space="preserve"> narių frakcijų, </w:t>
      </w:r>
      <w:r w:rsidR="007C2264">
        <w:rPr>
          <w:szCs w:val="24"/>
        </w:rPr>
        <w:t>S</w:t>
      </w:r>
      <w:r w:rsidR="00A3143A">
        <w:rPr>
          <w:szCs w:val="24"/>
        </w:rPr>
        <w:t xml:space="preserve">avivaldybės tarybos narių grupių, į jokią frakciją ar grupę </w:t>
      </w:r>
      <w:r w:rsidR="00A3143A" w:rsidRPr="000C585F">
        <w:rPr>
          <w:szCs w:val="24"/>
        </w:rPr>
        <w:t xml:space="preserve">nesusivienijusių </w:t>
      </w:r>
      <w:r w:rsidR="00937419" w:rsidRPr="001E3692">
        <w:rPr>
          <w:szCs w:val="24"/>
        </w:rPr>
        <w:t>S</w:t>
      </w:r>
      <w:r w:rsidR="00A3143A" w:rsidRPr="000C585F">
        <w:rPr>
          <w:szCs w:val="24"/>
        </w:rPr>
        <w:t>avivaldybės tarybos narių visuma</w:t>
      </w:r>
      <w:r w:rsidR="00A3143A">
        <w:rPr>
          <w:szCs w:val="24"/>
        </w:rPr>
        <w:t>, pateikusi savo veiklos kryptis.</w:t>
      </w:r>
    </w:p>
    <w:p w:rsidR="00A3143A" w:rsidRPr="005326B7" w:rsidRDefault="00E24038" w:rsidP="00A3143A">
      <w:pPr>
        <w:ind w:firstLine="720"/>
        <w:jc w:val="both"/>
        <w:rPr>
          <w:szCs w:val="24"/>
        </w:rPr>
      </w:pPr>
      <w:r>
        <w:rPr>
          <w:szCs w:val="24"/>
        </w:rPr>
        <w:t>21</w:t>
      </w:r>
      <w:r w:rsidR="00A3143A">
        <w:rPr>
          <w:szCs w:val="24"/>
        </w:rPr>
        <w:t xml:space="preserve">. </w:t>
      </w:r>
      <w:r w:rsidR="00A3143A" w:rsidRPr="00AE572C">
        <w:rPr>
          <w:b/>
          <w:szCs w:val="24"/>
        </w:rPr>
        <w:t>Savivaldybės tarybos opozicijos lyderis</w:t>
      </w:r>
      <w:r w:rsidR="00A3143A" w:rsidRPr="00AE572C">
        <w:rPr>
          <w:szCs w:val="24"/>
        </w:rPr>
        <w:t xml:space="preserve"> </w:t>
      </w:r>
      <w:r w:rsidR="00A3143A">
        <w:rPr>
          <w:szCs w:val="24"/>
        </w:rPr>
        <w:t xml:space="preserve">– ne mažiau kaip </w:t>
      </w:r>
      <w:r w:rsidR="007C2264">
        <w:rPr>
          <w:szCs w:val="24"/>
        </w:rPr>
        <w:t>pusės S</w:t>
      </w:r>
      <w:r w:rsidR="00A3143A">
        <w:rPr>
          <w:szCs w:val="24"/>
        </w:rPr>
        <w:t>avivaldybė</w:t>
      </w:r>
      <w:r w:rsidR="007C2264">
        <w:rPr>
          <w:szCs w:val="24"/>
        </w:rPr>
        <w:t>s tarybos narių, priklausančių S</w:t>
      </w:r>
      <w:r w:rsidR="00DC34A1">
        <w:rPr>
          <w:szCs w:val="24"/>
        </w:rPr>
        <w:t>avivaldybės tarybos opozicijai, S</w:t>
      </w:r>
      <w:r w:rsidR="00A3143A">
        <w:rPr>
          <w:szCs w:val="24"/>
        </w:rPr>
        <w:t>avivaldybės tarybos posėdyje viešu pareiškimu, įteiktu pos</w:t>
      </w:r>
      <w:r w:rsidR="00DC34A1">
        <w:rPr>
          <w:szCs w:val="24"/>
        </w:rPr>
        <w:t>ėdžio pirmininkui, deklaruotas S</w:t>
      </w:r>
      <w:r w:rsidR="00A3143A">
        <w:rPr>
          <w:szCs w:val="24"/>
        </w:rPr>
        <w:t xml:space="preserve">avivaldybės tarybos opozicijai atstovaujantis </w:t>
      </w:r>
      <w:r w:rsidR="00A3143A" w:rsidRPr="000C585F">
        <w:rPr>
          <w:szCs w:val="24"/>
        </w:rPr>
        <w:t>tarybos n</w:t>
      </w:r>
      <w:r w:rsidR="00A3143A">
        <w:rPr>
          <w:szCs w:val="24"/>
        </w:rPr>
        <w:t xml:space="preserve">arys. Jis atlieka </w:t>
      </w:r>
      <w:r w:rsidR="00443B68">
        <w:rPr>
          <w:szCs w:val="24"/>
        </w:rPr>
        <w:t>Į</w:t>
      </w:r>
      <w:r w:rsidR="00A3143A">
        <w:rPr>
          <w:szCs w:val="24"/>
        </w:rPr>
        <w:t xml:space="preserve">statymu ir </w:t>
      </w:r>
      <w:r w:rsidR="00443B68" w:rsidRPr="005326B7">
        <w:rPr>
          <w:szCs w:val="24"/>
        </w:rPr>
        <w:t>R</w:t>
      </w:r>
      <w:r w:rsidR="00A3143A" w:rsidRPr="005326B7">
        <w:rPr>
          <w:szCs w:val="24"/>
        </w:rPr>
        <w:t>eglam</w:t>
      </w:r>
      <w:r w:rsidR="00443B68" w:rsidRPr="005326B7">
        <w:rPr>
          <w:szCs w:val="24"/>
        </w:rPr>
        <w:t>ento</w:t>
      </w:r>
      <w:r w:rsidR="000F49A3" w:rsidRPr="005326B7">
        <w:rPr>
          <w:szCs w:val="24"/>
        </w:rPr>
        <w:t xml:space="preserve"> IV</w:t>
      </w:r>
      <w:r w:rsidR="002A7CFE" w:rsidRPr="005326B7">
        <w:rPr>
          <w:szCs w:val="24"/>
        </w:rPr>
        <w:t xml:space="preserve"> skyriuje</w:t>
      </w:r>
      <w:r w:rsidR="008F420E" w:rsidRPr="005326B7">
        <w:rPr>
          <w:szCs w:val="24"/>
        </w:rPr>
        <w:t xml:space="preserve"> </w:t>
      </w:r>
      <w:r w:rsidR="00A3143A" w:rsidRPr="005326B7">
        <w:rPr>
          <w:szCs w:val="24"/>
        </w:rPr>
        <w:t xml:space="preserve">jam pavestas funkcijas, turi </w:t>
      </w:r>
      <w:r w:rsidR="00443B68" w:rsidRPr="005326B7">
        <w:rPr>
          <w:szCs w:val="24"/>
        </w:rPr>
        <w:t xml:space="preserve">Įstatyme ir Reglamento </w:t>
      </w:r>
      <w:r w:rsidR="000F49A3" w:rsidRPr="005326B7">
        <w:rPr>
          <w:szCs w:val="24"/>
        </w:rPr>
        <w:t>IV</w:t>
      </w:r>
      <w:r w:rsidR="002A7CFE" w:rsidRPr="005326B7">
        <w:rPr>
          <w:szCs w:val="24"/>
        </w:rPr>
        <w:t xml:space="preserve"> skyriuje</w:t>
      </w:r>
      <w:r w:rsidR="00A3143A" w:rsidRPr="005326B7">
        <w:rPr>
          <w:szCs w:val="24"/>
        </w:rPr>
        <w:t xml:space="preserve"> nustatytas teises.</w:t>
      </w:r>
    </w:p>
    <w:p w:rsidR="00A3143A" w:rsidRDefault="00E24038" w:rsidP="00A3143A">
      <w:pPr>
        <w:ind w:firstLine="720"/>
        <w:jc w:val="both"/>
        <w:rPr>
          <w:szCs w:val="24"/>
        </w:rPr>
      </w:pPr>
      <w:r>
        <w:rPr>
          <w:szCs w:val="24"/>
        </w:rPr>
        <w:t>22</w:t>
      </w:r>
      <w:r w:rsidR="00443B68" w:rsidRPr="00443B68">
        <w:rPr>
          <w:szCs w:val="24"/>
        </w:rPr>
        <w:t>.</w:t>
      </w:r>
      <w:r w:rsidR="00443B68">
        <w:rPr>
          <w:b/>
          <w:szCs w:val="24"/>
        </w:rPr>
        <w:t xml:space="preserve"> </w:t>
      </w:r>
      <w:r w:rsidR="00A3143A" w:rsidRPr="000C585F">
        <w:rPr>
          <w:b/>
          <w:szCs w:val="24"/>
        </w:rPr>
        <w:t>Mišri savivaldybės tarybos narių grupė</w:t>
      </w:r>
      <w:r w:rsidR="00A3143A" w:rsidRPr="00BA6D41">
        <w:rPr>
          <w:szCs w:val="24"/>
        </w:rPr>
        <w:t xml:space="preserve"> – </w:t>
      </w:r>
      <w:r w:rsidR="00937419" w:rsidRPr="001E3692">
        <w:rPr>
          <w:szCs w:val="24"/>
        </w:rPr>
        <w:t>S</w:t>
      </w:r>
      <w:r w:rsidR="00A3143A" w:rsidRPr="000C585F">
        <w:rPr>
          <w:szCs w:val="24"/>
        </w:rPr>
        <w:t>avivaldybės tarybos nariai, nesusivieni</w:t>
      </w:r>
      <w:r w:rsidR="00A3143A" w:rsidRPr="00BA6D41">
        <w:rPr>
          <w:szCs w:val="24"/>
        </w:rPr>
        <w:t xml:space="preserve">ję į </w:t>
      </w:r>
      <w:r w:rsidR="00937419" w:rsidRPr="001E3692">
        <w:rPr>
          <w:szCs w:val="24"/>
        </w:rPr>
        <w:t>S</w:t>
      </w:r>
      <w:r w:rsidR="00A3143A" w:rsidRPr="000C585F">
        <w:rPr>
          <w:szCs w:val="24"/>
        </w:rPr>
        <w:t xml:space="preserve">avivaldybės tarybos narių frakciją ar </w:t>
      </w:r>
      <w:r w:rsidR="00937419" w:rsidRPr="001E3692">
        <w:rPr>
          <w:szCs w:val="24"/>
        </w:rPr>
        <w:t>S</w:t>
      </w:r>
      <w:r w:rsidR="00A3143A" w:rsidRPr="000C585F">
        <w:rPr>
          <w:szCs w:val="24"/>
        </w:rPr>
        <w:t>avivaldybės tarybos narių grupę.</w:t>
      </w:r>
      <w:r w:rsidR="00A3143A">
        <w:rPr>
          <w:szCs w:val="24"/>
        </w:rPr>
        <w:t xml:space="preserve"> </w:t>
      </w:r>
    </w:p>
    <w:p w:rsidR="00774E30" w:rsidRDefault="00774E30" w:rsidP="00A3143A">
      <w:pPr>
        <w:ind w:firstLine="720"/>
        <w:jc w:val="both"/>
        <w:rPr>
          <w:szCs w:val="24"/>
        </w:rPr>
      </w:pPr>
    </w:p>
    <w:p w:rsidR="00E24038" w:rsidRPr="002A78DA" w:rsidRDefault="00E24038" w:rsidP="00E24038">
      <w:pPr>
        <w:keepNext/>
        <w:jc w:val="center"/>
        <w:rPr>
          <w:b/>
          <w:bCs/>
          <w:caps/>
          <w:lang w:eastAsia="lt-LT"/>
        </w:rPr>
      </w:pPr>
      <w:r w:rsidRPr="002A78DA">
        <w:rPr>
          <w:b/>
          <w:bCs/>
          <w:caps/>
          <w:lang w:eastAsia="lt-LT"/>
        </w:rPr>
        <w:t xml:space="preserve">IV SKYRIUS </w:t>
      </w:r>
    </w:p>
    <w:p w:rsidR="00E24038" w:rsidRPr="002A78DA" w:rsidRDefault="00E24038" w:rsidP="00E24038">
      <w:pPr>
        <w:keepNext/>
        <w:jc w:val="center"/>
        <w:rPr>
          <w:b/>
          <w:szCs w:val="24"/>
        </w:rPr>
      </w:pPr>
      <w:r w:rsidRPr="002A78DA">
        <w:rPr>
          <w:b/>
          <w:szCs w:val="24"/>
        </w:rPr>
        <w:t>TARYBOS OPOZICIJOS LYDERIS</w:t>
      </w:r>
    </w:p>
    <w:p w:rsidR="00E24038" w:rsidRPr="002A78DA" w:rsidRDefault="00E24038" w:rsidP="00E24038">
      <w:pPr>
        <w:ind w:firstLine="567"/>
        <w:jc w:val="both"/>
        <w:rPr>
          <w:szCs w:val="24"/>
        </w:rPr>
      </w:pPr>
    </w:p>
    <w:p w:rsidR="00E24038" w:rsidRPr="002A78DA" w:rsidRDefault="00E24038" w:rsidP="001E3692">
      <w:pPr>
        <w:tabs>
          <w:tab w:val="left" w:pos="1134"/>
        </w:tabs>
        <w:ind w:firstLine="720"/>
        <w:jc w:val="both"/>
        <w:rPr>
          <w:szCs w:val="24"/>
        </w:rPr>
      </w:pPr>
      <w:r w:rsidRPr="002A78DA">
        <w:rPr>
          <w:szCs w:val="24"/>
        </w:rPr>
        <w:t>23.</w:t>
      </w:r>
      <w:r w:rsidRPr="002A78DA">
        <w:rPr>
          <w:szCs w:val="24"/>
        </w:rPr>
        <w:tab/>
        <w:t>Opozicijos lyderis atlieka jam Vietos savivaldos įstatymu ir šiuo Reglamentu numatytas funkcijas, įgyvendina Vietos savivaldos įstatymu ir šiuo Reglamentu nustatytas teises.</w:t>
      </w:r>
    </w:p>
    <w:p w:rsidR="00E24038" w:rsidRPr="002A78DA" w:rsidRDefault="00E24038" w:rsidP="001E3692">
      <w:pPr>
        <w:tabs>
          <w:tab w:val="left" w:pos="1134"/>
        </w:tabs>
        <w:ind w:firstLine="720"/>
        <w:jc w:val="both"/>
        <w:rPr>
          <w:szCs w:val="24"/>
        </w:rPr>
      </w:pPr>
      <w:r w:rsidRPr="002A78DA">
        <w:rPr>
          <w:szCs w:val="24"/>
        </w:rPr>
        <w:lastRenderedPageBreak/>
        <w:t>24.</w:t>
      </w:r>
      <w:r w:rsidRPr="002A78DA">
        <w:rPr>
          <w:szCs w:val="24"/>
        </w:rPr>
        <w:tab/>
        <w:t>Opozicijos lyderio funkcijos:</w:t>
      </w:r>
    </w:p>
    <w:p w:rsidR="00E24038" w:rsidRPr="002A78DA" w:rsidRDefault="00E24038" w:rsidP="001E3692">
      <w:pPr>
        <w:tabs>
          <w:tab w:val="left" w:pos="1276"/>
        </w:tabs>
        <w:ind w:firstLine="720"/>
        <w:jc w:val="both"/>
        <w:rPr>
          <w:szCs w:val="24"/>
        </w:rPr>
      </w:pPr>
      <w:r w:rsidRPr="002A78DA">
        <w:rPr>
          <w:szCs w:val="24"/>
        </w:rPr>
        <w:t>24.1.</w:t>
      </w:r>
      <w:r w:rsidRPr="002A78DA">
        <w:rPr>
          <w:szCs w:val="24"/>
        </w:rPr>
        <w:tab/>
        <w:t>atstovauti Savivaldybės tarybos opozicijai tarybos posėdžių, komitetų ir komisijų posėdžių metu;</w:t>
      </w:r>
    </w:p>
    <w:p w:rsidR="00E24038" w:rsidRPr="002A78DA" w:rsidRDefault="00E24038" w:rsidP="001E3692">
      <w:pPr>
        <w:tabs>
          <w:tab w:val="left" w:pos="1276"/>
        </w:tabs>
        <w:ind w:firstLine="720"/>
        <w:jc w:val="both"/>
        <w:rPr>
          <w:szCs w:val="24"/>
        </w:rPr>
      </w:pPr>
      <w:r w:rsidRPr="002A78DA">
        <w:rPr>
          <w:szCs w:val="24"/>
        </w:rPr>
        <w:t>24.2.</w:t>
      </w:r>
      <w:r w:rsidRPr="002A78DA">
        <w:rPr>
          <w:szCs w:val="24"/>
        </w:rPr>
        <w:tab/>
        <w:t>atstovauti Savivaldybės tarybos opozicijai susitikimuose su nuolatiniais rajono gyventojais metu;</w:t>
      </w:r>
    </w:p>
    <w:p w:rsidR="00E24038" w:rsidRPr="002A78DA" w:rsidRDefault="00E24038" w:rsidP="001E3692">
      <w:pPr>
        <w:tabs>
          <w:tab w:val="left" w:pos="1276"/>
        </w:tabs>
        <w:ind w:firstLine="720"/>
        <w:jc w:val="both"/>
        <w:rPr>
          <w:szCs w:val="24"/>
        </w:rPr>
      </w:pPr>
      <w:r w:rsidRPr="002A78DA">
        <w:rPr>
          <w:szCs w:val="24"/>
        </w:rPr>
        <w:t>24.3.</w:t>
      </w:r>
      <w:r w:rsidRPr="002A78DA">
        <w:rPr>
          <w:szCs w:val="24"/>
        </w:rPr>
        <w:tab/>
        <w:t>atstovauti Savivaldybės tarybos opozicijai ir kitais atvejais ir tokia apimtimi, kai opozicijos lyderis yra Savivaldybės tarybos opozicijos įgaliotas tą daryti.</w:t>
      </w:r>
    </w:p>
    <w:p w:rsidR="00E24038" w:rsidRPr="002A78DA" w:rsidRDefault="00E24038" w:rsidP="001E3692">
      <w:pPr>
        <w:tabs>
          <w:tab w:val="left" w:pos="1134"/>
        </w:tabs>
        <w:ind w:firstLine="720"/>
        <w:jc w:val="both"/>
        <w:rPr>
          <w:szCs w:val="24"/>
        </w:rPr>
      </w:pPr>
      <w:r w:rsidRPr="002A78DA">
        <w:rPr>
          <w:szCs w:val="24"/>
        </w:rPr>
        <w:t>25.</w:t>
      </w:r>
      <w:r w:rsidRPr="002A78DA">
        <w:rPr>
          <w:szCs w:val="24"/>
        </w:rPr>
        <w:tab/>
        <w:t>Opozicijos lyderio teisės:</w:t>
      </w:r>
    </w:p>
    <w:p w:rsidR="00E24038" w:rsidRPr="002A78DA" w:rsidRDefault="00E24038" w:rsidP="001E3692">
      <w:pPr>
        <w:shd w:val="clear" w:color="auto" w:fill="FFFFFF"/>
        <w:tabs>
          <w:tab w:val="left" w:pos="1276"/>
        </w:tabs>
        <w:ind w:firstLine="720"/>
        <w:jc w:val="both"/>
        <w:rPr>
          <w:szCs w:val="22"/>
        </w:rPr>
      </w:pPr>
      <w:r w:rsidRPr="002A78DA">
        <w:rPr>
          <w:szCs w:val="22"/>
        </w:rPr>
        <w:t>25.1.</w:t>
      </w:r>
      <w:r w:rsidRPr="002A78DA">
        <w:rPr>
          <w:szCs w:val="22"/>
        </w:rPr>
        <w:tab/>
      </w:r>
      <w:r w:rsidR="00E77DA1">
        <w:t>p</w:t>
      </w:r>
      <w:r w:rsidRPr="002A78DA">
        <w:t xml:space="preserve">ateikti </w:t>
      </w:r>
      <w:r w:rsidRPr="002A78DA">
        <w:rPr>
          <w:szCs w:val="24"/>
        </w:rPr>
        <w:t>Savivaldybės</w:t>
      </w:r>
      <w:r w:rsidRPr="002A78DA">
        <w:t xml:space="preserve"> tarybos posėdyje svarstytinus klausimus kartu su sprendimų projektais </w:t>
      </w:r>
      <w:r w:rsidR="009B7786" w:rsidRPr="002A78DA">
        <w:rPr>
          <w:szCs w:val="24"/>
        </w:rPr>
        <w:t>Savivaldybės</w:t>
      </w:r>
      <w:r w:rsidR="009B7786" w:rsidRPr="002A78DA">
        <w:t xml:space="preserve"> tarybos posėdžių sekretoriui</w:t>
      </w:r>
      <w:r w:rsidR="00EA3DFB" w:rsidRPr="002A78DA">
        <w:t xml:space="preserve"> (-</w:t>
      </w:r>
      <w:proofErr w:type="spellStart"/>
      <w:r w:rsidR="00EA3DFB" w:rsidRPr="002A78DA">
        <w:t>iams</w:t>
      </w:r>
      <w:proofErr w:type="spellEnd"/>
      <w:r w:rsidR="00EA3DFB" w:rsidRPr="002A78DA">
        <w:t>)</w:t>
      </w:r>
      <w:r w:rsidR="009B7786" w:rsidRPr="002A78DA">
        <w:t xml:space="preserve"> </w:t>
      </w:r>
      <w:r w:rsidR="009B7786" w:rsidRPr="005326B7">
        <w:t>R</w:t>
      </w:r>
      <w:r w:rsidRPr="005326B7">
        <w:t xml:space="preserve">eglamento </w:t>
      </w:r>
      <w:r w:rsidR="00D3314A" w:rsidRPr="005326B7">
        <w:t xml:space="preserve">IX </w:t>
      </w:r>
      <w:r w:rsidRPr="005326B7">
        <w:t>skyriuje</w:t>
      </w:r>
      <w:r w:rsidRPr="005326B7">
        <w:rPr>
          <w:szCs w:val="24"/>
          <w:lang w:eastAsia="lt-LT"/>
        </w:rPr>
        <w:t xml:space="preserve"> </w:t>
      </w:r>
      <w:r w:rsidRPr="002A78DA">
        <w:t>nustatyta tvarka</w:t>
      </w:r>
      <w:r w:rsidR="00E77DA1">
        <w:t>;</w:t>
      </w:r>
    </w:p>
    <w:p w:rsidR="00E24038" w:rsidRPr="002A78DA" w:rsidRDefault="009B7786" w:rsidP="001E3692">
      <w:pPr>
        <w:tabs>
          <w:tab w:val="left" w:pos="1276"/>
        </w:tabs>
        <w:ind w:firstLine="720"/>
        <w:jc w:val="both"/>
      </w:pPr>
      <w:r w:rsidRPr="002A78DA">
        <w:t>25</w:t>
      </w:r>
      <w:r w:rsidR="00E24038" w:rsidRPr="002A78DA">
        <w:t>.2.</w:t>
      </w:r>
      <w:r w:rsidR="00E24038" w:rsidRPr="002A78DA">
        <w:tab/>
      </w:r>
      <w:r w:rsidR="00E77DA1">
        <w:t>s</w:t>
      </w:r>
      <w:r w:rsidR="00E24038" w:rsidRPr="002A78DA">
        <w:t xml:space="preserve">iūlyti </w:t>
      </w:r>
      <w:r w:rsidRPr="002A78DA">
        <w:rPr>
          <w:szCs w:val="24"/>
        </w:rPr>
        <w:t>Savivaldybės</w:t>
      </w:r>
      <w:r w:rsidRPr="002A78DA">
        <w:t xml:space="preserve"> </w:t>
      </w:r>
      <w:r w:rsidR="00E24038" w:rsidRPr="002A78DA">
        <w:t xml:space="preserve">tarybos posėdžio metu tvirtinant posėdžio </w:t>
      </w:r>
      <w:r w:rsidR="00E24038" w:rsidRPr="000C585F">
        <w:t>darbotvarkę tarybos</w:t>
      </w:r>
      <w:r w:rsidR="00E24038" w:rsidRPr="002A78DA">
        <w:t xml:space="preserve"> sprendimu papildyti ar pakeisti parengtą </w:t>
      </w:r>
      <w:r w:rsidRPr="002A78DA">
        <w:rPr>
          <w:szCs w:val="24"/>
        </w:rPr>
        <w:t>Savivaldybės</w:t>
      </w:r>
      <w:r w:rsidRPr="002A78DA">
        <w:t xml:space="preserve"> </w:t>
      </w:r>
      <w:r w:rsidR="00E24038" w:rsidRPr="002A78DA">
        <w:t>tarybos posėdžio darbotvarkės projektą, jeigu dėl siūlomų papildomai įtraukti klausimų sprendimų projektai yra įregistruoti ne vėliau kaip likus 24 valandoms iki posėdžio pradžios, išskyrus Į</w:t>
      </w:r>
      <w:r w:rsidRPr="002A78DA">
        <w:t>statyme</w:t>
      </w:r>
      <w:r w:rsidR="00E24038" w:rsidRPr="002A78DA">
        <w:t xml:space="preserve"> numatytas išimtis</w:t>
      </w:r>
      <w:r w:rsidR="00E77DA1">
        <w:t>;</w:t>
      </w:r>
    </w:p>
    <w:p w:rsidR="00E24038" w:rsidRPr="002A78DA" w:rsidRDefault="009B7786" w:rsidP="001E3692">
      <w:pPr>
        <w:tabs>
          <w:tab w:val="left" w:pos="1276"/>
        </w:tabs>
        <w:ind w:firstLine="720"/>
        <w:jc w:val="both"/>
      </w:pPr>
      <w:r w:rsidRPr="002A78DA">
        <w:t>25</w:t>
      </w:r>
      <w:r w:rsidR="00E24038" w:rsidRPr="002A78DA">
        <w:t>.3.</w:t>
      </w:r>
      <w:r w:rsidR="00E24038" w:rsidRPr="002A78DA">
        <w:tab/>
      </w:r>
      <w:r w:rsidR="00107C7C" w:rsidRPr="002A78DA">
        <w:rPr>
          <w:szCs w:val="24"/>
        </w:rPr>
        <w:t>Savivaldybės</w:t>
      </w:r>
      <w:r w:rsidR="00107C7C" w:rsidRPr="002A78DA">
        <w:t xml:space="preserve"> t</w:t>
      </w:r>
      <w:r w:rsidR="00E24038" w:rsidRPr="002A78DA">
        <w:t>arybos posėdžio metu pirmam užduoti klausimus pranešėjams ir pirmam pasisakyti kiekvienu svarstomu darbotvarkės klausimu</w:t>
      </w:r>
      <w:r w:rsidR="00E77DA1">
        <w:t>;</w:t>
      </w:r>
    </w:p>
    <w:p w:rsidR="00E24038" w:rsidRPr="002A78DA" w:rsidRDefault="009B7786" w:rsidP="001E3692">
      <w:pPr>
        <w:tabs>
          <w:tab w:val="left" w:pos="1276"/>
        </w:tabs>
        <w:ind w:firstLine="720"/>
        <w:jc w:val="both"/>
      </w:pPr>
      <w:r w:rsidRPr="002A78DA">
        <w:t>25</w:t>
      </w:r>
      <w:r w:rsidR="00E24038" w:rsidRPr="002A78DA">
        <w:t>.4.</w:t>
      </w:r>
      <w:r w:rsidR="00E24038" w:rsidRPr="002A78DA">
        <w:tab/>
      </w:r>
      <w:r w:rsidR="00107C7C" w:rsidRPr="002A78DA">
        <w:rPr>
          <w:szCs w:val="24"/>
        </w:rPr>
        <w:t>Savivaldybės</w:t>
      </w:r>
      <w:r w:rsidR="00107C7C" w:rsidRPr="002A78DA">
        <w:t xml:space="preserve"> t</w:t>
      </w:r>
      <w:r w:rsidR="00E24038" w:rsidRPr="002A78DA">
        <w:t>arybos mažumos valandos metu pirmam užduoti iki 2 klausimų</w:t>
      </w:r>
      <w:r w:rsidR="00E77DA1">
        <w:t>;</w:t>
      </w:r>
    </w:p>
    <w:p w:rsidR="00E24038" w:rsidRPr="002A78DA" w:rsidRDefault="00107C7C"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.5.</w:t>
      </w:r>
      <w:r w:rsidR="00E24038" w:rsidRPr="002A78DA">
        <w:rPr>
          <w:szCs w:val="24"/>
          <w:lang w:eastAsia="lt-LT"/>
        </w:rPr>
        <w:tab/>
      </w:r>
      <w:r w:rsidR="00E77DA1" w:rsidRPr="007344C5">
        <w:rPr>
          <w:szCs w:val="24"/>
          <w:lang w:eastAsia="lt-LT"/>
        </w:rPr>
        <w:t>s</w:t>
      </w:r>
      <w:r w:rsidR="00E24038" w:rsidRPr="00FD2B00">
        <w:rPr>
          <w:szCs w:val="24"/>
          <w:lang w:eastAsia="lt-LT"/>
        </w:rPr>
        <w:t xml:space="preserve">iūlyti </w:t>
      </w:r>
      <w:r w:rsidRPr="00E364BA">
        <w:rPr>
          <w:szCs w:val="24"/>
        </w:rPr>
        <w:t>Savivaldybės</w:t>
      </w:r>
      <w:r w:rsidRPr="00E364BA">
        <w:rPr>
          <w:szCs w:val="24"/>
          <w:lang w:eastAsia="lt-LT"/>
        </w:rPr>
        <w:t xml:space="preserve"> </w:t>
      </w:r>
      <w:r w:rsidR="00E24038" w:rsidRPr="003613D9">
        <w:rPr>
          <w:szCs w:val="24"/>
          <w:lang w:eastAsia="lt-LT"/>
        </w:rPr>
        <w:t>kolegijai svarstyti</w:t>
      </w:r>
      <w:r w:rsidR="00E24038" w:rsidRPr="002A78DA">
        <w:rPr>
          <w:szCs w:val="24"/>
          <w:lang w:eastAsia="lt-LT"/>
        </w:rPr>
        <w:t xml:space="preserve"> </w:t>
      </w:r>
      <w:r w:rsidRPr="000C585F">
        <w:rPr>
          <w:szCs w:val="24"/>
        </w:rPr>
        <w:t>Savivaldybės</w:t>
      </w:r>
      <w:r w:rsidRPr="000C585F">
        <w:rPr>
          <w:szCs w:val="24"/>
          <w:lang w:eastAsia="lt-LT"/>
        </w:rPr>
        <w:t xml:space="preserve"> </w:t>
      </w:r>
      <w:r w:rsidR="00E24038" w:rsidRPr="000C585F">
        <w:rPr>
          <w:szCs w:val="24"/>
          <w:lang w:eastAsia="lt-LT"/>
        </w:rPr>
        <w:t xml:space="preserve">tarybos </w:t>
      </w:r>
      <w:r w:rsidR="00E24038" w:rsidRPr="00BA6D41">
        <w:rPr>
          <w:szCs w:val="24"/>
          <w:lang w:eastAsia="lt-LT"/>
        </w:rPr>
        <w:t>mažumos valandos ir</w:t>
      </w:r>
      <w:r w:rsidR="00E24038" w:rsidRPr="002A78DA">
        <w:rPr>
          <w:szCs w:val="24"/>
          <w:lang w:eastAsia="lt-LT"/>
        </w:rPr>
        <w:t xml:space="preserve"> </w:t>
      </w:r>
      <w:r w:rsidRPr="002A78DA">
        <w:rPr>
          <w:szCs w:val="24"/>
        </w:rPr>
        <w:t>Savivaldybės</w:t>
      </w:r>
      <w:r w:rsidRPr="002A78DA">
        <w:rPr>
          <w:szCs w:val="24"/>
          <w:lang w:eastAsia="lt-LT"/>
        </w:rPr>
        <w:t xml:space="preserve"> </w:t>
      </w:r>
      <w:r w:rsidR="00E24038" w:rsidRPr="002A78DA">
        <w:rPr>
          <w:szCs w:val="24"/>
          <w:lang w:eastAsia="lt-LT"/>
        </w:rPr>
        <w:t>tarybos mažumos darbotvarkės svarstymo datas</w:t>
      </w:r>
      <w:r w:rsidR="00E77DA1">
        <w:rPr>
          <w:szCs w:val="24"/>
          <w:lang w:eastAsia="lt-LT"/>
        </w:rPr>
        <w:t>;</w:t>
      </w:r>
    </w:p>
    <w:p w:rsidR="00E24038" w:rsidRPr="002A78DA" w:rsidRDefault="00107C7C" w:rsidP="001E3692">
      <w:pPr>
        <w:tabs>
          <w:tab w:val="left" w:pos="1276"/>
        </w:tabs>
        <w:ind w:firstLine="720"/>
        <w:jc w:val="both"/>
        <w:rPr>
          <w:szCs w:val="24"/>
        </w:rPr>
      </w:pPr>
      <w:r w:rsidRPr="002A78DA">
        <w:rPr>
          <w:szCs w:val="24"/>
        </w:rPr>
        <w:t>25</w:t>
      </w:r>
      <w:r w:rsidR="00E24038" w:rsidRPr="002A78DA">
        <w:rPr>
          <w:szCs w:val="24"/>
        </w:rPr>
        <w:t>.6.</w:t>
      </w:r>
      <w:r w:rsidR="00E24038" w:rsidRPr="002A78DA">
        <w:rPr>
          <w:szCs w:val="24"/>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ir merui </w:t>
      </w:r>
      <w:r w:rsidR="00E24038" w:rsidRPr="002A78DA">
        <w:rPr>
          <w:szCs w:val="24"/>
        </w:rPr>
        <w:t>įtraukti tarybos narius, valstybės tarnautojus, ekspertus, gyvenamųjų vietovių bendruomenių ir bendruomenini</w:t>
      </w:r>
      <w:r w:rsidR="00E61F4D" w:rsidRPr="002A78DA">
        <w:rPr>
          <w:szCs w:val="24"/>
        </w:rPr>
        <w:t>ų organizacijų atstovus, kitus S</w:t>
      </w:r>
      <w:r w:rsidR="00E24038" w:rsidRPr="002A78DA">
        <w:rPr>
          <w:szCs w:val="24"/>
        </w:rPr>
        <w:t xml:space="preserve">avivaldybės bendruomenės narius į komisijų ir darbo grupių </w:t>
      </w:r>
      <w:r w:rsidR="00E61F4D" w:rsidRPr="002A78DA">
        <w:rPr>
          <w:szCs w:val="24"/>
        </w:rPr>
        <w:t>su</w:t>
      </w:r>
      <w:r w:rsidR="00E24038" w:rsidRPr="002A78DA">
        <w:rPr>
          <w:szCs w:val="24"/>
        </w:rPr>
        <w:t>dėtį</w:t>
      </w:r>
      <w:r w:rsidR="00E77DA1">
        <w:rPr>
          <w:szCs w:val="24"/>
        </w:rPr>
        <w:t>;</w:t>
      </w:r>
    </w:p>
    <w:p w:rsidR="00E24038" w:rsidRPr="002A78DA" w:rsidRDefault="00E61F4D"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.7.</w:t>
      </w:r>
      <w:r w:rsidR="00E24038" w:rsidRPr="002A78DA">
        <w:rPr>
          <w:szCs w:val="24"/>
          <w:lang w:eastAsia="lt-LT"/>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išklausyti </w:t>
      </w:r>
      <w:r w:rsidRPr="002A78DA">
        <w:rPr>
          <w:szCs w:val="24"/>
          <w:lang w:eastAsia="lt-LT"/>
        </w:rPr>
        <w:t>S</w:t>
      </w:r>
      <w:r w:rsidR="00E24038" w:rsidRPr="002A78DA">
        <w:rPr>
          <w:szCs w:val="24"/>
          <w:lang w:eastAsia="lt-LT"/>
        </w:rPr>
        <w:t>avivaldybės teritorijoje esančių valstybės institucijų atstovus</w:t>
      </w:r>
      <w:r w:rsidR="00E77DA1">
        <w:rPr>
          <w:szCs w:val="24"/>
          <w:lang w:eastAsia="lt-LT"/>
        </w:rPr>
        <w:t>;</w:t>
      </w:r>
    </w:p>
    <w:p w:rsidR="00E24038" w:rsidRPr="002A78DA" w:rsidRDefault="00E61F4D" w:rsidP="001E3692">
      <w:pPr>
        <w:keepNext/>
        <w:tabs>
          <w:tab w:val="left" w:pos="1276"/>
        </w:tabs>
        <w:ind w:firstLine="720"/>
        <w:jc w:val="both"/>
        <w:rPr>
          <w:szCs w:val="24"/>
          <w:lang w:eastAsia="lt-LT"/>
        </w:rPr>
      </w:pPr>
      <w:r w:rsidRPr="002A78DA">
        <w:rPr>
          <w:szCs w:val="24"/>
          <w:lang w:eastAsia="lt-LT"/>
        </w:rPr>
        <w:t>25</w:t>
      </w:r>
      <w:r w:rsidR="00E24038" w:rsidRPr="002A78DA">
        <w:rPr>
          <w:szCs w:val="24"/>
          <w:lang w:eastAsia="lt-LT"/>
        </w:rPr>
        <w:t>.8.</w:t>
      </w:r>
      <w:r w:rsidR="00E24038" w:rsidRPr="002A78DA">
        <w:rPr>
          <w:szCs w:val="24"/>
          <w:lang w:eastAsia="lt-LT"/>
        </w:rPr>
        <w:tab/>
      </w:r>
      <w:r w:rsidR="00E77DA1">
        <w:rPr>
          <w:szCs w:val="24"/>
          <w:lang w:eastAsia="lt-LT"/>
        </w:rPr>
        <w:t>t</w:t>
      </w:r>
      <w:r w:rsidR="00E24038" w:rsidRPr="002A78DA">
        <w:rPr>
          <w:szCs w:val="24"/>
          <w:lang w:eastAsia="lt-LT"/>
        </w:rPr>
        <w:t xml:space="preserve">eikti merui </w:t>
      </w:r>
      <w:r w:rsidRPr="002A78DA">
        <w:rPr>
          <w:szCs w:val="24"/>
          <w:lang w:eastAsia="lt-LT"/>
        </w:rPr>
        <w:t>pastabas ir pasiūlymus dėl S</w:t>
      </w:r>
      <w:r w:rsidR="00E24038" w:rsidRPr="002A78DA">
        <w:rPr>
          <w:szCs w:val="24"/>
          <w:lang w:eastAsia="lt-LT"/>
        </w:rPr>
        <w:t>avivaldybės biudžeto projekto</w:t>
      </w:r>
      <w:r w:rsidR="00E83922" w:rsidRPr="002A78DA">
        <w:rPr>
          <w:szCs w:val="24"/>
          <w:lang w:eastAsia="lt-LT"/>
        </w:rPr>
        <w:t>.</w:t>
      </w:r>
    </w:p>
    <w:p w:rsidR="00E24038" w:rsidRPr="002A78DA" w:rsidRDefault="00E24038" w:rsidP="00774E30">
      <w:pPr>
        <w:tabs>
          <w:tab w:val="left" w:pos="720"/>
        </w:tabs>
        <w:jc w:val="center"/>
        <w:rPr>
          <w:rFonts w:eastAsia="Lucida Sans Unicode"/>
          <w:b/>
          <w:kern w:val="1"/>
          <w:szCs w:val="24"/>
        </w:rPr>
      </w:pPr>
    </w:p>
    <w:p w:rsidR="00774E30" w:rsidRDefault="00774E30" w:rsidP="00774E30">
      <w:pPr>
        <w:tabs>
          <w:tab w:val="left" w:pos="720"/>
        </w:tabs>
        <w:jc w:val="center"/>
        <w:rPr>
          <w:bCs/>
          <w:szCs w:val="24"/>
        </w:rPr>
      </w:pPr>
      <w:r>
        <w:rPr>
          <w:rFonts w:eastAsia="Lucida Sans Unicode"/>
          <w:b/>
          <w:kern w:val="1"/>
          <w:szCs w:val="24"/>
        </w:rPr>
        <w:t xml:space="preserve">V SKYRIUS </w:t>
      </w:r>
      <w:r>
        <w:rPr>
          <w:b/>
          <w:bCs/>
          <w:szCs w:val="24"/>
        </w:rPr>
        <w:t xml:space="preserve"> </w:t>
      </w:r>
    </w:p>
    <w:p w:rsidR="00774E30" w:rsidRDefault="000E2230" w:rsidP="00774E30">
      <w:pPr>
        <w:tabs>
          <w:tab w:val="left" w:pos="720"/>
        </w:tabs>
        <w:jc w:val="center"/>
        <w:rPr>
          <w:b/>
          <w:bCs/>
          <w:szCs w:val="24"/>
        </w:rPr>
      </w:pPr>
      <w:r>
        <w:rPr>
          <w:b/>
          <w:bCs/>
          <w:szCs w:val="24"/>
        </w:rPr>
        <w:t xml:space="preserve">SAVIVALDYBĖS TARYBOS </w:t>
      </w:r>
      <w:r w:rsidR="00916DE7" w:rsidRPr="00C66AB1">
        <w:rPr>
          <w:b/>
          <w:bCs/>
          <w:szCs w:val="24"/>
        </w:rPr>
        <w:t>PIRMASIS</w:t>
      </w:r>
      <w:r w:rsidR="00916DE7">
        <w:rPr>
          <w:b/>
          <w:bCs/>
          <w:szCs w:val="24"/>
        </w:rPr>
        <w:t xml:space="preserve"> </w:t>
      </w:r>
      <w:r>
        <w:rPr>
          <w:b/>
          <w:bCs/>
          <w:szCs w:val="24"/>
        </w:rPr>
        <w:t>POSĖDIS</w:t>
      </w:r>
    </w:p>
    <w:p w:rsidR="002B5824" w:rsidRDefault="002B5824" w:rsidP="002B5824">
      <w:pPr>
        <w:tabs>
          <w:tab w:val="left" w:pos="720"/>
        </w:tabs>
        <w:rPr>
          <w:b/>
          <w:bCs/>
          <w:szCs w:val="24"/>
        </w:rPr>
      </w:pPr>
    </w:p>
    <w:p w:rsidR="00774E30" w:rsidRDefault="00E24038" w:rsidP="00916DE7">
      <w:pPr>
        <w:tabs>
          <w:tab w:val="left" w:pos="720"/>
        </w:tabs>
        <w:ind w:firstLine="720"/>
        <w:jc w:val="both"/>
        <w:rPr>
          <w:szCs w:val="24"/>
        </w:rPr>
      </w:pPr>
      <w:r>
        <w:rPr>
          <w:bCs/>
          <w:szCs w:val="24"/>
        </w:rPr>
        <w:t>2</w:t>
      </w:r>
      <w:r w:rsidR="00E83922">
        <w:rPr>
          <w:bCs/>
          <w:szCs w:val="24"/>
        </w:rPr>
        <w:t>6</w:t>
      </w:r>
      <w:r w:rsidR="002B5824" w:rsidRPr="002B5824">
        <w:rPr>
          <w:bCs/>
          <w:szCs w:val="24"/>
        </w:rPr>
        <w:t xml:space="preserve">. </w:t>
      </w:r>
      <w:r w:rsidR="00774E30">
        <w:rPr>
          <w:szCs w:val="24"/>
        </w:rPr>
        <w:t>Savivaldybės tarybos posėdis yra teisėtas, jeigu jame dalyvauja daugiau kaip pusė išrinktų Savivaldybės tarybos narių.</w:t>
      </w:r>
    </w:p>
    <w:p w:rsidR="00774E30" w:rsidRDefault="00E24038" w:rsidP="00916DE7">
      <w:pPr>
        <w:ind w:firstLine="720"/>
        <w:jc w:val="both"/>
        <w:rPr>
          <w:szCs w:val="24"/>
        </w:rPr>
      </w:pPr>
      <w:r>
        <w:rPr>
          <w:szCs w:val="24"/>
        </w:rPr>
        <w:t>2</w:t>
      </w:r>
      <w:r w:rsidR="00E83922">
        <w:rPr>
          <w:szCs w:val="24"/>
        </w:rPr>
        <w:t>7</w:t>
      </w:r>
      <w:r w:rsidR="00774E30">
        <w:rPr>
          <w:szCs w:val="24"/>
        </w:rPr>
        <w:t>. Pirmąjį išrinktos naujos Savivaldybės tarybos posėdį šaukia Savivaldybės rinkimų komisijos pirmininkas ne anksčiau kaip ankstesnės kadencijos Savivaldybės</w:t>
      </w:r>
      <w:r w:rsidR="00774E30">
        <w:rPr>
          <w:b/>
          <w:szCs w:val="24"/>
        </w:rPr>
        <w:t xml:space="preserve"> </w:t>
      </w:r>
      <w:r w:rsidR="00774E30">
        <w:rPr>
          <w:szCs w:val="24"/>
        </w:rPr>
        <w:t xml:space="preserve">tarybos įgaliojimų paskutinę dieną ir ne vėliau kaip praėjus 7 kalendorinėms dienoms nuo ankstesnės kadencijos Savivaldybės tarybos įgaliojimų paskutinės dienos, kuri nustatoma vadovaujantis Konstitucijos 119 straipsniu, o </w:t>
      </w:r>
      <w:r w:rsidR="00774E30" w:rsidRPr="000C585F">
        <w:rPr>
          <w:szCs w:val="24"/>
        </w:rPr>
        <w:t xml:space="preserve">jeigu </w:t>
      </w:r>
      <w:r w:rsidR="000C585F" w:rsidRPr="001E3692">
        <w:rPr>
          <w:szCs w:val="24"/>
        </w:rPr>
        <w:t>S</w:t>
      </w:r>
      <w:r w:rsidR="00774E30" w:rsidRPr="000C585F">
        <w:rPr>
          <w:szCs w:val="24"/>
        </w:rPr>
        <w:t>avivaldybės tarybos rinkimai</w:t>
      </w:r>
      <w:r w:rsidR="00774E30">
        <w:rPr>
          <w:szCs w:val="24"/>
        </w:rPr>
        <w:t xml:space="preserve"> vyko įsteigtoje naujoje </w:t>
      </w:r>
      <w:r w:rsidR="00774E30" w:rsidRPr="003613D9">
        <w:rPr>
          <w:szCs w:val="24"/>
        </w:rPr>
        <w:t>savivaldybė</w:t>
      </w:r>
      <w:r w:rsidR="00774E30" w:rsidRPr="009F663D">
        <w:rPr>
          <w:szCs w:val="24"/>
        </w:rPr>
        <w:t xml:space="preserve">je arba </w:t>
      </w:r>
      <w:r w:rsidR="00774E30" w:rsidRPr="00CD41E5">
        <w:rPr>
          <w:szCs w:val="24"/>
        </w:rPr>
        <w:t>savivaldybėje, kurios teritor</w:t>
      </w:r>
      <w:r w:rsidR="00774E30" w:rsidRPr="003613D9">
        <w:rPr>
          <w:szCs w:val="24"/>
        </w:rPr>
        <w:t>ijoje buvo įvestas tiesioginis valdymas ar buvo surengti pakartotiniai rinkimai Lietuvos Respublikos rinkimų kodekso 14 straipsnyje numatytu atveju, –</w:t>
      </w:r>
      <w:r w:rsidR="00774E30">
        <w:rPr>
          <w:szCs w:val="24"/>
        </w:rPr>
        <w:t xml:space="preserve"> ne vėliau kaip per 2 savaites po galutinių rinkimų rezultatų paskelbimo dienos. Šiam posėdžiui pirmininkauja </w:t>
      </w:r>
      <w:r w:rsidR="003613D9" w:rsidRPr="001E3692">
        <w:rPr>
          <w:szCs w:val="24"/>
        </w:rPr>
        <w:t>S</w:t>
      </w:r>
      <w:r w:rsidR="00774E30" w:rsidRPr="003613D9">
        <w:rPr>
          <w:szCs w:val="24"/>
        </w:rPr>
        <w:t>avivaldy</w:t>
      </w:r>
      <w:r w:rsidR="00774E30" w:rsidRPr="009F663D">
        <w:rPr>
          <w:szCs w:val="24"/>
        </w:rPr>
        <w:t>bė</w:t>
      </w:r>
      <w:r w:rsidR="00774E30">
        <w:rPr>
          <w:szCs w:val="24"/>
        </w:rPr>
        <w:t xml:space="preserve">s rinkimų komisijos pirmininkas arba jo </w:t>
      </w:r>
      <w:r w:rsidR="00774E30" w:rsidRPr="003613D9">
        <w:rPr>
          <w:szCs w:val="24"/>
        </w:rPr>
        <w:t xml:space="preserve">įgaliotas </w:t>
      </w:r>
      <w:r w:rsidR="003613D9" w:rsidRPr="001E3692">
        <w:rPr>
          <w:szCs w:val="24"/>
        </w:rPr>
        <w:t>S</w:t>
      </w:r>
      <w:r w:rsidR="00774E30" w:rsidRPr="003613D9">
        <w:rPr>
          <w:szCs w:val="24"/>
        </w:rPr>
        <w:t>avivaldybės rinkimų</w:t>
      </w:r>
      <w:r w:rsidR="00774E30" w:rsidRPr="009F663D">
        <w:rPr>
          <w:szCs w:val="24"/>
        </w:rPr>
        <w:t xml:space="preserve"> komisijos narys. </w:t>
      </w:r>
      <w:r w:rsidR="00774E30" w:rsidRPr="00CD41E5">
        <w:rPr>
          <w:szCs w:val="24"/>
        </w:rPr>
        <w:t>Apie pirmojo posėdžio sušaukimo laiką ir vietą Savivaldybės rinkimų komisijos pirmininkas ne vėliau kaip prieš 14 kalendorinių dienų paskelbia Savivald</w:t>
      </w:r>
      <w:r w:rsidR="00774E30" w:rsidRPr="003613D9">
        <w:rPr>
          <w:szCs w:val="24"/>
        </w:rPr>
        <w:t>ybės interneto svetainėje.</w:t>
      </w:r>
    </w:p>
    <w:p w:rsidR="00D320D5" w:rsidRDefault="00E24038" w:rsidP="00D320D5">
      <w:pPr>
        <w:ind w:firstLine="720"/>
        <w:jc w:val="both"/>
        <w:rPr>
          <w:szCs w:val="24"/>
        </w:rPr>
      </w:pPr>
      <w:r>
        <w:rPr>
          <w:szCs w:val="24"/>
        </w:rPr>
        <w:t>2</w:t>
      </w:r>
      <w:r w:rsidR="00E83922">
        <w:rPr>
          <w:szCs w:val="24"/>
        </w:rPr>
        <w:t>8</w:t>
      </w:r>
      <w:r w:rsidR="00D320D5">
        <w:rPr>
          <w:szCs w:val="24"/>
        </w:rPr>
        <w:t xml:space="preserve">. Jeigu Savivaldybės rinkimų komisijos pirmininkas išrinktos naujos Savivaldybės tarybos pirmojo posėdžio nesušaukia iki Įstatymo 17 straipsnio 2 dalyje </w:t>
      </w:r>
      <w:r w:rsidR="00D320D5" w:rsidRPr="00BA6D41">
        <w:rPr>
          <w:szCs w:val="24"/>
        </w:rPr>
        <w:t xml:space="preserve">bei Reglamento </w:t>
      </w:r>
      <w:r w:rsidR="00D320D5" w:rsidRPr="00803407">
        <w:rPr>
          <w:szCs w:val="24"/>
        </w:rPr>
        <w:t>2</w:t>
      </w:r>
      <w:r w:rsidR="00607B1B" w:rsidRPr="00803407">
        <w:rPr>
          <w:szCs w:val="24"/>
        </w:rPr>
        <w:t>7</w:t>
      </w:r>
      <w:r w:rsidR="00D320D5" w:rsidRPr="00607B1B">
        <w:rPr>
          <w:color w:val="FF0000"/>
          <w:szCs w:val="24"/>
        </w:rPr>
        <w:t xml:space="preserve"> </w:t>
      </w:r>
      <w:r w:rsidR="00D320D5" w:rsidRPr="00BA6D41">
        <w:rPr>
          <w:szCs w:val="24"/>
        </w:rPr>
        <w:t>punkte</w:t>
      </w:r>
      <w:r w:rsidR="00D320D5" w:rsidRPr="00EF662D">
        <w:rPr>
          <w:szCs w:val="24"/>
        </w:rPr>
        <w:t xml:space="preserve"> nustatyto termino pabaigos, suėjus </w:t>
      </w:r>
      <w:r w:rsidR="00D320D5" w:rsidRPr="000C585F">
        <w:rPr>
          <w:szCs w:val="24"/>
        </w:rPr>
        <w:t>nustatytam terminui, Savivaldybės tarybos posėdį ne vėliau kaip per 5 kalendorines dienas šaukia Vyriausioji rinkimų komisija. Šiuo atveju posėdžiui pirmininkauja</w:t>
      </w:r>
      <w:r w:rsidR="00D320D5">
        <w:rPr>
          <w:szCs w:val="24"/>
        </w:rPr>
        <w:t xml:space="preserve"> Vyriausiosios rinkimų komisijos paskirtas Vyriausiosios rinkimų komisijos narys.</w:t>
      </w:r>
    </w:p>
    <w:p w:rsidR="00D320D5" w:rsidRDefault="00E24038" w:rsidP="00D320D5">
      <w:pPr>
        <w:ind w:firstLine="720"/>
        <w:jc w:val="both"/>
        <w:rPr>
          <w:szCs w:val="24"/>
        </w:rPr>
      </w:pPr>
      <w:r>
        <w:rPr>
          <w:szCs w:val="24"/>
          <w:lang w:eastAsia="lt-LT"/>
        </w:rPr>
        <w:t>2</w:t>
      </w:r>
      <w:r w:rsidR="00E83922">
        <w:rPr>
          <w:szCs w:val="24"/>
          <w:lang w:eastAsia="lt-LT"/>
        </w:rPr>
        <w:t>9</w:t>
      </w:r>
      <w:r w:rsidR="00D320D5">
        <w:rPr>
          <w:szCs w:val="24"/>
          <w:lang w:eastAsia="lt-LT"/>
        </w:rPr>
        <w:t>. Pirmajam ir kitiems išrinktos naujos Savivaldybės tarybos posėdžiams, iki prisie</w:t>
      </w:r>
      <w:r w:rsidR="00C63F46">
        <w:rPr>
          <w:szCs w:val="24"/>
          <w:lang w:eastAsia="lt-LT"/>
        </w:rPr>
        <w:t xml:space="preserve">kia išrinkti tarybos </w:t>
      </w:r>
      <w:r w:rsidR="00C63F46" w:rsidRPr="00BA6D41">
        <w:rPr>
          <w:szCs w:val="24"/>
          <w:lang w:eastAsia="lt-LT"/>
        </w:rPr>
        <w:t xml:space="preserve">nariai ir </w:t>
      </w:r>
      <w:r w:rsidR="000C585F" w:rsidRPr="001E3692">
        <w:rPr>
          <w:szCs w:val="24"/>
          <w:lang w:eastAsia="lt-LT"/>
        </w:rPr>
        <w:t>m</w:t>
      </w:r>
      <w:r w:rsidR="00D320D5" w:rsidRPr="00BA6D41">
        <w:rPr>
          <w:szCs w:val="24"/>
          <w:lang w:eastAsia="lt-LT"/>
        </w:rPr>
        <w:t>eras,</w:t>
      </w:r>
      <w:r w:rsidR="00D320D5" w:rsidRPr="00EF662D">
        <w:rPr>
          <w:szCs w:val="24"/>
          <w:lang w:eastAsia="lt-LT"/>
        </w:rPr>
        <w:t xml:space="preserve"> pirmininkauja</w:t>
      </w:r>
      <w:r w:rsidR="00D320D5">
        <w:rPr>
          <w:szCs w:val="24"/>
          <w:lang w:eastAsia="lt-LT"/>
        </w:rPr>
        <w:t xml:space="preserve"> Įstatymo 17 straipsnio 2 ir 3 dalyse </w:t>
      </w:r>
      <w:r w:rsidR="00D320D5" w:rsidRPr="005326B7">
        <w:rPr>
          <w:szCs w:val="24"/>
          <w:lang w:eastAsia="lt-LT"/>
        </w:rPr>
        <w:t xml:space="preserve">bei Reglamento </w:t>
      </w:r>
      <w:r w:rsidRPr="005326B7">
        <w:rPr>
          <w:szCs w:val="24"/>
          <w:lang w:eastAsia="lt-LT"/>
        </w:rPr>
        <w:t>2</w:t>
      </w:r>
      <w:r w:rsidR="00E83922" w:rsidRPr="005326B7">
        <w:rPr>
          <w:szCs w:val="24"/>
          <w:lang w:eastAsia="lt-LT"/>
        </w:rPr>
        <w:t>7</w:t>
      </w:r>
      <w:r w:rsidR="001C2158">
        <w:rPr>
          <w:szCs w:val="24"/>
          <w:lang w:eastAsia="lt-LT"/>
        </w:rPr>
        <w:t xml:space="preserve"> ir 28 punktuose</w:t>
      </w:r>
      <w:r w:rsidR="00D320D5" w:rsidRPr="005326B7">
        <w:rPr>
          <w:szCs w:val="24"/>
          <w:lang w:eastAsia="lt-LT"/>
        </w:rPr>
        <w:t xml:space="preserve"> nustatyti asmenys. </w:t>
      </w:r>
      <w:r w:rsidR="00D320D5" w:rsidRPr="005326B7">
        <w:rPr>
          <w:szCs w:val="24"/>
        </w:rPr>
        <w:t xml:space="preserve">Prisiekus tarybos </w:t>
      </w:r>
      <w:r w:rsidR="00D320D5" w:rsidRPr="00BA6D41">
        <w:rPr>
          <w:szCs w:val="24"/>
        </w:rPr>
        <w:t>nariams ir merui</w:t>
      </w:r>
      <w:r w:rsidR="00D320D5" w:rsidRPr="00EF662D">
        <w:rPr>
          <w:szCs w:val="24"/>
        </w:rPr>
        <w:t>, toliau</w:t>
      </w:r>
      <w:r w:rsidR="00D320D5">
        <w:rPr>
          <w:szCs w:val="24"/>
        </w:rPr>
        <w:t xml:space="preserve"> posėdžiui </w:t>
      </w:r>
      <w:r w:rsidR="00D320D5" w:rsidRPr="00BA6D41">
        <w:rPr>
          <w:szCs w:val="24"/>
        </w:rPr>
        <w:t xml:space="preserve">pirmininkauja </w:t>
      </w:r>
      <w:r w:rsidR="000C585F" w:rsidRPr="001E3692">
        <w:rPr>
          <w:szCs w:val="24"/>
        </w:rPr>
        <w:t>m</w:t>
      </w:r>
      <w:r w:rsidR="00D320D5" w:rsidRPr="00BA6D41">
        <w:rPr>
          <w:szCs w:val="24"/>
        </w:rPr>
        <w:t>eras.</w:t>
      </w:r>
    </w:p>
    <w:p w:rsidR="00772D32" w:rsidRDefault="00E83922" w:rsidP="00772D32">
      <w:pPr>
        <w:ind w:firstLine="720"/>
        <w:jc w:val="both"/>
        <w:rPr>
          <w:szCs w:val="24"/>
        </w:rPr>
      </w:pPr>
      <w:r>
        <w:rPr>
          <w:szCs w:val="24"/>
        </w:rPr>
        <w:lastRenderedPageBreak/>
        <w:t>30</w:t>
      </w:r>
      <w:r w:rsidR="00772D32">
        <w:rPr>
          <w:szCs w:val="24"/>
        </w:rPr>
        <w:t xml:space="preserve">. </w:t>
      </w:r>
      <w:r w:rsidR="00916DE7">
        <w:rPr>
          <w:szCs w:val="24"/>
          <w:lang w:eastAsia="lt-LT"/>
        </w:rPr>
        <w:t>Pirmajame išrinktos naujos S</w:t>
      </w:r>
      <w:r w:rsidR="00772D32">
        <w:rPr>
          <w:szCs w:val="24"/>
          <w:lang w:eastAsia="lt-LT"/>
        </w:rPr>
        <w:t>avivaldybės tarybos posėdyje:</w:t>
      </w:r>
    </w:p>
    <w:p w:rsidR="00772D32" w:rsidRDefault="00E83922" w:rsidP="00772D32">
      <w:pPr>
        <w:ind w:firstLine="720"/>
        <w:jc w:val="both"/>
        <w:rPr>
          <w:szCs w:val="24"/>
        </w:rPr>
      </w:pPr>
      <w:r>
        <w:rPr>
          <w:szCs w:val="24"/>
        </w:rPr>
        <w:t>30</w:t>
      </w:r>
      <w:r w:rsidR="00772D32">
        <w:rPr>
          <w:szCs w:val="24"/>
        </w:rPr>
        <w:t xml:space="preserve">.1. prisiekia </w:t>
      </w:r>
      <w:r>
        <w:rPr>
          <w:szCs w:val="24"/>
        </w:rPr>
        <w:t xml:space="preserve">Savivaldybės </w:t>
      </w:r>
      <w:r w:rsidR="00772D32">
        <w:rPr>
          <w:szCs w:val="24"/>
        </w:rPr>
        <w:t>tarybos nariai;</w:t>
      </w:r>
    </w:p>
    <w:p w:rsidR="00772D32" w:rsidRDefault="00E83922" w:rsidP="00772D32">
      <w:pPr>
        <w:ind w:firstLine="720"/>
        <w:jc w:val="both"/>
        <w:rPr>
          <w:szCs w:val="24"/>
        </w:rPr>
      </w:pPr>
      <w:r>
        <w:rPr>
          <w:szCs w:val="24"/>
        </w:rPr>
        <w:t>30</w:t>
      </w:r>
      <w:r w:rsidR="00772D32">
        <w:rPr>
          <w:szCs w:val="24"/>
        </w:rPr>
        <w:t>.</w:t>
      </w:r>
      <w:r w:rsidR="00C63F46">
        <w:rPr>
          <w:szCs w:val="24"/>
        </w:rPr>
        <w:t xml:space="preserve">2. </w:t>
      </w:r>
      <w:r w:rsidR="00C63F46" w:rsidRPr="00BA6D41">
        <w:rPr>
          <w:szCs w:val="24"/>
        </w:rPr>
        <w:t xml:space="preserve">prisiekia </w:t>
      </w:r>
      <w:r w:rsidR="000C585F" w:rsidRPr="001E3692">
        <w:rPr>
          <w:szCs w:val="24"/>
        </w:rPr>
        <w:t>m</w:t>
      </w:r>
      <w:r w:rsidR="00772D32" w:rsidRPr="00BA6D41">
        <w:rPr>
          <w:szCs w:val="24"/>
        </w:rPr>
        <w:t>eras;</w:t>
      </w:r>
    </w:p>
    <w:p w:rsidR="00772D32" w:rsidRDefault="00E83922" w:rsidP="00772D32">
      <w:pPr>
        <w:ind w:firstLine="720"/>
        <w:jc w:val="both"/>
        <w:rPr>
          <w:szCs w:val="24"/>
        </w:rPr>
      </w:pPr>
      <w:r>
        <w:rPr>
          <w:szCs w:val="24"/>
        </w:rPr>
        <w:t>30</w:t>
      </w:r>
      <w:r w:rsidR="00772D32">
        <w:rPr>
          <w:szCs w:val="24"/>
        </w:rPr>
        <w:t xml:space="preserve">.3. </w:t>
      </w:r>
      <w:r w:rsidR="00772D32">
        <w:rPr>
          <w:rFonts w:eastAsia="Calibri"/>
          <w:szCs w:val="24"/>
        </w:rPr>
        <w:t xml:space="preserve">gali būti priimami kiti sprendimai, užtikrinantys Savivaldybės institucijų ir Savivaldybės tarybos sudaromų </w:t>
      </w:r>
      <w:r w:rsidR="00772D32">
        <w:rPr>
          <w:szCs w:val="24"/>
        </w:rPr>
        <w:t>komitetų, komisijų</w:t>
      </w:r>
      <w:r w:rsidR="00772D32">
        <w:rPr>
          <w:rFonts w:eastAsia="Calibri"/>
          <w:szCs w:val="24"/>
        </w:rPr>
        <w:t xml:space="preserve"> veiklą.</w:t>
      </w:r>
      <w:r w:rsidR="00772D32">
        <w:rPr>
          <w:szCs w:val="24"/>
        </w:rPr>
        <w:t xml:space="preserve"> </w:t>
      </w:r>
    </w:p>
    <w:p w:rsidR="00772D32" w:rsidRDefault="00E83922" w:rsidP="00772D32">
      <w:pPr>
        <w:ind w:firstLine="720"/>
        <w:jc w:val="both"/>
        <w:rPr>
          <w:szCs w:val="24"/>
        </w:rPr>
      </w:pPr>
      <w:r>
        <w:rPr>
          <w:szCs w:val="24"/>
          <w:lang w:eastAsia="lt-LT"/>
        </w:rPr>
        <w:t>31</w:t>
      </w:r>
      <w:r w:rsidR="00772D32">
        <w:rPr>
          <w:szCs w:val="24"/>
          <w:lang w:eastAsia="lt-LT"/>
        </w:rPr>
        <w:t xml:space="preserve">. Pirmajame išrinktos naujos Savivaldybės tarybos posėdyje </w:t>
      </w:r>
      <w:r w:rsidR="00772D32">
        <w:rPr>
          <w:rFonts w:eastAsia="Calibri"/>
          <w:szCs w:val="24"/>
        </w:rPr>
        <w:t>posėdžio pirmininkui gali būti įteikiami vieši pareiškimai dėl Savivaldybės tarybos narių vienijimosi į Savivaldybės tarybos narių frakcijas ir (ar) grupes, dėl Savivaldybės tarybos daugumos ir Savivaldy</w:t>
      </w:r>
      <w:r w:rsidR="00176EC8">
        <w:rPr>
          <w:rFonts w:eastAsia="Calibri"/>
          <w:szCs w:val="24"/>
        </w:rPr>
        <w:t>bės tarybos opozicijos sudarymo</w:t>
      </w:r>
      <w:r w:rsidR="00B439D4">
        <w:rPr>
          <w:rFonts w:eastAsia="Calibri"/>
          <w:szCs w:val="24"/>
        </w:rPr>
        <w:t>.</w:t>
      </w:r>
    </w:p>
    <w:p w:rsidR="00772D32" w:rsidRDefault="00E83922" w:rsidP="00772D32">
      <w:pPr>
        <w:ind w:firstLine="720"/>
        <w:jc w:val="both"/>
        <w:rPr>
          <w:szCs w:val="24"/>
        </w:rPr>
      </w:pPr>
      <w:r>
        <w:rPr>
          <w:rFonts w:eastAsia="Calibri"/>
          <w:szCs w:val="24"/>
        </w:rPr>
        <w:t>32</w:t>
      </w:r>
      <w:r w:rsidR="00772D32">
        <w:rPr>
          <w:rFonts w:eastAsia="Calibri"/>
          <w:szCs w:val="24"/>
        </w:rPr>
        <w:t xml:space="preserve">. Per 2 mėnesius nuo pirmojo išrinktos naujos Savivaldybės tarybos posėdžio sušaukimo dienos turi būti sudaryti Savivaldybės tarybos komitetai ir paskirti šių komitetų pirmininkai, sudarytos Įstatyme bei </w:t>
      </w:r>
      <w:r w:rsidR="00772D32" w:rsidRPr="005326B7">
        <w:rPr>
          <w:rFonts w:eastAsia="Calibri"/>
          <w:szCs w:val="24"/>
        </w:rPr>
        <w:t xml:space="preserve">Reglamento </w:t>
      </w:r>
      <w:r w:rsidR="00B439D4" w:rsidRPr="00892214">
        <w:rPr>
          <w:rFonts w:eastAsia="Calibri"/>
          <w:szCs w:val="24"/>
        </w:rPr>
        <w:t>22</w:t>
      </w:r>
      <w:r w:rsidR="00892214" w:rsidRPr="00892214">
        <w:rPr>
          <w:rFonts w:eastAsia="Calibri"/>
          <w:szCs w:val="24"/>
        </w:rPr>
        <w:t>5</w:t>
      </w:r>
      <w:r w:rsidR="00B439D4" w:rsidRPr="005326B7">
        <w:rPr>
          <w:rFonts w:eastAsia="Calibri"/>
          <w:szCs w:val="24"/>
        </w:rPr>
        <w:t xml:space="preserve"> punkte</w:t>
      </w:r>
      <w:r w:rsidR="00772D32" w:rsidRPr="005326B7">
        <w:rPr>
          <w:rFonts w:eastAsia="Calibri"/>
          <w:szCs w:val="24"/>
        </w:rPr>
        <w:t xml:space="preserve"> nustatytos </w:t>
      </w:r>
      <w:r w:rsidR="00772D32">
        <w:rPr>
          <w:rFonts w:eastAsia="Calibri"/>
          <w:szCs w:val="24"/>
        </w:rPr>
        <w:t xml:space="preserve">komisijos ir paskirti šių komisijų pirmininkai. </w:t>
      </w:r>
    </w:p>
    <w:p w:rsidR="00B6123A" w:rsidRDefault="00E83922" w:rsidP="00B6123A">
      <w:pPr>
        <w:ind w:firstLine="720"/>
        <w:jc w:val="both"/>
        <w:rPr>
          <w:szCs w:val="24"/>
        </w:rPr>
      </w:pPr>
      <w:r>
        <w:rPr>
          <w:szCs w:val="24"/>
        </w:rPr>
        <w:t>33</w:t>
      </w:r>
      <w:r w:rsidR="00B6123A">
        <w:rPr>
          <w:szCs w:val="24"/>
        </w:rPr>
        <w:t xml:space="preserve">. Nustatomas toks išrinkto Savivaldybės </w:t>
      </w:r>
      <w:r w:rsidR="00B6123A">
        <w:rPr>
          <w:bCs/>
          <w:szCs w:val="24"/>
        </w:rPr>
        <w:t>tarybos nario priesaikos tekstas:</w:t>
      </w:r>
    </w:p>
    <w:p w:rsidR="00B6123A" w:rsidRDefault="00B6123A" w:rsidP="00B6123A">
      <w:pPr>
        <w:ind w:firstLine="720"/>
        <w:jc w:val="both"/>
        <w:rPr>
          <w:szCs w:val="24"/>
        </w:rPr>
      </w:pPr>
      <w:r>
        <w:rPr>
          <w:bCs/>
          <w:szCs w:val="24"/>
        </w:rPr>
        <w:t xml:space="preserve">„Aš, (vardas, pavardė), prisiekiu gerbti ir vykdyti Konstituciją ir įstatymus, sąžiningai ir garbingai atlikti savo pareigas ir susilaikyti nuo veiksmų, </w:t>
      </w:r>
      <w:r w:rsidRPr="00BA6D41">
        <w:rPr>
          <w:bCs/>
          <w:szCs w:val="24"/>
        </w:rPr>
        <w:t xml:space="preserve">pažeidžiančių </w:t>
      </w:r>
      <w:r w:rsidR="000C585F" w:rsidRPr="001E3692">
        <w:rPr>
          <w:bCs/>
          <w:szCs w:val="24"/>
        </w:rPr>
        <w:t>S</w:t>
      </w:r>
      <w:r w:rsidRPr="00BA6D41">
        <w:rPr>
          <w:bCs/>
          <w:szCs w:val="24"/>
        </w:rPr>
        <w:t>avivaldybės</w:t>
      </w:r>
      <w:r w:rsidRPr="00EF662D">
        <w:rPr>
          <w:bCs/>
          <w:szCs w:val="24"/>
        </w:rPr>
        <w:t xml:space="preserve"> gyventojų teises ir viešuosius interesus. T</w:t>
      </w:r>
      <w:r w:rsidRPr="000C585F">
        <w:rPr>
          <w:bCs/>
          <w:szCs w:val="24"/>
        </w:rPr>
        <w:t>epadeda man Dievas!“</w:t>
      </w:r>
    </w:p>
    <w:p w:rsidR="00B6123A" w:rsidRDefault="00E83922" w:rsidP="00B6123A">
      <w:pPr>
        <w:ind w:firstLine="720"/>
        <w:jc w:val="both"/>
        <w:rPr>
          <w:szCs w:val="24"/>
        </w:rPr>
      </w:pPr>
      <w:r>
        <w:rPr>
          <w:szCs w:val="24"/>
        </w:rPr>
        <w:t>34</w:t>
      </w:r>
      <w:r w:rsidR="00B6123A">
        <w:rPr>
          <w:szCs w:val="24"/>
        </w:rPr>
        <w:t xml:space="preserve">. </w:t>
      </w:r>
      <w:r w:rsidR="00B6123A">
        <w:rPr>
          <w:szCs w:val="24"/>
          <w:lang w:eastAsia="lt-LT"/>
        </w:rPr>
        <w:t>Prisiekti leidžiama ir be paskutinio sakinio.</w:t>
      </w:r>
    </w:p>
    <w:p w:rsidR="00B6123A" w:rsidRDefault="00E83922" w:rsidP="00B6123A">
      <w:pPr>
        <w:ind w:firstLine="720"/>
        <w:jc w:val="both"/>
        <w:rPr>
          <w:szCs w:val="24"/>
        </w:rPr>
      </w:pPr>
      <w:r>
        <w:rPr>
          <w:szCs w:val="24"/>
        </w:rPr>
        <w:t>35</w:t>
      </w:r>
      <w:r w:rsidR="00B6123A">
        <w:rPr>
          <w:szCs w:val="24"/>
        </w:rPr>
        <w:t xml:space="preserve">. </w:t>
      </w:r>
      <w:r w:rsidR="00B6123A">
        <w:rPr>
          <w:bCs/>
          <w:szCs w:val="24"/>
        </w:rPr>
        <w:t>Savivaldybės tarybos nario priesaikos priėmimo tvarka:</w:t>
      </w:r>
    </w:p>
    <w:p w:rsidR="00B6123A" w:rsidRDefault="00E83922" w:rsidP="00B6123A">
      <w:pPr>
        <w:ind w:firstLine="720"/>
        <w:jc w:val="both"/>
        <w:rPr>
          <w:szCs w:val="24"/>
        </w:rPr>
      </w:pPr>
      <w:r>
        <w:rPr>
          <w:szCs w:val="24"/>
        </w:rPr>
        <w:t>35</w:t>
      </w:r>
      <w:r w:rsidR="00B6123A">
        <w:rPr>
          <w:szCs w:val="24"/>
        </w:rPr>
        <w:t xml:space="preserve">.1. išrinkto </w:t>
      </w:r>
      <w:r w:rsidR="00B6123A">
        <w:rPr>
          <w:bCs/>
          <w:szCs w:val="24"/>
        </w:rPr>
        <w:t>Savivaldybės</w:t>
      </w:r>
      <w:r w:rsidR="00B6123A">
        <w:rPr>
          <w:szCs w:val="24"/>
        </w:rPr>
        <w:t xml:space="preserve"> tarybos nario priesaiką priima Savivaldybės rinkimų komisijos pirmininkas arba jo įgaliotas Savivaldybės rinkimų komisijos narys;</w:t>
      </w:r>
    </w:p>
    <w:p w:rsidR="00B6123A" w:rsidRDefault="00E83922" w:rsidP="00B6123A">
      <w:pPr>
        <w:ind w:firstLine="720"/>
        <w:jc w:val="both"/>
        <w:rPr>
          <w:szCs w:val="24"/>
        </w:rPr>
      </w:pPr>
      <w:r>
        <w:rPr>
          <w:bCs/>
          <w:szCs w:val="24"/>
        </w:rPr>
        <w:t>35</w:t>
      </w:r>
      <w:r w:rsidR="00B6123A">
        <w:rPr>
          <w:bCs/>
          <w:szCs w:val="24"/>
        </w:rPr>
        <w:t xml:space="preserve">.2. </w:t>
      </w:r>
      <w:r w:rsidR="00B6123A">
        <w:rPr>
          <w:szCs w:val="24"/>
        </w:rPr>
        <w:t>išrinktas</w:t>
      </w:r>
      <w:r w:rsidR="00B6123A">
        <w:rPr>
          <w:bCs/>
          <w:szCs w:val="24"/>
        </w:rPr>
        <w:t xml:space="preserve"> Savivaldybės tarybos narys prisiekia stovėdamas priešais priesaiką priimantį asmenį – padėjęs ranką ant Konstitucijos, perskaito priesaikos tekstą;</w:t>
      </w:r>
    </w:p>
    <w:p w:rsidR="00B6123A" w:rsidRDefault="00E83922" w:rsidP="00B6123A">
      <w:pPr>
        <w:ind w:firstLine="720"/>
        <w:jc w:val="both"/>
        <w:rPr>
          <w:szCs w:val="24"/>
        </w:rPr>
      </w:pPr>
      <w:r>
        <w:rPr>
          <w:bCs/>
          <w:szCs w:val="24"/>
        </w:rPr>
        <w:t>35</w:t>
      </w:r>
      <w:r w:rsidR="00B6123A">
        <w:rPr>
          <w:bCs/>
          <w:szCs w:val="24"/>
        </w:rPr>
        <w:t>.3. prisiekęs Savivaldybės tarybos narys pasirašo vardinį priesaikos lapą;</w:t>
      </w:r>
    </w:p>
    <w:p w:rsidR="00B6123A" w:rsidRDefault="00E83922" w:rsidP="00B6123A">
      <w:pPr>
        <w:ind w:firstLine="720"/>
        <w:jc w:val="both"/>
        <w:rPr>
          <w:szCs w:val="24"/>
        </w:rPr>
      </w:pPr>
      <w:r>
        <w:rPr>
          <w:bCs/>
          <w:szCs w:val="24"/>
        </w:rPr>
        <w:t>35</w:t>
      </w:r>
      <w:r w:rsidR="00B6123A">
        <w:rPr>
          <w:bCs/>
          <w:szCs w:val="24"/>
        </w:rPr>
        <w:t>.4. nustatytas priesaikos tekstas netaisomas ir nekeičiamas. Šios nuostatos nesilaikymas, taip pat atsisakymas pasirašyti vardinį priesaikos lapą arba pasirašymas su išlyga reiškia, kad Savivaldybės tarybos narys neprisiekė;</w:t>
      </w:r>
    </w:p>
    <w:p w:rsidR="00B6123A" w:rsidRDefault="00E83922" w:rsidP="00B6123A">
      <w:pPr>
        <w:ind w:firstLine="720"/>
        <w:jc w:val="both"/>
        <w:rPr>
          <w:szCs w:val="24"/>
        </w:rPr>
      </w:pPr>
      <w:r>
        <w:rPr>
          <w:bCs/>
          <w:szCs w:val="24"/>
        </w:rPr>
        <w:t>35</w:t>
      </w:r>
      <w:r w:rsidR="00B6123A">
        <w:rPr>
          <w:bCs/>
          <w:szCs w:val="24"/>
        </w:rPr>
        <w:t>.5. vardiniai priesaikos lapai perduodami priesaiką priėmusiam asmeniui, šis juos patikrina ir paskelbia Savivaldybės tarybos narių, įgijusių visas tarybos nario teises ir pareigas, vardus ir pavardes;</w:t>
      </w:r>
    </w:p>
    <w:p w:rsidR="00B6123A" w:rsidRDefault="00E83922" w:rsidP="00B6123A">
      <w:pPr>
        <w:ind w:firstLine="720"/>
        <w:jc w:val="both"/>
        <w:rPr>
          <w:szCs w:val="24"/>
        </w:rPr>
      </w:pPr>
      <w:r>
        <w:rPr>
          <w:bCs/>
          <w:szCs w:val="24"/>
        </w:rPr>
        <w:t>35</w:t>
      </w:r>
      <w:r w:rsidR="00B6123A">
        <w:rPr>
          <w:bCs/>
          <w:szCs w:val="24"/>
        </w:rPr>
        <w:t xml:space="preserve">.6. </w:t>
      </w:r>
      <w:r w:rsidR="00B6123A">
        <w:rPr>
          <w:szCs w:val="24"/>
        </w:rPr>
        <w:t>išrinktas</w:t>
      </w:r>
      <w:r w:rsidR="00B6123A">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B6123A" w:rsidRDefault="00E24038" w:rsidP="00B6123A">
      <w:pPr>
        <w:ind w:firstLine="720"/>
        <w:jc w:val="both"/>
        <w:rPr>
          <w:szCs w:val="24"/>
        </w:rPr>
      </w:pPr>
      <w:r>
        <w:rPr>
          <w:bCs/>
          <w:szCs w:val="24"/>
        </w:rPr>
        <w:t>3</w:t>
      </w:r>
      <w:r w:rsidR="00E83922">
        <w:rPr>
          <w:bCs/>
          <w:szCs w:val="24"/>
        </w:rPr>
        <w:t>6</w:t>
      </w:r>
      <w:r w:rsidR="00B6123A">
        <w:rPr>
          <w:bCs/>
          <w:szCs w:val="24"/>
        </w:rPr>
        <w:t>. I</w:t>
      </w:r>
      <w:r w:rsidR="00B6123A">
        <w:rPr>
          <w:szCs w:val="24"/>
        </w:rPr>
        <w:t>šrinktas</w:t>
      </w:r>
      <w:r w:rsidR="00B6123A">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B6123A" w:rsidRDefault="00E24038" w:rsidP="00B6123A">
      <w:pPr>
        <w:ind w:firstLine="720"/>
        <w:jc w:val="both"/>
        <w:rPr>
          <w:szCs w:val="24"/>
        </w:rPr>
      </w:pPr>
      <w:r>
        <w:rPr>
          <w:bCs/>
          <w:szCs w:val="24"/>
        </w:rPr>
        <w:t>3</w:t>
      </w:r>
      <w:r w:rsidR="00E83922">
        <w:rPr>
          <w:bCs/>
          <w:szCs w:val="24"/>
        </w:rPr>
        <w:t>7</w:t>
      </w:r>
      <w:r w:rsidR="00B6123A">
        <w:rPr>
          <w:bCs/>
          <w:szCs w:val="24"/>
        </w:rPr>
        <w:t>. Prisiekusiam Savivaldybės tarybos nariui priesaiką priėmęs asmuo įteikia Savivaldybės tarybos nario pažymėjimą.</w:t>
      </w:r>
    </w:p>
    <w:p w:rsidR="00B6123A" w:rsidRDefault="00916DE7" w:rsidP="00B6123A">
      <w:pPr>
        <w:ind w:firstLine="720"/>
        <w:jc w:val="both"/>
        <w:rPr>
          <w:szCs w:val="24"/>
        </w:rPr>
      </w:pPr>
      <w:r>
        <w:rPr>
          <w:bCs/>
          <w:szCs w:val="24"/>
        </w:rPr>
        <w:t>3</w:t>
      </w:r>
      <w:r w:rsidR="00E83922">
        <w:rPr>
          <w:bCs/>
          <w:szCs w:val="24"/>
        </w:rPr>
        <w:t>8</w:t>
      </w:r>
      <w:r>
        <w:rPr>
          <w:bCs/>
          <w:szCs w:val="24"/>
        </w:rPr>
        <w:t>. Draudžiama S</w:t>
      </w:r>
      <w:r w:rsidR="00B6123A">
        <w:rPr>
          <w:bCs/>
          <w:szCs w:val="24"/>
        </w:rPr>
        <w:t>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0F6873" w:rsidRPr="000E2230" w:rsidRDefault="00E24038" w:rsidP="000F6873">
      <w:pPr>
        <w:ind w:firstLine="720"/>
        <w:jc w:val="both"/>
        <w:rPr>
          <w:szCs w:val="24"/>
        </w:rPr>
      </w:pPr>
      <w:r>
        <w:rPr>
          <w:szCs w:val="24"/>
        </w:rPr>
        <w:t>3</w:t>
      </w:r>
      <w:r w:rsidR="00E83922">
        <w:rPr>
          <w:szCs w:val="24"/>
        </w:rPr>
        <w:t>9</w:t>
      </w:r>
      <w:r w:rsidR="000E2230" w:rsidRPr="000E2230">
        <w:rPr>
          <w:szCs w:val="24"/>
        </w:rPr>
        <w:t xml:space="preserve">. </w:t>
      </w:r>
      <w:r w:rsidR="000F6873" w:rsidRPr="000E2230">
        <w:rPr>
          <w:szCs w:val="24"/>
        </w:rPr>
        <w:t xml:space="preserve">Nustatomas </w:t>
      </w:r>
      <w:r w:rsidR="000F6873" w:rsidRPr="00BA6D41">
        <w:rPr>
          <w:szCs w:val="24"/>
        </w:rPr>
        <w:t>toks išrinkto m</w:t>
      </w:r>
      <w:r w:rsidR="000F6873" w:rsidRPr="00EF662D">
        <w:rPr>
          <w:bCs/>
          <w:szCs w:val="24"/>
        </w:rPr>
        <w:t>ero priesaikos</w:t>
      </w:r>
      <w:r w:rsidR="000F6873" w:rsidRPr="005E2737">
        <w:rPr>
          <w:bCs/>
          <w:szCs w:val="24"/>
        </w:rPr>
        <w:t xml:space="preserve"> tekstas</w:t>
      </w:r>
      <w:r w:rsidR="000F6873" w:rsidRPr="000E2230">
        <w:rPr>
          <w:bCs/>
          <w:szCs w:val="24"/>
        </w:rPr>
        <w:t>:</w:t>
      </w:r>
    </w:p>
    <w:p w:rsidR="000F6873" w:rsidRPr="000E2230" w:rsidRDefault="000F6873" w:rsidP="000F6873">
      <w:pPr>
        <w:ind w:firstLine="720"/>
        <w:jc w:val="both"/>
        <w:rPr>
          <w:szCs w:val="24"/>
        </w:rPr>
      </w:pPr>
      <w:r w:rsidRPr="000E2230">
        <w:rPr>
          <w:bCs/>
          <w:szCs w:val="24"/>
        </w:rPr>
        <w:t xml:space="preserve">„Aš, (vardas, pavardė), prisiekiu gerbti ir vykdyti Konstituciją ir įstatymus, sąžiningai ir garbingai atlikti savo pareigas ir susilaikyti nuo </w:t>
      </w:r>
      <w:r w:rsidRPr="00BA6D41">
        <w:rPr>
          <w:bCs/>
          <w:szCs w:val="24"/>
        </w:rPr>
        <w:t xml:space="preserve">veiksmų, pažeidžiančių </w:t>
      </w:r>
      <w:r w:rsidR="000C585F" w:rsidRPr="001E3692">
        <w:rPr>
          <w:bCs/>
          <w:szCs w:val="24"/>
        </w:rPr>
        <w:t>S</w:t>
      </w:r>
      <w:r w:rsidRPr="00BA6D41">
        <w:rPr>
          <w:bCs/>
          <w:szCs w:val="24"/>
        </w:rPr>
        <w:t>avivaldybės</w:t>
      </w:r>
      <w:r w:rsidRPr="00EF662D">
        <w:rPr>
          <w:bCs/>
          <w:szCs w:val="24"/>
        </w:rPr>
        <w:t xml:space="preserve"> gyventojų teises ir viešuosius interesus. </w:t>
      </w:r>
      <w:r w:rsidRPr="00F94E4F">
        <w:rPr>
          <w:bCs/>
          <w:szCs w:val="24"/>
        </w:rPr>
        <w:t>Tepadeda man Dievas</w:t>
      </w:r>
      <w:r w:rsidRPr="00BA6D41">
        <w:rPr>
          <w:bCs/>
          <w:szCs w:val="24"/>
        </w:rPr>
        <w:t>!“</w:t>
      </w:r>
    </w:p>
    <w:p w:rsidR="000F6873" w:rsidRPr="000E2230" w:rsidRDefault="00E83922" w:rsidP="000F6873">
      <w:pPr>
        <w:ind w:firstLine="720"/>
        <w:jc w:val="both"/>
        <w:rPr>
          <w:szCs w:val="24"/>
        </w:rPr>
      </w:pPr>
      <w:r>
        <w:rPr>
          <w:bCs/>
          <w:szCs w:val="24"/>
        </w:rPr>
        <w:t>40</w:t>
      </w:r>
      <w:r w:rsidR="000F6873" w:rsidRPr="000E2230">
        <w:rPr>
          <w:bCs/>
          <w:szCs w:val="24"/>
        </w:rPr>
        <w:t xml:space="preserve">. </w:t>
      </w:r>
      <w:r w:rsidR="000F6873" w:rsidRPr="000E2230">
        <w:rPr>
          <w:szCs w:val="24"/>
          <w:lang w:eastAsia="lt-LT"/>
        </w:rPr>
        <w:t>Prisiekti leidžiama ir be paskutinio sakinio.</w:t>
      </w:r>
    </w:p>
    <w:p w:rsidR="000F6873" w:rsidRPr="000E2230" w:rsidRDefault="00E83922" w:rsidP="000F6873">
      <w:pPr>
        <w:ind w:firstLine="720"/>
        <w:jc w:val="both"/>
        <w:rPr>
          <w:szCs w:val="24"/>
        </w:rPr>
      </w:pPr>
      <w:r>
        <w:rPr>
          <w:bCs/>
          <w:szCs w:val="24"/>
        </w:rPr>
        <w:t>41</w:t>
      </w:r>
      <w:r w:rsidR="000F6873" w:rsidRPr="000E2230">
        <w:rPr>
          <w:bCs/>
          <w:szCs w:val="24"/>
        </w:rPr>
        <w:t>. M</w:t>
      </w:r>
      <w:r w:rsidR="000F6873" w:rsidRPr="000E2230">
        <w:rPr>
          <w:szCs w:val="24"/>
        </w:rPr>
        <w:t>ero</w:t>
      </w:r>
      <w:r w:rsidR="000F6873" w:rsidRPr="000E2230">
        <w:rPr>
          <w:bCs/>
          <w:szCs w:val="24"/>
        </w:rPr>
        <w:t xml:space="preserve"> priesaikos priėmimo tvarkai </w:t>
      </w:r>
      <w:proofErr w:type="spellStart"/>
      <w:r w:rsidR="000F6873" w:rsidRPr="000E2230">
        <w:rPr>
          <w:bCs/>
          <w:i/>
          <w:szCs w:val="24"/>
        </w:rPr>
        <w:t>mutatis</w:t>
      </w:r>
      <w:proofErr w:type="spellEnd"/>
      <w:r w:rsidR="000F6873" w:rsidRPr="000E2230">
        <w:rPr>
          <w:bCs/>
          <w:i/>
          <w:szCs w:val="24"/>
        </w:rPr>
        <w:t xml:space="preserve"> </w:t>
      </w:r>
      <w:proofErr w:type="spellStart"/>
      <w:r w:rsidR="000F6873" w:rsidRPr="000E2230">
        <w:rPr>
          <w:bCs/>
          <w:i/>
          <w:szCs w:val="24"/>
        </w:rPr>
        <w:t>mutandis</w:t>
      </w:r>
      <w:proofErr w:type="spellEnd"/>
      <w:r w:rsidR="000F6873" w:rsidRPr="000E2230">
        <w:rPr>
          <w:bCs/>
          <w:szCs w:val="24"/>
        </w:rPr>
        <w:t xml:space="preserve"> taikomos normos, nustatančios tarybos nario priesaikos priėmimo tvarką.</w:t>
      </w:r>
    </w:p>
    <w:p w:rsidR="000F6873" w:rsidRPr="000C585F" w:rsidRDefault="00E83922" w:rsidP="000F6873">
      <w:pPr>
        <w:ind w:firstLine="720"/>
        <w:jc w:val="both"/>
        <w:rPr>
          <w:szCs w:val="24"/>
        </w:rPr>
      </w:pPr>
      <w:r>
        <w:rPr>
          <w:szCs w:val="24"/>
        </w:rPr>
        <w:lastRenderedPageBreak/>
        <w:t>42</w:t>
      </w:r>
      <w:r w:rsidR="000F6873" w:rsidRPr="000E2230">
        <w:rPr>
          <w:szCs w:val="24"/>
        </w:rPr>
        <w:t>.</w:t>
      </w:r>
      <w:r w:rsidR="00682F50">
        <w:rPr>
          <w:bCs/>
          <w:szCs w:val="24"/>
        </w:rPr>
        <w:t xml:space="preserve"> Meras, Į</w:t>
      </w:r>
      <w:r w:rsidR="000F6873" w:rsidRPr="000E2230">
        <w:rPr>
          <w:bCs/>
          <w:szCs w:val="24"/>
        </w:rPr>
        <w:t xml:space="preserve">statymo nustatyta tvarka neprisiekęs arba prisiekęs su išlyga, Vyriausiosios rinkimų komisijos sprendimu </w:t>
      </w:r>
      <w:r w:rsidR="000F6873" w:rsidRPr="00BA6D41">
        <w:rPr>
          <w:bCs/>
          <w:szCs w:val="24"/>
        </w:rPr>
        <w:t xml:space="preserve">netenka </w:t>
      </w:r>
      <w:r w:rsidR="000F6873" w:rsidRPr="00EF662D">
        <w:rPr>
          <w:bCs/>
          <w:szCs w:val="24"/>
        </w:rPr>
        <w:t>mero</w:t>
      </w:r>
      <w:r w:rsidR="000F6873" w:rsidRPr="005E2737">
        <w:rPr>
          <w:bCs/>
          <w:szCs w:val="24"/>
        </w:rPr>
        <w:t xml:space="preserve"> mandato. Šis Vyriausiosios rinkimų komisijos sprendimas gali būti skundžiamas Lietuvos vyriausiajam administraciniam teismui.</w:t>
      </w:r>
    </w:p>
    <w:p w:rsidR="00772D32" w:rsidRDefault="00E83922" w:rsidP="000F6873">
      <w:pPr>
        <w:ind w:firstLine="720"/>
        <w:jc w:val="both"/>
        <w:rPr>
          <w:bCs/>
          <w:szCs w:val="24"/>
        </w:rPr>
      </w:pPr>
      <w:r w:rsidRPr="000C585F">
        <w:rPr>
          <w:szCs w:val="24"/>
        </w:rPr>
        <w:t>43</w:t>
      </w:r>
      <w:r w:rsidR="000F6873" w:rsidRPr="000C585F">
        <w:rPr>
          <w:szCs w:val="24"/>
        </w:rPr>
        <w:t>.</w:t>
      </w:r>
      <w:r w:rsidR="000F6873" w:rsidRPr="000C585F">
        <w:rPr>
          <w:bCs/>
          <w:szCs w:val="24"/>
        </w:rPr>
        <w:t xml:space="preserve"> Prisiekusiam merui priesaiką priėmęs asmuo įteikia </w:t>
      </w:r>
      <w:r w:rsidR="00682F50" w:rsidRPr="000C585F">
        <w:rPr>
          <w:bCs/>
          <w:szCs w:val="24"/>
        </w:rPr>
        <w:t>S</w:t>
      </w:r>
      <w:r w:rsidR="000F6873" w:rsidRPr="000C585F">
        <w:rPr>
          <w:bCs/>
          <w:szCs w:val="24"/>
        </w:rPr>
        <w:t>avivaldybės mero pažymėjimą</w:t>
      </w:r>
      <w:r w:rsidR="000F6873" w:rsidRPr="000E2230">
        <w:rPr>
          <w:bCs/>
          <w:szCs w:val="24"/>
        </w:rPr>
        <w:t>.</w:t>
      </w:r>
    </w:p>
    <w:p w:rsidR="00682F50" w:rsidRDefault="00682F50" w:rsidP="000F6873">
      <w:pPr>
        <w:ind w:firstLine="720"/>
        <w:jc w:val="both"/>
        <w:rPr>
          <w:bCs/>
          <w:szCs w:val="24"/>
        </w:rPr>
      </w:pPr>
    </w:p>
    <w:p w:rsidR="00682F50" w:rsidRDefault="00682F50" w:rsidP="00682F50">
      <w:pPr>
        <w:jc w:val="center"/>
        <w:rPr>
          <w:b/>
          <w:szCs w:val="24"/>
        </w:rPr>
      </w:pPr>
      <w:r>
        <w:rPr>
          <w:b/>
          <w:szCs w:val="24"/>
        </w:rPr>
        <w:t>V</w:t>
      </w:r>
      <w:r w:rsidR="00E24038">
        <w:rPr>
          <w:b/>
          <w:szCs w:val="24"/>
        </w:rPr>
        <w:t>I</w:t>
      </w:r>
      <w:r>
        <w:rPr>
          <w:b/>
          <w:szCs w:val="24"/>
        </w:rPr>
        <w:t xml:space="preserve"> SKYRIUS</w:t>
      </w:r>
    </w:p>
    <w:p w:rsidR="00682F50" w:rsidRDefault="00682F50" w:rsidP="00682F50">
      <w:pPr>
        <w:jc w:val="center"/>
        <w:rPr>
          <w:b/>
          <w:szCs w:val="24"/>
        </w:rPr>
      </w:pPr>
      <w:r>
        <w:rPr>
          <w:b/>
          <w:szCs w:val="24"/>
        </w:rPr>
        <w:t>KITI SAVIVALDYBĖS TARYBOS POSĖDŽIAI</w:t>
      </w:r>
    </w:p>
    <w:p w:rsidR="00682F50" w:rsidRDefault="00682F50" w:rsidP="002155BA">
      <w:pPr>
        <w:ind w:firstLine="720"/>
        <w:rPr>
          <w:color w:val="FF0000"/>
          <w:szCs w:val="24"/>
        </w:rPr>
      </w:pPr>
    </w:p>
    <w:p w:rsidR="002155BA" w:rsidRDefault="00E83922" w:rsidP="002155BA">
      <w:pPr>
        <w:ind w:firstLine="720"/>
        <w:jc w:val="both"/>
        <w:rPr>
          <w:szCs w:val="24"/>
        </w:rPr>
      </w:pPr>
      <w:r>
        <w:rPr>
          <w:szCs w:val="24"/>
        </w:rPr>
        <w:t>44</w:t>
      </w:r>
      <w:r w:rsidR="002155BA" w:rsidRPr="002155BA">
        <w:rPr>
          <w:szCs w:val="24"/>
        </w:rPr>
        <w:t xml:space="preserve">. </w:t>
      </w:r>
      <w:r w:rsidR="002155BA" w:rsidRPr="00B3611F">
        <w:rPr>
          <w:szCs w:val="24"/>
        </w:rPr>
        <w:t xml:space="preserve">Kitus </w:t>
      </w:r>
      <w:r w:rsidR="002155BA">
        <w:rPr>
          <w:szCs w:val="24"/>
        </w:rPr>
        <w:t>Savivaldybės tarybos posėdžius prireikus, ne reči</w:t>
      </w:r>
      <w:r w:rsidR="00C63F46">
        <w:rPr>
          <w:szCs w:val="24"/>
        </w:rPr>
        <w:t xml:space="preserve">au </w:t>
      </w:r>
      <w:r w:rsidR="00C63F46" w:rsidRPr="003613D9">
        <w:rPr>
          <w:szCs w:val="24"/>
        </w:rPr>
        <w:t>k</w:t>
      </w:r>
      <w:r w:rsidR="00B9461F" w:rsidRPr="003613D9">
        <w:rPr>
          <w:szCs w:val="24"/>
        </w:rPr>
        <w:t xml:space="preserve">aip kas 3 </w:t>
      </w:r>
      <w:r w:rsidR="00B9461F" w:rsidRPr="009F663D">
        <w:rPr>
          <w:szCs w:val="24"/>
        </w:rPr>
        <w:t>mėnesiai, šaukia</w:t>
      </w:r>
      <w:r w:rsidR="00B9461F">
        <w:rPr>
          <w:szCs w:val="24"/>
        </w:rPr>
        <w:t xml:space="preserve"> </w:t>
      </w:r>
      <w:r w:rsidR="00B9461F" w:rsidRPr="00BA6D41">
        <w:rPr>
          <w:szCs w:val="24"/>
        </w:rPr>
        <w:t>m</w:t>
      </w:r>
      <w:r w:rsidR="002155BA" w:rsidRPr="00BA6D41">
        <w:rPr>
          <w:szCs w:val="24"/>
        </w:rPr>
        <w:t>eras</w:t>
      </w:r>
      <w:r w:rsidR="002155BA" w:rsidRPr="00EF662D">
        <w:rPr>
          <w:szCs w:val="24"/>
        </w:rPr>
        <w:t>, o kai</w:t>
      </w:r>
      <w:r w:rsidR="002155BA">
        <w:rPr>
          <w:szCs w:val="24"/>
        </w:rPr>
        <w:t xml:space="preserve"> jis negali eiti pareigų arba jo nėra, – laikinai </w:t>
      </w:r>
      <w:r w:rsidR="002D13D2">
        <w:rPr>
          <w:szCs w:val="24"/>
        </w:rPr>
        <w:t>S</w:t>
      </w:r>
      <w:r w:rsidR="002155BA">
        <w:rPr>
          <w:szCs w:val="24"/>
        </w:rPr>
        <w:t xml:space="preserve">avivaldybės tarybos paskirtas tarybos </w:t>
      </w:r>
      <w:r w:rsidR="002155BA" w:rsidRPr="00BA6D41">
        <w:rPr>
          <w:szCs w:val="24"/>
        </w:rPr>
        <w:t>narys</w:t>
      </w:r>
      <w:r w:rsidR="00B9461F" w:rsidRPr="00BA6D41">
        <w:rPr>
          <w:szCs w:val="24"/>
        </w:rPr>
        <w:t xml:space="preserve"> (toliau – paskirtas </w:t>
      </w:r>
      <w:r w:rsidR="000C585F" w:rsidRPr="001E3692">
        <w:rPr>
          <w:szCs w:val="24"/>
        </w:rPr>
        <w:t>t</w:t>
      </w:r>
      <w:r w:rsidR="00B9461F" w:rsidRPr="00BA6D41">
        <w:rPr>
          <w:szCs w:val="24"/>
        </w:rPr>
        <w:t>arybos narys)</w:t>
      </w:r>
      <w:r w:rsidR="002155BA" w:rsidRPr="00EF662D">
        <w:rPr>
          <w:szCs w:val="24"/>
        </w:rPr>
        <w:t>.</w:t>
      </w:r>
      <w:r w:rsidR="002155BA" w:rsidRPr="005E2737">
        <w:rPr>
          <w:szCs w:val="24"/>
        </w:rPr>
        <w:t xml:space="preserve"> Savivaldybės</w:t>
      </w:r>
      <w:r w:rsidR="002155BA">
        <w:rPr>
          <w:szCs w:val="24"/>
        </w:rPr>
        <w:t xml:space="preserve"> ta</w:t>
      </w:r>
      <w:r w:rsidR="00C63F46">
        <w:rPr>
          <w:szCs w:val="24"/>
        </w:rPr>
        <w:t xml:space="preserve">rybos posėdžiams </w:t>
      </w:r>
      <w:r w:rsidR="00C63F46" w:rsidRPr="00BA6D41">
        <w:rPr>
          <w:szCs w:val="24"/>
        </w:rPr>
        <w:t xml:space="preserve">pirmininkauja </w:t>
      </w:r>
      <w:r w:rsidR="000C585F" w:rsidRPr="001E3692">
        <w:rPr>
          <w:szCs w:val="24"/>
        </w:rPr>
        <w:t>m</w:t>
      </w:r>
      <w:r w:rsidR="002155BA" w:rsidRPr="00BA6D41">
        <w:rPr>
          <w:szCs w:val="24"/>
        </w:rPr>
        <w:t>eras</w:t>
      </w:r>
      <w:r w:rsidR="002155BA" w:rsidRPr="00EF662D">
        <w:rPr>
          <w:szCs w:val="24"/>
        </w:rPr>
        <w:t>,</w:t>
      </w:r>
      <w:r w:rsidR="002155BA">
        <w:rPr>
          <w:szCs w:val="24"/>
        </w:rPr>
        <w:t xml:space="preserve"> o kai jis negali eiti parei</w:t>
      </w:r>
      <w:r w:rsidR="002D13D2">
        <w:rPr>
          <w:szCs w:val="24"/>
        </w:rPr>
        <w:t xml:space="preserve">gų arba jo nėra, – laikinai </w:t>
      </w:r>
      <w:r w:rsidR="00B9461F">
        <w:rPr>
          <w:szCs w:val="24"/>
        </w:rPr>
        <w:t>paskirtas T</w:t>
      </w:r>
      <w:r w:rsidR="002155BA">
        <w:rPr>
          <w:szCs w:val="24"/>
        </w:rPr>
        <w:t>arybos narys. Meras, o kai jis negali eiti pa</w:t>
      </w:r>
      <w:r w:rsidR="002D13D2">
        <w:rPr>
          <w:szCs w:val="24"/>
        </w:rPr>
        <w:t xml:space="preserve">reigų arba jo nėra, – laikinai </w:t>
      </w:r>
      <w:r w:rsidR="002155BA">
        <w:rPr>
          <w:szCs w:val="24"/>
        </w:rPr>
        <w:t xml:space="preserve">paskirtas </w:t>
      </w:r>
      <w:r w:rsidR="000C585F">
        <w:rPr>
          <w:szCs w:val="24"/>
        </w:rPr>
        <w:t>t</w:t>
      </w:r>
      <w:r w:rsidR="002D13D2">
        <w:rPr>
          <w:szCs w:val="24"/>
        </w:rPr>
        <w:t>arybos narys privalo sušaukti S</w:t>
      </w:r>
      <w:r w:rsidR="002155BA">
        <w:rPr>
          <w:szCs w:val="24"/>
        </w:rPr>
        <w:t xml:space="preserve">avivaldybės tarybos posėdį, jeigu to raštu reikalauja ne </w:t>
      </w:r>
      <w:r w:rsidR="002D13D2">
        <w:rPr>
          <w:szCs w:val="24"/>
        </w:rPr>
        <w:t>mažiau kaip 1/3 S</w:t>
      </w:r>
      <w:r w:rsidR="002155BA">
        <w:rPr>
          <w:szCs w:val="24"/>
        </w:rPr>
        <w:t xml:space="preserve">avivaldybės tarybos narių, ne vėliau kaip per 2 savaites </w:t>
      </w:r>
      <w:r w:rsidR="002155BA" w:rsidRPr="00BA6D41">
        <w:rPr>
          <w:szCs w:val="24"/>
        </w:rPr>
        <w:t>nuo tarybos narių reikalavimo gavimo. Jeigu per nus</w:t>
      </w:r>
      <w:r w:rsidR="002D13D2" w:rsidRPr="00EF662D">
        <w:rPr>
          <w:szCs w:val="24"/>
        </w:rPr>
        <w:t xml:space="preserve">tatytą laiką </w:t>
      </w:r>
      <w:r w:rsidR="000C585F" w:rsidRPr="001E3692">
        <w:rPr>
          <w:szCs w:val="24"/>
        </w:rPr>
        <w:t>m</w:t>
      </w:r>
      <w:r w:rsidR="002D13D2" w:rsidRPr="00BA6D41">
        <w:rPr>
          <w:szCs w:val="24"/>
        </w:rPr>
        <w:t>eras</w:t>
      </w:r>
      <w:r w:rsidR="002D13D2" w:rsidRPr="00EF662D">
        <w:rPr>
          <w:szCs w:val="24"/>
        </w:rPr>
        <w:t xml:space="preserve"> ar laikinai </w:t>
      </w:r>
      <w:r w:rsidR="00B9461F" w:rsidRPr="000C585F">
        <w:rPr>
          <w:szCs w:val="24"/>
        </w:rPr>
        <w:t xml:space="preserve">paskirtas </w:t>
      </w:r>
      <w:r w:rsidR="000C585F" w:rsidRPr="000C585F">
        <w:rPr>
          <w:szCs w:val="24"/>
        </w:rPr>
        <w:t>t</w:t>
      </w:r>
      <w:r w:rsidR="002D13D2" w:rsidRPr="000C585F">
        <w:rPr>
          <w:szCs w:val="24"/>
        </w:rPr>
        <w:t>arybos narys S</w:t>
      </w:r>
      <w:r w:rsidR="002155BA" w:rsidRPr="000C585F">
        <w:rPr>
          <w:szCs w:val="24"/>
        </w:rPr>
        <w:t>avivaldybės tarybos posėdžio nesušaukia, jį gali šaukti ne mažiau kaip 1/3 tarybos narių.</w:t>
      </w:r>
    </w:p>
    <w:p w:rsidR="00C0515B" w:rsidRPr="005326B7" w:rsidRDefault="00E83922" w:rsidP="00C0515B">
      <w:pPr>
        <w:ind w:firstLine="720"/>
        <w:jc w:val="both"/>
        <w:rPr>
          <w:szCs w:val="24"/>
          <w:u w:val="single"/>
        </w:rPr>
      </w:pPr>
      <w:r>
        <w:rPr>
          <w:szCs w:val="24"/>
        </w:rPr>
        <w:t>45</w:t>
      </w:r>
      <w:r w:rsidR="002D13D2" w:rsidRPr="00C0515B">
        <w:rPr>
          <w:szCs w:val="24"/>
        </w:rPr>
        <w:t>.</w:t>
      </w:r>
      <w:r w:rsidR="008A53E9" w:rsidRPr="00C0515B">
        <w:rPr>
          <w:rFonts w:eastAsia="Calibri"/>
          <w:szCs w:val="24"/>
        </w:rPr>
        <w:t xml:space="preserve"> Savivaldybės tarybos posėdyje svarstytinus klausimus kartu su sprendimų projektais Savivaldybės tarybos posėdžių </w:t>
      </w:r>
      <w:r w:rsidR="008A53E9" w:rsidRPr="00C0515B">
        <w:rPr>
          <w:szCs w:val="24"/>
        </w:rPr>
        <w:t xml:space="preserve">sekretoriui </w:t>
      </w:r>
      <w:r w:rsidR="008A53E9" w:rsidRPr="00C0515B">
        <w:rPr>
          <w:bCs/>
          <w:szCs w:val="24"/>
        </w:rPr>
        <w:t>(-</w:t>
      </w:r>
      <w:proofErr w:type="spellStart"/>
      <w:r w:rsidR="008A53E9" w:rsidRPr="00C0515B">
        <w:rPr>
          <w:bCs/>
          <w:szCs w:val="24"/>
        </w:rPr>
        <w:t>iams</w:t>
      </w:r>
      <w:proofErr w:type="spellEnd"/>
      <w:r w:rsidR="008A53E9" w:rsidRPr="00C0515B">
        <w:rPr>
          <w:bCs/>
          <w:szCs w:val="24"/>
        </w:rPr>
        <w:t xml:space="preserve">) </w:t>
      </w:r>
      <w:r w:rsidR="008A53E9" w:rsidRPr="005326B7">
        <w:rPr>
          <w:bCs/>
          <w:szCs w:val="24"/>
        </w:rPr>
        <w:t>R</w:t>
      </w:r>
      <w:r w:rsidR="008A53E9" w:rsidRPr="005326B7">
        <w:rPr>
          <w:rFonts w:eastAsia="Calibri"/>
          <w:szCs w:val="24"/>
        </w:rPr>
        <w:t xml:space="preserve">eglamento </w:t>
      </w:r>
      <w:r w:rsidR="00255FE9" w:rsidRPr="005326B7">
        <w:rPr>
          <w:rFonts w:eastAsia="Calibri"/>
          <w:szCs w:val="24"/>
        </w:rPr>
        <w:t xml:space="preserve">IX </w:t>
      </w:r>
      <w:r w:rsidR="00160682" w:rsidRPr="005326B7">
        <w:rPr>
          <w:rFonts w:eastAsia="Calibri"/>
          <w:szCs w:val="24"/>
        </w:rPr>
        <w:t>skyriuje</w:t>
      </w:r>
      <w:r w:rsidR="008A53E9" w:rsidRPr="005326B7">
        <w:rPr>
          <w:rFonts w:eastAsia="Calibri"/>
          <w:szCs w:val="24"/>
        </w:rPr>
        <w:t xml:space="preserve"> </w:t>
      </w:r>
      <w:r w:rsidR="00C63F46" w:rsidRPr="005326B7">
        <w:rPr>
          <w:rFonts w:eastAsia="Calibri"/>
          <w:szCs w:val="24"/>
        </w:rPr>
        <w:t xml:space="preserve">nustatyta tvarka pateikia </w:t>
      </w:r>
      <w:r w:rsidR="000C585F" w:rsidRPr="001E3692">
        <w:rPr>
          <w:rFonts w:eastAsia="Calibri"/>
          <w:szCs w:val="24"/>
        </w:rPr>
        <w:t>m</w:t>
      </w:r>
      <w:r w:rsidR="008A53E9" w:rsidRPr="00BA6D41">
        <w:rPr>
          <w:rFonts w:eastAsia="Calibri"/>
          <w:szCs w:val="24"/>
        </w:rPr>
        <w:t>eras</w:t>
      </w:r>
      <w:r w:rsidR="008A53E9" w:rsidRPr="00EF662D">
        <w:rPr>
          <w:rFonts w:eastAsia="Calibri"/>
          <w:szCs w:val="24"/>
        </w:rPr>
        <w:t>, komitetai, komisij</w:t>
      </w:r>
      <w:r w:rsidR="008A53E9" w:rsidRPr="005E2737">
        <w:rPr>
          <w:rFonts w:eastAsia="Calibri"/>
          <w:szCs w:val="24"/>
        </w:rPr>
        <w:t xml:space="preserve">os, tarybos nariai, frakcijos, grupės, į jokią frakciją ar grupę nesusivieniję Savivaldybės tarybos nariai, Savivaldybės </w:t>
      </w:r>
      <w:r w:rsidR="008A53E9" w:rsidRPr="00F94E4F">
        <w:rPr>
          <w:rFonts w:eastAsia="Calibri"/>
          <w:szCs w:val="24"/>
        </w:rPr>
        <w:t>kolegija, opozicijos lyderis, savivaldybės</w:t>
      </w:r>
      <w:r w:rsidR="008A53E9" w:rsidRPr="005326B7">
        <w:rPr>
          <w:rFonts w:eastAsia="Calibri"/>
          <w:szCs w:val="24"/>
        </w:rPr>
        <w:t xml:space="preserve">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008A53E9" w:rsidRPr="005326B7">
        <w:rPr>
          <w:rFonts w:eastAsia="Calibri"/>
          <w:bCs/>
          <w:szCs w:val="24"/>
        </w:rPr>
        <w:t>sprendimo projekto lyginamasis variantas, jeigu teikiamas sprendimo pakeitimo projektas.</w:t>
      </w:r>
      <w:r w:rsidR="00255FE9"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rFonts w:eastAsia="Calibri"/>
          <w:bCs/>
          <w:szCs w:val="24"/>
        </w:rPr>
        <w:t>4</w:t>
      </w:r>
      <w:r w:rsidR="00E83922" w:rsidRPr="005326B7">
        <w:rPr>
          <w:rFonts w:eastAsia="Calibri"/>
          <w:bCs/>
          <w:szCs w:val="24"/>
        </w:rPr>
        <w:t>6</w:t>
      </w:r>
      <w:r w:rsidR="00B9461F" w:rsidRPr="005326B7">
        <w:rPr>
          <w:rFonts w:eastAsia="Calibri"/>
          <w:bCs/>
          <w:szCs w:val="24"/>
        </w:rPr>
        <w:t>.</w:t>
      </w:r>
      <w:r w:rsidR="00403277" w:rsidRPr="005326B7">
        <w:rPr>
          <w:rFonts w:eastAsia="TimesNewRomanPS-ItalicMT"/>
          <w:iCs/>
          <w:szCs w:val="24"/>
        </w:rPr>
        <w:t xml:space="preserve"> </w:t>
      </w:r>
      <w:r w:rsidR="00403277" w:rsidRPr="0026007C">
        <w:rPr>
          <w:rFonts w:eastAsia="TimesNewRomanPS-ItalicMT"/>
          <w:iCs/>
          <w:szCs w:val="24"/>
        </w:rPr>
        <w:t xml:space="preserve">Savivaldybės tarybos posėdžius, komitetus, merą, kiek mero veikla susijusi su Savivaldybės tarybos posėdžiais, aptarnauja, taip </w:t>
      </w:r>
      <w:r w:rsidR="00403277" w:rsidRPr="00803407">
        <w:rPr>
          <w:rFonts w:eastAsia="TimesNewRomanPS-ItalicMT"/>
          <w:iCs/>
          <w:szCs w:val="24"/>
        </w:rPr>
        <w:t xml:space="preserve">pat Savivaldybės tarybos </w:t>
      </w:r>
      <w:r w:rsidR="00C94BD3" w:rsidRPr="00803407">
        <w:rPr>
          <w:rFonts w:eastAsia="TimesNewRomanPS-ItalicMT"/>
          <w:iCs/>
          <w:szCs w:val="24"/>
        </w:rPr>
        <w:t xml:space="preserve">narių teikiamus </w:t>
      </w:r>
      <w:r w:rsidR="00403277" w:rsidRPr="00803407">
        <w:rPr>
          <w:rFonts w:eastAsia="TimesNewRomanPS-ItalicMT"/>
          <w:iCs/>
          <w:szCs w:val="24"/>
        </w:rPr>
        <w:t xml:space="preserve">sprendimų projektus nagrinėja ir </w:t>
      </w:r>
      <w:r w:rsidR="00403277" w:rsidRPr="00803407">
        <w:rPr>
          <w:rFonts w:eastAsia="TimesNewRomanPS-BoldItalicMT"/>
          <w:bCs/>
          <w:iCs/>
          <w:szCs w:val="24"/>
        </w:rPr>
        <w:t xml:space="preserve">išvadas dėl </w:t>
      </w:r>
      <w:r w:rsidR="00457A44" w:rsidRPr="00803407">
        <w:rPr>
          <w:rFonts w:eastAsia="TimesNewRomanPS-BoldItalicMT"/>
          <w:bCs/>
          <w:iCs/>
          <w:szCs w:val="24"/>
        </w:rPr>
        <w:t xml:space="preserve">jų </w:t>
      </w:r>
      <w:r w:rsidR="0026007C" w:rsidRPr="00803407">
        <w:rPr>
          <w:rFonts w:eastAsia="TimesNewRomanPS-BoldItalicMT"/>
          <w:bCs/>
          <w:iCs/>
          <w:szCs w:val="24"/>
        </w:rPr>
        <w:t>teikia</w:t>
      </w:r>
      <w:r w:rsidR="00403277" w:rsidRPr="00803407">
        <w:rPr>
          <w:rFonts w:eastAsia="TimesNewRomanPS-BoldItalicMT"/>
          <w:bCs/>
          <w:iCs/>
          <w:szCs w:val="24"/>
        </w:rPr>
        <w:t xml:space="preserve"> Savivaldybės tarybos posėdžių sekretorius (-</w:t>
      </w:r>
      <w:proofErr w:type="spellStart"/>
      <w:r w:rsidR="00403277" w:rsidRPr="00803407">
        <w:rPr>
          <w:rFonts w:eastAsia="TimesNewRomanPS-BoldItalicMT"/>
          <w:bCs/>
          <w:iCs/>
          <w:szCs w:val="24"/>
        </w:rPr>
        <w:t>iai</w:t>
      </w:r>
      <w:proofErr w:type="spellEnd"/>
      <w:r w:rsidR="00403277" w:rsidRPr="00803407">
        <w:rPr>
          <w:rFonts w:eastAsia="TimesNewRomanPS-BoldItalicMT"/>
          <w:bCs/>
          <w:iCs/>
          <w:szCs w:val="24"/>
        </w:rPr>
        <w:t>).</w:t>
      </w:r>
      <w:r w:rsidR="00403277" w:rsidRPr="00803407">
        <w:rPr>
          <w:rFonts w:eastAsia="TimesNewRomanPS-BoldItalicMT"/>
          <w:b/>
          <w:bCs/>
          <w:iCs/>
          <w:szCs w:val="24"/>
        </w:rPr>
        <w:t xml:space="preserve"> </w:t>
      </w:r>
      <w:r w:rsidR="00403277" w:rsidRPr="0026007C">
        <w:rPr>
          <w:rFonts w:eastAsia="TimesNewRomanPS-ItalicMT"/>
          <w:iCs/>
          <w:szCs w:val="24"/>
        </w:rPr>
        <w:t>Padėti jam (jiems) atlikti priskirtas funkc</w:t>
      </w:r>
      <w:r w:rsidR="00B9461F" w:rsidRPr="0026007C">
        <w:rPr>
          <w:rFonts w:eastAsia="TimesNewRomanPS-ItalicMT"/>
          <w:iCs/>
          <w:szCs w:val="24"/>
        </w:rPr>
        <w:t>ijas jis (jie) gali pasitelkti S</w:t>
      </w:r>
      <w:r w:rsidR="00403277" w:rsidRPr="0026007C">
        <w:rPr>
          <w:rFonts w:eastAsia="TimesNewRomanPS-ItalicMT"/>
          <w:iCs/>
          <w:szCs w:val="24"/>
        </w:rPr>
        <w:t>avivaldybės administraciją.</w:t>
      </w:r>
      <w:r w:rsidR="00C0515B"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szCs w:val="24"/>
        </w:rPr>
        <w:t>4</w:t>
      </w:r>
      <w:r w:rsidR="00E83922" w:rsidRPr="005326B7">
        <w:rPr>
          <w:szCs w:val="24"/>
        </w:rPr>
        <w:t>7</w:t>
      </w:r>
      <w:r w:rsidR="007300A8" w:rsidRPr="005326B7">
        <w:rPr>
          <w:szCs w:val="24"/>
        </w:rPr>
        <w:t xml:space="preserve">. </w:t>
      </w:r>
      <w:r w:rsidR="007300A8" w:rsidRPr="005326B7">
        <w:rPr>
          <w:rFonts w:eastAsia="Calibri"/>
          <w:szCs w:val="24"/>
        </w:rPr>
        <w:t xml:space="preserve">Savivaldybės tarybos posėdžiuose svarstomi tik tie klausimai, dėl kurių Reglamento </w:t>
      </w:r>
      <w:r w:rsidR="00255FE9" w:rsidRPr="005326B7">
        <w:rPr>
          <w:rFonts w:eastAsia="Calibri"/>
          <w:szCs w:val="24"/>
        </w:rPr>
        <w:t xml:space="preserve">IX </w:t>
      </w:r>
      <w:r w:rsidR="009A55E7" w:rsidRPr="005326B7">
        <w:rPr>
          <w:rFonts w:eastAsia="Calibri"/>
          <w:szCs w:val="24"/>
        </w:rPr>
        <w:t>skyriuje</w:t>
      </w:r>
      <w:r w:rsidR="007300A8" w:rsidRPr="005326B7">
        <w:rPr>
          <w:rFonts w:eastAsia="Calibri"/>
          <w:szCs w:val="24"/>
        </w:rPr>
        <w:t xml:space="preserve"> nustatyta tvarka yra pateikti pagal suteiktus įgaliojimus komitete apsvarstyti sprendimų projektai. Sprendimų projektų svarstymas komitete nėra privalomas Įstatymo 17 straipsnio 25 dalyje ir </w:t>
      </w:r>
      <w:r w:rsidR="007300A8" w:rsidRPr="005E2737">
        <w:rPr>
          <w:rFonts w:eastAsia="Calibri"/>
          <w:szCs w:val="24"/>
        </w:rPr>
        <w:t xml:space="preserve">Reglamento </w:t>
      </w:r>
      <w:r w:rsidR="00255FE9" w:rsidRPr="005E2737">
        <w:rPr>
          <w:rFonts w:eastAsia="Calibri"/>
          <w:szCs w:val="24"/>
        </w:rPr>
        <w:t>102.3.2</w:t>
      </w:r>
      <w:r w:rsidR="00B9461F" w:rsidRPr="005E2737">
        <w:rPr>
          <w:rFonts w:eastAsia="Calibri"/>
          <w:szCs w:val="24"/>
        </w:rPr>
        <w:t xml:space="preserve"> </w:t>
      </w:r>
      <w:r w:rsidR="00255FE9" w:rsidRPr="005E2737">
        <w:rPr>
          <w:rFonts w:eastAsia="Calibri"/>
          <w:szCs w:val="24"/>
        </w:rPr>
        <w:t>papunktyje</w:t>
      </w:r>
      <w:r w:rsidR="007300A8" w:rsidRPr="005326B7">
        <w:rPr>
          <w:rFonts w:eastAsia="Calibri"/>
          <w:szCs w:val="24"/>
        </w:rPr>
        <w:t xml:space="preserve"> numatytu atveju. Pateikti sprendimų projektai yra registruojami Reglamento </w:t>
      </w:r>
      <w:r w:rsidR="00255FE9" w:rsidRPr="005326B7">
        <w:rPr>
          <w:rFonts w:eastAsia="Calibri"/>
          <w:szCs w:val="24"/>
        </w:rPr>
        <w:t>IX</w:t>
      </w:r>
      <w:r w:rsidR="009A55E7" w:rsidRPr="005326B7">
        <w:rPr>
          <w:rFonts w:eastAsia="Calibri"/>
          <w:szCs w:val="24"/>
        </w:rPr>
        <w:t xml:space="preserve"> skyriuje</w:t>
      </w:r>
      <w:r w:rsidR="007300A8" w:rsidRPr="005326B7">
        <w:rPr>
          <w:rFonts w:eastAsia="Calibri"/>
          <w:szCs w:val="24"/>
        </w:rPr>
        <w:t xml:space="preserve"> nustatyta tvarka ir ne vėliau kaip artimiausią darbo dieną po registracijos paskelbiami Savivaldybės interneto svetainėje.</w:t>
      </w:r>
    </w:p>
    <w:p w:rsidR="007B3180" w:rsidRPr="00C0515B" w:rsidRDefault="00E83922" w:rsidP="007300A8">
      <w:pPr>
        <w:ind w:firstLine="720"/>
        <w:jc w:val="both"/>
        <w:rPr>
          <w:szCs w:val="24"/>
          <w:lang w:eastAsia="lt-LT"/>
        </w:rPr>
      </w:pPr>
      <w:r>
        <w:rPr>
          <w:rFonts w:eastAsia="Calibri"/>
          <w:szCs w:val="24"/>
        </w:rPr>
        <w:t>48</w:t>
      </w:r>
      <w:r w:rsidR="007B3180" w:rsidRPr="00C0515B">
        <w:rPr>
          <w:rFonts w:eastAsia="Calibri"/>
          <w:szCs w:val="24"/>
        </w:rPr>
        <w:t xml:space="preserve">. </w:t>
      </w:r>
      <w:r w:rsidR="007B3180" w:rsidRPr="00C0515B">
        <w:rPr>
          <w:szCs w:val="24"/>
          <w:lang w:eastAsia="lt-LT"/>
        </w:rPr>
        <w:t>Savivaldybės tarybos posėdži</w:t>
      </w:r>
      <w:r w:rsidR="00C63F46" w:rsidRPr="00C0515B">
        <w:rPr>
          <w:szCs w:val="24"/>
          <w:lang w:eastAsia="lt-LT"/>
        </w:rPr>
        <w:t>o darbotvarkės proj</w:t>
      </w:r>
      <w:r w:rsidR="00B9461F">
        <w:rPr>
          <w:szCs w:val="24"/>
          <w:lang w:eastAsia="lt-LT"/>
        </w:rPr>
        <w:t xml:space="preserve">ektą </w:t>
      </w:r>
      <w:r w:rsidR="00B9461F" w:rsidRPr="00BA6D41">
        <w:rPr>
          <w:szCs w:val="24"/>
          <w:lang w:eastAsia="lt-LT"/>
        </w:rPr>
        <w:t>sudaro m</w:t>
      </w:r>
      <w:r w:rsidR="007B3180" w:rsidRPr="00EF662D">
        <w:rPr>
          <w:szCs w:val="24"/>
          <w:lang w:eastAsia="lt-LT"/>
        </w:rPr>
        <w:t>eras</w:t>
      </w:r>
      <w:r w:rsidR="007B3180" w:rsidRPr="005E2737">
        <w:rPr>
          <w:szCs w:val="24"/>
          <w:lang w:eastAsia="lt-LT"/>
        </w:rPr>
        <w:t>. Jeigu</w:t>
      </w:r>
      <w:r w:rsidR="007B3180" w:rsidRPr="00C0515B">
        <w:rPr>
          <w:szCs w:val="24"/>
          <w:lang w:eastAsia="lt-LT"/>
        </w:rPr>
        <w:t xml:space="preserve"> sprendimo projektas yra užregistruotas ne vėliau kaip likus 4 darbo dienoms iki Savivaldybės tarybos posėdžio, tokius svarstytinus klausimus kartu su įregi</w:t>
      </w:r>
      <w:r w:rsidR="00C63F46" w:rsidRPr="00C0515B">
        <w:rPr>
          <w:szCs w:val="24"/>
          <w:lang w:eastAsia="lt-LT"/>
        </w:rPr>
        <w:t xml:space="preserve">struotais sprendimų </w:t>
      </w:r>
      <w:r w:rsidR="00C63F46" w:rsidRPr="00BA6D41">
        <w:rPr>
          <w:szCs w:val="24"/>
          <w:lang w:eastAsia="lt-LT"/>
        </w:rPr>
        <w:t xml:space="preserve">projektais </w:t>
      </w:r>
      <w:r w:rsidR="00B9461F" w:rsidRPr="00BA6D41">
        <w:rPr>
          <w:szCs w:val="24"/>
          <w:lang w:eastAsia="lt-LT"/>
        </w:rPr>
        <w:t>m</w:t>
      </w:r>
      <w:r w:rsidR="007B3180" w:rsidRPr="00EF662D">
        <w:rPr>
          <w:szCs w:val="24"/>
          <w:lang w:eastAsia="lt-LT"/>
        </w:rPr>
        <w:t>eras</w:t>
      </w:r>
      <w:r w:rsidR="007B3180" w:rsidRPr="005E2737">
        <w:rPr>
          <w:szCs w:val="24"/>
          <w:lang w:eastAsia="lt-LT"/>
        </w:rPr>
        <w:t xml:space="preserve"> privalo</w:t>
      </w:r>
      <w:r w:rsidR="007B3180" w:rsidRPr="00C0515B">
        <w:rPr>
          <w:szCs w:val="24"/>
          <w:lang w:eastAsia="lt-LT"/>
        </w:rPr>
        <w:t xml:space="preserve"> įtraukti į posėdžio darbotvarkės projektą. Savivaldybės tarybos posėdžio darbotvarkės projektas ne vėliau kaip likus 3 darbo dienoms iki Savivaldybės tarybos posėdžio paskelbiamas Savivaldybės interneto svetainėje.</w:t>
      </w:r>
    </w:p>
    <w:p w:rsidR="00396A8C" w:rsidRDefault="00B9461F" w:rsidP="00396A8C">
      <w:pPr>
        <w:ind w:firstLine="720"/>
        <w:jc w:val="both"/>
        <w:rPr>
          <w:szCs w:val="24"/>
        </w:rPr>
      </w:pPr>
      <w:r>
        <w:rPr>
          <w:szCs w:val="24"/>
          <w:lang w:eastAsia="lt-LT"/>
        </w:rPr>
        <w:t>4</w:t>
      </w:r>
      <w:r w:rsidR="00E83922">
        <w:rPr>
          <w:szCs w:val="24"/>
          <w:lang w:eastAsia="lt-LT"/>
        </w:rPr>
        <w:t>9</w:t>
      </w:r>
      <w:r w:rsidR="00706040">
        <w:rPr>
          <w:szCs w:val="24"/>
          <w:lang w:eastAsia="lt-LT"/>
        </w:rPr>
        <w:t>.</w:t>
      </w:r>
      <w:r w:rsidR="00396A8C" w:rsidRPr="00396A8C">
        <w:rPr>
          <w:szCs w:val="24"/>
        </w:rPr>
        <w:t xml:space="preserve"> </w:t>
      </w:r>
      <w:r w:rsidR="00396A8C">
        <w:rPr>
          <w:szCs w:val="24"/>
        </w:rPr>
        <w:t xml:space="preserve">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w:t>
      </w:r>
      <w:r w:rsidR="00255FE9" w:rsidRPr="003613D9">
        <w:rPr>
          <w:szCs w:val="24"/>
        </w:rPr>
        <w:t xml:space="preserve">Reglamento </w:t>
      </w:r>
      <w:r w:rsidR="00255FE9" w:rsidRPr="001816F5">
        <w:rPr>
          <w:szCs w:val="24"/>
        </w:rPr>
        <w:t>22</w:t>
      </w:r>
      <w:r w:rsidR="001816F5" w:rsidRPr="001816F5">
        <w:rPr>
          <w:szCs w:val="24"/>
        </w:rPr>
        <w:t>5</w:t>
      </w:r>
      <w:r w:rsidRPr="003613D9">
        <w:rPr>
          <w:szCs w:val="24"/>
        </w:rPr>
        <w:t xml:space="preserve"> </w:t>
      </w:r>
      <w:r w:rsidR="00255FE9" w:rsidRPr="009F663D">
        <w:rPr>
          <w:szCs w:val="24"/>
        </w:rPr>
        <w:t>punkte</w:t>
      </w:r>
      <w:r w:rsidR="00396A8C" w:rsidRPr="005326B7">
        <w:rPr>
          <w:szCs w:val="24"/>
        </w:rPr>
        <w:t xml:space="preserve"> </w:t>
      </w:r>
      <w:r w:rsidR="00396A8C">
        <w:rPr>
          <w:szCs w:val="24"/>
        </w:rPr>
        <w:t>nustatytų komisijų pirmininkų kandidatūrų pateikimu, taip pat siūlymams, susijusiems su nepasitikėjimo vicemeru, Savivaldybės administracijos direktoriumi, Kontrolės komiteto ir Įstatyme nustatytos komisijos pirmininku pareiškimu.</w:t>
      </w:r>
      <w:r w:rsidR="00396A8C">
        <w:rPr>
          <w:bCs/>
          <w:szCs w:val="24"/>
        </w:rPr>
        <w:t xml:space="preserve"> </w:t>
      </w:r>
      <w:r w:rsidR="00396A8C">
        <w:rPr>
          <w:szCs w:val="24"/>
        </w:rPr>
        <w:t xml:space="preserve">Ekstremaliųjų įvykių, atitinkančių Vyriausybės patvirtintus kriterijus, </w:t>
      </w:r>
      <w:r w:rsidR="00396A8C" w:rsidRPr="00BA6D41">
        <w:rPr>
          <w:szCs w:val="24"/>
        </w:rPr>
        <w:t xml:space="preserve">atvejais </w:t>
      </w:r>
      <w:r w:rsidR="00F94E4F" w:rsidRPr="001E3692">
        <w:rPr>
          <w:szCs w:val="24"/>
        </w:rPr>
        <w:t>m</w:t>
      </w:r>
      <w:r w:rsidR="00396A8C" w:rsidRPr="00BA6D41">
        <w:rPr>
          <w:szCs w:val="24"/>
        </w:rPr>
        <w:t>eras</w:t>
      </w:r>
      <w:r w:rsidR="00396A8C" w:rsidRPr="00EF662D">
        <w:rPr>
          <w:szCs w:val="24"/>
        </w:rPr>
        <w:t xml:space="preserve"> teikia</w:t>
      </w:r>
      <w:r w:rsidR="00396A8C">
        <w:rPr>
          <w:szCs w:val="24"/>
        </w:rPr>
        <w:t xml:space="preserve"> Savivaldybės tarybai svarstyti klausimą ir siūlo priimti sprendimą skubos tvarka.</w:t>
      </w:r>
    </w:p>
    <w:p w:rsidR="00C15F4E" w:rsidRPr="005326B7" w:rsidRDefault="00E83922" w:rsidP="00C15F4E">
      <w:pPr>
        <w:ind w:firstLine="720"/>
        <w:jc w:val="both"/>
        <w:rPr>
          <w:szCs w:val="24"/>
        </w:rPr>
      </w:pPr>
      <w:r>
        <w:rPr>
          <w:szCs w:val="24"/>
        </w:rPr>
        <w:lastRenderedPageBreak/>
        <w:t>50</w:t>
      </w:r>
      <w:r w:rsidR="00C15F4E">
        <w:rPr>
          <w:szCs w:val="24"/>
        </w:rPr>
        <w:t xml:space="preserve">. Apie Savivaldybės tarybos posėdžio laiką, svarstyti parengtus ir </w:t>
      </w:r>
      <w:r w:rsidR="00C15F4E" w:rsidRPr="005326B7">
        <w:rPr>
          <w:szCs w:val="24"/>
        </w:rPr>
        <w:t xml:space="preserve">Reglamento </w:t>
      </w:r>
      <w:r w:rsidR="00F5686E" w:rsidRPr="005326B7">
        <w:rPr>
          <w:szCs w:val="24"/>
        </w:rPr>
        <w:t>IX</w:t>
      </w:r>
      <w:r w:rsidR="009A55E7" w:rsidRPr="005326B7">
        <w:rPr>
          <w:szCs w:val="24"/>
        </w:rPr>
        <w:t xml:space="preserve"> skyriuje</w:t>
      </w:r>
      <w:r w:rsidR="00C15F4E" w:rsidRPr="005326B7">
        <w:rPr>
          <w:szCs w:val="24"/>
        </w:rPr>
        <w:t xml:space="preserve"> nustatyta tvarka įregistruotus klausimus</w:t>
      </w:r>
      <w:r w:rsidR="00C63F46" w:rsidRPr="005326B7">
        <w:rPr>
          <w:szCs w:val="24"/>
        </w:rPr>
        <w:t xml:space="preserve"> kartu su sprendimų </w:t>
      </w:r>
      <w:r w:rsidR="00C63F46" w:rsidRPr="00BA6D41">
        <w:rPr>
          <w:szCs w:val="24"/>
        </w:rPr>
        <w:t xml:space="preserve">projektais </w:t>
      </w:r>
      <w:r w:rsidR="00F94E4F" w:rsidRPr="001E3692">
        <w:rPr>
          <w:szCs w:val="24"/>
        </w:rPr>
        <w:t>m</w:t>
      </w:r>
      <w:r w:rsidR="00C15F4E" w:rsidRPr="00BA6D41">
        <w:rPr>
          <w:szCs w:val="24"/>
        </w:rPr>
        <w:t>eras</w:t>
      </w:r>
      <w:r w:rsidR="00C15F4E" w:rsidRPr="00EF662D">
        <w:rPr>
          <w:szCs w:val="24"/>
        </w:rPr>
        <w:t>, o kai jis negali eiti pareigų arba jo nėra, – laikinai pas</w:t>
      </w:r>
      <w:r w:rsidR="00B9461F" w:rsidRPr="005E2737">
        <w:rPr>
          <w:szCs w:val="24"/>
        </w:rPr>
        <w:t xml:space="preserve">kirtas </w:t>
      </w:r>
      <w:r w:rsidR="00F94E4F" w:rsidRPr="001E3692">
        <w:rPr>
          <w:szCs w:val="24"/>
        </w:rPr>
        <w:t>t</w:t>
      </w:r>
      <w:r w:rsidR="00C15F4E" w:rsidRPr="00BA6D41">
        <w:rPr>
          <w:szCs w:val="24"/>
        </w:rPr>
        <w:t>arybos nar</w:t>
      </w:r>
      <w:r w:rsidR="00C15F4E" w:rsidRPr="00EF662D">
        <w:rPr>
          <w:szCs w:val="24"/>
        </w:rPr>
        <w:t>ys</w:t>
      </w:r>
      <w:r w:rsidR="00C15F4E" w:rsidRPr="005E2737">
        <w:rPr>
          <w:szCs w:val="24"/>
        </w:rPr>
        <w:t xml:space="preserve"> ne vėliau kaip likus 3 darbo dienoms iki posėdžio pradžios Reglamento </w:t>
      </w:r>
      <w:r w:rsidR="00F5686E" w:rsidRPr="00F94E4F">
        <w:rPr>
          <w:szCs w:val="24"/>
        </w:rPr>
        <w:t>IX</w:t>
      </w:r>
      <w:r w:rsidR="009A55E7" w:rsidRPr="00F94E4F">
        <w:rPr>
          <w:szCs w:val="24"/>
        </w:rPr>
        <w:t xml:space="preserve"> skyriuje </w:t>
      </w:r>
      <w:r w:rsidR="00C15F4E" w:rsidRPr="00F94E4F">
        <w:rPr>
          <w:szCs w:val="24"/>
        </w:rPr>
        <w:t xml:space="preserve">nustatyta tvarka praneša visiems tarybos nariams, gyventojams, seniūnui ir </w:t>
      </w:r>
      <w:proofErr w:type="spellStart"/>
      <w:r w:rsidR="00C15F4E" w:rsidRPr="00F94E4F">
        <w:rPr>
          <w:szCs w:val="24"/>
        </w:rPr>
        <w:t>seniūnaičiui</w:t>
      </w:r>
      <w:proofErr w:type="spellEnd"/>
      <w:r w:rsidR="00C15F4E" w:rsidRPr="00F94E4F">
        <w:rPr>
          <w:szCs w:val="24"/>
        </w:rPr>
        <w:t>, kai svarstomi klausimai yra susiję su jų atstovaujama</w:t>
      </w:r>
      <w:r w:rsidR="00C15F4E" w:rsidRPr="005326B7">
        <w:rPr>
          <w:szCs w:val="24"/>
        </w:rPr>
        <w:t xml:space="preserve"> gyvenamosios vietovės bendruomene, taip pat seniūnui ir vietos gyventojų apklausos iniciatyvinės grupės atstovui (-</w:t>
      </w:r>
      <w:proofErr w:type="spellStart"/>
      <w:r w:rsidR="00C15F4E" w:rsidRPr="005326B7">
        <w:rPr>
          <w:szCs w:val="24"/>
        </w:rPr>
        <w:t>ams</w:t>
      </w:r>
      <w:proofErr w:type="spellEnd"/>
      <w:r w:rsidR="00C15F4E" w:rsidRPr="005326B7">
        <w:rPr>
          <w:szCs w:val="24"/>
        </w:rPr>
        <w:t xml:space="preserve">), kai svarstomi vietos gyventojų apklausos rezultatai ar klausimai dėl vietos gyventojų apklausai pateikto (-ų) klausimo (-ų). </w:t>
      </w:r>
    </w:p>
    <w:p w:rsidR="00C63F46" w:rsidRDefault="00B9461F" w:rsidP="00C63F46">
      <w:pPr>
        <w:ind w:firstLine="720"/>
        <w:jc w:val="both"/>
        <w:rPr>
          <w:szCs w:val="24"/>
        </w:rPr>
      </w:pPr>
      <w:r w:rsidRPr="005326B7">
        <w:rPr>
          <w:szCs w:val="24"/>
        </w:rPr>
        <w:t>5</w:t>
      </w:r>
      <w:r w:rsidR="00E83922" w:rsidRPr="005326B7">
        <w:rPr>
          <w:szCs w:val="24"/>
        </w:rPr>
        <w:t>1</w:t>
      </w:r>
      <w:r w:rsidR="00C63F46" w:rsidRPr="005326B7">
        <w:rPr>
          <w:szCs w:val="24"/>
        </w:rPr>
        <w:t xml:space="preserve">. Savivaldybės tarybos sprendimai priimami posėdyje dalyvaujančių </w:t>
      </w:r>
      <w:r w:rsidR="00C63F46" w:rsidRPr="00BA6D41">
        <w:rPr>
          <w:szCs w:val="24"/>
        </w:rPr>
        <w:t>tarybos narių balsų dauguma. Jeigu balsai pasiskirsto po lygiai (laikoma, kad balsai pasiskirstė po lygiai tada, kai balsų už gauta tiek pat, kiek prieš ir susilaikiusių kartu sudėjus), balsuojama dar kartą. Jeigu balsavus da</w:t>
      </w:r>
      <w:r w:rsidR="00C63F46" w:rsidRPr="00F94E4F">
        <w:rPr>
          <w:szCs w:val="24"/>
        </w:rPr>
        <w:t>r kartą balsai pasiskirsto po lygiai, balsavimas tęsiamas Reglamento</w:t>
      </w:r>
      <w:r w:rsidR="00D20CEC">
        <w:rPr>
          <w:szCs w:val="24"/>
        </w:rPr>
        <w:t xml:space="preserve"> </w:t>
      </w:r>
      <w:r w:rsidR="001816F5" w:rsidRPr="00892214">
        <w:rPr>
          <w:szCs w:val="24"/>
        </w:rPr>
        <w:t>139</w:t>
      </w:r>
      <w:r w:rsidR="00D20CEC" w:rsidRPr="00892214">
        <w:rPr>
          <w:szCs w:val="24"/>
        </w:rPr>
        <w:t>.6 punkte</w:t>
      </w:r>
      <w:r w:rsidR="00C63F46" w:rsidRPr="00892214">
        <w:rPr>
          <w:szCs w:val="24"/>
        </w:rPr>
        <w:t xml:space="preserve"> </w:t>
      </w:r>
      <w:r w:rsidR="00C63F46" w:rsidRPr="00F94E4F">
        <w:rPr>
          <w:szCs w:val="24"/>
        </w:rPr>
        <w:t>nustatyta tvarka. Dėl Savivaldybės tarybos posėdžiuose svarstomų klausimų balsuojama atvirai, išskyrus atvejus, kai sprendžiamas S</w:t>
      </w:r>
      <w:r w:rsidR="00D276F4" w:rsidRPr="00F94E4F">
        <w:rPr>
          <w:szCs w:val="24"/>
        </w:rPr>
        <w:t xml:space="preserve">avivaldybės tarybos nario, </w:t>
      </w:r>
      <w:r w:rsidR="00F94E4F" w:rsidRPr="001E3692">
        <w:rPr>
          <w:szCs w:val="24"/>
        </w:rPr>
        <w:t>m</w:t>
      </w:r>
      <w:r w:rsidR="00C63F46" w:rsidRPr="00BA6D41">
        <w:rPr>
          <w:szCs w:val="24"/>
        </w:rPr>
        <w:t>ero</w:t>
      </w:r>
      <w:r w:rsidR="00C63F46" w:rsidRPr="00EF662D">
        <w:rPr>
          <w:szCs w:val="24"/>
        </w:rPr>
        <w:t xml:space="preserve"> įgaliojimų</w:t>
      </w:r>
      <w:r w:rsidR="00C63F46" w:rsidRPr="005E2737">
        <w:rPr>
          <w:szCs w:val="24"/>
        </w:rPr>
        <w:t xml:space="preserve"> netekimo nesuėjus terminui</w:t>
      </w:r>
      <w:r w:rsidR="00C63F46" w:rsidRPr="005326B7">
        <w:rPr>
          <w:szCs w:val="24"/>
        </w:rPr>
        <w:t xml:space="preserve"> </w:t>
      </w:r>
      <w:r w:rsidR="00C63F46" w:rsidRPr="00803407">
        <w:rPr>
          <w:szCs w:val="24"/>
        </w:rPr>
        <w:t>klausimas.</w:t>
      </w:r>
      <w:r w:rsidR="00C63F46" w:rsidRPr="005326B7">
        <w:rPr>
          <w:szCs w:val="24"/>
        </w:rPr>
        <w:t xml:space="preserve"> Slaptas</w:t>
      </w:r>
      <w:r w:rsidR="00D276F4" w:rsidRPr="005326B7">
        <w:rPr>
          <w:szCs w:val="24"/>
        </w:rPr>
        <w:t xml:space="preserve"> balsavimas </w:t>
      </w:r>
      <w:r w:rsidR="00D276F4" w:rsidRPr="003613D9">
        <w:rPr>
          <w:szCs w:val="24"/>
        </w:rPr>
        <w:t>R</w:t>
      </w:r>
      <w:r w:rsidR="00C63F46" w:rsidRPr="003613D9">
        <w:rPr>
          <w:szCs w:val="24"/>
        </w:rPr>
        <w:t>eglamento</w:t>
      </w:r>
      <w:r w:rsidR="00D276F4" w:rsidRPr="009F663D">
        <w:rPr>
          <w:szCs w:val="24"/>
        </w:rPr>
        <w:t xml:space="preserve"> </w:t>
      </w:r>
      <w:r w:rsidR="001816F5" w:rsidRPr="00892214">
        <w:rPr>
          <w:szCs w:val="24"/>
        </w:rPr>
        <w:t>146</w:t>
      </w:r>
      <w:r w:rsidR="00F5686E" w:rsidRPr="00892214">
        <w:rPr>
          <w:szCs w:val="24"/>
        </w:rPr>
        <w:t>-1</w:t>
      </w:r>
      <w:r w:rsidR="001816F5" w:rsidRPr="00892214">
        <w:rPr>
          <w:szCs w:val="24"/>
        </w:rPr>
        <w:t>58</w:t>
      </w:r>
      <w:r w:rsidRPr="00892214">
        <w:rPr>
          <w:szCs w:val="24"/>
        </w:rPr>
        <w:t xml:space="preserve"> </w:t>
      </w:r>
      <w:r w:rsidR="00F65446" w:rsidRPr="00892214">
        <w:rPr>
          <w:szCs w:val="24"/>
        </w:rPr>
        <w:t>punktuose</w:t>
      </w:r>
      <w:r w:rsidR="00C63F46" w:rsidRPr="00892214">
        <w:rPr>
          <w:szCs w:val="24"/>
        </w:rPr>
        <w:t xml:space="preserve"> </w:t>
      </w:r>
      <w:r w:rsidR="00C63F46" w:rsidRPr="005326B7">
        <w:rPr>
          <w:szCs w:val="24"/>
        </w:rPr>
        <w:t>nustatyta tvarka galimas ir tais atvejais, kai ski</w:t>
      </w:r>
      <w:r w:rsidR="00C63F46">
        <w:rPr>
          <w:szCs w:val="24"/>
        </w:rPr>
        <w:t>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w:t>
      </w:r>
      <w:r w:rsidR="00D276F4">
        <w:rPr>
          <w:szCs w:val="24"/>
        </w:rPr>
        <w:t>cinėse laikmenose ir skelbiami S</w:t>
      </w:r>
      <w:r w:rsidR="00C63F46">
        <w:rPr>
          <w:szCs w:val="24"/>
        </w:rPr>
        <w:t>avivaldybės interneto svetainėje.</w:t>
      </w:r>
    </w:p>
    <w:p w:rsidR="00347104" w:rsidRDefault="00E83922" w:rsidP="00347104">
      <w:pPr>
        <w:ind w:firstLine="720"/>
        <w:jc w:val="both"/>
        <w:rPr>
          <w:szCs w:val="24"/>
        </w:rPr>
      </w:pPr>
      <w:r>
        <w:rPr>
          <w:szCs w:val="24"/>
        </w:rPr>
        <w:t>52</w:t>
      </w:r>
      <w:r w:rsidR="00347104">
        <w:rPr>
          <w:szCs w:val="24"/>
        </w:rPr>
        <w:t xml:space="preserve">.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w:t>
      </w:r>
      <w:r w:rsidR="00347104" w:rsidRPr="00BA6D41">
        <w:rPr>
          <w:szCs w:val="24"/>
        </w:rPr>
        <w:t>vadovaudamasi Vyriausiosios tarnybinės etikos komisijos</w:t>
      </w:r>
      <w:r w:rsidR="00347104" w:rsidRPr="00EF662D">
        <w:rPr>
          <w:szCs w:val="24"/>
        </w:rPr>
        <w:t xml:space="preserve"> patvirtintais kriterijais, pareikšto nusišalinimo nepriimti ir įpar</w:t>
      </w:r>
      <w:r w:rsidR="00347104" w:rsidRPr="00F94E4F">
        <w:rPr>
          <w:szCs w:val="24"/>
        </w:rPr>
        <w:t>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w:t>
      </w:r>
      <w:r w:rsidR="00347104">
        <w:rPr>
          <w:szCs w:val="24"/>
        </w:rPr>
        <w:t xml:space="preserve"> tvarka. </w:t>
      </w:r>
    </w:p>
    <w:p w:rsidR="00B84FF3" w:rsidRPr="0085177A" w:rsidRDefault="00E83922" w:rsidP="00B84FF3">
      <w:pPr>
        <w:ind w:firstLine="720"/>
        <w:jc w:val="both"/>
        <w:rPr>
          <w:lang w:eastAsia="lt-LT"/>
        </w:rPr>
      </w:pPr>
      <w:r w:rsidRPr="0085177A">
        <w:rPr>
          <w:lang w:eastAsia="lt-LT"/>
        </w:rPr>
        <w:t>53</w:t>
      </w:r>
      <w:r w:rsidR="005F695E" w:rsidRPr="0085177A">
        <w:rPr>
          <w:lang w:eastAsia="lt-LT"/>
        </w:rPr>
        <w:t>.</w:t>
      </w:r>
      <w:r w:rsidR="00B84FF3" w:rsidRPr="0085177A">
        <w:rPr>
          <w:lang w:eastAsia="lt-LT"/>
        </w:rPr>
        <w:t xml:space="preserve">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B84FF3" w:rsidRPr="00CC0507" w:rsidRDefault="00E83922" w:rsidP="00B84FF3">
      <w:pPr>
        <w:ind w:firstLine="720"/>
        <w:jc w:val="both"/>
        <w:rPr>
          <w:lang w:eastAsia="lt-LT"/>
        </w:rPr>
      </w:pPr>
      <w:r w:rsidRPr="0085177A">
        <w:t>53</w:t>
      </w:r>
      <w:r w:rsidR="005F695E" w:rsidRPr="0085177A">
        <w:t xml:space="preserve">.1. </w:t>
      </w:r>
      <w:r w:rsidR="00B84FF3" w:rsidRPr="00356CF4">
        <w:rPr>
          <w:lang w:eastAsia="lt-LT"/>
        </w:rPr>
        <w:t>gavęs Savivaldybės tarybos sprendimo projektą, Savivaldybės tarybos, kolegijos, komiteto ar komisijos posėdžio darbotvarkę arba kitą informaciją apie rengiamą sprendimą, galintį sukelti viešųjų ir pr</w:t>
      </w:r>
      <w:r w:rsidR="00F3534D" w:rsidRPr="00356CF4">
        <w:rPr>
          <w:lang w:eastAsia="lt-LT"/>
        </w:rPr>
        <w:t>ivačių interesų konfliktą, turėtų</w:t>
      </w:r>
      <w:r w:rsidR="00B84FF3" w:rsidRPr="00356CF4">
        <w:rPr>
          <w:lang w:eastAsia="lt-LT"/>
        </w:rPr>
        <w:t xml:space="preserve"> iš anksto</w:t>
      </w:r>
      <w:r w:rsidR="0085177A" w:rsidRPr="00356CF4">
        <w:rPr>
          <w:lang w:eastAsia="lt-LT"/>
        </w:rPr>
        <w:t xml:space="preserve"> Savivaldybės tarybos posėdžių sekretoriui ar</w:t>
      </w:r>
      <w:r w:rsidR="00B84FF3" w:rsidRPr="00356CF4">
        <w:rPr>
          <w:lang w:eastAsia="lt-LT"/>
        </w:rPr>
        <w:t xml:space="preserve"> </w:t>
      </w:r>
      <w:r w:rsidR="009717E9" w:rsidRPr="00356CF4">
        <w:rPr>
          <w:lang w:eastAsia="lt-LT"/>
        </w:rPr>
        <w:t>Savivaldybės administracijos padaliniui</w:t>
      </w:r>
      <w:r w:rsidR="003F5904" w:rsidRPr="00356CF4">
        <w:rPr>
          <w:lang w:eastAsia="lt-LT"/>
        </w:rPr>
        <w:t>,</w:t>
      </w:r>
      <w:r w:rsidR="009717E9" w:rsidRPr="00356CF4">
        <w:rPr>
          <w:lang w:eastAsia="lt-LT"/>
        </w:rPr>
        <w:t xml:space="preserve"> techniškai aptarnaujančiam Savivaldybės tarybą (toliau – padalinys</w:t>
      </w:r>
      <w:r w:rsidR="003F5904" w:rsidRPr="00356CF4">
        <w:rPr>
          <w:lang w:eastAsia="lt-LT"/>
        </w:rPr>
        <w:t>,</w:t>
      </w:r>
      <w:r w:rsidR="009717E9" w:rsidRPr="00356CF4">
        <w:rPr>
          <w:lang w:eastAsia="lt-LT"/>
        </w:rPr>
        <w:t xml:space="preserve"> techniškai aptarnaujantis Savivaldybės tarybą)</w:t>
      </w:r>
      <w:r w:rsidR="009717E9" w:rsidRPr="00356CF4">
        <w:rPr>
          <w:b/>
          <w:lang w:eastAsia="lt-LT"/>
        </w:rPr>
        <w:t xml:space="preserve"> </w:t>
      </w:r>
      <w:r w:rsidR="00B84FF3" w:rsidRPr="00356CF4">
        <w:rPr>
          <w:lang w:eastAsia="lt-LT"/>
        </w:rPr>
        <w:t>pateikti pranešimą apie galimą interesų konfliktą, nurod</w:t>
      </w:r>
      <w:r w:rsidR="003D1333" w:rsidRPr="00356CF4">
        <w:rPr>
          <w:lang w:eastAsia="lt-LT"/>
        </w:rPr>
        <w:t>ant</w:t>
      </w:r>
      <w:r w:rsidR="00B84FF3" w:rsidRPr="00356CF4">
        <w:rPr>
          <w:lang w:eastAsia="lt-LT"/>
        </w:rPr>
        <w:t xml:space="preserve"> jį ke</w:t>
      </w:r>
      <w:r w:rsidR="003D1333" w:rsidRPr="00356CF4">
        <w:rPr>
          <w:lang w:eastAsia="lt-LT"/>
        </w:rPr>
        <w:t>liančias aplinkybes ir pareikšti</w:t>
      </w:r>
      <w:r w:rsidR="00B84FF3" w:rsidRPr="00356CF4">
        <w:rPr>
          <w:lang w:eastAsia="lt-LT"/>
        </w:rPr>
        <w:t xml:space="preserve"> apie nusišalinimą. </w:t>
      </w:r>
      <w:r w:rsidR="0085177A" w:rsidRPr="00356CF4">
        <w:rPr>
          <w:lang w:eastAsia="lt-LT"/>
        </w:rPr>
        <w:t>Savivaldybės tarybos</w:t>
      </w:r>
      <w:r w:rsidR="00CC0507" w:rsidRPr="00356CF4">
        <w:rPr>
          <w:lang w:eastAsia="lt-LT"/>
        </w:rPr>
        <w:t xml:space="preserve"> posėdžių sekretorius</w:t>
      </w:r>
      <w:r w:rsidR="0085177A" w:rsidRPr="00356CF4">
        <w:rPr>
          <w:lang w:eastAsia="lt-LT"/>
        </w:rPr>
        <w:t xml:space="preserve"> ar p</w:t>
      </w:r>
      <w:r w:rsidR="003D1333" w:rsidRPr="00356CF4">
        <w:rPr>
          <w:lang w:eastAsia="lt-LT"/>
        </w:rPr>
        <w:t>adalinys</w:t>
      </w:r>
      <w:r w:rsidR="003F5904" w:rsidRPr="00356CF4">
        <w:rPr>
          <w:lang w:eastAsia="lt-LT"/>
        </w:rPr>
        <w:t>,</w:t>
      </w:r>
      <w:r w:rsidR="003D1333" w:rsidRPr="00356CF4">
        <w:rPr>
          <w:lang w:eastAsia="lt-LT"/>
        </w:rPr>
        <w:t xml:space="preserve"> techniškai aptarnaujantis Savivaldybės tarybą </w:t>
      </w:r>
      <w:r w:rsidR="00B84FF3" w:rsidRPr="00356CF4">
        <w:rPr>
          <w:lang w:eastAsia="lt-LT"/>
        </w:rPr>
        <w:t xml:space="preserve">iki posėdžio apie gautą Savivaldybės tarybos nario nusišalinimą praneša </w:t>
      </w:r>
      <w:r w:rsidR="00CC0507" w:rsidRPr="00356CF4">
        <w:rPr>
          <w:lang w:eastAsia="lt-LT"/>
        </w:rPr>
        <w:t>Savivaldybės tarybos</w:t>
      </w:r>
      <w:r w:rsidR="003D1333" w:rsidRPr="00356CF4">
        <w:rPr>
          <w:lang w:eastAsia="lt-LT"/>
        </w:rPr>
        <w:t xml:space="preserve"> ar </w:t>
      </w:r>
      <w:r w:rsidR="00B84FF3" w:rsidRPr="00356CF4">
        <w:rPr>
          <w:lang w:eastAsia="lt-LT"/>
        </w:rPr>
        <w:t>atitinkamo komiteto</w:t>
      </w:r>
      <w:r w:rsidR="003D1333" w:rsidRPr="00356CF4">
        <w:rPr>
          <w:lang w:eastAsia="lt-LT"/>
        </w:rPr>
        <w:t>, kolegijos ar komisijos pirmininkui</w:t>
      </w:r>
      <w:r w:rsidR="00B84FF3" w:rsidRPr="00356CF4">
        <w:rPr>
          <w:lang w:eastAsia="lt-LT"/>
        </w:rPr>
        <w:t>;</w:t>
      </w:r>
      <w:r w:rsidR="00B84FF3" w:rsidRPr="00CC0507">
        <w:rPr>
          <w:lang w:eastAsia="lt-LT"/>
        </w:rPr>
        <w:t xml:space="preserve"> </w:t>
      </w:r>
    </w:p>
    <w:p w:rsidR="00B84FF3" w:rsidRPr="00EA2D62" w:rsidRDefault="00E83922" w:rsidP="00B84FF3">
      <w:pPr>
        <w:ind w:firstLine="720"/>
        <w:jc w:val="both"/>
      </w:pPr>
      <w:r w:rsidRPr="00CC0507">
        <w:t>53</w:t>
      </w:r>
      <w:r w:rsidR="005F695E" w:rsidRPr="00CC0507">
        <w:t>.</w:t>
      </w:r>
      <w:r w:rsidR="00B84FF3" w:rsidRPr="00CC0507">
        <w:t>2.</w:t>
      </w:r>
      <w:r w:rsidR="00B84FF3" w:rsidRPr="00CC0507">
        <w:rPr>
          <w:lang w:eastAsia="lt-LT"/>
        </w:rPr>
        <w:t xml:space="preserve"> Savivaldybės tarybos, kolegijos, komitetų, komisijų, tarybų posėdžiuose, darbo </w:t>
      </w:r>
      <w:r w:rsidR="00B84FF3" w:rsidRPr="00EA2D62">
        <w:rPr>
          <w:lang w:eastAsia="lt-LT"/>
        </w:rPr>
        <w:t xml:space="preserve">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w:t>
      </w:r>
      <w:r w:rsidR="00B84FF3" w:rsidRPr="00EA2D62">
        <w:rPr>
          <w:lang w:eastAsia="lt-LT"/>
        </w:rPr>
        <w:lastRenderedPageBreak/>
        <w:t xml:space="preserve">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w:t>
      </w:r>
      <w:r w:rsidR="00B84FF3" w:rsidRPr="00BA6D41">
        <w:rPr>
          <w:lang w:eastAsia="lt-LT"/>
        </w:rPr>
        <w:t xml:space="preserve">vadovaudamiesi </w:t>
      </w:r>
      <w:r w:rsidR="00B84FF3" w:rsidRPr="00EF662D">
        <w:rPr>
          <w:lang w:eastAsia="lt-LT"/>
        </w:rPr>
        <w:t>Vyriausiosios tarnybinės etikos patvirtintais</w:t>
      </w:r>
      <w:r w:rsidR="00B84FF3" w:rsidRPr="005E2737">
        <w:rPr>
          <w:lang w:eastAsia="lt-LT"/>
        </w:rPr>
        <w:t xml:space="preserve"> kriterijais, gali pareikšto nusišalinimo nepriimti ir įpareigoti Savivaldybės tarybos narį toliau dalyvauti svarstant klausimą ir priimant sprendimą. Balsavimas dėl </w:t>
      </w:r>
      <w:r w:rsidR="00B84FF3" w:rsidRPr="00160A37">
        <w:rPr>
          <w:lang w:eastAsia="lt-LT"/>
        </w:rPr>
        <w:t>tarybos nario nusišalinimo nepriėmimo vyksta prieš pradedant svarstyti klausimą, kuris tarybos nariui sukelia interesų konfliktą;</w:t>
      </w:r>
    </w:p>
    <w:p w:rsidR="00B84FF3" w:rsidRPr="00EA2D62" w:rsidRDefault="00E83922" w:rsidP="00B84FF3">
      <w:pPr>
        <w:ind w:firstLine="720"/>
        <w:jc w:val="both"/>
        <w:rPr>
          <w:lang w:eastAsia="lt-LT"/>
        </w:rPr>
      </w:pPr>
      <w:r w:rsidRPr="00EA2D62">
        <w:t>53</w:t>
      </w:r>
      <w:r w:rsidR="005F695E" w:rsidRPr="00EA2D62">
        <w:t>.</w:t>
      </w:r>
      <w:r w:rsidR="00B84FF3" w:rsidRPr="00EA2D62">
        <w:t>3.</w:t>
      </w:r>
      <w:r w:rsidR="00B84FF3" w:rsidRPr="00EA2D62">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B84FF3" w:rsidRPr="00EA2D62" w:rsidRDefault="00E83922" w:rsidP="00B84FF3">
      <w:pPr>
        <w:ind w:firstLine="720"/>
        <w:jc w:val="both"/>
      </w:pPr>
      <w:r w:rsidRPr="00EA2D62">
        <w:t>53</w:t>
      </w:r>
      <w:r w:rsidR="005F695E" w:rsidRPr="00EA2D62">
        <w:t>.</w:t>
      </w:r>
      <w:r w:rsidR="00B84FF3" w:rsidRPr="00EA2D62">
        <w:t>4. iš elektroninio balsavimo įrenginio ištraukti elektroninio balsavimo kortelę ir išeiti iš posėdžių salės; vykstant nuotoliniam posėdžiui, tarybos narys turi būti atsijungęs ir nedalyvauti klausimo svarstyme;</w:t>
      </w:r>
    </w:p>
    <w:p w:rsidR="00B84FF3" w:rsidRPr="00EA2D62" w:rsidRDefault="00E83922" w:rsidP="00B84FF3">
      <w:pPr>
        <w:ind w:firstLine="720"/>
        <w:jc w:val="both"/>
        <w:rPr>
          <w:strike/>
        </w:rPr>
      </w:pPr>
      <w:r w:rsidRPr="00EA2D62">
        <w:t>53</w:t>
      </w:r>
      <w:r w:rsidR="009945B8" w:rsidRPr="00EA2D62">
        <w:t>.5</w:t>
      </w:r>
      <w:r w:rsidR="00B84FF3" w:rsidRPr="00EA2D62">
        <w:t xml:space="preserve">.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w:t>
      </w:r>
      <w:r w:rsidR="00B84FF3" w:rsidRPr="00BA6D41">
        <w:t>būtų neįmanoma Savivaldybės</w:t>
      </w:r>
      <w:r w:rsidR="00B84FF3" w:rsidRPr="00EF662D">
        <w:t xml:space="preserve"> tarybos</w:t>
      </w:r>
      <w:r w:rsidR="00B84FF3" w:rsidRPr="00EA2D62">
        <w:t xml:space="preserve"> nariai balsų dauguma gali nuspręsti dalyvauti tolesnėje procedūroje ir klausimą spręsti iš esmės.</w:t>
      </w:r>
    </w:p>
    <w:p w:rsidR="00794F69" w:rsidRDefault="00E83922" w:rsidP="00316C4D">
      <w:pPr>
        <w:ind w:firstLine="720"/>
        <w:jc w:val="both"/>
        <w:rPr>
          <w:szCs w:val="24"/>
          <w:lang w:eastAsia="en-GB"/>
        </w:rPr>
      </w:pPr>
      <w:r>
        <w:rPr>
          <w:szCs w:val="24"/>
        </w:rPr>
        <w:t>54</w:t>
      </w:r>
      <w:r w:rsidR="00316C4D">
        <w:rPr>
          <w:szCs w:val="24"/>
        </w:rPr>
        <w:t xml:space="preserve">. </w:t>
      </w:r>
      <w:r w:rsidR="00794F69">
        <w:rPr>
          <w:szCs w:val="24"/>
        </w:rPr>
        <w:t>T</w:t>
      </w:r>
      <w:r w:rsidR="00316C4D">
        <w:rPr>
          <w:szCs w:val="24"/>
          <w:lang w:eastAsia="en-GB"/>
        </w:rPr>
        <w:t>arybos narių užduodamų klausimų ir pasisakymų trukmė</w:t>
      </w:r>
      <w:r w:rsidR="00753376">
        <w:rPr>
          <w:szCs w:val="24"/>
          <w:lang w:eastAsia="en-GB"/>
        </w:rPr>
        <w:t xml:space="preserve"> </w:t>
      </w:r>
      <w:r w:rsidR="001816F5" w:rsidRPr="00892214">
        <w:rPr>
          <w:szCs w:val="24"/>
          <w:lang w:eastAsia="en-GB"/>
        </w:rPr>
        <w:t>nustatyta Reglamento 124</w:t>
      </w:r>
      <w:r w:rsidR="000028E8" w:rsidRPr="00892214">
        <w:rPr>
          <w:szCs w:val="24"/>
          <w:lang w:eastAsia="en-GB"/>
        </w:rPr>
        <w:t xml:space="preserve">, </w:t>
      </w:r>
      <w:r w:rsidR="001816F5" w:rsidRPr="00892214">
        <w:rPr>
          <w:szCs w:val="24"/>
          <w:lang w:eastAsia="en-GB"/>
        </w:rPr>
        <w:t>125</w:t>
      </w:r>
      <w:r w:rsidR="000028E8" w:rsidRPr="00892214">
        <w:rPr>
          <w:szCs w:val="24"/>
          <w:lang w:eastAsia="en-GB"/>
        </w:rPr>
        <w:t xml:space="preserve"> ir 128</w:t>
      </w:r>
      <w:r w:rsidR="00753376" w:rsidRPr="00892214">
        <w:rPr>
          <w:szCs w:val="24"/>
          <w:lang w:eastAsia="en-GB"/>
        </w:rPr>
        <w:t xml:space="preserve"> punkt</w:t>
      </w:r>
      <w:r w:rsidR="00803407" w:rsidRPr="00892214">
        <w:rPr>
          <w:szCs w:val="24"/>
          <w:lang w:eastAsia="en-GB"/>
        </w:rPr>
        <w:t xml:space="preserve">uose. </w:t>
      </w:r>
      <w:r w:rsidR="00316C4D" w:rsidRPr="00892214">
        <w:rPr>
          <w:szCs w:val="24"/>
          <w:lang w:eastAsia="en-GB"/>
        </w:rPr>
        <w:t xml:space="preserve">Opozicijos lyderis </w:t>
      </w:r>
      <w:r w:rsidR="00316C4D" w:rsidRPr="00892214">
        <w:rPr>
          <w:szCs w:val="24"/>
        </w:rPr>
        <w:t xml:space="preserve">turi pirmumo teisę užduoti klausimų ir pasisakyti </w:t>
      </w:r>
      <w:r w:rsidR="00316C4D" w:rsidRPr="00160A37">
        <w:rPr>
          <w:szCs w:val="24"/>
        </w:rPr>
        <w:t>tarybos posėdyje</w:t>
      </w:r>
      <w:r w:rsidR="00316C4D" w:rsidRPr="00160A37">
        <w:rPr>
          <w:szCs w:val="24"/>
          <w:lang w:eastAsia="en-GB"/>
        </w:rPr>
        <w:t xml:space="preserve"> svarstomais</w:t>
      </w:r>
      <w:r w:rsidR="00316C4D">
        <w:rPr>
          <w:szCs w:val="24"/>
          <w:lang w:eastAsia="en-GB"/>
        </w:rPr>
        <w:t xml:space="preserve"> klausimais. </w:t>
      </w:r>
    </w:p>
    <w:p w:rsidR="00316C4D" w:rsidRPr="00AE1912" w:rsidRDefault="00E83922" w:rsidP="00316C4D">
      <w:pPr>
        <w:ind w:firstLine="720"/>
        <w:jc w:val="both"/>
        <w:rPr>
          <w:color w:val="FF0000"/>
          <w:szCs w:val="24"/>
          <w:lang w:eastAsia="en-GB"/>
        </w:rPr>
      </w:pPr>
      <w:r>
        <w:rPr>
          <w:szCs w:val="24"/>
          <w:lang w:eastAsia="en-GB"/>
        </w:rPr>
        <w:t>55</w:t>
      </w:r>
      <w:r w:rsidR="00316C4D">
        <w:rPr>
          <w:szCs w:val="24"/>
          <w:lang w:eastAsia="en-GB"/>
        </w:rPr>
        <w:t xml:space="preserve">. </w:t>
      </w:r>
      <w:r w:rsidR="00316C4D">
        <w:rPr>
          <w:rFonts w:eastAsia="Calibri"/>
          <w:szCs w:val="24"/>
        </w:rPr>
        <w:t xml:space="preserve">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w:t>
      </w:r>
      <w:r w:rsidR="00316C4D" w:rsidRPr="005E2737">
        <w:rPr>
          <w:rFonts w:eastAsia="Calibri"/>
          <w:szCs w:val="24"/>
        </w:rPr>
        <w:t xml:space="preserve">Reglamento </w:t>
      </w:r>
      <w:r w:rsidR="00EA2D62" w:rsidRPr="005E2737">
        <w:rPr>
          <w:rFonts w:eastAsia="Calibri"/>
          <w:szCs w:val="24"/>
        </w:rPr>
        <w:t>116, 117 punktuose</w:t>
      </w:r>
      <w:r w:rsidR="00316C4D" w:rsidRPr="005326B7">
        <w:rPr>
          <w:rFonts w:eastAsia="Calibri"/>
          <w:szCs w:val="24"/>
        </w:rPr>
        <w:t xml:space="preserve"> </w:t>
      </w:r>
      <w:r w:rsidR="00316C4D">
        <w:rPr>
          <w:rFonts w:eastAsia="Calibri"/>
          <w:szCs w:val="24"/>
        </w:rPr>
        <w:t xml:space="preserve">nustatyta tvarka. Savivaldybės tarybos nustatyta </w:t>
      </w:r>
      <w:r w:rsidR="00316C4D" w:rsidRPr="00BA6D41">
        <w:rPr>
          <w:rFonts w:eastAsia="Calibri"/>
          <w:szCs w:val="24"/>
        </w:rPr>
        <w:t>tvarka tarybos posėdžiai</w:t>
      </w:r>
      <w:r w:rsidR="00316C4D" w:rsidRPr="00EF662D">
        <w:rPr>
          <w:rFonts w:eastAsia="Calibri"/>
          <w:szCs w:val="24"/>
        </w:rPr>
        <w:t xml:space="preserve"> tiesiogiai</w:t>
      </w:r>
      <w:r w:rsidR="00316C4D">
        <w:rPr>
          <w:rFonts w:eastAsia="Calibri"/>
          <w:szCs w:val="24"/>
        </w:rPr>
        <w:t xml:space="preserve"> transliuojami Savivaldybės interneto svetainėje</w:t>
      </w:r>
      <w:r w:rsidR="00794F69">
        <w:rPr>
          <w:rFonts w:eastAsia="Calibri"/>
          <w:szCs w:val="24"/>
        </w:rPr>
        <w:t>.</w:t>
      </w:r>
    </w:p>
    <w:p w:rsidR="0016645F" w:rsidRDefault="00E83922" w:rsidP="0016645F">
      <w:pPr>
        <w:ind w:firstLine="720"/>
        <w:jc w:val="both"/>
        <w:rPr>
          <w:bCs/>
          <w:szCs w:val="24"/>
        </w:rPr>
      </w:pPr>
      <w:r>
        <w:rPr>
          <w:szCs w:val="24"/>
        </w:rPr>
        <w:t>56</w:t>
      </w:r>
      <w:r w:rsidR="0016645F">
        <w:rPr>
          <w:szCs w:val="24"/>
        </w:rPr>
        <w:t xml:space="preserve">. </w:t>
      </w:r>
      <w:r w:rsidR="0016645F">
        <w:rPr>
          <w:bCs/>
          <w:szCs w:val="24"/>
        </w:rPr>
        <w:t xml:space="preserve">Kai posėdyje svarstomas klausimas, kuriame yra valstybės, tarnybos, komercinę </w:t>
      </w:r>
      <w:r w:rsidR="0016645F">
        <w:rPr>
          <w:szCs w:val="24"/>
        </w:rPr>
        <w:t>paslaptį sudarančios informacijos, ar su asmens duomenimis ir (ar) privačiu gyvenimu</w:t>
      </w:r>
      <w:r w:rsidR="0016645F">
        <w:rPr>
          <w:bCs/>
          <w:szCs w:val="24"/>
        </w:rPr>
        <w:t xml:space="preserve"> susijęs klausimas, Savivaldybės taryba juos nagrinėja uždarame posėdyje. </w:t>
      </w:r>
    </w:p>
    <w:p w:rsidR="00CC6280" w:rsidRPr="00714420" w:rsidRDefault="004F75C0" w:rsidP="00CC6280">
      <w:pPr>
        <w:tabs>
          <w:tab w:val="left" w:pos="426"/>
          <w:tab w:val="left" w:pos="993"/>
        </w:tabs>
        <w:ind w:firstLine="720"/>
        <w:jc w:val="both"/>
        <w:rPr>
          <w:rFonts w:eastAsia="Calibri"/>
          <w:lang w:eastAsia="lt-LT"/>
        </w:rPr>
      </w:pPr>
      <w:r w:rsidRPr="00714420">
        <w:rPr>
          <w:rFonts w:eastAsia="Calibri"/>
          <w:lang w:eastAsia="lt-LT"/>
        </w:rPr>
        <w:t>57</w:t>
      </w:r>
      <w:r w:rsidR="00CC6280" w:rsidRPr="00714420">
        <w:rPr>
          <w:rFonts w:eastAsia="Calibri"/>
          <w:lang w:eastAsia="lt-LT"/>
        </w:rPr>
        <w:t>.</w:t>
      </w:r>
      <w:r w:rsidR="00CC6280" w:rsidRPr="00714420">
        <w:t xml:space="preserve"> Esant uždaram Savivaldybės tarybos posėdžiui, Savivaldybės tarybos sprendimu daromas jo vaizdo ir garso įrašas perkeliamas į Savivaldybės tarybos posėdžių vaizdo ir garso įrašų duomenų archyvą, bet neviešinamas visuomenei.</w:t>
      </w:r>
    </w:p>
    <w:p w:rsidR="00CC6280" w:rsidRPr="00714420" w:rsidRDefault="00CC6280" w:rsidP="00CC6280">
      <w:pPr>
        <w:tabs>
          <w:tab w:val="left" w:pos="1134"/>
        </w:tabs>
        <w:ind w:firstLine="720"/>
        <w:jc w:val="both"/>
      </w:pPr>
      <w:r w:rsidRPr="00714420">
        <w:t>5</w:t>
      </w:r>
      <w:r w:rsidR="004F75C0" w:rsidRPr="00714420">
        <w:t>8</w:t>
      </w:r>
      <w:r w:rsidRPr="00714420">
        <w:t xml:space="preserve">. Savivaldybės tarybos posėdžių duomenys Savivaldybės interneto svetainėje skelbiami </w:t>
      </w:r>
      <w:r w:rsidRPr="003613D9">
        <w:t>tarybos kadencijos laikotarpiui</w:t>
      </w:r>
      <w:r w:rsidRPr="00714420">
        <w:t>.</w:t>
      </w:r>
    </w:p>
    <w:p w:rsidR="00CC6280" w:rsidRPr="00714420" w:rsidRDefault="004F75C0" w:rsidP="00CC6280">
      <w:pPr>
        <w:tabs>
          <w:tab w:val="left" w:pos="426"/>
          <w:tab w:val="left" w:pos="993"/>
        </w:tabs>
        <w:ind w:firstLine="720"/>
        <w:jc w:val="both"/>
        <w:rPr>
          <w:szCs w:val="24"/>
        </w:rPr>
      </w:pPr>
      <w:r w:rsidRPr="00714420">
        <w:t>59</w:t>
      </w:r>
      <w:r w:rsidR="00CC6280" w:rsidRPr="00714420">
        <w:t>. Savivaldybės tarybos posėdžių archyvinė vaizdo ir garso medžiaga saugoma 10 metų Savivaldybės serveryje ir kitose laikmenose.</w:t>
      </w:r>
    </w:p>
    <w:p w:rsidR="0016645F" w:rsidRDefault="004F75C0" w:rsidP="0016645F">
      <w:pPr>
        <w:autoSpaceDE w:val="0"/>
        <w:autoSpaceDN w:val="0"/>
        <w:adjustRightInd w:val="0"/>
        <w:ind w:firstLine="720"/>
        <w:jc w:val="both"/>
        <w:rPr>
          <w:szCs w:val="24"/>
          <w:lang w:eastAsia="lt-LT"/>
        </w:rPr>
      </w:pPr>
      <w:r>
        <w:rPr>
          <w:bCs/>
          <w:szCs w:val="24"/>
        </w:rPr>
        <w:t>60</w:t>
      </w:r>
      <w:r w:rsidR="0016645F">
        <w:rPr>
          <w:bCs/>
          <w:szCs w:val="24"/>
        </w:rPr>
        <w:t xml:space="preserve">. </w:t>
      </w:r>
      <w:r w:rsidR="0016645F">
        <w:rPr>
          <w:szCs w:val="24"/>
          <w:lang w:eastAsia="lt-LT"/>
        </w:rPr>
        <w:t xml:space="preserve">Savivaldybės tarybos posėdžiai protokoluojami. Posėdžių protokolus ir Savivaldybės tarybos sprendimus privalo pasirašyti tam posėdžiui </w:t>
      </w:r>
      <w:r w:rsidR="0016645F" w:rsidRPr="00BA6D41">
        <w:rPr>
          <w:szCs w:val="24"/>
          <w:lang w:eastAsia="lt-LT"/>
        </w:rPr>
        <w:t xml:space="preserve">pirmininkavęs </w:t>
      </w:r>
      <w:r w:rsidR="00160A37" w:rsidRPr="001E3692">
        <w:rPr>
          <w:szCs w:val="24"/>
          <w:lang w:eastAsia="lt-LT"/>
        </w:rPr>
        <w:t>m</w:t>
      </w:r>
      <w:r w:rsidR="0016645F" w:rsidRPr="00BA6D41">
        <w:rPr>
          <w:szCs w:val="24"/>
          <w:lang w:eastAsia="lt-LT"/>
        </w:rPr>
        <w:t>eras</w:t>
      </w:r>
      <w:r w:rsidR="0016645F" w:rsidRPr="00EF662D">
        <w:rPr>
          <w:szCs w:val="24"/>
          <w:lang w:eastAsia="lt-LT"/>
        </w:rPr>
        <w:t>, jeigu nepasinaudoja</w:t>
      </w:r>
      <w:r w:rsidR="0016645F" w:rsidRPr="005E2737">
        <w:rPr>
          <w:szCs w:val="24"/>
          <w:lang w:eastAsia="lt-LT"/>
        </w:rPr>
        <w:t xml:space="preserve"> Įstatymo 28 straipsnyje nustatyta </w:t>
      </w:r>
      <w:r w:rsidR="0016645F" w:rsidRPr="00160A37">
        <w:rPr>
          <w:szCs w:val="24"/>
          <w:lang w:eastAsia="lt-LT"/>
        </w:rPr>
        <w:t>teise, arba Savivaldybės tarybos paskirtas tarybos</w:t>
      </w:r>
      <w:r w:rsidR="0016645F">
        <w:rPr>
          <w:szCs w:val="24"/>
          <w:lang w:eastAsia="lt-LT"/>
        </w:rPr>
        <w:t xml:space="preserve"> narys. Savivaldybės tarybos posėdžių protokolus turi pasirašyti ir Savivaldybės tarybos posėdžių sekretorius, o jeigu </w:t>
      </w:r>
      <w:r w:rsidR="0016645F" w:rsidRPr="00BA6D41">
        <w:rPr>
          <w:szCs w:val="24"/>
          <w:lang w:eastAsia="lt-LT"/>
        </w:rPr>
        <w:t xml:space="preserve">jo nėra, – </w:t>
      </w:r>
      <w:r w:rsidR="00160A37" w:rsidRPr="001E3692">
        <w:rPr>
          <w:szCs w:val="24"/>
          <w:lang w:eastAsia="lt-LT"/>
        </w:rPr>
        <w:t>m</w:t>
      </w:r>
      <w:r w:rsidR="0016645F" w:rsidRPr="00BA6D41">
        <w:rPr>
          <w:szCs w:val="24"/>
          <w:lang w:eastAsia="lt-LT"/>
        </w:rPr>
        <w:t>ero paskirtas</w:t>
      </w:r>
      <w:r w:rsidR="0016645F" w:rsidRPr="00EF662D">
        <w:rPr>
          <w:szCs w:val="24"/>
          <w:lang w:eastAsia="lt-LT"/>
        </w:rPr>
        <w:t xml:space="preserve"> valstybės</w:t>
      </w:r>
      <w:r w:rsidR="0016645F">
        <w:rPr>
          <w:szCs w:val="24"/>
          <w:lang w:eastAsia="lt-LT"/>
        </w:rPr>
        <w:t xml:space="preserve"> tarnautojas arba Savivaldybės administracijos darbuotojas, dirbantis pagal darbo sutartį. Posėdžio protokolas Savivaldybės interneto svetainėje paskelbiamas ne vėliau kaip per 7 darbo dienas po Savivaldybės tarybos posėdžio.</w:t>
      </w:r>
    </w:p>
    <w:p w:rsidR="0016645F" w:rsidRPr="00714420" w:rsidRDefault="004F75C0" w:rsidP="0016645F">
      <w:pPr>
        <w:ind w:firstLine="720"/>
        <w:jc w:val="both"/>
        <w:rPr>
          <w:b/>
          <w:lang w:eastAsia="lt-LT"/>
        </w:rPr>
      </w:pPr>
      <w:r w:rsidRPr="00714420">
        <w:rPr>
          <w:szCs w:val="24"/>
          <w:lang w:eastAsia="lt-LT"/>
        </w:rPr>
        <w:t>61</w:t>
      </w:r>
      <w:r w:rsidR="0016645F" w:rsidRPr="00714420">
        <w:rPr>
          <w:szCs w:val="24"/>
          <w:lang w:eastAsia="lt-LT"/>
        </w:rPr>
        <w:t xml:space="preserve">. </w:t>
      </w:r>
      <w:r w:rsidR="0016645F" w:rsidRPr="00714420">
        <w:rPr>
          <w:lang w:eastAsia="lt-LT"/>
        </w:rPr>
        <w:t xml:space="preserve">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w:t>
      </w:r>
      <w:r w:rsidR="0016645F" w:rsidRPr="00714420">
        <w:rPr>
          <w:lang w:eastAsia="lt-LT"/>
        </w:rPr>
        <w:lastRenderedPageBreak/>
        <w:t>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0016645F" w:rsidRPr="00714420">
        <w:rPr>
          <w:i/>
          <w:iCs/>
          <w:lang w:eastAsia="lt-LT"/>
        </w:rPr>
        <w:t>.</w:t>
      </w:r>
      <w:r w:rsidR="0016645F" w:rsidRPr="00714420">
        <w:rPr>
          <w:b/>
          <w:bCs/>
          <w:i/>
          <w:iCs/>
          <w:lang w:eastAsia="lt-LT"/>
        </w:rPr>
        <w:t xml:space="preserve"> </w:t>
      </w:r>
      <w:r w:rsidR="0016645F" w:rsidRPr="00714420">
        <w:rPr>
          <w:lang w:eastAsia="lt-LT"/>
        </w:rPr>
        <w:t xml:space="preserve">Prie protokolo pridedamas priimtų sprendimų sąrašas, nurodant balsavimo rezultatus, bei posėdžio garso įrašas elektronine laikmena. </w:t>
      </w:r>
    </w:p>
    <w:p w:rsidR="00645F9D" w:rsidRPr="00714420" w:rsidRDefault="004F75C0" w:rsidP="00645F9D">
      <w:pPr>
        <w:ind w:firstLine="720"/>
        <w:jc w:val="both"/>
        <w:rPr>
          <w:szCs w:val="24"/>
        </w:rPr>
      </w:pPr>
      <w:r w:rsidRPr="00714420">
        <w:rPr>
          <w:szCs w:val="24"/>
        </w:rPr>
        <w:t>62</w:t>
      </w:r>
      <w:r w:rsidR="00645F9D" w:rsidRPr="00714420">
        <w:rPr>
          <w:szCs w:val="24"/>
        </w:rPr>
        <w:t xml:space="preserve">. Savivaldybės tarybos priimti sprendimai pasirašomi ne vėliau kaip per </w:t>
      </w:r>
      <w:r w:rsidR="005E6C8E" w:rsidRPr="00714420">
        <w:rPr>
          <w:szCs w:val="24"/>
        </w:rPr>
        <w:t>3</w:t>
      </w:r>
      <w:r w:rsidR="00645F9D" w:rsidRPr="00714420">
        <w:rPr>
          <w:szCs w:val="24"/>
        </w:rPr>
        <w:t xml:space="preserve"> darbo dienas, o posėdžio protokolas kartu su priedais pasirašomas ne vėliau kaip per 7 darbo dienas po įvykusio posėdžio. </w:t>
      </w:r>
    </w:p>
    <w:p w:rsidR="007F22C5" w:rsidRPr="002120CF" w:rsidRDefault="004F75C0" w:rsidP="007F22C5">
      <w:pPr>
        <w:ind w:firstLine="720"/>
        <w:jc w:val="both"/>
        <w:rPr>
          <w:strike/>
          <w:szCs w:val="24"/>
        </w:rPr>
      </w:pPr>
      <w:r w:rsidRPr="002120CF">
        <w:rPr>
          <w:szCs w:val="24"/>
        </w:rPr>
        <w:t>63</w:t>
      </w:r>
      <w:r w:rsidR="007F22C5" w:rsidRPr="002120CF">
        <w:rPr>
          <w:szCs w:val="24"/>
        </w:rPr>
        <w:t xml:space="preserve">. Savivaldybės tarybos nariai dėl protokolo gali pareikšti pretenzijas artimiausiame Savivaldybės tarybos posėdyje. </w:t>
      </w:r>
    </w:p>
    <w:p w:rsidR="007F22C5" w:rsidRPr="00CC0507" w:rsidRDefault="004F75C0" w:rsidP="007F22C5">
      <w:pPr>
        <w:ind w:firstLine="720"/>
        <w:jc w:val="both"/>
        <w:rPr>
          <w:b/>
          <w:lang w:eastAsia="lt-LT"/>
        </w:rPr>
      </w:pPr>
      <w:r w:rsidRPr="002120CF">
        <w:rPr>
          <w:szCs w:val="24"/>
        </w:rPr>
        <w:t>64</w:t>
      </w:r>
      <w:r w:rsidR="007F22C5" w:rsidRPr="002120CF">
        <w:rPr>
          <w:szCs w:val="24"/>
        </w:rPr>
        <w:t xml:space="preserve">. </w:t>
      </w:r>
      <w:r w:rsidR="007F22C5" w:rsidRPr="002120CF">
        <w:t xml:space="preserve">Tarybos nariai ir Savivaldybės gyventojai su priimtais tarybos sprendimais ir jų priedais bei posėdžių protokolais gali susipažinti Savivaldybės interneto svetainėje </w:t>
      </w:r>
      <w:hyperlink r:id="rId10" w:history="1">
        <w:r w:rsidR="007F22C5" w:rsidRPr="00847A40">
          <w:rPr>
            <w:rStyle w:val="Hipersaitas"/>
          </w:rPr>
          <w:t>www.plunge.lt</w:t>
        </w:r>
      </w:hyperlink>
      <w:r w:rsidR="002120CF">
        <w:rPr>
          <w:color w:val="00B0F0"/>
        </w:rPr>
        <w:t xml:space="preserve"> </w:t>
      </w:r>
      <w:r w:rsidR="002120CF" w:rsidRPr="002120CF">
        <w:t>bei</w:t>
      </w:r>
      <w:r w:rsidR="002120CF">
        <w:rPr>
          <w:color w:val="00B0F0"/>
        </w:rPr>
        <w:t xml:space="preserve"> </w:t>
      </w:r>
      <w:r w:rsidR="002120CF" w:rsidRPr="00CC0507">
        <w:t xml:space="preserve">kreipdamiesi su prašymu į Savivaldybės tarybos posėdžių sekretorių, </w:t>
      </w:r>
      <w:r w:rsidR="007F22C5" w:rsidRPr="000D6BDC">
        <w:t xml:space="preserve">ar </w:t>
      </w:r>
      <w:r w:rsidR="002120CF" w:rsidRPr="000D6BDC">
        <w:t xml:space="preserve">į </w:t>
      </w:r>
      <w:r w:rsidR="002120CF" w:rsidRPr="000D6BDC">
        <w:rPr>
          <w:lang w:eastAsia="lt-LT"/>
        </w:rPr>
        <w:t>padalinį</w:t>
      </w:r>
      <w:r w:rsidR="000D6BDC" w:rsidRPr="001E3692">
        <w:rPr>
          <w:lang w:eastAsia="lt-LT"/>
        </w:rPr>
        <w:t>,</w:t>
      </w:r>
      <w:r w:rsidR="007F22C5" w:rsidRPr="000D6BDC">
        <w:rPr>
          <w:lang w:eastAsia="lt-LT"/>
        </w:rPr>
        <w:t xml:space="preserve"> techniškai</w:t>
      </w:r>
      <w:r w:rsidR="007F22C5" w:rsidRPr="00CC0507">
        <w:rPr>
          <w:lang w:eastAsia="lt-LT"/>
        </w:rPr>
        <w:t xml:space="preserve"> aptarnauja</w:t>
      </w:r>
      <w:r w:rsidR="002120CF" w:rsidRPr="00CC0507">
        <w:rPr>
          <w:lang w:eastAsia="lt-LT"/>
        </w:rPr>
        <w:t>ntį</w:t>
      </w:r>
      <w:r w:rsidR="007F22C5" w:rsidRPr="00CC0507">
        <w:rPr>
          <w:lang w:eastAsia="lt-LT"/>
        </w:rPr>
        <w:t xml:space="preserve"> Savivaldybės tarybą</w:t>
      </w:r>
      <w:r w:rsidR="007F22C5" w:rsidRPr="00CC0507">
        <w:t>. Informacija apie</w:t>
      </w:r>
      <w:r w:rsidR="002120CF" w:rsidRPr="00CC0507">
        <w:t xml:space="preserve"> Savivaldybės</w:t>
      </w:r>
      <w:r w:rsidR="007F22C5" w:rsidRPr="00CC0507">
        <w:t xml:space="preserve"> tarybos patvirtintus norminius teisės aktus skelbiama vietos spaudoje.</w:t>
      </w:r>
      <w:r w:rsidR="007F22C5" w:rsidRPr="00CC0507">
        <w:rPr>
          <w:b/>
          <w:lang w:eastAsia="lt-LT"/>
        </w:rPr>
        <w:t xml:space="preserve"> </w:t>
      </w:r>
    </w:p>
    <w:p w:rsidR="007F22C5" w:rsidRPr="002120CF" w:rsidRDefault="004F75C0" w:rsidP="007F22C5">
      <w:pPr>
        <w:tabs>
          <w:tab w:val="left" w:pos="720"/>
        </w:tabs>
        <w:ind w:firstLine="720"/>
        <w:jc w:val="both"/>
        <w:rPr>
          <w:szCs w:val="24"/>
        </w:rPr>
      </w:pPr>
      <w:r w:rsidRPr="002120CF">
        <w:rPr>
          <w:szCs w:val="24"/>
        </w:rPr>
        <w:t>65</w:t>
      </w:r>
      <w:r w:rsidR="007F22C5" w:rsidRPr="002120CF">
        <w:rPr>
          <w:szCs w:val="24"/>
        </w:rPr>
        <w:t>. Informaciją apie priimtus teisės aktus (per DVS sistemą</w:t>
      </w:r>
      <w:r w:rsidR="002E40B2" w:rsidRPr="002120CF">
        <w:rPr>
          <w:szCs w:val="24"/>
        </w:rPr>
        <w:t>)</w:t>
      </w:r>
      <w:r w:rsidR="007F22C5" w:rsidRPr="002120CF">
        <w:rPr>
          <w:szCs w:val="24"/>
        </w:rPr>
        <w:t xml:space="preserve"> </w:t>
      </w:r>
      <w:r w:rsidR="002120CF" w:rsidRPr="00CC0507">
        <w:t>Savivaldybės tary</w:t>
      </w:r>
      <w:r w:rsidR="00CC0507" w:rsidRPr="00CC0507">
        <w:t>bos posėdžių sekretorius (-</w:t>
      </w:r>
      <w:proofErr w:type="spellStart"/>
      <w:r w:rsidR="00CC0507" w:rsidRPr="00CC0507">
        <w:t>iai</w:t>
      </w:r>
      <w:proofErr w:type="spellEnd"/>
      <w:r w:rsidR="00CC0507" w:rsidRPr="00CC0507">
        <w:t>)</w:t>
      </w:r>
      <w:r w:rsidR="002120CF" w:rsidRPr="00CC0507">
        <w:t xml:space="preserve"> ar</w:t>
      </w:r>
      <w:r w:rsidR="002120CF" w:rsidRPr="00CC0507">
        <w:rPr>
          <w:lang w:eastAsia="lt-LT"/>
        </w:rPr>
        <w:t xml:space="preserve"> </w:t>
      </w:r>
      <w:r w:rsidR="002E40B2" w:rsidRPr="00CC0507">
        <w:rPr>
          <w:lang w:eastAsia="lt-LT"/>
        </w:rPr>
        <w:t>padalinys</w:t>
      </w:r>
      <w:r w:rsidR="003F5904" w:rsidRPr="00CC0507">
        <w:rPr>
          <w:lang w:eastAsia="lt-LT"/>
        </w:rPr>
        <w:t>,</w:t>
      </w:r>
      <w:r w:rsidR="002E40B2" w:rsidRPr="00CC0507">
        <w:rPr>
          <w:lang w:eastAsia="lt-LT"/>
        </w:rPr>
        <w:t xml:space="preserve"> techniškai aptarnaujantis Savivaldybės tarybą</w:t>
      </w:r>
      <w:r w:rsidR="000D6BDC">
        <w:rPr>
          <w:lang w:eastAsia="lt-LT"/>
        </w:rPr>
        <w:t>,</w:t>
      </w:r>
      <w:r w:rsidR="002E40B2" w:rsidRPr="00CC0507">
        <w:t xml:space="preserve"> </w:t>
      </w:r>
      <w:r w:rsidR="007F22C5" w:rsidRPr="002120CF">
        <w:rPr>
          <w:szCs w:val="24"/>
        </w:rPr>
        <w:t>teikia sprendimų projektų rengėjams, kurie prireikus jų nuorašus kartu su lydraščiais perduoda suinteresuotoms institucijoms.</w:t>
      </w:r>
    </w:p>
    <w:p w:rsidR="007F22C5" w:rsidRPr="002120CF" w:rsidRDefault="004F75C0" w:rsidP="007F22C5">
      <w:pPr>
        <w:ind w:firstLine="720"/>
        <w:jc w:val="both"/>
        <w:rPr>
          <w:szCs w:val="24"/>
          <w:lang w:eastAsia="lt-LT"/>
        </w:rPr>
      </w:pPr>
      <w:r w:rsidRPr="002120CF">
        <w:rPr>
          <w:szCs w:val="24"/>
          <w:lang w:eastAsia="lt-LT"/>
        </w:rPr>
        <w:t>66</w:t>
      </w:r>
      <w:r w:rsidR="007F22C5" w:rsidRPr="002120CF">
        <w:rPr>
          <w:szCs w:val="24"/>
          <w:lang w:eastAsia="lt-LT"/>
        </w:rPr>
        <w:t>. Savivaldybės atstovaujamosios ir vykdomosios institucijų priimti norminiai teisės aktai, taip pat Savivaldybės mero priimti teisės aktai, kuriuos skelbti Teisės aktų registre privaloma pagal teisės aktus, oficialiai skelbiami Teisės aktų registre</w:t>
      </w:r>
      <w:r w:rsidR="002120CF" w:rsidRPr="002120CF">
        <w:rPr>
          <w:szCs w:val="24"/>
          <w:lang w:eastAsia="lt-LT"/>
        </w:rPr>
        <w:t xml:space="preserve"> (toliau – TAR)</w:t>
      </w:r>
      <w:r w:rsidR="007F22C5" w:rsidRPr="002120CF">
        <w:rPr>
          <w:szCs w:val="24"/>
          <w:lang w:eastAsia="lt-LT"/>
        </w:rPr>
        <w:t xml:space="preserve"> Teisėkūros pagrindų įstatymo nustatyta tvarka ir Savivaldybės interneto svetainėje</w:t>
      </w:r>
      <w:r w:rsidR="002120CF" w:rsidRPr="002120CF">
        <w:rPr>
          <w:szCs w:val="24"/>
          <w:lang w:eastAsia="lt-LT"/>
        </w:rPr>
        <w:t xml:space="preserve"> </w:t>
      </w:r>
      <w:hyperlink r:id="rId11" w:history="1">
        <w:r w:rsidR="002120CF" w:rsidRPr="00101506">
          <w:rPr>
            <w:rStyle w:val="Hipersaitas"/>
            <w:szCs w:val="24"/>
            <w:lang w:eastAsia="lt-LT"/>
          </w:rPr>
          <w:t>www.plunge.lt</w:t>
        </w:r>
      </w:hyperlink>
      <w:r w:rsidR="002120CF" w:rsidRPr="00F517CE">
        <w:rPr>
          <w:szCs w:val="24"/>
          <w:lang w:eastAsia="lt-LT"/>
        </w:rPr>
        <w:t>.</w:t>
      </w:r>
      <w:r w:rsidR="00F517CE">
        <w:rPr>
          <w:szCs w:val="24"/>
          <w:lang w:eastAsia="lt-LT"/>
        </w:rPr>
        <w:t xml:space="preserve"> </w:t>
      </w:r>
      <w:r w:rsidR="0005477A" w:rsidRPr="002120CF">
        <w:rPr>
          <w:szCs w:val="24"/>
          <w:lang w:eastAsia="lt-LT"/>
        </w:rPr>
        <w:t>N</w:t>
      </w:r>
      <w:r w:rsidR="007F22C5" w:rsidRPr="002120CF">
        <w:rPr>
          <w:szCs w:val="24"/>
          <w:lang w:eastAsia="lt-LT"/>
        </w:rPr>
        <w:t>orminių teisės aktų įsigaliojimo tvarką nustato Teisėkūros pagrindų įstatymas.</w:t>
      </w:r>
    </w:p>
    <w:p w:rsidR="007F22C5" w:rsidRPr="00F517CE" w:rsidRDefault="004F75C0" w:rsidP="003F5904">
      <w:pPr>
        <w:ind w:firstLine="720"/>
        <w:jc w:val="both"/>
        <w:rPr>
          <w:szCs w:val="24"/>
          <w:lang w:eastAsia="lt-LT"/>
        </w:rPr>
      </w:pPr>
      <w:r w:rsidRPr="00F517CE">
        <w:rPr>
          <w:szCs w:val="24"/>
          <w:lang w:eastAsia="lt-LT"/>
        </w:rPr>
        <w:t>67</w:t>
      </w:r>
      <w:r w:rsidR="007F22C5" w:rsidRPr="00F517CE">
        <w:rPr>
          <w:szCs w:val="24"/>
          <w:lang w:eastAsia="lt-LT"/>
        </w:rPr>
        <w:t>. Savivaldybės atstovaujamosios ir vykdomosios institucijų, Savivaldybės mero priimti teisės taikymo aktai (individualūs teisės aktai) įsigalioja jų pasirašymo dieną, jeigu pačiuose teisės aktuose nenustatyta vėlesnė jų įsigaliojimo data.</w:t>
      </w:r>
    </w:p>
    <w:p w:rsidR="007F22C5" w:rsidRPr="00CC0507" w:rsidRDefault="004F75C0" w:rsidP="003F5904">
      <w:pPr>
        <w:ind w:firstLine="720"/>
        <w:jc w:val="both"/>
        <w:rPr>
          <w:szCs w:val="24"/>
          <w:lang w:eastAsia="lt-LT"/>
        </w:rPr>
      </w:pPr>
      <w:r w:rsidRPr="00F517CE">
        <w:rPr>
          <w:szCs w:val="24"/>
          <w:lang w:eastAsia="lt-LT"/>
        </w:rPr>
        <w:t>68</w:t>
      </w:r>
      <w:r w:rsidR="007F22C5" w:rsidRPr="00F517CE">
        <w:rPr>
          <w:szCs w:val="24"/>
          <w:lang w:eastAsia="lt-LT"/>
        </w:rPr>
        <w:t xml:space="preserve">. </w:t>
      </w:r>
      <w:r w:rsidR="007F22C5" w:rsidRPr="003613D9">
        <w:rPr>
          <w:szCs w:val="24"/>
          <w:lang w:eastAsia="lt-LT"/>
        </w:rPr>
        <w:t xml:space="preserve">Už </w:t>
      </w:r>
      <w:r w:rsidR="007F22C5" w:rsidRPr="009F663D">
        <w:rPr>
          <w:szCs w:val="24"/>
          <w:lang w:eastAsia="lt-LT"/>
        </w:rPr>
        <w:t>tarybos sprendimų</w:t>
      </w:r>
      <w:r w:rsidR="007F22C5" w:rsidRPr="00F517CE">
        <w:rPr>
          <w:szCs w:val="24"/>
          <w:lang w:eastAsia="lt-LT"/>
        </w:rPr>
        <w:t xml:space="preserve"> paskelbimą atsakingas </w:t>
      </w:r>
      <w:r w:rsidR="00F517CE" w:rsidRPr="00CC0507">
        <w:t>Savivaldybės tarybos pos</w:t>
      </w:r>
      <w:r w:rsidR="00CC0507" w:rsidRPr="00CC0507">
        <w:t>ėdžių sekretorius (-</w:t>
      </w:r>
      <w:proofErr w:type="spellStart"/>
      <w:r w:rsidR="00CC0507" w:rsidRPr="00CC0507">
        <w:t>iai</w:t>
      </w:r>
      <w:proofErr w:type="spellEnd"/>
      <w:r w:rsidR="00CC0507" w:rsidRPr="00CC0507">
        <w:t>)</w:t>
      </w:r>
      <w:r w:rsidR="00F517CE" w:rsidRPr="00CC0507">
        <w:t xml:space="preserve"> ar </w:t>
      </w:r>
      <w:r w:rsidR="003F5904" w:rsidRPr="00CC0507">
        <w:rPr>
          <w:lang w:eastAsia="lt-LT"/>
        </w:rPr>
        <w:t>padalinys, techniškai aptarnaujantis Savivaldybės tarybą</w:t>
      </w:r>
      <w:r w:rsidR="007F22C5" w:rsidRPr="00CC0507">
        <w:rPr>
          <w:szCs w:val="24"/>
          <w:lang w:eastAsia="lt-LT"/>
        </w:rPr>
        <w:t xml:space="preserve">. </w:t>
      </w:r>
    </w:p>
    <w:p w:rsidR="007F22C5" w:rsidRPr="00CC0507" w:rsidRDefault="00CC6280" w:rsidP="007F22C5">
      <w:pPr>
        <w:ind w:firstLine="720"/>
        <w:jc w:val="both"/>
        <w:rPr>
          <w:szCs w:val="24"/>
        </w:rPr>
      </w:pPr>
      <w:r w:rsidRPr="00CC0507">
        <w:rPr>
          <w:szCs w:val="24"/>
        </w:rPr>
        <w:t>6</w:t>
      </w:r>
      <w:r w:rsidR="004F75C0" w:rsidRPr="00CC0507">
        <w:rPr>
          <w:szCs w:val="24"/>
        </w:rPr>
        <w:t>9</w:t>
      </w:r>
      <w:r w:rsidR="00075B0B" w:rsidRPr="00CC0507">
        <w:rPr>
          <w:szCs w:val="24"/>
        </w:rPr>
        <w:t xml:space="preserve">. Tarybos sprendimų </w:t>
      </w:r>
      <w:r w:rsidR="007F22C5" w:rsidRPr="00CC0507">
        <w:rPr>
          <w:szCs w:val="24"/>
        </w:rPr>
        <w:t xml:space="preserve">rengimo dokumentai saugomi </w:t>
      </w:r>
      <w:r w:rsidR="00F517CE" w:rsidRPr="00CC0507">
        <w:rPr>
          <w:szCs w:val="24"/>
        </w:rPr>
        <w:t xml:space="preserve">pas </w:t>
      </w:r>
      <w:r w:rsidR="00F517CE" w:rsidRPr="00CC0507">
        <w:t>Savivaldybės</w:t>
      </w:r>
      <w:r w:rsidR="003A2D4C" w:rsidRPr="00CC0507">
        <w:t xml:space="preserve"> tarybos posėdžių sekretorių (-</w:t>
      </w:r>
      <w:proofErr w:type="spellStart"/>
      <w:r w:rsidR="003A2D4C" w:rsidRPr="00CC0507">
        <w:t>ius</w:t>
      </w:r>
      <w:proofErr w:type="spellEnd"/>
      <w:r w:rsidR="00CC0507" w:rsidRPr="00CC0507">
        <w:t>)</w:t>
      </w:r>
      <w:r w:rsidR="00F517CE" w:rsidRPr="00CC0507">
        <w:t xml:space="preserve"> ar </w:t>
      </w:r>
      <w:r w:rsidR="003F5904" w:rsidRPr="00CC0507">
        <w:rPr>
          <w:lang w:eastAsia="lt-LT"/>
        </w:rPr>
        <w:t>padalinyje, techniškai aptarnaujančiame Savivaldybės tarybą.</w:t>
      </w:r>
    </w:p>
    <w:p w:rsidR="00075B0B" w:rsidRDefault="004F75C0" w:rsidP="00075B0B">
      <w:pPr>
        <w:ind w:firstLine="720"/>
        <w:jc w:val="both"/>
        <w:rPr>
          <w:szCs w:val="24"/>
          <w:lang w:eastAsia="lt-LT"/>
        </w:rPr>
      </w:pPr>
      <w:r>
        <w:rPr>
          <w:szCs w:val="24"/>
          <w:lang w:eastAsia="lt-LT"/>
        </w:rPr>
        <w:t>70</w:t>
      </w:r>
      <w:r w:rsidR="00075B0B">
        <w:rPr>
          <w:szCs w:val="24"/>
          <w:lang w:eastAsia="lt-LT"/>
        </w:rPr>
        <w:t xml:space="preserve">. Savivaldybės tarybos posėdžių metu daromas garso ir vaizdo įrašas. Savivaldybės tarybos posėdžių garso ir vaizdo įrašai, siekiant </w:t>
      </w:r>
      <w:r w:rsidR="00075B0B">
        <w:rPr>
          <w:bCs/>
          <w:szCs w:val="24"/>
        </w:rPr>
        <w:t>veiklos viešumo ir skaidrumo,</w:t>
      </w:r>
      <w:r w:rsidR="00075B0B">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075B0B" w:rsidRPr="00100200" w:rsidRDefault="004F75C0" w:rsidP="00075B0B">
      <w:pPr>
        <w:ind w:firstLine="720"/>
        <w:jc w:val="both"/>
        <w:rPr>
          <w:szCs w:val="24"/>
          <w:u w:val="single"/>
        </w:rPr>
      </w:pPr>
      <w:r>
        <w:rPr>
          <w:szCs w:val="24"/>
          <w:lang w:eastAsia="lt-LT"/>
        </w:rPr>
        <w:t>71</w:t>
      </w:r>
      <w:r w:rsidR="00075B0B">
        <w:rPr>
          <w:szCs w:val="24"/>
          <w:lang w:eastAsia="lt-LT"/>
        </w:rPr>
        <w:t xml:space="preserve">. </w:t>
      </w:r>
      <w:r w:rsidR="00075B0B">
        <w:rPr>
          <w:szCs w:val="24"/>
        </w:rPr>
        <w:t xml:space="preserve">Ne rečiau kaip kartą per pusę metų vieno iš Savivaldybės tarybos posėdžių pabaigoje yra organizuojama Savivaldybės tarybos </w:t>
      </w:r>
      <w:r w:rsidR="00075B0B" w:rsidRPr="00075B0B">
        <w:rPr>
          <w:szCs w:val="24"/>
        </w:rPr>
        <w:t>mažumos</w:t>
      </w:r>
      <w:r w:rsidR="00075B0B">
        <w:rPr>
          <w:szCs w:val="24"/>
        </w:rPr>
        <w:t xml:space="preserve"> valanda. Jos metu Savivaldybės tarybos mažumos atstovai turi teisę užduoti </w:t>
      </w:r>
      <w:r w:rsidR="00075B0B" w:rsidRPr="00BA6D41">
        <w:rPr>
          <w:szCs w:val="24"/>
        </w:rPr>
        <w:t>klausimų merui, vicemerui (-</w:t>
      </w:r>
      <w:proofErr w:type="spellStart"/>
      <w:r w:rsidR="00075B0B" w:rsidRPr="00BA6D41">
        <w:rPr>
          <w:szCs w:val="24"/>
        </w:rPr>
        <w:t>ams</w:t>
      </w:r>
      <w:proofErr w:type="spellEnd"/>
      <w:r w:rsidR="00075B0B" w:rsidRPr="00BA6D41">
        <w:rPr>
          <w:szCs w:val="24"/>
        </w:rPr>
        <w:t xml:space="preserve">), </w:t>
      </w:r>
      <w:r w:rsidR="00160A37" w:rsidRPr="001E3692">
        <w:rPr>
          <w:szCs w:val="24"/>
        </w:rPr>
        <w:t>A</w:t>
      </w:r>
      <w:r w:rsidR="00075B0B" w:rsidRPr="00BA6D41">
        <w:rPr>
          <w:szCs w:val="24"/>
        </w:rPr>
        <w:t>dministracijos direktoriui</w:t>
      </w:r>
      <w:r w:rsidR="00075B0B" w:rsidRPr="00EF662D">
        <w:rPr>
          <w:szCs w:val="24"/>
        </w:rPr>
        <w:t>, komitetų</w:t>
      </w:r>
      <w:r w:rsidR="00075B0B">
        <w:rPr>
          <w:szCs w:val="24"/>
        </w:rPr>
        <w:t xml:space="preserve">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075B0B" w:rsidRPr="00F517CE" w:rsidRDefault="002B0CD8" w:rsidP="00075B0B">
      <w:pPr>
        <w:autoSpaceDE w:val="0"/>
        <w:autoSpaceDN w:val="0"/>
        <w:adjustRightInd w:val="0"/>
        <w:ind w:firstLine="720"/>
        <w:jc w:val="both"/>
        <w:rPr>
          <w:rFonts w:eastAsia="TimesNewRomanPSMT"/>
          <w:szCs w:val="24"/>
        </w:rPr>
      </w:pPr>
      <w:r w:rsidRPr="00F517CE">
        <w:rPr>
          <w:rFonts w:eastAsia="TimesNewRomanPSMT"/>
          <w:szCs w:val="24"/>
        </w:rPr>
        <w:t>72</w:t>
      </w:r>
      <w:r w:rsidR="00075B0B" w:rsidRPr="00F517CE">
        <w:rPr>
          <w:rFonts w:eastAsia="TimesNewRomanPSMT"/>
          <w:szCs w:val="24"/>
        </w:rPr>
        <w:t xml:space="preserve">. Jeigu Savivaldybės tarybos mažumos valanda trunka ilgiau nei vieną valandą, tačiau bendras Savivaldybės tarybos posėdžio laikas neviršija tarybos posėdžio laikui numatyto maksimalaus </w:t>
      </w:r>
      <w:r w:rsidR="00075B0B" w:rsidRPr="005326B7">
        <w:rPr>
          <w:rFonts w:eastAsia="TimesNewRomanPSMT"/>
          <w:color w:val="FF0000"/>
          <w:szCs w:val="24"/>
        </w:rPr>
        <w:t xml:space="preserve">7 </w:t>
      </w:r>
      <w:r w:rsidR="00075B0B" w:rsidRPr="00BA6D41">
        <w:rPr>
          <w:rFonts w:eastAsia="TimesNewRomanPSMT"/>
          <w:color w:val="FF0000"/>
          <w:szCs w:val="24"/>
        </w:rPr>
        <w:t xml:space="preserve">valandų </w:t>
      </w:r>
      <w:r w:rsidR="00075B0B" w:rsidRPr="00EF662D">
        <w:rPr>
          <w:rFonts w:eastAsia="TimesNewRomanPSMT"/>
          <w:szCs w:val="24"/>
        </w:rPr>
        <w:t>laiko limit</w:t>
      </w:r>
      <w:r w:rsidR="00160A37" w:rsidRPr="001E3692">
        <w:rPr>
          <w:rFonts w:eastAsia="TimesNewRomanPSMT"/>
          <w:szCs w:val="24"/>
        </w:rPr>
        <w:t>o</w:t>
      </w:r>
      <w:r w:rsidR="00075B0B" w:rsidRPr="00BA6D41">
        <w:rPr>
          <w:rFonts w:eastAsia="TimesNewRomanPSMT"/>
          <w:szCs w:val="24"/>
        </w:rPr>
        <w:t>,</w:t>
      </w:r>
      <w:r w:rsidR="00075B0B" w:rsidRPr="00F517CE">
        <w:rPr>
          <w:rFonts w:eastAsia="TimesNewRomanPSMT"/>
          <w:szCs w:val="24"/>
        </w:rPr>
        <w:t xml:space="preserve"> Savivaldybės tarybos posėdžio pirmininkas </w:t>
      </w:r>
      <w:r w:rsidR="00075B0B" w:rsidRPr="00BA6D41">
        <w:rPr>
          <w:rFonts w:eastAsia="TimesNewRomanPSMT"/>
          <w:szCs w:val="24"/>
        </w:rPr>
        <w:t xml:space="preserve">su </w:t>
      </w:r>
      <w:r w:rsidR="00160A37" w:rsidRPr="001E3692">
        <w:rPr>
          <w:rFonts w:eastAsia="TimesNewRomanPSMT"/>
          <w:szCs w:val="24"/>
        </w:rPr>
        <w:t>T</w:t>
      </w:r>
      <w:r w:rsidR="00075B0B" w:rsidRPr="00BA6D41">
        <w:rPr>
          <w:rFonts w:eastAsia="TimesNewRomanPSMT"/>
          <w:szCs w:val="24"/>
        </w:rPr>
        <w:t>arybos</w:t>
      </w:r>
      <w:r w:rsidR="00075B0B" w:rsidRPr="00F517CE">
        <w:rPr>
          <w:rFonts w:eastAsia="TimesNewRomanPSMT"/>
          <w:szCs w:val="24"/>
        </w:rPr>
        <w:t xml:space="preserve"> pritarimu gali pratęsti Savivaldybės tarybos mažumos valandos laiką. Jeigu Savivaldybės tarybos mažumos valanda viršija Savivaldybės tarybos posėdžio laikui numatyto maksimalaus laiko limitą, </w:t>
      </w:r>
      <w:r w:rsidR="00075B0B" w:rsidRPr="00F517CE">
        <w:rPr>
          <w:rFonts w:eastAsia="TimesNewRomanPSMT"/>
          <w:szCs w:val="24"/>
        </w:rPr>
        <w:lastRenderedPageBreak/>
        <w:t>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9200F" w:rsidRDefault="002B0CD8" w:rsidP="00F97A83">
      <w:pPr>
        <w:ind w:firstLine="720"/>
        <w:jc w:val="both"/>
        <w:rPr>
          <w:color w:val="FF0000"/>
          <w:szCs w:val="24"/>
          <w:u w:val="single"/>
        </w:rPr>
      </w:pPr>
      <w:r>
        <w:rPr>
          <w:szCs w:val="24"/>
        </w:rPr>
        <w:t>73</w:t>
      </w:r>
      <w:r w:rsidR="00075B0B">
        <w:rPr>
          <w:szCs w:val="24"/>
        </w:rPr>
        <w:t>.</w:t>
      </w:r>
      <w:r w:rsidR="00075B0B" w:rsidRPr="00BA42B1">
        <w:rPr>
          <w:szCs w:val="24"/>
        </w:rPr>
        <w:t xml:space="preserve"> </w:t>
      </w:r>
      <w:r w:rsidR="00075B0B">
        <w:rPr>
          <w:szCs w:val="24"/>
        </w:rPr>
        <w:t xml:space="preserve">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w:t>
      </w:r>
      <w:r w:rsidR="00075B0B" w:rsidRPr="005326B7">
        <w:rPr>
          <w:szCs w:val="24"/>
        </w:rPr>
        <w:t xml:space="preserve">Reglamento </w:t>
      </w:r>
      <w:r w:rsidR="0057289E" w:rsidRPr="005326B7">
        <w:rPr>
          <w:szCs w:val="24"/>
        </w:rPr>
        <w:t>VI skyriuje</w:t>
      </w:r>
      <w:r w:rsidR="00075B0B" w:rsidRPr="005326B7">
        <w:rPr>
          <w:szCs w:val="24"/>
        </w:rPr>
        <w:t xml:space="preserve"> </w:t>
      </w:r>
      <w:r w:rsidR="00075B0B">
        <w:rPr>
          <w:szCs w:val="24"/>
        </w:rPr>
        <w:t xml:space="preserve">nustatytus reikalavimus. Jeigu Savivaldybės tarybos posėdis baigiasi </w:t>
      </w:r>
      <w:r w:rsidR="00075B0B" w:rsidRPr="00BA6D41">
        <w:rPr>
          <w:szCs w:val="24"/>
        </w:rPr>
        <w:t>anksčiau</w:t>
      </w:r>
      <w:r w:rsidR="00075B0B" w:rsidRPr="005E2737">
        <w:rPr>
          <w:szCs w:val="24"/>
        </w:rPr>
        <w:t xml:space="preserve"> negu</w:t>
      </w:r>
      <w:r w:rsidR="00075B0B" w:rsidRPr="00160A37">
        <w:rPr>
          <w:szCs w:val="24"/>
        </w:rPr>
        <w:t xml:space="preserve"> apsvarstomi</w:t>
      </w:r>
      <w:r w:rsidR="00075B0B">
        <w:rPr>
          <w:szCs w:val="24"/>
        </w:rPr>
        <w:t xml:space="preserve"> visi Savivaldybės tarybos mažumos pateikti sprendimų projektai, neapsvarstyti Savivaldybės tarybos mažumos projektai turi būti įtraukiami į kito artimiausio Savivaldybės tarybos posėdžio darbotvarkę.</w:t>
      </w:r>
    </w:p>
    <w:p w:rsidR="00F97A83" w:rsidRPr="0057289E" w:rsidRDefault="00195E49" w:rsidP="00F97A83">
      <w:pPr>
        <w:ind w:firstLine="720"/>
        <w:jc w:val="both"/>
        <w:rPr>
          <w:lang w:eastAsia="lt-LT"/>
        </w:rPr>
      </w:pPr>
      <w:r w:rsidRPr="0057289E">
        <w:t>74</w:t>
      </w:r>
      <w:r w:rsidR="00F97A83" w:rsidRPr="0057289E">
        <w:t xml:space="preserve">. Pirmiausia teisę užduoti iki dviejų klausimų turi opozicijos lyderis, po to – </w:t>
      </w:r>
      <w:r w:rsidR="00F97A83" w:rsidRPr="003613D9">
        <w:t>kiti tarybos</w:t>
      </w:r>
      <w:r w:rsidR="00F97A83" w:rsidRPr="0057289E">
        <w:t xml:space="preserve"> mažumos atstovai. Savivaldybės tarybos mažumos atstovams uždavus visus klausimus, jeigu </w:t>
      </w:r>
      <w:r w:rsidR="00160A37" w:rsidRPr="001E3692">
        <w:t>T</w:t>
      </w:r>
      <w:r w:rsidR="00F97A83" w:rsidRPr="00BA6D41">
        <w:t>aryba</w:t>
      </w:r>
      <w:r w:rsidR="00F97A83" w:rsidRPr="00EF662D">
        <w:t xml:space="preserve"> nenusprendžia</w:t>
      </w:r>
      <w:r w:rsidR="00F97A83" w:rsidRPr="0057289E">
        <w:t xml:space="preserve"> kitaip, sudaroma galimybė tarybos daugumos atstovams užduoti klausimų.</w:t>
      </w:r>
    </w:p>
    <w:p w:rsidR="00F97A83" w:rsidRPr="0057289E" w:rsidRDefault="00195E49" w:rsidP="00F97A83">
      <w:pPr>
        <w:ind w:firstLine="720"/>
        <w:jc w:val="both"/>
        <w:rPr>
          <w:szCs w:val="24"/>
          <w:u w:val="single"/>
        </w:rPr>
      </w:pPr>
      <w:r w:rsidRPr="0057289E">
        <w:rPr>
          <w:rFonts w:eastAsia="TimesNewRomanPSMT"/>
          <w:szCs w:val="24"/>
        </w:rPr>
        <w:t>75</w:t>
      </w:r>
      <w:r w:rsidR="00F97A83" w:rsidRPr="0057289E">
        <w:rPr>
          <w:rFonts w:eastAsia="TimesNewRomanPSMT"/>
          <w:szCs w:val="24"/>
        </w:rPr>
        <w:t>. Savivaldybės tarybos mažumos valandoje užduoti klausimai ir atsakymai yra protokoluojami.</w:t>
      </w:r>
    </w:p>
    <w:p w:rsidR="0016645F" w:rsidRDefault="0016645F" w:rsidP="00B84FF3">
      <w:pPr>
        <w:tabs>
          <w:tab w:val="left" w:pos="720"/>
        </w:tabs>
        <w:ind w:firstLine="720"/>
        <w:jc w:val="both"/>
        <w:rPr>
          <w:color w:val="00B0F0"/>
          <w:szCs w:val="24"/>
        </w:rPr>
      </w:pPr>
    </w:p>
    <w:p w:rsidR="00F97A83" w:rsidRDefault="00F97A83" w:rsidP="00CC6280">
      <w:pPr>
        <w:jc w:val="center"/>
        <w:rPr>
          <w:b/>
          <w:szCs w:val="24"/>
        </w:rPr>
      </w:pPr>
      <w:r>
        <w:rPr>
          <w:b/>
          <w:szCs w:val="24"/>
        </w:rPr>
        <w:t>VI</w:t>
      </w:r>
      <w:r w:rsidR="00E24038">
        <w:rPr>
          <w:b/>
          <w:szCs w:val="24"/>
        </w:rPr>
        <w:t>I</w:t>
      </w:r>
      <w:r>
        <w:rPr>
          <w:b/>
          <w:szCs w:val="24"/>
        </w:rPr>
        <w:t xml:space="preserve"> SKYRIUS</w:t>
      </w:r>
    </w:p>
    <w:p w:rsidR="00CC6280" w:rsidRDefault="00CC6280" w:rsidP="00CC6280">
      <w:pPr>
        <w:widowControl w:val="0"/>
        <w:suppressAutoHyphens/>
        <w:jc w:val="center"/>
        <w:rPr>
          <w:b/>
          <w:kern w:val="2"/>
          <w:szCs w:val="24"/>
          <w:lang w:eastAsia="lt-LT"/>
        </w:rPr>
      </w:pPr>
      <w:r>
        <w:rPr>
          <w:b/>
          <w:kern w:val="2"/>
          <w:szCs w:val="24"/>
          <w:lang w:eastAsia="lt-LT"/>
        </w:rPr>
        <w:t>NUOTOLINIŲ POSĖDŽIŲ ORGANIZAVIMO TVARKA</w:t>
      </w:r>
    </w:p>
    <w:p w:rsidR="00CC6280" w:rsidRDefault="00CC6280" w:rsidP="00F97A83">
      <w:pPr>
        <w:jc w:val="center"/>
        <w:rPr>
          <w:b/>
          <w:szCs w:val="24"/>
        </w:rPr>
      </w:pPr>
    </w:p>
    <w:p w:rsidR="00CC6280" w:rsidRDefault="00CC6280" w:rsidP="00CC6280">
      <w:pPr>
        <w:ind w:firstLine="720"/>
        <w:jc w:val="both"/>
        <w:rPr>
          <w:szCs w:val="24"/>
        </w:rPr>
      </w:pPr>
      <w:r>
        <w:rPr>
          <w:szCs w:val="24"/>
        </w:rPr>
        <w:t>7</w:t>
      </w:r>
      <w:r w:rsidR="0086796D">
        <w:rPr>
          <w:szCs w:val="24"/>
        </w:rPr>
        <w:t>6</w:t>
      </w:r>
      <w:r>
        <w:rPr>
          <w:szCs w:val="24"/>
        </w:rPr>
        <w:t>. Jeigu dėl nepaprastosios padėties, ekstremaliosios situacijos ar karantino Savivaldybės tarybos</w:t>
      </w:r>
      <w:r w:rsidR="00C2357F">
        <w:rPr>
          <w:szCs w:val="24"/>
        </w:rPr>
        <w:t xml:space="preserve"> </w:t>
      </w:r>
      <w:r>
        <w:rPr>
          <w:szCs w:val="24"/>
        </w:rPr>
        <w:t>posėdžiai negali vykti Savivaldybės tarybos nariams posėdyje dalyvaujant fiziškai, Savivaldybės tarybos</w:t>
      </w:r>
      <w:r w:rsidR="00C2357F">
        <w:rPr>
          <w:szCs w:val="24"/>
        </w:rPr>
        <w:t xml:space="preserve"> </w:t>
      </w:r>
      <w:r>
        <w:rPr>
          <w:szCs w:val="24"/>
        </w:rPr>
        <w:t>posėdžiai gali vykti nuotoliniu būdu realiuoju laiku elektroninių ryšių priemonėmis (toliau – nuotolinis būdas). Nuotoliniu būdu vyksiančiame Savivaldybės tarybos</w:t>
      </w:r>
      <w:r w:rsidR="00C2357F">
        <w:rPr>
          <w:szCs w:val="24"/>
        </w:rPr>
        <w:t xml:space="preserve"> </w:t>
      </w:r>
      <w:r>
        <w:rPr>
          <w:szCs w:val="24"/>
        </w:rPr>
        <w:t xml:space="preserve"> posėdyje svarstytini sprendimų projektai </w:t>
      </w:r>
      <w:r w:rsidRPr="00BA6D41">
        <w:rPr>
          <w:szCs w:val="24"/>
        </w:rPr>
        <w:t>rengiami</w:t>
      </w:r>
      <w:r w:rsidRPr="00BA6D41">
        <w:rPr>
          <w:bCs/>
          <w:szCs w:val="24"/>
        </w:rPr>
        <w:t xml:space="preserve"> ir posėdis vyksta laikantis visų Įstatymo 17 straipsnyje ir </w:t>
      </w:r>
      <w:r w:rsidRPr="00160A37">
        <w:rPr>
          <w:bCs/>
          <w:szCs w:val="24"/>
        </w:rPr>
        <w:t xml:space="preserve">Reglamento šiame skyriuje nustatytų reikalavimų ir užtikrinant Įstatyme 17 skyriuje nustatytas tarybos nario teises. </w:t>
      </w:r>
      <w:r w:rsidRPr="00160A37">
        <w:rPr>
          <w:szCs w:val="24"/>
        </w:rPr>
        <w:t>Nuotoliniu būdu priimant Savivaldybės tarybos</w:t>
      </w:r>
      <w:r w:rsidR="003E3C23">
        <w:rPr>
          <w:szCs w:val="24"/>
        </w:rPr>
        <w:t xml:space="preserve"> </w:t>
      </w:r>
      <w:r w:rsidRPr="00160A37">
        <w:rPr>
          <w:szCs w:val="24"/>
        </w:rPr>
        <w:t>sprendimus, turi būti užtikrinamas tarybos nario tapatybės ir jo balsavimo</w:t>
      </w:r>
      <w:r>
        <w:rPr>
          <w:szCs w:val="24"/>
        </w:rPr>
        <w:t xml:space="preserve">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w:t>
      </w:r>
      <w:r w:rsidR="003E3C23">
        <w:rPr>
          <w:szCs w:val="24"/>
        </w:rPr>
        <w:t xml:space="preserve"> </w:t>
      </w:r>
    </w:p>
    <w:p w:rsidR="00532080" w:rsidRPr="00FD74E1" w:rsidRDefault="0086796D"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77</w:t>
      </w:r>
      <w:r w:rsidR="00532080" w:rsidRPr="00FD74E1">
        <w:rPr>
          <w:rFonts w:eastAsia="Andale Sans UI"/>
          <w:bCs/>
          <w:spacing w:val="2"/>
          <w:kern w:val="2"/>
          <w:szCs w:val="24"/>
          <w:shd w:val="clear" w:color="auto" w:fill="FFFFFF"/>
          <w:lang w:eastAsia="ar-SA"/>
        </w:rPr>
        <w:t>. Nuotoliniu būdu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posėdžiai organizuojami ir vyksta laikantis visų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posėdžiams organizuoti keliamų reikalavimų, išskyrus šiame skyriuje nurodytas išimtis.</w:t>
      </w:r>
      <w:r w:rsidR="003E3C23">
        <w:rPr>
          <w:rFonts w:eastAsia="Andale Sans UI"/>
          <w:bCs/>
          <w:spacing w:val="2"/>
          <w:kern w:val="2"/>
          <w:szCs w:val="24"/>
          <w:shd w:val="clear" w:color="auto" w:fill="FFFFFF"/>
          <w:lang w:eastAsia="ar-SA"/>
        </w:rPr>
        <w:t xml:space="preserve"> </w:t>
      </w:r>
    </w:p>
    <w:p w:rsidR="00532080" w:rsidRPr="00FD74E1" w:rsidRDefault="00D216F4"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w:t>
      </w:r>
      <w:r w:rsidR="0086796D" w:rsidRPr="00FD74E1">
        <w:rPr>
          <w:rFonts w:eastAsia="Andale Sans UI"/>
          <w:bCs/>
          <w:spacing w:val="2"/>
          <w:kern w:val="2"/>
          <w:szCs w:val="24"/>
          <w:shd w:val="clear" w:color="auto" w:fill="FFFFFF"/>
          <w:lang w:eastAsia="ar-SA"/>
        </w:rPr>
        <w:t>8</w:t>
      </w:r>
      <w:r w:rsidR="00532080" w:rsidRPr="00FD74E1">
        <w:rPr>
          <w:rFonts w:eastAsia="Andale Sans UI"/>
          <w:bCs/>
          <w:spacing w:val="2"/>
          <w:kern w:val="2"/>
          <w:szCs w:val="24"/>
          <w:shd w:val="clear" w:color="auto" w:fill="FFFFFF"/>
          <w:lang w:eastAsia="ar-SA"/>
        </w:rPr>
        <w:t>. Apie šaukiamo nuotolinio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 xml:space="preserve">posėdžio formą </w:t>
      </w:r>
      <w:r w:rsidR="00532080" w:rsidRPr="00BA6D41">
        <w:rPr>
          <w:rFonts w:eastAsia="Andale Sans UI"/>
          <w:bCs/>
          <w:spacing w:val="2"/>
          <w:kern w:val="2"/>
          <w:szCs w:val="24"/>
          <w:shd w:val="clear" w:color="auto" w:fill="FFFFFF"/>
          <w:lang w:eastAsia="ar-SA"/>
        </w:rPr>
        <w:t>tarybos nariai ir visuomenė informuojami viešai, paskelbiant apie tai Savivaldybės interneto</w:t>
      </w:r>
      <w:r w:rsidR="00532080" w:rsidRPr="00FD74E1">
        <w:rPr>
          <w:rFonts w:eastAsia="Andale Sans UI"/>
          <w:bCs/>
          <w:spacing w:val="2"/>
          <w:kern w:val="2"/>
          <w:szCs w:val="24"/>
          <w:shd w:val="clear" w:color="auto" w:fill="FFFFFF"/>
          <w:lang w:eastAsia="ar-SA"/>
        </w:rPr>
        <w:t xml:space="preserve"> svetainėje</w:t>
      </w:r>
      <w:r w:rsidR="00FD74E1" w:rsidRPr="00FD74E1">
        <w:rPr>
          <w:rFonts w:eastAsia="Andale Sans UI"/>
          <w:bCs/>
          <w:spacing w:val="2"/>
          <w:kern w:val="2"/>
          <w:szCs w:val="24"/>
          <w:shd w:val="clear" w:color="auto" w:fill="FFFFFF"/>
          <w:lang w:eastAsia="ar-SA"/>
        </w:rPr>
        <w:t xml:space="preserve"> </w:t>
      </w:r>
      <w:hyperlink r:id="rId12" w:history="1">
        <w:r w:rsidR="00FD74E1" w:rsidRPr="00101506">
          <w:rPr>
            <w:rStyle w:val="Hipersaitas"/>
            <w:rFonts w:eastAsia="Andale Sans UI"/>
            <w:bCs/>
            <w:spacing w:val="2"/>
            <w:kern w:val="2"/>
            <w:szCs w:val="24"/>
            <w:shd w:val="clear" w:color="auto" w:fill="FFFFFF"/>
            <w:lang w:eastAsia="ar-SA"/>
          </w:rPr>
          <w:t>www.plunge.lt</w:t>
        </w:r>
      </w:hyperlink>
      <w:r w:rsidR="00FD74E1">
        <w:rPr>
          <w:rFonts w:eastAsia="Andale Sans UI"/>
          <w:bCs/>
          <w:color w:val="00B05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kartu su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posėdžio darbotvarkės projektu.</w:t>
      </w:r>
    </w:p>
    <w:p w:rsidR="00D216F4" w:rsidRPr="00B47B13" w:rsidRDefault="0086796D" w:rsidP="00D216F4">
      <w:pPr>
        <w:ind w:firstLine="720"/>
        <w:jc w:val="both"/>
      </w:pPr>
      <w:r w:rsidRPr="003A2D4C">
        <w:rPr>
          <w:lang w:eastAsia="lt-LT"/>
        </w:rPr>
        <w:t>79</w:t>
      </w:r>
      <w:r w:rsidR="00D216F4" w:rsidRPr="003A2D4C">
        <w:rPr>
          <w:lang w:eastAsia="lt-LT"/>
        </w:rPr>
        <w:t xml:space="preserve">. </w:t>
      </w:r>
      <w:r w:rsidR="00D216F4" w:rsidRPr="003A2D4C">
        <w:t>Prisijungimas prie nuotolinio Savivaldybės tarybos posėdžio vyksta naudojant posėdžio dieną sugeneruotą nuorodą, kurią</w:t>
      </w:r>
      <w:r w:rsidR="00D216F4" w:rsidRPr="008D18CC">
        <w:rPr>
          <w:color w:val="00B0F0"/>
        </w:rPr>
        <w:t xml:space="preserve"> </w:t>
      </w:r>
      <w:r w:rsidR="006B678C" w:rsidRPr="00CC0507">
        <w:t xml:space="preserve">Savivaldybės tarybos </w:t>
      </w:r>
      <w:r w:rsidR="00D216F4" w:rsidRPr="00CC0507">
        <w:rPr>
          <w:lang w:eastAsia="lt-LT"/>
        </w:rPr>
        <w:t xml:space="preserve">posėdžio sekretorius </w:t>
      </w:r>
      <w:r w:rsidR="00CC0507" w:rsidRPr="00CC0507">
        <w:t>(-</w:t>
      </w:r>
      <w:proofErr w:type="spellStart"/>
      <w:r w:rsidR="00CC0507" w:rsidRPr="00CC0507">
        <w:t>iai</w:t>
      </w:r>
      <w:proofErr w:type="spellEnd"/>
      <w:r w:rsidR="00CC0507" w:rsidRPr="00CC0507">
        <w:t>)</w:t>
      </w:r>
      <w:r w:rsidR="003A2D4C" w:rsidRPr="00CC0507">
        <w:t xml:space="preserve"> ar </w:t>
      </w:r>
      <w:r w:rsidR="003A2D4C" w:rsidRPr="00CC0507">
        <w:rPr>
          <w:lang w:eastAsia="lt-LT"/>
        </w:rPr>
        <w:t>padalinys, techniškai aptarnaujantis Savivaldybės tarybą</w:t>
      </w:r>
      <w:r w:rsidR="008967AB">
        <w:rPr>
          <w:lang w:eastAsia="lt-LT"/>
        </w:rPr>
        <w:t>,</w:t>
      </w:r>
      <w:r w:rsidR="003A2D4C" w:rsidRPr="00CC0507">
        <w:rPr>
          <w:lang w:eastAsia="lt-LT"/>
        </w:rPr>
        <w:t xml:space="preserve"> </w:t>
      </w:r>
      <w:r w:rsidR="00D216F4" w:rsidRPr="00CC0507">
        <w:t>persiun</w:t>
      </w:r>
      <w:r w:rsidR="00D216F4" w:rsidRPr="00B47B13">
        <w:t xml:space="preserve">čia </w:t>
      </w:r>
      <w:r w:rsidR="00D216F4" w:rsidRPr="00BA6D41">
        <w:t>į tarybos narių kompiuterines</w:t>
      </w:r>
      <w:r w:rsidR="00D216F4" w:rsidRPr="00B47B13">
        <w:t xml:space="preserve"> skaitmenines laikmenas ne vėliau kaip prieš 2 valandas iki posėdžio pradžios.</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80</w:t>
      </w:r>
      <w:r w:rsidR="00532080" w:rsidRPr="00B47B13">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Jungdamiesi į Savivaldybės tarybos </w:t>
      </w:r>
      <w:r w:rsidR="00D216F4" w:rsidRPr="00BA6D41">
        <w:rPr>
          <w:rFonts w:eastAsia="Andale Sans UI"/>
          <w:bCs/>
          <w:spacing w:val="2"/>
          <w:kern w:val="2"/>
          <w:szCs w:val="24"/>
          <w:shd w:val="clear" w:color="auto" w:fill="FFFFFF"/>
          <w:lang w:eastAsia="ar-SA"/>
        </w:rPr>
        <w:t xml:space="preserve">posėdį,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narys ir kiti</w:t>
      </w:r>
      <w:r w:rsidR="00D216F4" w:rsidRPr="00B47B13">
        <w:rPr>
          <w:rFonts w:eastAsia="Andale Sans UI"/>
          <w:bCs/>
          <w:spacing w:val="2"/>
          <w:kern w:val="2"/>
          <w:szCs w:val="24"/>
          <w:shd w:val="clear" w:color="auto" w:fill="FFFFFF"/>
          <w:lang w:eastAsia="ar-SA"/>
        </w:rPr>
        <w:t xml:space="preserve"> posėdyje dalyvaujantys asmenys privalo identifikuotis</w:t>
      </w:r>
      <w:r w:rsidR="00F44BFC">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nurodydami savo vardą, </w:t>
      </w:r>
      <w:r w:rsidR="00D216F4" w:rsidRPr="00BA6D41">
        <w:rPr>
          <w:rFonts w:eastAsia="Andale Sans UI"/>
          <w:bCs/>
          <w:spacing w:val="2"/>
          <w:kern w:val="2"/>
          <w:szCs w:val="24"/>
          <w:shd w:val="clear" w:color="auto" w:fill="FFFFFF"/>
          <w:lang w:eastAsia="ar-SA"/>
        </w:rPr>
        <w:t>pavardę bei vaizdu.</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81</w:t>
      </w:r>
      <w:r w:rsidR="00D216F4" w:rsidRPr="00B47B13">
        <w:rPr>
          <w:rFonts w:eastAsia="Andale Sans UI"/>
          <w:bCs/>
          <w:spacing w:val="2"/>
          <w:kern w:val="2"/>
          <w:szCs w:val="24"/>
          <w:shd w:val="clear" w:color="auto" w:fill="FFFFFF"/>
          <w:lang w:eastAsia="ar-SA"/>
        </w:rPr>
        <w:t>. Savivaldybės t</w:t>
      </w:r>
      <w:r w:rsidR="00D216F4" w:rsidRPr="00B47B13">
        <w:rPr>
          <w:kern w:val="2"/>
          <w:szCs w:val="24"/>
          <w:lang w:eastAsia="lt-LT"/>
        </w:rPr>
        <w:t xml:space="preserve">arybos </w:t>
      </w:r>
      <w:r w:rsidR="00D216F4" w:rsidRPr="00B47B13">
        <w:t xml:space="preserve">posėdžių </w:t>
      </w:r>
      <w:r w:rsidR="00D216F4" w:rsidRPr="00B47B13">
        <w:rPr>
          <w:kern w:val="2"/>
          <w:szCs w:val="24"/>
          <w:lang w:eastAsia="lt-LT"/>
        </w:rPr>
        <w:t>sekretorius</w:t>
      </w:r>
      <w:r w:rsidR="00D216F4" w:rsidRPr="00B47B13">
        <w:rPr>
          <w:rFonts w:eastAsia="Andale Sans UI"/>
          <w:bCs/>
          <w:spacing w:val="2"/>
          <w:kern w:val="2"/>
          <w:szCs w:val="24"/>
          <w:shd w:val="clear" w:color="auto" w:fill="FFFFFF"/>
          <w:lang w:eastAsia="ar-SA"/>
        </w:rPr>
        <w:t xml:space="preserve"> užtikrina, kad į Savivaldybės tarybos posėdį patektų tik savo tapatybę </w:t>
      </w:r>
      <w:r w:rsidR="00D216F4" w:rsidRPr="00BA6D41">
        <w:rPr>
          <w:rFonts w:eastAsia="Andale Sans UI"/>
          <w:bCs/>
          <w:spacing w:val="2"/>
          <w:kern w:val="2"/>
          <w:szCs w:val="24"/>
          <w:shd w:val="clear" w:color="auto" w:fill="FFFFFF"/>
          <w:lang w:eastAsia="ar-SA"/>
        </w:rPr>
        <w:t xml:space="preserve">identifikavę tarybos nariai ir </w:t>
      </w:r>
      <w:r w:rsidR="00D216F4" w:rsidRPr="00EF662D">
        <w:rPr>
          <w:rFonts w:eastAsia="Andale Sans UI"/>
          <w:bCs/>
          <w:spacing w:val="2"/>
          <w:kern w:val="2"/>
          <w:szCs w:val="24"/>
          <w:shd w:val="clear" w:color="auto" w:fill="FFFFFF"/>
          <w:lang w:eastAsia="ar-SA"/>
        </w:rPr>
        <w:t>užsiregistravę kiti</w:t>
      </w:r>
      <w:r w:rsidR="00BA6D41" w:rsidRPr="001E3692">
        <w:rPr>
          <w:rFonts w:eastAsia="Andale Sans UI"/>
          <w:bCs/>
          <w:spacing w:val="2"/>
          <w:kern w:val="2"/>
          <w:szCs w:val="24"/>
          <w:shd w:val="clear" w:color="auto" w:fill="FFFFFF"/>
          <w:lang w:eastAsia="ar-SA"/>
        </w:rPr>
        <w:t>,</w:t>
      </w:r>
      <w:r w:rsidR="00D216F4" w:rsidRPr="00BA6D41">
        <w:rPr>
          <w:rFonts w:eastAsia="Andale Sans UI"/>
          <w:bCs/>
          <w:spacing w:val="2"/>
          <w:kern w:val="2"/>
          <w:szCs w:val="24"/>
          <w:shd w:val="clear" w:color="auto" w:fill="FFFFFF"/>
          <w:lang w:eastAsia="ar-SA"/>
        </w:rPr>
        <w:t xml:space="preserve"> posėdyje dalyvauti turintys asmenys.</w:t>
      </w:r>
    </w:p>
    <w:p w:rsidR="00356CF4" w:rsidRPr="000D159D" w:rsidRDefault="0086796D" w:rsidP="00D216F4">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82</w:t>
      </w:r>
      <w:r w:rsidR="00D216F4" w:rsidRPr="000D159D">
        <w:rPr>
          <w:rFonts w:eastAsia="Andale Sans UI"/>
          <w:bCs/>
          <w:spacing w:val="2"/>
          <w:kern w:val="2"/>
          <w:szCs w:val="24"/>
          <w:shd w:val="clear" w:color="auto" w:fill="FFFFFF"/>
          <w:lang w:eastAsia="ar-SA"/>
        </w:rPr>
        <w:t xml:space="preserve">. </w:t>
      </w:r>
      <w:r w:rsidR="00457A44">
        <w:rPr>
          <w:rFonts w:eastAsia="Andale Sans UI"/>
          <w:bCs/>
          <w:spacing w:val="2"/>
          <w:kern w:val="2"/>
          <w:szCs w:val="24"/>
          <w:shd w:val="clear" w:color="auto" w:fill="FFFFFF"/>
          <w:lang w:eastAsia="ar-SA"/>
        </w:rPr>
        <w:t>N</w:t>
      </w:r>
      <w:r w:rsidR="00D216F4" w:rsidRPr="000D159D">
        <w:rPr>
          <w:rFonts w:eastAsia="Andale Sans UI"/>
          <w:bCs/>
          <w:spacing w:val="2"/>
          <w:kern w:val="2"/>
          <w:szCs w:val="24"/>
          <w:shd w:val="clear" w:color="auto" w:fill="FFFFFF"/>
          <w:lang w:eastAsia="ar-SA"/>
        </w:rPr>
        <w:t xml:space="preserve">uotolinio Savivaldybės tarybos posėdžio </w:t>
      </w:r>
      <w:r w:rsidR="00D216F4" w:rsidRPr="00BA6D41">
        <w:rPr>
          <w:rFonts w:eastAsia="Andale Sans UI"/>
          <w:bCs/>
          <w:spacing w:val="2"/>
          <w:kern w:val="2"/>
          <w:szCs w:val="24"/>
          <w:shd w:val="clear" w:color="auto" w:fill="FFFFFF"/>
          <w:lang w:eastAsia="ar-SA"/>
        </w:rPr>
        <w:t xml:space="preserve">metu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nariai privalo</w:t>
      </w:r>
      <w:r w:rsidR="00D216F4" w:rsidRPr="000D159D">
        <w:rPr>
          <w:rFonts w:eastAsia="Andale Sans UI"/>
          <w:bCs/>
          <w:spacing w:val="2"/>
          <w:kern w:val="2"/>
          <w:szCs w:val="24"/>
          <w:shd w:val="clear" w:color="auto" w:fill="FFFFFF"/>
          <w:lang w:eastAsia="ar-SA"/>
        </w:rPr>
        <w:t xml:space="preserve"> naudoti vaizdo kameras ir realiu laiku transliuoti savo atvaizdą. Tarybos nario balsas neįskaitomas, jeigu</w:t>
      </w:r>
      <w:r w:rsidR="00ED255E" w:rsidRPr="000D159D">
        <w:rPr>
          <w:rFonts w:eastAsia="Andale Sans UI"/>
          <w:bCs/>
          <w:spacing w:val="2"/>
          <w:kern w:val="2"/>
          <w:szCs w:val="24"/>
          <w:shd w:val="clear" w:color="auto" w:fill="FFFFFF"/>
          <w:lang w:eastAsia="ar-SA"/>
        </w:rPr>
        <w:t xml:space="preserve"> sprendimo priėmimo metu (</w:t>
      </w:r>
      <w:r w:rsidR="00D216F4" w:rsidRPr="000D159D">
        <w:rPr>
          <w:rFonts w:eastAsia="Andale Sans UI"/>
          <w:bCs/>
          <w:spacing w:val="2"/>
          <w:kern w:val="2"/>
          <w:szCs w:val="24"/>
          <w:shd w:val="clear" w:color="auto" w:fill="FFFFFF"/>
          <w:lang w:eastAsia="ar-SA"/>
        </w:rPr>
        <w:t>balsavimo metu</w:t>
      </w:r>
      <w:r w:rsidR="00ED255E" w:rsidRPr="000D159D">
        <w:rPr>
          <w:rFonts w:eastAsia="Andale Sans UI"/>
          <w:bCs/>
          <w:spacing w:val="2"/>
          <w:kern w:val="2"/>
          <w:szCs w:val="24"/>
          <w:shd w:val="clear" w:color="auto" w:fill="FFFFFF"/>
          <w:lang w:eastAsia="ar-SA"/>
        </w:rPr>
        <w:t>)</w:t>
      </w:r>
      <w:r w:rsidR="00D216F4" w:rsidRPr="000D159D">
        <w:rPr>
          <w:rFonts w:eastAsia="Andale Sans UI"/>
          <w:bCs/>
          <w:spacing w:val="2"/>
          <w:kern w:val="2"/>
          <w:szCs w:val="24"/>
          <w:shd w:val="clear" w:color="auto" w:fill="FFFFFF"/>
          <w:lang w:eastAsia="ar-SA"/>
        </w:rPr>
        <w:t xml:space="preserve"> nėra tiesioginės jo vaizdo transliacijos. </w:t>
      </w:r>
    </w:p>
    <w:p w:rsidR="00765A6E" w:rsidRPr="000D159D" w:rsidRDefault="0086796D" w:rsidP="00765A6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83</w:t>
      </w:r>
      <w:r w:rsidR="00D216F4" w:rsidRPr="000D159D">
        <w:rPr>
          <w:rFonts w:eastAsia="Andale Sans UI"/>
          <w:bCs/>
          <w:spacing w:val="2"/>
          <w:kern w:val="2"/>
          <w:szCs w:val="24"/>
          <w:shd w:val="clear" w:color="auto" w:fill="FFFFFF"/>
          <w:lang w:eastAsia="ar-SA"/>
        </w:rPr>
        <w:t xml:space="preserve">. Po kiekvieno </w:t>
      </w:r>
      <w:r w:rsidR="00D216F4" w:rsidRPr="00BA6D41">
        <w:rPr>
          <w:rFonts w:eastAsia="Andale Sans UI"/>
          <w:bCs/>
          <w:spacing w:val="2"/>
          <w:kern w:val="2"/>
          <w:szCs w:val="24"/>
          <w:shd w:val="clear" w:color="auto" w:fill="FFFFFF"/>
          <w:lang w:eastAsia="ar-SA"/>
        </w:rPr>
        <w:t xml:space="preserve">balsavimo dėl konkretaus </w:t>
      </w:r>
      <w:r w:rsidR="006B678C" w:rsidRPr="00BA6D41">
        <w:rPr>
          <w:rFonts w:eastAsia="Andale Sans UI"/>
          <w:bCs/>
          <w:spacing w:val="2"/>
          <w:kern w:val="2"/>
          <w:szCs w:val="24"/>
          <w:shd w:val="clear" w:color="auto" w:fill="FFFFFF"/>
          <w:lang w:eastAsia="ar-SA"/>
        </w:rPr>
        <w:t>Savivaldybės t</w:t>
      </w:r>
      <w:r w:rsidR="00D216F4" w:rsidRPr="00EF662D">
        <w:rPr>
          <w:rFonts w:eastAsia="Andale Sans UI"/>
          <w:bCs/>
          <w:spacing w:val="2"/>
          <w:kern w:val="2"/>
          <w:szCs w:val="24"/>
          <w:shd w:val="clear" w:color="auto" w:fill="FFFFFF"/>
          <w:lang w:eastAsia="ar-SA"/>
        </w:rPr>
        <w:t xml:space="preserve">arybos sprendimo projekto </w:t>
      </w:r>
      <w:r w:rsidR="006B678C" w:rsidRPr="00BA6D41">
        <w:rPr>
          <w:rFonts w:eastAsia="Andale Sans UI"/>
          <w:bCs/>
          <w:spacing w:val="2"/>
          <w:kern w:val="2"/>
          <w:szCs w:val="24"/>
          <w:shd w:val="clear" w:color="auto" w:fill="FFFFFF"/>
          <w:lang w:eastAsia="ar-SA"/>
        </w:rPr>
        <w:t>Savivaldybės t</w:t>
      </w:r>
      <w:r w:rsidR="00D216F4" w:rsidRPr="00BA6D41">
        <w:rPr>
          <w:kern w:val="2"/>
          <w:szCs w:val="24"/>
          <w:lang w:eastAsia="lt-LT"/>
        </w:rPr>
        <w:t xml:space="preserve">arybos </w:t>
      </w:r>
      <w:r w:rsidR="00D216F4" w:rsidRPr="00BA6D41">
        <w:t xml:space="preserve">posėdžių </w:t>
      </w:r>
      <w:r w:rsidR="00D216F4" w:rsidRPr="00BA6D41">
        <w:rPr>
          <w:kern w:val="2"/>
          <w:szCs w:val="24"/>
          <w:lang w:eastAsia="lt-LT"/>
        </w:rPr>
        <w:t>sekretorius</w:t>
      </w:r>
      <w:r w:rsidR="00D216F4" w:rsidRPr="00BA6D41">
        <w:rPr>
          <w:rFonts w:eastAsia="Andale Sans UI"/>
          <w:bCs/>
          <w:spacing w:val="2"/>
          <w:kern w:val="2"/>
          <w:szCs w:val="24"/>
          <w:shd w:val="clear" w:color="auto" w:fill="FFFFFF"/>
          <w:lang w:eastAsia="ar-SA"/>
        </w:rPr>
        <w:t xml:space="preserve"> praneša balsų skaičių ir jų pasiskirstymą, o </w:t>
      </w:r>
      <w:r w:rsidR="006B678C" w:rsidRPr="00BA6D41">
        <w:rPr>
          <w:rFonts w:eastAsia="Andale Sans UI"/>
          <w:bCs/>
          <w:spacing w:val="2"/>
          <w:kern w:val="2"/>
          <w:szCs w:val="24"/>
          <w:shd w:val="clear" w:color="auto" w:fill="FFFFFF"/>
          <w:lang w:eastAsia="ar-SA"/>
        </w:rPr>
        <w:lastRenderedPageBreak/>
        <w:t>Savivaldybės t</w:t>
      </w:r>
      <w:r w:rsidR="00D216F4" w:rsidRPr="00BA6D41">
        <w:rPr>
          <w:rFonts w:eastAsia="Andale Sans UI"/>
          <w:bCs/>
          <w:spacing w:val="2"/>
          <w:kern w:val="2"/>
          <w:szCs w:val="24"/>
          <w:shd w:val="clear" w:color="auto" w:fill="FFFFFF"/>
          <w:lang w:eastAsia="ar-SA"/>
        </w:rPr>
        <w:t>arybos posėdžio pirmininkas paskelbia</w:t>
      </w:r>
      <w:r w:rsidR="00D216F4" w:rsidRPr="000D159D">
        <w:rPr>
          <w:rFonts w:eastAsia="Andale Sans UI"/>
          <w:bCs/>
          <w:spacing w:val="2"/>
          <w:kern w:val="2"/>
          <w:szCs w:val="24"/>
          <w:shd w:val="clear" w:color="auto" w:fill="FFFFFF"/>
          <w:lang w:eastAsia="ar-SA"/>
        </w:rPr>
        <w:t xml:space="preserve"> apie priimtą (nepriimtą) </w:t>
      </w:r>
      <w:r w:rsidR="006B678C" w:rsidRPr="000D159D">
        <w:rPr>
          <w:rFonts w:eastAsia="Andale Sans UI"/>
          <w:bCs/>
          <w:spacing w:val="2"/>
          <w:kern w:val="2"/>
          <w:szCs w:val="24"/>
          <w:shd w:val="clear" w:color="auto" w:fill="FFFFFF"/>
          <w:lang w:eastAsia="ar-SA"/>
        </w:rPr>
        <w:t>Savivaldybės t</w:t>
      </w:r>
      <w:r w:rsidR="00D216F4" w:rsidRPr="000D159D">
        <w:rPr>
          <w:rFonts w:eastAsia="Andale Sans UI"/>
          <w:bCs/>
          <w:spacing w:val="2"/>
          <w:kern w:val="2"/>
          <w:szCs w:val="24"/>
          <w:shd w:val="clear" w:color="auto" w:fill="FFFFFF"/>
          <w:lang w:eastAsia="ar-SA"/>
        </w:rPr>
        <w:t>arybos sprendimą.</w:t>
      </w:r>
    </w:p>
    <w:p w:rsidR="007143FE" w:rsidRPr="000D159D" w:rsidRDefault="0086796D" w:rsidP="007143F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84</w:t>
      </w:r>
      <w:r w:rsidR="00765A6E" w:rsidRPr="000D159D">
        <w:rPr>
          <w:rFonts w:eastAsia="Andale Sans UI"/>
          <w:bCs/>
          <w:spacing w:val="2"/>
          <w:kern w:val="2"/>
          <w:szCs w:val="24"/>
          <w:shd w:val="clear" w:color="auto" w:fill="FFFFFF"/>
          <w:lang w:eastAsia="ar-SA"/>
        </w:rPr>
        <w:t xml:space="preserve">. Balsavimas vyksta </w:t>
      </w:r>
      <w:r w:rsidR="00765A6E" w:rsidRPr="00BA6D41">
        <w:rPr>
          <w:rFonts w:eastAsia="Andale Sans UI"/>
          <w:bCs/>
          <w:spacing w:val="2"/>
          <w:kern w:val="2"/>
          <w:szCs w:val="24"/>
          <w:shd w:val="clear" w:color="auto" w:fill="FFFFFF"/>
          <w:lang w:eastAsia="ar-SA"/>
        </w:rPr>
        <w:t xml:space="preserve">kiekvienam </w:t>
      </w:r>
      <w:r w:rsidR="00BA6D41" w:rsidRPr="001E3692">
        <w:rPr>
          <w:rFonts w:eastAsia="Andale Sans UI"/>
          <w:bCs/>
          <w:spacing w:val="2"/>
          <w:kern w:val="2"/>
          <w:szCs w:val="24"/>
          <w:shd w:val="clear" w:color="auto" w:fill="FFFFFF"/>
          <w:lang w:eastAsia="ar-SA"/>
        </w:rPr>
        <w:t>t</w:t>
      </w:r>
      <w:r w:rsidR="00765A6E" w:rsidRPr="00BA6D41">
        <w:rPr>
          <w:rFonts w:eastAsia="Andale Sans UI"/>
          <w:bCs/>
          <w:spacing w:val="2"/>
          <w:kern w:val="2"/>
          <w:szCs w:val="24"/>
          <w:shd w:val="clear" w:color="auto" w:fill="FFFFFF"/>
          <w:lang w:eastAsia="ar-SA"/>
        </w:rPr>
        <w:t>arybos nariui</w:t>
      </w:r>
      <w:r w:rsidR="00765A6E" w:rsidRPr="00EF662D">
        <w:rPr>
          <w:rFonts w:eastAsia="Andale Sans UI"/>
          <w:bCs/>
          <w:spacing w:val="2"/>
          <w:kern w:val="2"/>
          <w:szCs w:val="24"/>
          <w:shd w:val="clear" w:color="auto" w:fill="FFFFFF"/>
          <w:lang w:eastAsia="ar-SA"/>
        </w:rPr>
        <w:t xml:space="preserve"> viešai</w:t>
      </w:r>
      <w:r w:rsidR="00765A6E" w:rsidRPr="000D159D">
        <w:rPr>
          <w:rFonts w:eastAsia="Andale Sans UI"/>
          <w:bCs/>
          <w:spacing w:val="2"/>
          <w:kern w:val="2"/>
          <w:szCs w:val="24"/>
          <w:shd w:val="clear" w:color="auto" w:fill="FFFFFF"/>
          <w:lang w:eastAsia="ar-SA"/>
        </w:rPr>
        <w:t xml:space="preserve"> pasakant arba įrašant savo balsavimo rezultatą posėdžio platformos žinučių lange. Tokiu atveju Savivaldybės t</w:t>
      </w:r>
      <w:r w:rsidR="00765A6E" w:rsidRPr="000D159D">
        <w:rPr>
          <w:kern w:val="2"/>
          <w:szCs w:val="24"/>
          <w:lang w:eastAsia="lt-LT"/>
        </w:rPr>
        <w:t xml:space="preserve">arybos </w:t>
      </w:r>
      <w:r w:rsidR="00765A6E" w:rsidRPr="000D159D">
        <w:t xml:space="preserve">posėdžių </w:t>
      </w:r>
      <w:r w:rsidR="00765A6E" w:rsidRPr="000D159D">
        <w:rPr>
          <w:kern w:val="2"/>
          <w:szCs w:val="24"/>
          <w:lang w:eastAsia="lt-LT"/>
        </w:rPr>
        <w:t>sekretorius</w:t>
      </w:r>
      <w:r w:rsidR="00765A6E" w:rsidRPr="000D159D">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7143FE" w:rsidRPr="000D159D" w:rsidRDefault="0086796D" w:rsidP="007143FE">
      <w:pPr>
        <w:ind w:firstLine="720"/>
        <w:jc w:val="both"/>
        <w:rPr>
          <w:rFonts w:eastAsia="Andale Sans UI"/>
          <w:bCs/>
          <w:kern w:val="2"/>
          <w:szCs w:val="24"/>
          <w:lang w:eastAsia="ar-SA"/>
        </w:rPr>
      </w:pPr>
      <w:r w:rsidRPr="000D159D">
        <w:rPr>
          <w:rFonts w:eastAsia="Andale Sans UI"/>
          <w:bCs/>
          <w:spacing w:val="2"/>
          <w:kern w:val="2"/>
          <w:szCs w:val="24"/>
          <w:shd w:val="clear" w:color="auto" w:fill="FFFFFF"/>
          <w:lang w:eastAsia="ar-SA"/>
        </w:rPr>
        <w:t>85</w:t>
      </w:r>
      <w:r w:rsidR="007143FE" w:rsidRPr="000D159D">
        <w:rPr>
          <w:rFonts w:eastAsia="Andale Sans UI"/>
          <w:bCs/>
          <w:spacing w:val="2"/>
          <w:kern w:val="2"/>
          <w:szCs w:val="24"/>
          <w:shd w:val="clear" w:color="auto" w:fill="FFFFFF"/>
          <w:lang w:eastAsia="ar-SA"/>
        </w:rPr>
        <w:t>.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007143FE" w:rsidRPr="000D159D">
        <w:rPr>
          <w:rFonts w:eastAsia="Andale Sans UI"/>
          <w:bCs/>
          <w:kern w:val="2"/>
          <w:szCs w:val="24"/>
          <w:lang w:eastAsia="ar-SA"/>
        </w:rPr>
        <w:t>.</w:t>
      </w:r>
    </w:p>
    <w:p w:rsidR="007143FE" w:rsidRPr="000D159D" w:rsidRDefault="0086796D" w:rsidP="007143FE">
      <w:pPr>
        <w:ind w:firstLine="720"/>
        <w:jc w:val="both"/>
      </w:pPr>
      <w:r w:rsidRPr="000D159D">
        <w:rPr>
          <w:rFonts w:eastAsia="Andale Sans UI"/>
          <w:bCs/>
          <w:kern w:val="2"/>
          <w:szCs w:val="24"/>
          <w:lang w:eastAsia="ar-SA"/>
        </w:rPr>
        <w:t>86</w:t>
      </w:r>
      <w:r w:rsidR="007143FE" w:rsidRPr="000D159D">
        <w:rPr>
          <w:rFonts w:eastAsia="Andale Sans UI"/>
          <w:bCs/>
          <w:kern w:val="2"/>
          <w:szCs w:val="24"/>
          <w:lang w:eastAsia="ar-SA"/>
        </w:rPr>
        <w:t>. Šiame skyriuje nustatyta tvarka taip pat taikoma nuotoliniu ar mišriu būdu organizuojamiems Savivaldybės tarybos komitetų ir komisijų posėdžiams.</w:t>
      </w:r>
      <w:r w:rsidR="007143FE" w:rsidRPr="000D159D">
        <w:t xml:space="preserve"> </w:t>
      </w:r>
    </w:p>
    <w:p w:rsidR="000864FF" w:rsidRDefault="000864FF" w:rsidP="000864FF">
      <w:pPr>
        <w:jc w:val="center"/>
        <w:rPr>
          <w:b/>
          <w:szCs w:val="24"/>
        </w:rPr>
      </w:pPr>
    </w:p>
    <w:p w:rsidR="000864FF" w:rsidRDefault="000864FF" w:rsidP="000864FF">
      <w:pPr>
        <w:jc w:val="center"/>
        <w:rPr>
          <w:b/>
          <w:szCs w:val="24"/>
        </w:rPr>
      </w:pPr>
      <w:r w:rsidRPr="006C65D2">
        <w:rPr>
          <w:b/>
          <w:szCs w:val="24"/>
        </w:rPr>
        <w:t>VII</w:t>
      </w:r>
      <w:r>
        <w:rPr>
          <w:b/>
          <w:szCs w:val="24"/>
        </w:rPr>
        <w:t>I</w:t>
      </w:r>
      <w:r w:rsidRPr="006C65D2">
        <w:rPr>
          <w:b/>
          <w:szCs w:val="24"/>
        </w:rPr>
        <w:t xml:space="preserve"> SKYRIUS</w:t>
      </w:r>
    </w:p>
    <w:p w:rsidR="000864FF" w:rsidRPr="006C65D2" w:rsidRDefault="000864FF" w:rsidP="000864FF">
      <w:pPr>
        <w:jc w:val="center"/>
        <w:rPr>
          <w:b/>
          <w:szCs w:val="24"/>
        </w:rPr>
      </w:pPr>
      <w:r w:rsidRPr="000864FF">
        <w:rPr>
          <w:b/>
          <w:szCs w:val="24"/>
        </w:rPr>
        <w:t xml:space="preserve">NEEILINIAI </w:t>
      </w:r>
      <w:r>
        <w:rPr>
          <w:b/>
          <w:szCs w:val="24"/>
        </w:rPr>
        <w:t xml:space="preserve">SAVIVALDYBĖS </w:t>
      </w:r>
      <w:r w:rsidRPr="000864FF">
        <w:rPr>
          <w:b/>
          <w:szCs w:val="24"/>
        </w:rPr>
        <w:t>TARYBOS POSĖDŽIAI</w:t>
      </w:r>
    </w:p>
    <w:p w:rsidR="00532080" w:rsidRDefault="00532080" w:rsidP="00532080">
      <w:pPr>
        <w:ind w:firstLine="720"/>
        <w:jc w:val="both"/>
        <w:rPr>
          <w:rFonts w:eastAsia="Andale Sans UI"/>
          <w:bCs/>
          <w:color w:val="00B050"/>
          <w:spacing w:val="2"/>
          <w:kern w:val="2"/>
          <w:szCs w:val="24"/>
          <w:shd w:val="clear" w:color="auto" w:fill="FFFFFF"/>
          <w:lang w:eastAsia="ar-SA"/>
        </w:rPr>
      </w:pPr>
    </w:p>
    <w:p w:rsidR="000864FF" w:rsidRPr="00E52F2F" w:rsidRDefault="000864FF" w:rsidP="000864FF">
      <w:pPr>
        <w:ind w:firstLine="720"/>
        <w:jc w:val="both"/>
        <w:rPr>
          <w:szCs w:val="24"/>
        </w:rPr>
      </w:pPr>
      <w:r w:rsidRPr="00E52F2F">
        <w:rPr>
          <w:szCs w:val="24"/>
        </w:rPr>
        <w:t xml:space="preserve">87. Neeiliniai tarybos posėdžiai: </w:t>
      </w:r>
    </w:p>
    <w:p w:rsidR="000864FF" w:rsidRPr="00BA6D41" w:rsidRDefault="000864FF" w:rsidP="000864FF">
      <w:pPr>
        <w:ind w:firstLine="720"/>
        <w:jc w:val="both"/>
        <w:rPr>
          <w:szCs w:val="24"/>
        </w:rPr>
      </w:pPr>
      <w:r w:rsidRPr="00BA6D41">
        <w:rPr>
          <w:szCs w:val="24"/>
        </w:rPr>
        <w:t>87.1. skubiai spręstiniems klausimams nagrinėti gali būti šaukiamas neeilinis Savivaldybės tarybos posėdis. Posėdį šaukia ir jo darbotvarkę sudaro meras, o kai</w:t>
      </w:r>
      <w:r w:rsidRPr="00EF662D">
        <w:rPr>
          <w:szCs w:val="24"/>
        </w:rPr>
        <w:t xml:space="preserve"> jo nėra – paskirtas </w:t>
      </w:r>
      <w:r w:rsidR="00BA6D41" w:rsidRPr="001E3692">
        <w:rPr>
          <w:szCs w:val="24"/>
        </w:rPr>
        <w:t>t</w:t>
      </w:r>
      <w:r w:rsidRPr="00BA6D41">
        <w:rPr>
          <w:szCs w:val="24"/>
        </w:rPr>
        <w:t xml:space="preserve">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0864FF" w:rsidRPr="00BA6D41" w:rsidRDefault="000864FF" w:rsidP="000864FF">
      <w:pPr>
        <w:ind w:firstLine="720"/>
        <w:jc w:val="both"/>
        <w:rPr>
          <w:szCs w:val="24"/>
        </w:rPr>
      </w:pPr>
      <w:r w:rsidRPr="00BA6D41">
        <w:rPr>
          <w:szCs w:val="24"/>
        </w:rPr>
        <w:t xml:space="preserve">87.2. neeilinius Savivaldybės tarybos posėdžius šaukia </w:t>
      </w:r>
      <w:r w:rsidR="00BA6D41" w:rsidRPr="001E3692">
        <w:rPr>
          <w:szCs w:val="24"/>
        </w:rPr>
        <w:t>m</w:t>
      </w:r>
      <w:r w:rsidRPr="00BA6D41">
        <w:rPr>
          <w:szCs w:val="24"/>
        </w:rPr>
        <w:t xml:space="preserve">eras, o kai jo nėra, – paskirtas </w:t>
      </w:r>
      <w:r w:rsidR="00BA6D41" w:rsidRPr="001E3692">
        <w:rPr>
          <w:szCs w:val="24"/>
        </w:rPr>
        <w:t>t</w:t>
      </w:r>
      <w:r w:rsidRPr="00BA6D41">
        <w:rPr>
          <w:szCs w:val="24"/>
        </w:rPr>
        <w:t>arybos narys savo iniciatyva, komiteto, kolegijos ar Administ</w:t>
      </w:r>
      <w:r w:rsidRPr="00EF662D">
        <w:rPr>
          <w:szCs w:val="24"/>
        </w:rPr>
        <w:t xml:space="preserve">racijos direktoriaus siūlymu arba 1/3 </w:t>
      </w:r>
      <w:r w:rsidRPr="00BA6D41">
        <w:rPr>
          <w:szCs w:val="24"/>
        </w:rPr>
        <w:t xml:space="preserve">tarybos narių reikalavimu; </w:t>
      </w:r>
    </w:p>
    <w:p w:rsidR="000864FF" w:rsidRPr="00BA6D41" w:rsidRDefault="000864FF" w:rsidP="000864FF">
      <w:pPr>
        <w:tabs>
          <w:tab w:val="left" w:pos="720"/>
        </w:tabs>
        <w:ind w:firstLine="720"/>
        <w:jc w:val="both"/>
        <w:rPr>
          <w:szCs w:val="24"/>
        </w:rPr>
      </w:pPr>
      <w:r w:rsidRPr="00BA6D41">
        <w:rPr>
          <w:szCs w:val="24"/>
        </w:rPr>
        <w:t xml:space="preserve">87.3. jeigu ne mažiau kaip 1/3 visų tarybos narių nusprendžia šaukti Savivaldybės tarybos posėdį, jie rašo </w:t>
      </w:r>
      <w:r w:rsidR="00BA6D41" w:rsidRPr="001E3692">
        <w:rPr>
          <w:szCs w:val="24"/>
        </w:rPr>
        <w:t>m</w:t>
      </w:r>
      <w:r w:rsidRPr="00BA6D41">
        <w:rPr>
          <w:szCs w:val="24"/>
        </w:rPr>
        <w:t xml:space="preserve">erui </w:t>
      </w:r>
      <w:smartTag w:uri="schemas-tilde-lt/tildestengine" w:element="templates">
        <w:smartTagPr>
          <w:attr w:name="text" w:val="pareiškimą"/>
          <w:attr w:name="id" w:val="-1"/>
          <w:attr w:name="baseform" w:val="pareiškim|as"/>
        </w:smartTagPr>
        <w:r w:rsidRPr="00BA6D41">
          <w:rPr>
            <w:szCs w:val="24"/>
          </w:rPr>
          <w:t>pareiškimą</w:t>
        </w:r>
      </w:smartTag>
      <w:r w:rsidRPr="00BA6D41">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sidRPr="00BA6D41">
          <w:rPr>
            <w:szCs w:val="24"/>
          </w:rPr>
          <w:t>Pareiškimą</w:t>
        </w:r>
      </w:smartTag>
      <w:r w:rsidRPr="00BA6D41">
        <w:rPr>
          <w:szCs w:val="24"/>
        </w:rPr>
        <w:t xml:space="preserve"> pasirašo visi tarybos nariai, inicijuojantys neeilinio Savivaldybės tarybos posėdžio sušaukimą;</w:t>
      </w:r>
    </w:p>
    <w:p w:rsidR="000864FF" w:rsidRPr="00E52F2F" w:rsidRDefault="000864FF" w:rsidP="000864FF">
      <w:pPr>
        <w:ind w:firstLine="720"/>
        <w:jc w:val="both"/>
        <w:rPr>
          <w:szCs w:val="24"/>
        </w:rPr>
      </w:pPr>
      <w:r w:rsidRPr="00BA6D41">
        <w:rPr>
          <w:szCs w:val="24"/>
        </w:rPr>
        <w:t xml:space="preserve">87.4. jeigu </w:t>
      </w:r>
      <w:r w:rsidR="00BA6D41" w:rsidRPr="001E3692">
        <w:rPr>
          <w:szCs w:val="24"/>
        </w:rPr>
        <w:t>m</w:t>
      </w:r>
      <w:r w:rsidRPr="00BA6D41">
        <w:rPr>
          <w:szCs w:val="24"/>
        </w:rPr>
        <w:t xml:space="preserve">eras reikalaujant ne mažiau kaip 1/3 visų </w:t>
      </w:r>
      <w:r w:rsidRPr="00EF662D">
        <w:rPr>
          <w:szCs w:val="24"/>
        </w:rPr>
        <w:t>tarybos narių, per</w:t>
      </w:r>
      <w:r w:rsidRPr="00E52F2F">
        <w:rPr>
          <w:szCs w:val="24"/>
        </w:rPr>
        <w:t xml:space="preserve"> 2 savaites Savivaldybės tarybos posėdžio nešaukia, jį gali sušaukti 1/3 </w:t>
      </w:r>
      <w:r w:rsidR="003613D9" w:rsidRPr="009F663D">
        <w:rPr>
          <w:szCs w:val="24"/>
        </w:rPr>
        <w:t xml:space="preserve">Savivaldybės </w:t>
      </w:r>
      <w:r w:rsidRPr="009F663D">
        <w:rPr>
          <w:szCs w:val="24"/>
        </w:rPr>
        <w:t>tarybos narių grupė.</w:t>
      </w:r>
      <w:r w:rsidRPr="00E52F2F">
        <w:rPr>
          <w:szCs w:val="24"/>
        </w:rPr>
        <w:t xml:space="preserve"> Šie </w:t>
      </w:r>
      <w:r w:rsidRPr="00BA6D41">
        <w:rPr>
          <w:szCs w:val="24"/>
        </w:rPr>
        <w:t xml:space="preserve">tarybos nariai išrenka savo atstovą Savivaldybės tarybos posėdžiui sušaukti, kuris šiuo atveju atlieka </w:t>
      </w:r>
      <w:r w:rsidR="00BA6D41" w:rsidRPr="001E3692">
        <w:rPr>
          <w:szCs w:val="24"/>
        </w:rPr>
        <w:t>m</w:t>
      </w:r>
      <w:r w:rsidRPr="00BA6D41">
        <w:rPr>
          <w:szCs w:val="24"/>
        </w:rPr>
        <w:t>erui</w:t>
      </w:r>
      <w:r w:rsidRPr="00E52F2F">
        <w:rPr>
          <w:szCs w:val="24"/>
        </w:rPr>
        <w:t xml:space="preserve"> nustatytas funkcijas.</w:t>
      </w:r>
    </w:p>
    <w:p w:rsidR="000864FF" w:rsidRPr="00E52F2F" w:rsidRDefault="000864FF" w:rsidP="000864FF">
      <w:pPr>
        <w:tabs>
          <w:tab w:val="left" w:pos="720"/>
        </w:tabs>
        <w:ind w:firstLine="720"/>
        <w:jc w:val="both"/>
        <w:rPr>
          <w:szCs w:val="24"/>
        </w:rPr>
      </w:pPr>
      <w:r w:rsidRPr="00E52F2F">
        <w:rPr>
          <w:szCs w:val="24"/>
        </w:rPr>
        <w:t>88. Neeiliniuose Savivaldybės tarybos posėdžiuose svarstomi tik jų iniciatorių pateikti klausimai.</w:t>
      </w:r>
    </w:p>
    <w:p w:rsidR="00BA6D41" w:rsidRDefault="00BA6D41" w:rsidP="001E3692">
      <w:pPr>
        <w:jc w:val="both"/>
        <w:rPr>
          <w:rFonts w:eastAsia="Andale Sans UI"/>
          <w:bCs/>
          <w:color w:val="00B050"/>
          <w:spacing w:val="2"/>
          <w:kern w:val="2"/>
          <w:szCs w:val="24"/>
          <w:shd w:val="clear" w:color="auto" w:fill="FFFFFF"/>
          <w:lang w:eastAsia="ar-SA"/>
        </w:rPr>
      </w:pPr>
    </w:p>
    <w:p w:rsidR="006C65D2" w:rsidRPr="006C65D2" w:rsidRDefault="000864FF" w:rsidP="006C65D2">
      <w:pPr>
        <w:jc w:val="center"/>
        <w:rPr>
          <w:b/>
          <w:szCs w:val="24"/>
        </w:rPr>
      </w:pPr>
      <w:r>
        <w:rPr>
          <w:b/>
          <w:szCs w:val="24"/>
        </w:rPr>
        <w:t>IX</w:t>
      </w:r>
      <w:r w:rsidR="006C65D2" w:rsidRPr="006C65D2">
        <w:rPr>
          <w:b/>
          <w:szCs w:val="24"/>
        </w:rPr>
        <w:t xml:space="preserve"> SKYRIUS</w:t>
      </w:r>
    </w:p>
    <w:p w:rsidR="006C65D2" w:rsidRPr="006C65D2" w:rsidRDefault="006C65D2" w:rsidP="006C65D2">
      <w:pPr>
        <w:jc w:val="center"/>
        <w:rPr>
          <w:b/>
          <w:szCs w:val="24"/>
        </w:rPr>
      </w:pPr>
      <w:r w:rsidRPr="006C65D2">
        <w:rPr>
          <w:b/>
          <w:szCs w:val="24"/>
        </w:rPr>
        <w:t>SAVIVALDYBĖS TARYBOS POSĖDŽIUI TEIKIAMŲ SVARSTYTI KLAUSIMŲ RENGIMAS, REGISTRAVIMAS, TARYBOS POSĖDŽIO DARBOTVARKĖS RENGIMAS</w:t>
      </w:r>
    </w:p>
    <w:p w:rsidR="006C65D2" w:rsidRPr="00FF4304" w:rsidRDefault="006C65D2" w:rsidP="006C65D2">
      <w:pPr>
        <w:ind w:firstLine="720"/>
        <w:jc w:val="center"/>
        <w:rPr>
          <w:b/>
          <w:color w:val="00B0F0"/>
          <w:szCs w:val="24"/>
        </w:rPr>
      </w:pPr>
    </w:p>
    <w:p w:rsidR="00BD60B6" w:rsidRPr="00C66AB1" w:rsidRDefault="0086796D" w:rsidP="00BD60B6">
      <w:pPr>
        <w:autoSpaceDE w:val="0"/>
        <w:autoSpaceDN w:val="0"/>
        <w:adjustRightInd w:val="0"/>
        <w:ind w:firstLine="720"/>
        <w:jc w:val="both"/>
        <w:rPr>
          <w:lang w:eastAsia="lt-LT"/>
        </w:rPr>
      </w:pPr>
      <w:r w:rsidRPr="00E52F2F">
        <w:t>8</w:t>
      </w:r>
      <w:r w:rsidR="000864FF" w:rsidRPr="00E52F2F">
        <w:t>9</w:t>
      </w:r>
      <w:r w:rsidR="006C65D2" w:rsidRPr="00E52F2F">
        <w:t xml:space="preserve">. </w:t>
      </w:r>
      <w:r w:rsidR="00BD60B6" w:rsidRPr="00E52F2F">
        <w:t>Savivaldybės tarybos posėdžius, komitetus</w:t>
      </w:r>
      <w:r w:rsidR="00BD60B6" w:rsidRPr="00BA6D41">
        <w:t xml:space="preserve">, merą, kiek </w:t>
      </w:r>
      <w:r w:rsidR="00BD60B6" w:rsidRPr="00EF662D">
        <w:t>mero veikla susijusi su</w:t>
      </w:r>
      <w:r w:rsidR="00BD60B6" w:rsidRPr="00E52F2F">
        <w:t xml:space="preserve"> Savivaldybės tarybos posėdžiais, aptarnauja, taip </w:t>
      </w:r>
      <w:r w:rsidR="00BD60B6" w:rsidRPr="009F663D">
        <w:t xml:space="preserve">pat tarybos sprendimų projektus rengia, nagrinėja ir išvadas dėl </w:t>
      </w:r>
      <w:r w:rsidR="00BD60B6" w:rsidRPr="00CD41E5">
        <w:t>tarybos sprendimų projektų rengia Sav</w:t>
      </w:r>
      <w:r w:rsidR="00BD60B6" w:rsidRPr="003613D9">
        <w:t>ivaldybės tarybos posėdžių sekretorius (-</w:t>
      </w:r>
      <w:proofErr w:type="spellStart"/>
      <w:r w:rsidR="00BD60B6" w:rsidRPr="003613D9">
        <w:t>iai</w:t>
      </w:r>
      <w:proofErr w:type="spellEnd"/>
      <w:r w:rsidR="00BD60B6" w:rsidRPr="003613D9">
        <w:t xml:space="preserve">). Padėti jam (jiems) atlikti priskirtas funkcijas jis (jie) gali pasitelkti </w:t>
      </w:r>
      <w:r w:rsidR="00BD60B6" w:rsidRPr="003613D9">
        <w:rPr>
          <w:lang w:eastAsia="lt-LT"/>
        </w:rPr>
        <w:t>padalinį</w:t>
      </w:r>
      <w:r w:rsidR="00BD60B6" w:rsidRPr="00C66AB1">
        <w:rPr>
          <w:lang w:eastAsia="lt-LT"/>
        </w:rPr>
        <w:t>, techniškai aptarnaujantį Savivaldybės tarybą.</w:t>
      </w:r>
    </w:p>
    <w:p w:rsidR="00223B8D" w:rsidRPr="003B42AB" w:rsidRDefault="00BD60B6" w:rsidP="00223B8D">
      <w:pPr>
        <w:autoSpaceDE w:val="0"/>
        <w:autoSpaceDN w:val="0"/>
        <w:adjustRightInd w:val="0"/>
        <w:ind w:firstLine="720"/>
        <w:jc w:val="both"/>
        <w:rPr>
          <w:b/>
          <w:szCs w:val="24"/>
        </w:rPr>
      </w:pPr>
      <w:r>
        <w:rPr>
          <w:rFonts w:eastAsia="Calibri"/>
          <w:szCs w:val="24"/>
        </w:rPr>
        <w:t xml:space="preserve">90. </w:t>
      </w:r>
      <w:r w:rsidR="00223B8D">
        <w:rPr>
          <w:rFonts w:eastAsia="Calibri"/>
          <w:szCs w:val="24"/>
        </w:rPr>
        <w:t xml:space="preserve">Savivaldybės tarybos posėdyje svarstytinus klausimus kartu su sprendimų projektais Savivaldybės tarybos posėdžių </w:t>
      </w:r>
      <w:r w:rsidR="00223B8D">
        <w:rPr>
          <w:szCs w:val="24"/>
        </w:rPr>
        <w:t xml:space="preserve">sekretoriui </w:t>
      </w:r>
      <w:r w:rsidR="00223B8D">
        <w:rPr>
          <w:bCs/>
          <w:szCs w:val="24"/>
        </w:rPr>
        <w:t>(-</w:t>
      </w:r>
      <w:proofErr w:type="spellStart"/>
      <w:r w:rsidR="00223B8D">
        <w:rPr>
          <w:bCs/>
          <w:szCs w:val="24"/>
        </w:rPr>
        <w:t>iams</w:t>
      </w:r>
      <w:proofErr w:type="spellEnd"/>
      <w:r w:rsidR="00223B8D">
        <w:rPr>
          <w:bCs/>
          <w:szCs w:val="24"/>
        </w:rPr>
        <w:t xml:space="preserve">) </w:t>
      </w:r>
      <w:r w:rsidR="00223B8D" w:rsidRPr="005326B7">
        <w:rPr>
          <w:rFonts w:eastAsia="Calibri"/>
          <w:szCs w:val="24"/>
        </w:rPr>
        <w:t xml:space="preserve">Reglamento šiame skyriuje </w:t>
      </w:r>
      <w:r w:rsidR="00223B8D">
        <w:rPr>
          <w:rFonts w:eastAsia="Calibri"/>
          <w:szCs w:val="24"/>
        </w:rPr>
        <w:t xml:space="preserve">nustatyta tvarka </w:t>
      </w:r>
      <w:r w:rsidR="00223B8D" w:rsidRPr="00BA6D41">
        <w:rPr>
          <w:rFonts w:eastAsia="Calibri"/>
          <w:szCs w:val="24"/>
        </w:rPr>
        <w:t xml:space="preserve">pateikia meras, komitetai, komisijos, </w:t>
      </w:r>
      <w:r w:rsidR="00223B8D" w:rsidRPr="00EF662D">
        <w:rPr>
          <w:rFonts w:eastAsia="Calibri"/>
          <w:szCs w:val="24"/>
        </w:rPr>
        <w:t xml:space="preserve">tarybos nariai, frakcijos, grupės, į jokią frakciją ar grupę nesusivieniję </w:t>
      </w:r>
      <w:r w:rsidR="00BA6D41" w:rsidRPr="001E3692">
        <w:rPr>
          <w:rFonts w:eastAsia="Calibri"/>
          <w:szCs w:val="24"/>
        </w:rPr>
        <w:t>S</w:t>
      </w:r>
      <w:r w:rsidR="00223B8D" w:rsidRPr="00BA6D41">
        <w:rPr>
          <w:rFonts w:eastAsia="Calibri"/>
          <w:szCs w:val="24"/>
        </w:rPr>
        <w:t xml:space="preserve">avivaldybės tarybos nariai, </w:t>
      </w:r>
      <w:r w:rsidR="00BA6D41" w:rsidRPr="001E3692">
        <w:rPr>
          <w:rFonts w:eastAsia="Calibri"/>
          <w:szCs w:val="24"/>
        </w:rPr>
        <w:t>S</w:t>
      </w:r>
      <w:r w:rsidR="00223B8D" w:rsidRPr="00BA6D41">
        <w:rPr>
          <w:rFonts w:eastAsia="Calibri"/>
          <w:szCs w:val="24"/>
        </w:rPr>
        <w:t>avivaldybės kolegija,</w:t>
      </w:r>
      <w:r w:rsidR="00223B8D">
        <w:rPr>
          <w:rFonts w:eastAsia="Calibri"/>
          <w:szCs w:val="24"/>
        </w:rPr>
        <w:t xml:space="preserve"> opozicijos lyderis</w:t>
      </w:r>
      <w:r w:rsidR="00223B8D" w:rsidRPr="00F44BFC">
        <w:rPr>
          <w:rFonts w:eastAsia="Calibri"/>
          <w:szCs w:val="24"/>
        </w:rPr>
        <w:t>, savivaldyb</w:t>
      </w:r>
      <w:r w:rsidR="00223B8D">
        <w:rPr>
          <w:rFonts w:eastAsia="Calibri"/>
          <w:szCs w:val="24"/>
        </w:rPr>
        <w:t xml:space="preserve">ės kontrolierius. Su sprendimų projektais pateikiamas aiškinamasis raštas, kuriame nurodomi sprendimo projekto tikslai, uždaviniai, siūlomos teisinio reguliavimo nuostatos, laukiami rezultatai, </w:t>
      </w:r>
      <w:r w:rsidR="00223B8D">
        <w:rPr>
          <w:rFonts w:eastAsia="Calibri"/>
          <w:szCs w:val="24"/>
        </w:rPr>
        <w:lastRenderedPageBreak/>
        <w:t xml:space="preserve">lėšų poreikis ir šaltiniai, kiti sprendimui priimti reikalingi pagrindimai, skaičiavimai ar paaiškinimai, ir </w:t>
      </w:r>
      <w:r w:rsidR="00223B8D">
        <w:rPr>
          <w:rFonts w:eastAsia="Calibri"/>
          <w:bCs/>
          <w:szCs w:val="24"/>
        </w:rPr>
        <w:t xml:space="preserve">sprendimo projekto lyginamasis variantas, jeigu teikiamas sprendimo pakeitimo projektas </w:t>
      </w:r>
      <w:r w:rsidR="00223B8D" w:rsidRPr="005326B7">
        <w:rPr>
          <w:rFonts w:eastAsia="Calibri"/>
          <w:bCs/>
          <w:szCs w:val="24"/>
        </w:rPr>
        <w:t>(1 priedas).</w:t>
      </w:r>
      <w:r w:rsidR="00223B8D" w:rsidRPr="005326B7">
        <w:rPr>
          <w:rFonts w:eastAsia="Calibri"/>
          <w:b/>
          <w:szCs w:val="24"/>
        </w:rPr>
        <w:t xml:space="preserve"> </w:t>
      </w:r>
    </w:p>
    <w:p w:rsidR="006C65D2" w:rsidRPr="00CD41E5" w:rsidRDefault="00BD60B6" w:rsidP="006C65D2">
      <w:pPr>
        <w:autoSpaceDE w:val="0"/>
        <w:autoSpaceDN w:val="0"/>
        <w:adjustRightInd w:val="0"/>
        <w:ind w:firstLine="720"/>
        <w:jc w:val="both"/>
        <w:rPr>
          <w:rFonts w:eastAsia="TimesNewRomanPSMT"/>
          <w:szCs w:val="24"/>
        </w:rPr>
      </w:pPr>
      <w:r>
        <w:rPr>
          <w:rFonts w:eastAsia="TimesNewRomanPSMT"/>
          <w:szCs w:val="24"/>
        </w:rPr>
        <w:t>91</w:t>
      </w:r>
      <w:r w:rsidR="006C65D2" w:rsidRPr="006F65EC">
        <w:rPr>
          <w:rFonts w:eastAsia="TimesNewRomanPSMT"/>
          <w:szCs w:val="24"/>
        </w:rPr>
        <w:t xml:space="preserve">. Jeigu </w:t>
      </w:r>
      <w:r w:rsidR="006C65D2" w:rsidRPr="009F663D">
        <w:rPr>
          <w:rFonts w:eastAsia="TimesNewRomanPSMT"/>
          <w:szCs w:val="24"/>
        </w:rPr>
        <w:t xml:space="preserve">teikiamu tarybos sprendimo projektu numatoma keisti arba papildyti galiojantį </w:t>
      </w:r>
      <w:r w:rsidR="006C65D2" w:rsidRPr="00CD41E5">
        <w:rPr>
          <w:rFonts w:eastAsia="TimesNewRomanPSMT"/>
          <w:szCs w:val="24"/>
        </w:rPr>
        <w:t>tarybos sprendimo projektą, tokiu atveju teikėjas privalo kartu pridėti ir tarybos sprendimo pakeitimo arba papildymo lyginamąjį variantą.</w:t>
      </w:r>
    </w:p>
    <w:p w:rsidR="006C65D2" w:rsidRPr="000028E8" w:rsidRDefault="0086796D" w:rsidP="006C65D2">
      <w:pPr>
        <w:autoSpaceDE w:val="0"/>
        <w:autoSpaceDN w:val="0"/>
        <w:adjustRightInd w:val="0"/>
        <w:ind w:firstLine="720"/>
        <w:jc w:val="both"/>
        <w:rPr>
          <w:rFonts w:eastAsia="TimesNewRomanPSMT"/>
          <w:szCs w:val="24"/>
        </w:rPr>
      </w:pPr>
      <w:r w:rsidRPr="003613D9">
        <w:rPr>
          <w:rFonts w:eastAsia="TimesNewRomanPSMT"/>
          <w:szCs w:val="24"/>
        </w:rPr>
        <w:t>9</w:t>
      </w:r>
      <w:r w:rsidR="00BD60B6" w:rsidRPr="003613D9">
        <w:rPr>
          <w:rFonts w:eastAsia="TimesNewRomanPSMT"/>
          <w:szCs w:val="24"/>
        </w:rPr>
        <w:t>2</w:t>
      </w:r>
      <w:r w:rsidR="006C65D2" w:rsidRPr="003613D9">
        <w:rPr>
          <w:rFonts w:eastAsia="TimesNewRomanPSMT"/>
          <w:szCs w:val="24"/>
        </w:rPr>
        <w:t>. Jeigu antikorupcinis vertinimas neatliekamas, aiškinamajame rašte privaloma nurodyti jo neatlikimo teisinį pagrindą. Jeigu antikorupcinis vertinimas atliekamas – jis kaip priedas privalo būti prijungiamas prie atitinkamo tarybos sprendimo projekto.</w:t>
      </w:r>
    </w:p>
    <w:p w:rsidR="0086796D" w:rsidRDefault="000864FF" w:rsidP="0086796D">
      <w:pPr>
        <w:autoSpaceDE w:val="0"/>
        <w:autoSpaceDN w:val="0"/>
        <w:adjustRightInd w:val="0"/>
        <w:ind w:firstLine="720"/>
        <w:jc w:val="both"/>
        <w:rPr>
          <w:szCs w:val="24"/>
        </w:rPr>
      </w:pPr>
      <w:r w:rsidRPr="000028E8">
        <w:rPr>
          <w:rFonts w:eastAsia="TimesNewRomanPSMT"/>
          <w:szCs w:val="24"/>
        </w:rPr>
        <w:t>9</w:t>
      </w:r>
      <w:r w:rsidR="00BD60B6" w:rsidRPr="000028E8">
        <w:rPr>
          <w:rFonts w:eastAsia="TimesNewRomanPSMT"/>
          <w:szCs w:val="24"/>
        </w:rPr>
        <w:t>3</w:t>
      </w:r>
      <w:r w:rsidR="006C65D2" w:rsidRPr="000028E8">
        <w:rPr>
          <w:rFonts w:eastAsia="TimesNewRomanPSMT"/>
          <w:szCs w:val="24"/>
        </w:rPr>
        <w:t xml:space="preserve">. Jeigu pateikti sprendimų projektai atitinka šio </w:t>
      </w:r>
      <w:r w:rsidR="005E6C8E" w:rsidRPr="000028E8">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-9</w:t>
      </w:r>
      <w:r w:rsidR="00A927B0" w:rsidRPr="000028E8">
        <w:rPr>
          <w:rFonts w:eastAsia="TimesNewRomanPSMT"/>
          <w:szCs w:val="24"/>
        </w:rPr>
        <w:t>2</w:t>
      </w:r>
      <w:r w:rsidR="006C65D2" w:rsidRPr="00A927B0">
        <w:rPr>
          <w:rFonts w:eastAsia="TimesNewRomanPSMT"/>
          <w:szCs w:val="24"/>
        </w:rPr>
        <w:t xml:space="preserve"> </w:t>
      </w:r>
      <w:r w:rsidR="006C65D2" w:rsidRPr="005326B7">
        <w:rPr>
          <w:rFonts w:eastAsia="TimesNewRomanPSMT"/>
          <w:szCs w:val="24"/>
        </w:rPr>
        <w:t xml:space="preserve">punktus </w:t>
      </w:r>
      <w:r w:rsidR="006C65D2" w:rsidRPr="00BD60B6">
        <w:rPr>
          <w:rFonts w:eastAsia="TimesNewRomanPSMT"/>
          <w:szCs w:val="24"/>
        </w:rPr>
        <w:t>ir</w:t>
      </w:r>
      <w:r w:rsidR="006C65D2">
        <w:rPr>
          <w:rFonts w:eastAsia="TimesNewRomanPSMT"/>
          <w:color w:val="7030A0"/>
          <w:szCs w:val="24"/>
        </w:rPr>
        <w:t xml:space="preserve"> </w:t>
      </w:r>
      <w:r w:rsidR="006C65D2" w:rsidRPr="00346981">
        <w:rPr>
          <w:rFonts w:eastAsia="TimesNewRomanPSMT"/>
          <w:szCs w:val="24"/>
        </w:rPr>
        <w:t xml:space="preserve">Įstatyme nurodytus reikalavimus, </w:t>
      </w:r>
      <w:r w:rsidR="005E6C8E" w:rsidRPr="00346981">
        <w:rPr>
          <w:rFonts w:eastAsia="TimesNewRomanPSMT"/>
          <w:szCs w:val="24"/>
        </w:rPr>
        <w:t xml:space="preserve">Savivaldybės </w:t>
      </w:r>
      <w:r w:rsidR="006C65D2" w:rsidRPr="00346981">
        <w:rPr>
          <w:rFonts w:eastAsia="TimesNewRomanPSMT"/>
          <w:szCs w:val="24"/>
        </w:rPr>
        <w:t>tarybos posėdžių sekretorius</w:t>
      </w:r>
      <w:r w:rsidR="00BD60B6">
        <w:rPr>
          <w:rFonts w:eastAsia="TimesNewRomanPSMT"/>
          <w:szCs w:val="24"/>
        </w:rPr>
        <w:t xml:space="preserve"> (-</w:t>
      </w:r>
      <w:proofErr w:type="spellStart"/>
      <w:r w:rsidR="00BD60B6">
        <w:rPr>
          <w:rFonts w:eastAsia="TimesNewRomanPSMT"/>
          <w:szCs w:val="24"/>
        </w:rPr>
        <w:t>iai</w:t>
      </w:r>
      <w:proofErr w:type="spellEnd"/>
      <w:r w:rsidR="00BD60B6">
        <w:rPr>
          <w:rFonts w:eastAsia="TimesNewRomanPSMT"/>
          <w:szCs w:val="24"/>
        </w:rPr>
        <w:t>)</w:t>
      </w:r>
      <w:r w:rsidR="006C65D2" w:rsidRPr="00346981">
        <w:rPr>
          <w:rFonts w:eastAsia="TimesNewRomanPSMT"/>
          <w:szCs w:val="24"/>
        </w:rPr>
        <w:t xml:space="preserve"> juos registruoja </w:t>
      </w:r>
      <w:r w:rsidR="00BD60B6" w:rsidRPr="00BD60B6">
        <w:rPr>
          <w:szCs w:val="24"/>
        </w:rPr>
        <w:t>kompiuterinėje dokumentų valdymo sistemoje (toliau – DVS).</w:t>
      </w:r>
    </w:p>
    <w:p w:rsidR="005E6C8E" w:rsidRPr="00CC13C0" w:rsidRDefault="0086796D" w:rsidP="0086796D">
      <w:pPr>
        <w:autoSpaceDE w:val="0"/>
        <w:autoSpaceDN w:val="0"/>
        <w:adjustRightInd w:val="0"/>
        <w:ind w:firstLine="720"/>
        <w:jc w:val="both"/>
        <w:rPr>
          <w:lang w:eastAsia="lt-LT"/>
        </w:rPr>
      </w:pPr>
      <w:r w:rsidRPr="00CC13C0">
        <w:rPr>
          <w:rFonts w:eastAsia="TimesNewRomanPSMT"/>
          <w:szCs w:val="24"/>
        </w:rPr>
        <w:t>9</w:t>
      </w:r>
      <w:r w:rsidR="00BD60B6">
        <w:rPr>
          <w:rFonts w:eastAsia="TimesNewRomanPSMT"/>
          <w:szCs w:val="24"/>
        </w:rPr>
        <w:t>4</w:t>
      </w:r>
      <w:r w:rsidR="006C65D2" w:rsidRPr="00CC13C0">
        <w:rPr>
          <w:rFonts w:eastAsia="TimesNewRomanPSMT"/>
          <w:szCs w:val="24"/>
        </w:rPr>
        <w:t xml:space="preserve">. Ne vėliau kaip artimiausią darbo dieną po registracijos, sprendimų </w:t>
      </w:r>
      <w:r w:rsidR="006C65D2" w:rsidRPr="00BA6D41">
        <w:rPr>
          <w:rFonts w:eastAsia="TimesNewRomanPSMT"/>
          <w:szCs w:val="24"/>
        </w:rPr>
        <w:t>projektus tarybos posėdžių sekretorius</w:t>
      </w:r>
      <w:r w:rsidR="00BD60B6" w:rsidRPr="00EF662D">
        <w:rPr>
          <w:rFonts w:eastAsia="TimesNewRomanPSMT"/>
          <w:szCs w:val="24"/>
        </w:rPr>
        <w:t xml:space="preserve"> (-</w:t>
      </w:r>
      <w:proofErr w:type="spellStart"/>
      <w:r w:rsidR="00BD60B6" w:rsidRPr="00EF662D">
        <w:rPr>
          <w:rFonts w:eastAsia="TimesNewRomanPSMT"/>
          <w:szCs w:val="24"/>
        </w:rPr>
        <w:t>iai</w:t>
      </w:r>
      <w:proofErr w:type="spellEnd"/>
      <w:r w:rsidR="00BD60B6" w:rsidRPr="00EF662D">
        <w:rPr>
          <w:rFonts w:eastAsia="TimesNewRomanPSMT"/>
          <w:szCs w:val="24"/>
        </w:rPr>
        <w:t>) paskelbia S</w:t>
      </w:r>
      <w:r w:rsidR="006C65D2" w:rsidRPr="00EF662D">
        <w:rPr>
          <w:rFonts w:eastAsia="TimesNewRomanPSMT"/>
          <w:szCs w:val="24"/>
        </w:rPr>
        <w:t>avivaldybės interneto svetainėje</w:t>
      </w:r>
      <w:r w:rsidR="00BD60B6" w:rsidRPr="00EF662D">
        <w:rPr>
          <w:rFonts w:eastAsia="TimesNewRomanPSMT"/>
          <w:szCs w:val="24"/>
        </w:rPr>
        <w:t xml:space="preserve"> </w:t>
      </w:r>
      <w:hyperlink r:id="rId13" w:history="1">
        <w:r w:rsidR="00BD60B6" w:rsidRPr="00BA6D41">
          <w:rPr>
            <w:rStyle w:val="Hipersaitas"/>
            <w:rFonts w:eastAsia="TimesNewRomanPSMT"/>
            <w:szCs w:val="24"/>
          </w:rPr>
          <w:t>www.plunge.lt</w:t>
        </w:r>
      </w:hyperlink>
      <w:r w:rsidR="00BD60B6" w:rsidRPr="00BA6D41">
        <w:rPr>
          <w:rFonts w:eastAsia="TimesNewRomanPSMT"/>
          <w:szCs w:val="24"/>
        </w:rPr>
        <w:t xml:space="preserve">. </w:t>
      </w:r>
      <w:r w:rsidR="005E6C8E" w:rsidRPr="00BA6D41">
        <w:rPr>
          <w:lang w:eastAsia="lt-LT"/>
        </w:rPr>
        <w:t>Svarstytini</w:t>
      </w:r>
      <w:r w:rsidR="005E6C8E" w:rsidRPr="00CC13C0">
        <w:rPr>
          <w:lang w:eastAsia="lt-LT"/>
        </w:rPr>
        <w:t xml:space="preserve"> klausimai ir dėl jų parengti sprendimų projektai įgyja Savivaldybės tarybos sprendimo projekto statusą ir teikiami komitetams </w:t>
      </w:r>
      <w:r w:rsidR="005E6C8E" w:rsidRPr="00BA6D41">
        <w:rPr>
          <w:lang w:eastAsia="lt-LT"/>
        </w:rPr>
        <w:t>svarstyti ir merui darbotvarkės</w:t>
      </w:r>
      <w:r w:rsidR="005E6C8E" w:rsidRPr="00CC13C0">
        <w:rPr>
          <w:lang w:eastAsia="lt-LT"/>
        </w:rPr>
        <w:t xml:space="preserve"> projektui sudaryti tik po to, kai įregistruojami Teisės aktų informacinėje </w:t>
      </w:r>
      <w:r w:rsidR="005E6C8E" w:rsidRPr="00BA6D41">
        <w:rPr>
          <w:lang w:eastAsia="lt-LT"/>
        </w:rPr>
        <w:t>sistemoje (</w:t>
      </w:r>
      <w:r w:rsidR="00BA6D41" w:rsidRPr="001E3692">
        <w:rPr>
          <w:lang w:eastAsia="lt-LT"/>
        </w:rPr>
        <w:t xml:space="preserve">toliau – </w:t>
      </w:r>
      <w:r w:rsidR="005E6C8E" w:rsidRPr="00BA6D41">
        <w:rPr>
          <w:lang w:eastAsia="lt-LT"/>
        </w:rPr>
        <w:t>TAIS).</w:t>
      </w:r>
      <w:r w:rsidR="005E6C8E" w:rsidRPr="00CC13C0">
        <w:rPr>
          <w:lang w:eastAsia="lt-LT"/>
        </w:rPr>
        <w:t xml:space="preserve"> </w:t>
      </w:r>
    </w:p>
    <w:p w:rsidR="005E6C8E" w:rsidRDefault="000864FF" w:rsidP="005E6C8E">
      <w:pPr>
        <w:autoSpaceDE w:val="0"/>
        <w:autoSpaceDN w:val="0"/>
        <w:adjustRightInd w:val="0"/>
        <w:ind w:firstLine="720"/>
        <w:jc w:val="both"/>
        <w:rPr>
          <w:rFonts w:eastAsia="TimesNewRomanPSMT"/>
          <w:szCs w:val="24"/>
        </w:rPr>
      </w:pPr>
      <w:r w:rsidRPr="009F663D">
        <w:rPr>
          <w:rFonts w:eastAsia="TimesNewRomanPSMT"/>
          <w:szCs w:val="24"/>
        </w:rPr>
        <w:t>9</w:t>
      </w:r>
      <w:r w:rsidR="00BA6D41" w:rsidRPr="001E3692">
        <w:rPr>
          <w:rFonts w:eastAsia="TimesNewRomanPSMT"/>
          <w:szCs w:val="24"/>
        </w:rPr>
        <w:t>5</w:t>
      </w:r>
      <w:r w:rsidR="006C65D2" w:rsidRPr="009F663D">
        <w:rPr>
          <w:rFonts w:eastAsia="TimesNewRomanPSMT"/>
          <w:szCs w:val="24"/>
        </w:rPr>
        <w:t>.</w:t>
      </w:r>
      <w:r w:rsidR="006C65D2" w:rsidRPr="00CC13C0">
        <w:rPr>
          <w:rFonts w:eastAsia="TimesNewRomanPSMT"/>
          <w:szCs w:val="24"/>
        </w:rPr>
        <w:t xml:space="preserve"> Jeigu </w:t>
      </w:r>
      <w:r w:rsidR="005E6C8E" w:rsidRPr="00CC13C0">
        <w:rPr>
          <w:rFonts w:eastAsia="TimesNewRomanPSMT"/>
          <w:szCs w:val="24"/>
        </w:rPr>
        <w:t xml:space="preserve">Savivaldybės </w:t>
      </w:r>
      <w:r w:rsidR="006C65D2" w:rsidRPr="00CC13C0">
        <w:rPr>
          <w:rFonts w:eastAsia="TimesNewRomanPSMT"/>
          <w:szCs w:val="24"/>
        </w:rPr>
        <w:t>tarybos sprendimo projektas neatitinka šio</w:t>
      </w:r>
      <w:r w:rsidR="006C65D2">
        <w:rPr>
          <w:rFonts w:eastAsia="TimesNewRomanPSMT"/>
          <w:color w:val="7030A0"/>
          <w:szCs w:val="24"/>
        </w:rPr>
        <w:t xml:space="preserve"> </w:t>
      </w:r>
      <w:r w:rsidR="006C65D2" w:rsidRPr="005326B7">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w:t>
      </w:r>
      <w:r w:rsidRPr="000028E8">
        <w:rPr>
          <w:rFonts w:eastAsia="TimesNewRomanPSMT"/>
          <w:szCs w:val="24"/>
        </w:rPr>
        <w:t>9</w:t>
      </w:r>
      <w:r w:rsidR="00837315" w:rsidRPr="000028E8">
        <w:rPr>
          <w:rFonts w:eastAsia="TimesNewRomanPSMT"/>
          <w:szCs w:val="24"/>
        </w:rPr>
        <w:t>2</w:t>
      </w:r>
      <w:r w:rsidR="006C65D2" w:rsidRPr="000028E8">
        <w:rPr>
          <w:rFonts w:eastAsia="TimesNewRomanPSMT"/>
          <w:szCs w:val="24"/>
        </w:rPr>
        <w:t xml:space="preserve"> </w:t>
      </w:r>
      <w:r w:rsidR="006C65D2" w:rsidRPr="00CC13C0">
        <w:rPr>
          <w:rFonts w:eastAsia="TimesNewRomanPSMT"/>
          <w:szCs w:val="24"/>
        </w:rPr>
        <w:t xml:space="preserve">punktuose nurodytų reikalavimų, </w:t>
      </w:r>
      <w:r w:rsidR="005E6C8E" w:rsidRPr="00CC13C0">
        <w:rPr>
          <w:rFonts w:eastAsia="TimesNewRomanPSMT"/>
          <w:szCs w:val="24"/>
        </w:rPr>
        <w:t xml:space="preserve">Savivaldybės </w:t>
      </w:r>
      <w:r w:rsidR="006C65D2" w:rsidRPr="00CC13C0">
        <w:rPr>
          <w:rFonts w:eastAsia="TimesNewRomanPSMT"/>
          <w:szCs w:val="24"/>
        </w:rPr>
        <w:t>tarybos posėdžių sekretorius</w:t>
      </w:r>
      <w:r w:rsidR="00BA4BD4">
        <w:rPr>
          <w:rFonts w:eastAsia="TimesNewRomanPSMT"/>
          <w:szCs w:val="24"/>
        </w:rPr>
        <w:t xml:space="preserve"> (-</w:t>
      </w:r>
      <w:proofErr w:type="spellStart"/>
      <w:r w:rsidR="00BA4BD4">
        <w:rPr>
          <w:rFonts w:eastAsia="TimesNewRomanPSMT"/>
          <w:szCs w:val="24"/>
        </w:rPr>
        <w:t>iai</w:t>
      </w:r>
      <w:proofErr w:type="spellEnd"/>
      <w:r w:rsidR="00BA4BD4">
        <w:rPr>
          <w:rFonts w:eastAsia="TimesNewRomanPSMT"/>
          <w:szCs w:val="24"/>
        </w:rPr>
        <w:t>)</w:t>
      </w:r>
      <w:r w:rsidR="006C65D2" w:rsidRPr="00CC13C0">
        <w:rPr>
          <w:rFonts w:eastAsia="TimesNewRomanPSMT"/>
          <w:szCs w:val="24"/>
        </w:rPr>
        <w:t xml:space="preserve"> sprendimo projektą grąžina projekto rengėjui patikslinti.</w:t>
      </w:r>
    </w:p>
    <w:p w:rsidR="00394ABA" w:rsidRPr="00C15924" w:rsidRDefault="00394ABA" w:rsidP="00394ABA">
      <w:pPr>
        <w:autoSpaceDE w:val="0"/>
        <w:autoSpaceDN w:val="0"/>
        <w:adjustRightInd w:val="0"/>
        <w:ind w:firstLine="720"/>
        <w:jc w:val="both"/>
        <w:rPr>
          <w:kern w:val="2"/>
          <w:szCs w:val="24"/>
          <w:lang w:eastAsia="lt-LT"/>
        </w:rPr>
      </w:pPr>
      <w:r w:rsidRPr="00C15924">
        <w:rPr>
          <w:kern w:val="2"/>
          <w:szCs w:val="24"/>
          <w:lang w:eastAsia="lt-LT"/>
        </w:rPr>
        <w:t>9</w:t>
      </w:r>
      <w:r w:rsidR="00BA6D41">
        <w:rPr>
          <w:kern w:val="2"/>
          <w:szCs w:val="24"/>
          <w:lang w:eastAsia="lt-LT"/>
        </w:rPr>
        <w:t>6</w:t>
      </w:r>
      <w:r w:rsidRPr="00C15924">
        <w:rPr>
          <w:kern w:val="2"/>
          <w:szCs w:val="24"/>
          <w:lang w:eastAsia="lt-LT"/>
        </w:rPr>
        <w:t xml:space="preserve">. Kitų teikėjų parengtos sprendimų projektų rengimo medžiagos derinimo procedūrą organizuoja Savivaldybės tarybos </w:t>
      </w:r>
      <w:r w:rsidRPr="00C15924">
        <w:t xml:space="preserve">posėdžių </w:t>
      </w:r>
      <w:r w:rsidRPr="00C15924">
        <w:rPr>
          <w:kern w:val="2"/>
          <w:szCs w:val="24"/>
          <w:lang w:eastAsia="lt-LT"/>
        </w:rPr>
        <w:t>sekretorius (-</w:t>
      </w:r>
      <w:proofErr w:type="spellStart"/>
      <w:r w:rsidRPr="00C15924">
        <w:rPr>
          <w:kern w:val="2"/>
          <w:szCs w:val="24"/>
          <w:lang w:eastAsia="lt-LT"/>
        </w:rPr>
        <w:t>iai</w:t>
      </w:r>
      <w:proofErr w:type="spellEnd"/>
      <w:r w:rsidRPr="00C15924">
        <w:rPr>
          <w:kern w:val="2"/>
          <w:szCs w:val="24"/>
          <w:lang w:eastAsia="lt-LT"/>
        </w:rPr>
        <w:t xml:space="preserve">). </w:t>
      </w:r>
    </w:p>
    <w:p w:rsidR="00451AF0" w:rsidRPr="00BA4BD4" w:rsidRDefault="0086796D" w:rsidP="00451AF0">
      <w:pPr>
        <w:autoSpaceDE w:val="0"/>
        <w:autoSpaceDN w:val="0"/>
        <w:adjustRightInd w:val="0"/>
        <w:ind w:firstLine="720"/>
        <w:jc w:val="both"/>
        <w:rPr>
          <w:kern w:val="2"/>
          <w:szCs w:val="24"/>
          <w:lang w:eastAsia="lt-LT"/>
        </w:rPr>
      </w:pPr>
      <w:r w:rsidRPr="00BA4BD4">
        <w:rPr>
          <w:rFonts w:eastAsia="TimesNewRomanPSMT"/>
          <w:szCs w:val="24"/>
        </w:rPr>
        <w:t>9</w:t>
      </w:r>
      <w:r w:rsidR="00BA6D41">
        <w:rPr>
          <w:rFonts w:eastAsia="TimesNewRomanPSMT"/>
          <w:szCs w:val="24"/>
        </w:rPr>
        <w:t>7</w:t>
      </w:r>
      <w:r w:rsidR="005E6C8E" w:rsidRPr="00BA4BD4">
        <w:rPr>
          <w:rFonts w:eastAsia="TimesNewRomanPSMT"/>
          <w:szCs w:val="24"/>
        </w:rPr>
        <w:t xml:space="preserve">. </w:t>
      </w:r>
      <w:r w:rsidR="00C15924">
        <w:rPr>
          <w:rFonts w:eastAsia="TimesNewRomanPSMT"/>
          <w:szCs w:val="24"/>
        </w:rPr>
        <w:t>Kitų s</w:t>
      </w:r>
      <w:r w:rsidR="00BA4BD4" w:rsidRPr="00BA4BD4">
        <w:rPr>
          <w:rFonts w:eastAsia="TimesNewRomanPSMT"/>
          <w:szCs w:val="24"/>
        </w:rPr>
        <w:t>prendimų p</w:t>
      </w:r>
      <w:r w:rsidR="005E6C8E" w:rsidRPr="00BA4BD4">
        <w:rPr>
          <w:kern w:val="2"/>
          <w:szCs w:val="24"/>
          <w:lang w:eastAsia="lt-LT"/>
        </w:rPr>
        <w:t xml:space="preserve">rojektų rengėjai pateikia Savivaldybės tarybos </w:t>
      </w:r>
      <w:r w:rsidR="005E6C8E" w:rsidRPr="00BA4BD4">
        <w:t xml:space="preserve">posėdžių </w:t>
      </w:r>
      <w:r w:rsidR="005E6C8E" w:rsidRPr="00BA4BD4">
        <w:rPr>
          <w:kern w:val="2"/>
          <w:szCs w:val="24"/>
          <w:lang w:eastAsia="lt-LT"/>
        </w:rPr>
        <w:t xml:space="preserve">sekretoriui </w:t>
      </w:r>
      <w:r w:rsidR="00BA4BD4" w:rsidRPr="00BA4BD4">
        <w:rPr>
          <w:kern w:val="2"/>
          <w:szCs w:val="24"/>
          <w:lang w:eastAsia="lt-LT"/>
        </w:rPr>
        <w:t>(-</w:t>
      </w:r>
      <w:proofErr w:type="spellStart"/>
      <w:r w:rsidR="00BA4BD4" w:rsidRPr="00BA4BD4">
        <w:rPr>
          <w:kern w:val="2"/>
          <w:szCs w:val="24"/>
          <w:lang w:eastAsia="lt-LT"/>
        </w:rPr>
        <w:t>iams</w:t>
      </w:r>
      <w:proofErr w:type="spellEnd"/>
      <w:r w:rsidR="00BA4BD4" w:rsidRPr="00BA4BD4">
        <w:rPr>
          <w:kern w:val="2"/>
          <w:szCs w:val="24"/>
          <w:lang w:eastAsia="lt-LT"/>
        </w:rPr>
        <w:t xml:space="preserve">) </w:t>
      </w:r>
      <w:r w:rsidR="005E6C8E" w:rsidRPr="00BA4BD4">
        <w:rPr>
          <w:kern w:val="2"/>
          <w:szCs w:val="24"/>
          <w:lang w:eastAsia="lt-LT"/>
        </w:rPr>
        <w:t>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w:t>
      </w:r>
      <w:r w:rsidR="005E6C8E" w:rsidRPr="00CD41E5">
        <w:rPr>
          <w:kern w:val="2"/>
          <w:szCs w:val="24"/>
          <w:lang w:eastAsia="lt-LT"/>
        </w:rPr>
        <w:t>. Alternatyv</w:t>
      </w:r>
      <w:r w:rsidR="00CD41E5" w:rsidRPr="001E3692">
        <w:rPr>
          <w:kern w:val="2"/>
          <w:szCs w:val="24"/>
          <w:lang w:eastAsia="lt-LT"/>
        </w:rPr>
        <w:t>i</w:t>
      </w:r>
      <w:r w:rsidR="005E6C8E" w:rsidRPr="00CD41E5">
        <w:rPr>
          <w:kern w:val="2"/>
          <w:szCs w:val="24"/>
          <w:lang w:eastAsia="lt-LT"/>
        </w:rPr>
        <w:t xml:space="preserve"> jau parengtam ir paskelbtam sprendimo projektui rengimo medžiaga pateikiama Savivaldybės tarybos </w:t>
      </w:r>
      <w:r w:rsidR="005E6C8E" w:rsidRPr="00CD41E5">
        <w:t xml:space="preserve">posėdžių </w:t>
      </w:r>
      <w:r w:rsidR="005E6C8E" w:rsidRPr="00CD41E5">
        <w:rPr>
          <w:kern w:val="2"/>
          <w:szCs w:val="24"/>
          <w:lang w:eastAsia="lt-LT"/>
        </w:rPr>
        <w:t>sekretoriui</w:t>
      </w:r>
      <w:r w:rsidR="00BA4BD4" w:rsidRPr="00CD41E5">
        <w:rPr>
          <w:kern w:val="2"/>
          <w:szCs w:val="24"/>
          <w:lang w:eastAsia="lt-LT"/>
        </w:rPr>
        <w:t xml:space="preserve"> (-</w:t>
      </w:r>
      <w:proofErr w:type="spellStart"/>
      <w:r w:rsidR="00BA4BD4" w:rsidRPr="00CD41E5">
        <w:rPr>
          <w:kern w:val="2"/>
          <w:szCs w:val="24"/>
          <w:lang w:eastAsia="lt-LT"/>
        </w:rPr>
        <w:t>iams</w:t>
      </w:r>
      <w:proofErr w:type="spellEnd"/>
      <w:r w:rsidR="00BA4BD4" w:rsidRPr="00CD41E5">
        <w:rPr>
          <w:kern w:val="2"/>
          <w:szCs w:val="24"/>
          <w:lang w:eastAsia="lt-LT"/>
        </w:rPr>
        <w:t>)</w:t>
      </w:r>
      <w:r w:rsidR="005E6C8E" w:rsidRPr="00CD41E5">
        <w:rPr>
          <w:kern w:val="2"/>
          <w:szCs w:val="24"/>
          <w:lang w:eastAsia="lt-LT"/>
        </w:rPr>
        <w:t xml:space="preserve"> registruoti ne vėliau kaip 6 kalendorin</w:t>
      </w:r>
      <w:r w:rsidR="00CD41E5" w:rsidRPr="001E3692">
        <w:rPr>
          <w:kern w:val="2"/>
          <w:szCs w:val="24"/>
          <w:lang w:eastAsia="lt-LT"/>
        </w:rPr>
        <w:t>ės</w:t>
      </w:r>
      <w:r w:rsidR="005E6C8E" w:rsidRPr="00CD41E5">
        <w:rPr>
          <w:kern w:val="2"/>
          <w:szCs w:val="24"/>
          <w:lang w:eastAsia="lt-LT"/>
        </w:rPr>
        <w:t xml:space="preserve"> dien</w:t>
      </w:r>
      <w:r w:rsidR="00CD41E5" w:rsidRPr="001E3692">
        <w:rPr>
          <w:kern w:val="2"/>
          <w:szCs w:val="24"/>
          <w:lang w:eastAsia="lt-LT"/>
        </w:rPr>
        <w:t>os</w:t>
      </w:r>
      <w:r w:rsidR="005E6C8E" w:rsidRPr="00CD41E5">
        <w:rPr>
          <w:kern w:val="2"/>
          <w:szCs w:val="24"/>
          <w:lang w:eastAsia="lt-LT"/>
        </w:rPr>
        <w:t xml:space="preserve"> iki </w:t>
      </w:r>
      <w:r w:rsidR="00BA4BD4" w:rsidRPr="00CD41E5">
        <w:rPr>
          <w:kern w:val="2"/>
          <w:szCs w:val="24"/>
          <w:lang w:eastAsia="lt-LT"/>
        </w:rPr>
        <w:t>Savivaldybės t</w:t>
      </w:r>
      <w:r w:rsidR="005E6C8E" w:rsidRPr="00CD41E5">
        <w:rPr>
          <w:kern w:val="2"/>
          <w:szCs w:val="24"/>
          <w:lang w:eastAsia="lt-LT"/>
        </w:rPr>
        <w:t>arybos posėdžio.</w:t>
      </w:r>
    </w:p>
    <w:p w:rsidR="00E46001" w:rsidRPr="00CE058E"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8</w:t>
      </w:r>
      <w:r w:rsidR="00451AF0" w:rsidRPr="00B64A76">
        <w:rPr>
          <w:rFonts w:eastAsia="TimesNewRomanPSMT"/>
          <w:szCs w:val="24"/>
        </w:rPr>
        <w:t xml:space="preserve">. </w:t>
      </w:r>
      <w:r w:rsidR="00451AF0" w:rsidRPr="00CE058E">
        <w:rPr>
          <w:kern w:val="2"/>
          <w:szCs w:val="24"/>
          <w:lang w:eastAsia="lt-LT"/>
        </w:rPr>
        <w:t xml:space="preserve">Mero sutikimu sprendimų projekto rengimo medžiaga gali būti pateikiama Savivaldybės tarybos </w:t>
      </w:r>
      <w:r w:rsidR="00451AF0" w:rsidRPr="00CE058E">
        <w:t xml:space="preserve">posėdžių </w:t>
      </w:r>
      <w:r w:rsidR="00451AF0" w:rsidRPr="00CE058E">
        <w:rPr>
          <w:kern w:val="2"/>
          <w:szCs w:val="24"/>
          <w:lang w:eastAsia="lt-LT"/>
        </w:rPr>
        <w:t>sekretoriui</w:t>
      </w:r>
      <w:r w:rsidR="00BA4BD4" w:rsidRPr="00CE058E">
        <w:rPr>
          <w:kern w:val="2"/>
          <w:szCs w:val="24"/>
          <w:lang w:eastAsia="lt-LT"/>
        </w:rPr>
        <w:t xml:space="preserve"> (-</w:t>
      </w:r>
      <w:proofErr w:type="spellStart"/>
      <w:r w:rsidR="00BA4BD4" w:rsidRPr="00CE058E">
        <w:rPr>
          <w:kern w:val="2"/>
          <w:szCs w:val="24"/>
          <w:lang w:eastAsia="lt-LT"/>
        </w:rPr>
        <w:t>iams</w:t>
      </w:r>
      <w:proofErr w:type="spellEnd"/>
      <w:r w:rsidR="00BA4BD4" w:rsidRPr="00CE058E">
        <w:rPr>
          <w:kern w:val="2"/>
          <w:szCs w:val="24"/>
          <w:lang w:eastAsia="lt-LT"/>
        </w:rPr>
        <w:t>)</w:t>
      </w:r>
      <w:r w:rsidR="00EC398B" w:rsidRPr="00CE058E">
        <w:rPr>
          <w:kern w:val="2"/>
          <w:szCs w:val="24"/>
          <w:lang w:eastAsia="lt-LT"/>
        </w:rPr>
        <w:t xml:space="preserve"> derinti ir registruoti</w:t>
      </w:r>
      <w:r w:rsidR="00451AF0" w:rsidRPr="00CE058E">
        <w:rPr>
          <w:kern w:val="2"/>
          <w:szCs w:val="24"/>
          <w:lang w:eastAsia="lt-LT"/>
        </w:rPr>
        <w:t xml:space="preserve"> </w:t>
      </w:r>
      <w:r w:rsidR="00BA4BD4" w:rsidRPr="00CE058E">
        <w:rPr>
          <w:kern w:val="2"/>
          <w:szCs w:val="24"/>
          <w:lang w:eastAsia="lt-LT"/>
        </w:rPr>
        <w:t xml:space="preserve">DVS </w:t>
      </w:r>
      <w:r w:rsidR="00E9424C" w:rsidRPr="00CE058E">
        <w:rPr>
          <w:kern w:val="2"/>
          <w:szCs w:val="24"/>
          <w:lang w:eastAsia="lt-LT"/>
        </w:rPr>
        <w:t xml:space="preserve">vėliau nei </w:t>
      </w:r>
      <w:r w:rsidR="000B2A96" w:rsidRPr="00CE058E">
        <w:rPr>
          <w:kern w:val="2"/>
          <w:szCs w:val="24"/>
          <w:lang w:eastAsia="lt-LT"/>
        </w:rPr>
        <w:t xml:space="preserve">Reglamento </w:t>
      </w:r>
      <w:r w:rsidR="00E9424C" w:rsidRPr="00CE058E">
        <w:rPr>
          <w:kern w:val="2"/>
          <w:szCs w:val="24"/>
          <w:lang w:eastAsia="lt-LT"/>
        </w:rPr>
        <w:t xml:space="preserve">97 punkte </w:t>
      </w:r>
      <w:r w:rsidR="00451AF0" w:rsidRPr="00CE058E">
        <w:rPr>
          <w:kern w:val="2"/>
          <w:szCs w:val="24"/>
          <w:lang w:eastAsia="lt-LT"/>
        </w:rPr>
        <w:t>nustatytais terminais.</w:t>
      </w:r>
    </w:p>
    <w:p w:rsidR="00E46001" w:rsidRPr="00B64A76"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9</w:t>
      </w:r>
      <w:r w:rsidR="00E46001" w:rsidRPr="00B64A76">
        <w:rPr>
          <w:rFonts w:eastAsia="TimesNewRomanPSMT"/>
          <w:szCs w:val="24"/>
        </w:rPr>
        <w:t xml:space="preserve">. </w:t>
      </w:r>
      <w:r w:rsidR="00E46001" w:rsidRPr="00B64A76">
        <w:rPr>
          <w:kern w:val="2"/>
          <w:szCs w:val="24"/>
          <w:lang w:eastAsia="lt-LT"/>
        </w:rPr>
        <w:t xml:space="preserve">Mero teikiamų registruoti sprendimų projektų rengimo medžiaga iki jų registravimo turi būti </w:t>
      </w:r>
      <w:r w:rsidR="00E46001" w:rsidRPr="005E2737">
        <w:rPr>
          <w:kern w:val="2"/>
          <w:szCs w:val="24"/>
          <w:lang w:eastAsia="lt-LT"/>
        </w:rPr>
        <w:t xml:space="preserve">suderinta </w:t>
      </w:r>
      <w:r w:rsidR="00D66F37" w:rsidRPr="00EC398B">
        <w:rPr>
          <w:kern w:val="2"/>
          <w:szCs w:val="24"/>
          <w:lang w:eastAsia="lt-LT"/>
        </w:rPr>
        <w:t>Reglamento</w:t>
      </w:r>
      <w:r w:rsidR="00E46001" w:rsidRPr="00D66F37">
        <w:rPr>
          <w:color w:val="FF0000"/>
          <w:kern w:val="2"/>
          <w:szCs w:val="24"/>
          <w:lang w:eastAsia="lt-LT"/>
        </w:rPr>
        <w:t xml:space="preserve"> </w:t>
      </w:r>
      <w:r w:rsidR="00E46001" w:rsidRPr="005E2737">
        <w:rPr>
          <w:kern w:val="2"/>
          <w:szCs w:val="24"/>
          <w:lang w:eastAsia="lt-LT"/>
        </w:rPr>
        <w:t>nustatyta</w:t>
      </w:r>
      <w:r w:rsidR="00E46001" w:rsidRPr="00EF662D">
        <w:rPr>
          <w:kern w:val="2"/>
          <w:szCs w:val="24"/>
          <w:lang w:eastAsia="lt-LT"/>
        </w:rPr>
        <w:t xml:space="preserve"> tvarka</w:t>
      </w:r>
      <w:r w:rsidR="00E46001" w:rsidRPr="00B64A76">
        <w:rPr>
          <w:kern w:val="2"/>
          <w:szCs w:val="24"/>
          <w:lang w:eastAsia="lt-LT"/>
        </w:rPr>
        <w:t>.</w:t>
      </w:r>
    </w:p>
    <w:p w:rsidR="00394ABA" w:rsidRPr="00394ABA" w:rsidRDefault="00B64A76" w:rsidP="00BD60B6">
      <w:pPr>
        <w:autoSpaceDE w:val="0"/>
        <w:autoSpaceDN w:val="0"/>
        <w:adjustRightInd w:val="0"/>
        <w:ind w:firstLine="720"/>
        <w:jc w:val="both"/>
        <w:rPr>
          <w:szCs w:val="24"/>
        </w:rPr>
      </w:pPr>
      <w:r w:rsidRPr="00394ABA">
        <w:rPr>
          <w:szCs w:val="24"/>
        </w:rPr>
        <w:t>100</w:t>
      </w:r>
      <w:r w:rsidR="00BD60B6" w:rsidRPr="00394ABA">
        <w:rPr>
          <w:szCs w:val="24"/>
        </w:rPr>
        <w:t xml:space="preserve">. </w:t>
      </w:r>
      <w:r w:rsidR="00C15924">
        <w:rPr>
          <w:szCs w:val="24"/>
        </w:rPr>
        <w:t>S</w:t>
      </w:r>
      <w:r w:rsidR="00BD60B6" w:rsidRPr="00394ABA">
        <w:rPr>
          <w:szCs w:val="24"/>
        </w:rPr>
        <w:t xml:space="preserve">prendimų projektų </w:t>
      </w:r>
      <w:r w:rsidR="00BD60B6" w:rsidRPr="005E2737">
        <w:rPr>
          <w:szCs w:val="24"/>
        </w:rPr>
        <w:t>rengėjai</w:t>
      </w:r>
      <w:r w:rsidR="00C15924" w:rsidRPr="005E2737">
        <w:rPr>
          <w:szCs w:val="24"/>
        </w:rPr>
        <w:t xml:space="preserve"> </w:t>
      </w:r>
      <w:r w:rsidR="00C15924" w:rsidRPr="00CE058E">
        <w:rPr>
          <w:szCs w:val="24"/>
        </w:rPr>
        <w:t>(</w:t>
      </w:r>
      <w:r w:rsidR="002106D1" w:rsidRPr="00CE058E">
        <w:rPr>
          <w:szCs w:val="24"/>
        </w:rPr>
        <w:t>Savivaldybės a</w:t>
      </w:r>
      <w:r w:rsidR="00C15924" w:rsidRPr="00CE058E">
        <w:rPr>
          <w:szCs w:val="24"/>
        </w:rPr>
        <w:t>dministracij</w:t>
      </w:r>
      <w:r w:rsidR="002106D1" w:rsidRPr="00CE058E">
        <w:rPr>
          <w:szCs w:val="24"/>
        </w:rPr>
        <w:t>a</w:t>
      </w:r>
      <w:r w:rsidR="00C15924" w:rsidRPr="00CE058E">
        <w:rPr>
          <w:szCs w:val="24"/>
        </w:rPr>
        <w:t>, biudžetinės bei viešosios įstaigos)</w:t>
      </w:r>
      <w:r w:rsidR="00BD60B6" w:rsidRPr="00CE058E">
        <w:rPr>
          <w:szCs w:val="24"/>
        </w:rPr>
        <w:t xml:space="preserve"> parengtą sprendimo projektą privalo </w:t>
      </w:r>
      <w:r w:rsidR="0072145A" w:rsidRPr="00394ABA">
        <w:rPr>
          <w:szCs w:val="24"/>
        </w:rPr>
        <w:t xml:space="preserve">pateikti </w:t>
      </w:r>
      <w:r w:rsidR="0072145A">
        <w:rPr>
          <w:szCs w:val="24"/>
        </w:rPr>
        <w:t xml:space="preserve">registruoti </w:t>
      </w:r>
      <w:r w:rsidR="00C15924">
        <w:rPr>
          <w:szCs w:val="24"/>
        </w:rPr>
        <w:t xml:space="preserve">per DVS </w:t>
      </w:r>
      <w:r w:rsidR="00BD60B6" w:rsidRPr="00394ABA">
        <w:t>Savivaldybės taryb</w:t>
      </w:r>
      <w:r w:rsidR="00CC0507">
        <w:t>os posėdžių sekretoriui (-</w:t>
      </w:r>
      <w:proofErr w:type="spellStart"/>
      <w:r w:rsidR="00CC0507">
        <w:t>iams</w:t>
      </w:r>
      <w:proofErr w:type="spellEnd"/>
      <w:r w:rsidR="00CC0507">
        <w:t>)</w:t>
      </w:r>
      <w:r w:rsidR="00BD60B6" w:rsidRPr="00394ABA">
        <w:t xml:space="preserve"> ar </w:t>
      </w:r>
      <w:r w:rsidR="00BD60B6" w:rsidRPr="00394ABA">
        <w:rPr>
          <w:lang w:eastAsia="lt-LT"/>
        </w:rPr>
        <w:t xml:space="preserve">padaliniui, techniškai aptarnaujančiam Savivaldybės tarybą </w:t>
      </w:r>
      <w:r w:rsidR="00BD60B6" w:rsidRPr="00394ABA">
        <w:rPr>
          <w:szCs w:val="24"/>
        </w:rPr>
        <w:t xml:space="preserve">ne vėliau kaip prieš 10 darbo dienų iki Savivaldybės tarybos posėdžio ir suderinti, kuriuose komitetuose šis projektas turi būti svarstomas. </w:t>
      </w:r>
    </w:p>
    <w:p w:rsidR="00BD60B6" w:rsidRDefault="00394ABA" w:rsidP="00BD60B6">
      <w:pPr>
        <w:autoSpaceDE w:val="0"/>
        <w:autoSpaceDN w:val="0"/>
        <w:adjustRightInd w:val="0"/>
        <w:ind w:firstLine="720"/>
        <w:jc w:val="both"/>
        <w:rPr>
          <w:szCs w:val="24"/>
        </w:rPr>
      </w:pPr>
      <w:r w:rsidRPr="00394ABA">
        <w:rPr>
          <w:szCs w:val="24"/>
        </w:rPr>
        <w:t xml:space="preserve">101. </w:t>
      </w:r>
      <w:r w:rsidR="00BD60B6" w:rsidRPr="00394ABA">
        <w:rPr>
          <w:szCs w:val="24"/>
        </w:rPr>
        <w:t>Sprendimų projektai</w:t>
      </w:r>
      <w:r w:rsidR="0072145A">
        <w:rPr>
          <w:szCs w:val="24"/>
        </w:rPr>
        <w:t xml:space="preserve"> derinami ir </w:t>
      </w:r>
      <w:r w:rsidR="00BD60B6" w:rsidRPr="00394ABA">
        <w:rPr>
          <w:szCs w:val="24"/>
        </w:rPr>
        <w:t xml:space="preserve">registruojami </w:t>
      </w:r>
      <w:r w:rsidR="0072145A">
        <w:rPr>
          <w:szCs w:val="24"/>
        </w:rPr>
        <w:t xml:space="preserve">naudojantis </w:t>
      </w:r>
      <w:r w:rsidR="00BD60B6" w:rsidRPr="00394ABA">
        <w:rPr>
          <w:szCs w:val="24"/>
        </w:rPr>
        <w:t xml:space="preserve">DVS. </w:t>
      </w:r>
      <w:r w:rsidRPr="00394ABA">
        <w:rPr>
          <w:kern w:val="2"/>
          <w:szCs w:val="24"/>
          <w:lang w:eastAsia="lt-LT"/>
        </w:rPr>
        <w:t xml:space="preserve">Sprendimų projektų rengimo medžiaga turi būti suderinta su </w:t>
      </w:r>
      <w:r w:rsidRPr="00394ABA">
        <w:rPr>
          <w:szCs w:val="24"/>
        </w:rPr>
        <w:t xml:space="preserve">Juridinio ir personalo administravimo skyriaus specialistais (juristais), kalbos </w:t>
      </w:r>
      <w:r w:rsidRPr="005E2737">
        <w:rPr>
          <w:szCs w:val="24"/>
        </w:rPr>
        <w:t>specialistu</w:t>
      </w:r>
      <w:r w:rsidRPr="005E2737">
        <w:rPr>
          <w:kern w:val="2"/>
          <w:szCs w:val="24"/>
          <w:lang w:eastAsia="lt-LT"/>
        </w:rPr>
        <w:t>,</w:t>
      </w:r>
      <w:r w:rsidR="00140853">
        <w:rPr>
          <w:kern w:val="2"/>
          <w:szCs w:val="24"/>
          <w:lang w:eastAsia="lt-LT"/>
        </w:rPr>
        <w:t xml:space="preserve"> </w:t>
      </w:r>
      <w:r w:rsidR="00140853" w:rsidRPr="00EC398B">
        <w:rPr>
          <w:kern w:val="2"/>
          <w:szCs w:val="24"/>
          <w:lang w:eastAsia="lt-LT"/>
        </w:rPr>
        <w:t>pagal reguliavimo sritį atitinkamo skyriaus vedėju,</w:t>
      </w:r>
      <w:r w:rsidRPr="00EC398B">
        <w:rPr>
          <w:kern w:val="2"/>
          <w:szCs w:val="24"/>
          <w:lang w:eastAsia="lt-LT"/>
        </w:rPr>
        <w:t xml:space="preserve"> </w:t>
      </w:r>
      <w:r w:rsidRPr="00EF662D">
        <w:rPr>
          <w:kern w:val="2"/>
          <w:szCs w:val="24"/>
          <w:lang w:eastAsia="lt-LT"/>
        </w:rPr>
        <w:t xml:space="preserve">Administracijos direktoriumi, </w:t>
      </w:r>
      <w:r w:rsidR="00D66F37">
        <w:rPr>
          <w:kern w:val="2"/>
          <w:szCs w:val="24"/>
          <w:lang w:eastAsia="lt-LT"/>
        </w:rPr>
        <w:t xml:space="preserve">meru. </w:t>
      </w:r>
      <w:r w:rsidRPr="00394ABA">
        <w:rPr>
          <w:kern w:val="2"/>
          <w:szCs w:val="24"/>
          <w:lang w:eastAsia="lt-LT"/>
        </w:rPr>
        <w:t xml:space="preserve">Kai sprendimui įgyvendinti reikalingos papildomos lėšos, sprendimo projekto rengimo medžiaga turi būti derinama su Strateginio planavimo ir investicijų, Finansų ir biudžeto bei Buhalterinės apskaitos skyrių vadovais ar specialistais. </w:t>
      </w:r>
      <w:r w:rsidR="00BD60B6" w:rsidRPr="00394ABA">
        <w:rPr>
          <w:szCs w:val="24"/>
        </w:rPr>
        <w:t xml:space="preserve">Tarybos komitetai pagal savo kompetenciją pateiktus sprendimų projektus privalo apsvarstyti komitetų posėdžiuose. </w:t>
      </w:r>
    </w:p>
    <w:p w:rsidR="006C65D2" w:rsidRPr="00C15924" w:rsidRDefault="000864FF" w:rsidP="006C65D2">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Savivaldybės tarybos posėdžių darbotvarkės projekto rengimo tvarka:</w:t>
      </w:r>
    </w:p>
    <w:p w:rsidR="0086796D" w:rsidRPr="009F663D" w:rsidRDefault="000864FF" w:rsidP="0086796D">
      <w:pPr>
        <w:autoSpaceDE w:val="0"/>
        <w:autoSpaceDN w:val="0"/>
        <w:adjustRightInd w:val="0"/>
        <w:ind w:firstLine="720"/>
        <w:jc w:val="both"/>
        <w:rPr>
          <w:rFonts w:eastAsia="TimesNewRomanPSMT"/>
          <w:szCs w:val="24"/>
        </w:rPr>
      </w:pPr>
      <w:r w:rsidRPr="00C15924">
        <w:rPr>
          <w:rFonts w:eastAsia="TimesNewRomanPSMT"/>
          <w:szCs w:val="24"/>
        </w:rPr>
        <w:t>102</w:t>
      </w:r>
      <w:r w:rsidR="0086796D" w:rsidRPr="00C15924">
        <w:rPr>
          <w:rFonts w:eastAsia="TimesNewRomanPSMT"/>
          <w:szCs w:val="24"/>
        </w:rPr>
        <w:t xml:space="preserve">.1. </w:t>
      </w:r>
      <w:r w:rsidR="00EF662D">
        <w:rPr>
          <w:rFonts w:eastAsia="TimesNewRomanPSMT"/>
          <w:szCs w:val="24"/>
        </w:rPr>
        <w:t>m</w:t>
      </w:r>
      <w:r w:rsidR="0086796D" w:rsidRPr="00C15924">
        <w:rPr>
          <w:rFonts w:eastAsia="TimesNewRomanPSMT"/>
          <w:szCs w:val="24"/>
        </w:rPr>
        <w:t xml:space="preserve">eras, atsižvelgdamas į Savivaldybės tarybos sprendimų projektų svarbą, turinį, paskirtį, </w:t>
      </w:r>
      <w:r w:rsidR="00BD1AD5" w:rsidRPr="009F663D">
        <w:rPr>
          <w:rFonts w:eastAsia="TimesNewRomanPSMT"/>
          <w:szCs w:val="24"/>
        </w:rPr>
        <w:t xml:space="preserve">Savivaldybės </w:t>
      </w:r>
      <w:r w:rsidR="0086796D" w:rsidRPr="009F663D">
        <w:rPr>
          <w:rFonts w:eastAsia="TimesNewRomanPSMT"/>
          <w:szCs w:val="24"/>
        </w:rPr>
        <w:t>tarybos mažumos valandai ir darbotvarkei keliamus reikalavimus, sudaro galutinį Savivaldybės tarybos posėdžio darbotvarkės projektą, kurį patvirtina savo potvarkiu;</w:t>
      </w:r>
    </w:p>
    <w:p w:rsidR="006C65D2" w:rsidRPr="00BD1AD5" w:rsidRDefault="000864FF" w:rsidP="006C65D2">
      <w:pPr>
        <w:autoSpaceDE w:val="0"/>
        <w:autoSpaceDN w:val="0"/>
        <w:adjustRightInd w:val="0"/>
        <w:ind w:firstLine="720"/>
        <w:jc w:val="both"/>
        <w:rPr>
          <w:rFonts w:eastAsia="TimesNewRomanPSMT"/>
          <w:szCs w:val="24"/>
        </w:rPr>
      </w:pPr>
      <w:r w:rsidRPr="00CD41E5">
        <w:rPr>
          <w:rFonts w:eastAsia="TimesNewRomanPSMT"/>
          <w:szCs w:val="24"/>
        </w:rPr>
        <w:lastRenderedPageBreak/>
        <w:t>102</w:t>
      </w:r>
      <w:r w:rsidR="006C65D2" w:rsidRPr="00BD1AD5">
        <w:rPr>
          <w:rFonts w:eastAsia="TimesNewRomanPSMT"/>
          <w:szCs w:val="24"/>
        </w:rPr>
        <w:t>.2. Savivaldybės tarybai</w:t>
      </w:r>
      <w:r w:rsidR="00CE058E">
        <w:rPr>
          <w:rFonts w:eastAsia="TimesNewRomanPSMT"/>
          <w:szCs w:val="24"/>
        </w:rPr>
        <w:t xml:space="preserve"> teikiami pranešimai į Savivaldybės </w:t>
      </w:r>
      <w:r w:rsidR="00CE058E" w:rsidRPr="00BD1AD5">
        <w:rPr>
          <w:rFonts w:eastAsia="TimesNewRomanPSMT"/>
          <w:szCs w:val="24"/>
        </w:rPr>
        <w:t xml:space="preserve">tarybos </w:t>
      </w:r>
      <w:r w:rsidR="00CE058E">
        <w:rPr>
          <w:rFonts w:eastAsia="TimesNewRomanPSMT"/>
          <w:szCs w:val="24"/>
        </w:rPr>
        <w:t>posėdžio darbotvarkės projektą</w:t>
      </w:r>
      <w:r w:rsidR="00CE058E" w:rsidRPr="00BD1AD5">
        <w:rPr>
          <w:rFonts w:eastAsia="TimesNewRomanPSMT"/>
          <w:szCs w:val="24"/>
        </w:rPr>
        <w:t xml:space="preserve"> įrašomi</w:t>
      </w:r>
      <w:r w:rsidR="006C65D2" w:rsidRPr="00BD1AD5">
        <w:rPr>
          <w:rFonts w:eastAsia="TimesNewRomanPSMT"/>
          <w:szCs w:val="24"/>
        </w:rPr>
        <w:t xml:space="preserve"> </w:t>
      </w:r>
      <w:r w:rsidR="00CE058E">
        <w:rPr>
          <w:rFonts w:eastAsia="TimesNewRomanPSMT"/>
          <w:szCs w:val="24"/>
        </w:rPr>
        <w:t xml:space="preserve">pradžioje, o </w:t>
      </w:r>
      <w:r w:rsidR="006C65D2" w:rsidRPr="00BD1AD5">
        <w:rPr>
          <w:rFonts w:eastAsia="TimesNewRomanPSMT"/>
          <w:szCs w:val="24"/>
        </w:rPr>
        <w:t>informacijos ar kiti klausimai, kurie nėra tarybos sprendimų projektai tarybos darbotvarkės projekte įrašomi jos pabaigoje</w:t>
      </w:r>
      <w:r w:rsidR="00CE058E">
        <w:rPr>
          <w:rFonts w:eastAsia="TimesNewRomanPSMT"/>
          <w:szCs w:val="24"/>
        </w:rPr>
        <w:t>;</w:t>
      </w:r>
    </w:p>
    <w:p w:rsidR="006C65D2" w:rsidRPr="00BD1AD5" w:rsidRDefault="000864FF" w:rsidP="006C65D2">
      <w:pPr>
        <w:autoSpaceDE w:val="0"/>
        <w:autoSpaceDN w:val="0"/>
        <w:adjustRightInd w:val="0"/>
        <w:ind w:firstLine="720"/>
        <w:jc w:val="both"/>
        <w:rPr>
          <w:rFonts w:eastAsia="TimesNewRomanPSMT"/>
          <w:szCs w:val="24"/>
        </w:rPr>
      </w:pPr>
      <w:r w:rsidRPr="00BD1AD5">
        <w:rPr>
          <w:rFonts w:eastAsia="TimesNewRomanPSMT"/>
          <w:szCs w:val="24"/>
        </w:rPr>
        <w:t>102</w:t>
      </w:r>
      <w:r w:rsidR="006C65D2" w:rsidRPr="00BD1AD5">
        <w:rPr>
          <w:rFonts w:eastAsia="TimesNewRomanPSMT"/>
          <w:szCs w:val="24"/>
        </w:rPr>
        <w:t>.3. į Savivaldybės tarybos posėdžio darbotvarkę</w:t>
      </w:r>
      <w:r w:rsidR="00D521C9" w:rsidRPr="00BD1AD5">
        <w:rPr>
          <w:rFonts w:eastAsia="TimesNewRomanPSMT"/>
          <w:szCs w:val="24"/>
        </w:rPr>
        <w:t xml:space="preserve"> </w:t>
      </w:r>
      <w:r w:rsidR="006C65D2" w:rsidRPr="00BD1AD5">
        <w:rPr>
          <w:rFonts w:eastAsia="TimesNewRomanPSMT"/>
          <w:szCs w:val="24"/>
        </w:rPr>
        <w:t>įtraukia</w:t>
      </w:r>
      <w:r w:rsidR="002F7909">
        <w:rPr>
          <w:rFonts w:eastAsia="TimesNewRomanPSMT"/>
          <w:szCs w:val="24"/>
        </w:rPr>
        <w:t>mi</w:t>
      </w:r>
      <w:r w:rsidR="006C65D2" w:rsidRPr="00BD1AD5">
        <w:rPr>
          <w:rFonts w:eastAsia="TimesNewRomanPSMT"/>
          <w:szCs w:val="24"/>
        </w:rPr>
        <w:t xml:space="preserve"> tik t</w:t>
      </w:r>
      <w:r w:rsidR="00286E2A">
        <w:rPr>
          <w:rFonts w:eastAsia="TimesNewRomanPSMT"/>
          <w:szCs w:val="24"/>
        </w:rPr>
        <w:t>ie sprendimo projektai</w:t>
      </w:r>
      <w:r w:rsidR="006C65D2" w:rsidRPr="00BD1AD5">
        <w:rPr>
          <w:rFonts w:eastAsia="TimesNewRomanPSMT"/>
          <w:szCs w:val="24"/>
        </w:rPr>
        <w:t>, kurie užregistruoti ne vėliau kaip likus 4 darbo dienoms iki Savivaldybės tarybos posėdžio, išskyrus išimtis kai:</w:t>
      </w:r>
    </w:p>
    <w:p w:rsidR="006C65D2" w:rsidRPr="00C15924" w:rsidRDefault="00D521C9" w:rsidP="006C65D2">
      <w:pPr>
        <w:autoSpaceDE w:val="0"/>
        <w:autoSpaceDN w:val="0"/>
        <w:adjustRightInd w:val="0"/>
        <w:ind w:firstLine="720"/>
        <w:jc w:val="both"/>
        <w:rPr>
          <w:rFonts w:eastAsia="TimesNewRomanPSMT"/>
          <w:szCs w:val="24"/>
        </w:rPr>
      </w:pPr>
      <w:r w:rsidRPr="00BD1AD5">
        <w:rPr>
          <w:rFonts w:eastAsia="TimesNewRomanPSMT"/>
          <w:szCs w:val="24"/>
        </w:rPr>
        <w:t>10</w:t>
      </w:r>
      <w:r w:rsidR="000864FF" w:rsidRPr="00BD1AD5">
        <w:rPr>
          <w:rFonts w:eastAsia="TimesNewRomanPSMT"/>
          <w:szCs w:val="24"/>
        </w:rPr>
        <w:t>2</w:t>
      </w:r>
      <w:r w:rsidR="006C65D2" w:rsidRPr="00BD1AD5">
        <w:rPr>
          <w:rFonts w:eastAsia="TimesNewRomanPSMT"/>
          <w:szCs w:val="24"/>
        </w:rPr>
        <w:t>.3.1. Savivaldybės tarybos posėdžio metu tvirtinant posėdžio darbotvarkę parengtas tarybos posėdžio darbotvarkės projektas gali būti papildytas ar pakeistas tarybos sprendimu</w:t>
      </w:r>
      <w:r w:rsidR="006C65D2" w:rsidRPr="00C15924">
        <w:rPr>
          <w:rFonts w:eastAsia="TimesNewRomanPSMT"/>
          <w:szCs w:val="24"/>
        </w:rPr>
        <w:t xml:space="preserve"> komiteto, komisijos, frakcijos, grupės, mišrios </w:t>
      </w:r>
      <w:r w:rsidR="006C65D2" w:rsidRPr="005E2737">
        <w:rPr>
          <w:rFonts w:eastAsia="TimesNewRomanPSMT"/>
          <w:szCs w:val="24"/>
        </w:rPr>
        <w:t xml:space="preserve">grupės, </w:t>
      </w:r>
      <w:r w:rsidR="00EF662D" w:rsidRPr="001E3692">
        <w:rPr>
          <w:rFonts w:eastAsia="TimesNewRomanPSMT"/>
          <w:szCs w:val="24"/>
        </w:rPr>
        <w:t>S</w:t>
      </w:r>
      <w:r w:rsidR="006C65D2" w:rsidRPr="005E2737">
        <w:rPr>
          <w:rFonts w:eastAsia="TimesNewRomanPSMT"/>
          <w:szCs w:val="24"/>
        </w:rPr>
        <w:t>avivaldybės kolegijos</w:t>
      </w:r>
      <w:r w:rsidR="006C65D2" w:rsidRPr="00EF662D">
        <w:rPr>
          <w:rFonts w:eastAsia="TimesNewRomanPSMT"/>
          <w:szCs w:val="24"/>
        </w:rPr>
        <w:t>, opozicijos lyderio ar 1/3 dalyvaujančių posėdyje tarybos narių siūlymu, j</w:t>
      </w:r>
      <w:r w:rsidR="006C65D2" w:rsidRPr="00C15924">
        <w:rPr>
          <w:rFonts w:eastAsia="TimesNewRomanPSMT"/>
          <w:szCs w:val="24"/>
        </w:rPr>
        <w:t xml:space="preserve">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w:t>
      </w:r>
      <w:r w:rsidR="006C65D2" w:rsidRPr="005E2737">
        <w:rPr>
          <w:rFonts w:eastAsia="TimesNewRomanPSMT"/>
          <w:szCs w:val="24"/>
        </w:rPr>
        <w:t xml:space="preserve">atvejais </w:t>
      </w:r>
      <w:r w:rsidR="00EF662D" w:rsidRPr="001E3692">
        <w:rPr>
          <w:rFonts w:eastAsia="TimesNewRomanPSMT"/>
          <w:szCs w:val="24"/>
        </w:rPr>
        <w:t>m</w:t>
      </w:r>
      <w:r w:rsidR="006C65D2" w:rsidRPr="005E2737">
        <w:rPr>
          <w:rFonts w:eastAsia="TimesNewRomanPSMT"/>
          <w:szCs w:val="24"/>
        </w:rPr>
        <w:t>eras</w:t>
      </w:r>
      <w:r w:rsidR="006C65D2" w:rsidRPr="00EF662D">
        <w:rPr>
          <w:rFonts w:eastAsia="TimesNewRomanPSMT"/>
          <w:szCs w:val="24"/>
        </w:rPr>
        <w:t xml:space="preserve"> teikia</w:t>
      </w:r>
      <w:r w:rsidR="006C65D2" w:rsidRPr="00C15924">
        <w:rPr>
          <w:rFonts w:eastAsia="TimesNewRomanPSMT"/>
          <w:szCs w:val="24"/>
        </w:rPr>
        <w:t xml:space="preserve"> Savivaldybės tarybai svarstyti klausimą ir siūlo priimti sprendimą skubos tvarka</w:t>
      </w:r>
      <w:r w:rsidR="00376E20">
        <w:rPr>
          <w:rFonts w:eastAsia="TimesNewRomanPSMT"/>
          <w:szCs w:val="24"/>
        </w:rPr>
        <w:t>;</w:t>
      </w:r>
    </w:p>
    <w:p w:rsidR="006C65D2" w:rsidRPr="00C15924" w:rsidRDefault="00D521C9" w:rsidP="006C65D2">
      <w:pPr>
        <w:autoSpaceDE w:val="0"/>
        <w:autoSpaceDN w:val="0"/>
        <w:adjustRightInd w:val="0"/>
        <w:ind w:firstLine="720"/>
        <w:jc w:val="both"/>
        <w:rPr>
          <w:rFonts w:eastAsia="TimesNewRomanPSMT"/>
          <w:szCs w:val="24"/>
        </w:rPr>
      </w:pPr>
      <w:r w:rsidRPr="00C15924">
        <w:rPr>
          <w:rFonts w:eastAsia="TimesNewRomanPSMT"/>
          <w:szCs w:val="24"/>
        </w:rPr>
        <w:t>10</w:t>
      </w:r>
      <w:r w:rsidR="000864FF" w:rsidRPr="00C15924">
        <w:rPr>
          <w:rFonts w:eastAsia="TimesNewRomanPSMT"/>
          <w:szCs w:val="24"/>
        </w:rPr>
        <w:t>2</w:t>
      </w:r>
      <w:r w:rsidR="006C65D2" w:rsidRPr="00C15924">
        <w:rPr>
          <w:rFonts w:eastAsia="TimesNewRomanPSMT"/>
          <w:szCs w:val="24"/>
        </w:rPr>
        <w:t xml:space="preserve">.3.2. </w:t>
      </w:r>
      <w:r w:rsidR="00EF662D" w:rsidRPr="001E3692">
        <w:rPr>
          <w:rFonts w:eastAsia="TimesNewRomanPSMT"/>
          <w:szCs w:val="24"/>
        </w:rPr>
        <w:t>n</w:t>
      </w:r>
      <w:r w:rsidR="006C65D2" w:rsidRPr="005E2737">
        <w:rPr>
          <w:rFonts w:eastAsia="TimesNewRomanPSMT"/>
          <w:szCs w:val="24"/>
        </w:rPr>
        <w:t>epap</w:t>
      </w:r>
      <w:r w:rsidR="006C65D2" w:rsidRPr="00EF662D">
        <w:rPr>
          <w:rFonts w:eastAsia="TimesNewRomanPSMT"/>
          <w:szCs w:val="24"/>
        </w:rPr>
        <w:t>rast</w:t>
      </w:r>
      <w:r w:rsidR="006C65D2" w:rsidRPr="00C15924">
        <w:rPr>
          <w:rFonts w:eastAsia="TimesNewRomanPSMT"/>
          <w:szCs w:val="24"/>
        </w:rPr>
        <w:t xml:space="preserve">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w:t>
      </w:r>
      <w:r w:rsidR="006C65D2" w:rsidRPr="005E2737">
        <w:rPr>
          <w:rFonts w:eastAsia="TimesNewRomanPSMT"/>
          <w:szCs w:val="24"/>
        </w:rPr>
        <w:t xml:space="preserve">nariams, </w:t>
      </w:r>
      <w:r w:rsidR="00EF662D" w:rsidRPr="001E3692">
        <w:rPr>
          <w:rFonts w:eastAsia="TimesNewRomanPSMT"/>
          <w:szCs w:val="24"/>
        </w:rPr>
        <w:t>m</w:t>
      </w:r>
      <w:r w:rsidR="006C65D2" w:rsidRPr="005E2737">
        <w:rPr>
          <w:rFonts w:eastAsia="TimesNewRomanPSMT"/>
          <w:szCs w:val="24"/>
        </w:rPr>
        <w:t>ero</w:t>
      </w:r>
      <w:r w:rsidR="006C65D2" w:rsidRPr="00EF662D">
        <w:rPr>
          <w:rFonts w:eastAsia="TimesNewRomanPSMT"/>
          <w:szCs w:val="24"/>
        </w:rPr>
        <w:t xml:space="preserve"> sprendimu</w:t>
      </w:r>
      <w:r w:rsidR="006C65D2" w:rsidRPr="00C15924">
        <w:rPr>
          <w:rFonts w:eastAsia="TimesNewRomanPSMT"/>
          <w:szCs w:val="24"/>
        </w:rPr>
        <w:t xml:space="preserve"> tarybos posėdžio darbotvarkės projektas gali būti sudaromas ir paskelbiamas Savivaldybės interneto svetainėje trumpesniais, negu nustatyta Reglamente terminais, </w:t>
      </w:r>
      <w:r w:rsidR="006C65D2" w:rsidRPr="005E2737">
        <w:rPr>
          <w:rFonts w:eastAsia="TimesNewRomanPSMT"/>
          <w:szCs w:val="24"/>
        </w:rPr>
        <w:t>o apie tarybos p</w:t>
      </w:r>
      <w:r w:rsidR="006C65D2" w:rsidRPr="00EF662D">
        <w:rPr>
          <w:rFonts w:eastAsia="TimesNewRomanPSMT"/>
          <w:szCs w:val="24"/>
        </w:rPr>
        <w:t>osėdžio</w:t>
      </w:r>
      <w:r w:rsidR="006C65D2" w:rsidRPr="00C15924">
        <w:rPr>
          <w:rFonts w:eastAsia="TimesNewRomanPSMT"/>
          <w:szCs w:val="24"/>
        </w:rPr>
        <w:t xml:space="preserve"> laiką ir svarstyti parengtus ir Reglamento nustatyta tvarka įregistruotus klausimus kartu su sprendimų projektais visais šiais atvejais gali būti pranešama per trumpesnį, negu Reglamente nustatytą terminą, bet ne vėliau kaip likus 24 valandoms iki </w:t>
      </w:r>
      <w:r w:rsidR="006C65D2" w:rsidRPr="005E2737">
        <w:rPr>
          <w:rFonts w:eastAsia="TimesNewRomanPSMT"/>
          <w:szCs w:val="24"/>
        </w:rPr>
        <w:t>tarybos posėdžio pradžios</w:t>
      </w:r>
      <w:r w:rsidR="006C65D2" w:rsidRPr="00C15924">
        <w:rPr>
          <w:rFonts w:eastAsia="TimesNewRomanPSMT"/>
          <w:szCs w:val="24"/>
        </w:rPr>
        <w:t>.</w:t>
      </w:r>
    </w:p>
    <w:p w:rsidR="00D521C9" w:rsidRPr="00C15924" w:rsidRDefault="000864FF" w:rsidP="00D521C9">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xml:space="preserve">.4. Galutinį Savivaldybės tarybos posėdžių darbotvarkės </w:t>
      </w:r>
      <w:r w:rsidR="006C65D2" w:rsidRPr="005E2737">
        <w:rPr>
          <w:rFonts w:eastAsia="TimesNewRomanPSMT"/>
          <w:szCs w:val="24"/>
        </w:rPr>
        <w:t>projektą tarybos posėdžių</w:t>
      </w:r>
      <w:r w:rsidR="006C65D2" w:rsidRPr="00EF662D">
        <w:rPr>
          <w:rFonts w:eastAsia="TimesNewRomanPSMT"/>
          <w:szCs w:val="24"/>
        </w:rPr>
        <w:t xml:space="preserve"> sekretorius</w:t>
      </w:r>
      <w:r w:rsidR="00C15924" w:rsidRPr="00EF662D">
        <w:rPr>
          <w:rFonts w:eastAsia="TimesNewRomanPSMT"/>
          <w:szCs w:val="24"/>
        </w:rPr>
        <w:t xml:space="preserve"> (-</w:t>
      </w:r>
      <w:proofErr w:type="spellStart"/>
      <w:r w:rsidR="00C15924" w:rsidRPr="00EF662D">
        <w:rPr>
          <w:rFonts w:eastAsia="TimesNewRomanPSMT"/>
          <w:szCs w:val="24"/>
        </w:rPr>
        <w:t>iai</w:t>
      </w:r>
      <w:proofErr w:type="spellEnd"/>
      <w:r w:rsidR="00C15924" w:rsidRPr="00EF662D">
        <w:rPr>
          <w:rFonts w:eastAsia="TimesNewRomanPSMT"/>
          <w:szCs w:val="24"/>
        </w:rPr>
        <w:t>)</w:t>
      </w:r>
      <w:r w:rsidR="006C65D2" w:rsidRPr="00EF662D">
        <w:rPr>
          <w:rFonts w:eastAsia="TimesNewRomanPSMT"/>
          <w:szCs w:val="24"/>
        </w:rPr>
        <w:t xml:space="preserve"> perduoda </w:t>
      </w:r>
      <w:r w:rsidR="00EF662D" w:rsidRPr="001E3692">
        <w:rPr>
          <w:rFonts w:eastAsia="TimesNewRomanPSMT"/>
          <w:szCs w:val="24"/>
        </w:rPr>
        <w:t>m</w:t>
      </w:r>
      <w:r w:rsidR="006C65D2" w:rsidRPr="005E2737">
        <w:rPr>
          <w:rFonts w:eastAsia="TimesNewRomanPSMT"/>
          <w:szCs w:val="24"/>
        </w:rPr>
        <w:t>erui</w:t>
      </w:r>
      <w:r w:rsidR="006C65D2" w:rsidRPr="00EF662D">
        <w:rPr>
          <w:rFonts w:eastAsia="TimesNewRomanPSMT"/>
          <w:szCs w:val="24"/>
        </w:rPr>
        <w:t>.</w:t>
      </w:r>
    </w:p>
    <w:p w:rsidR="00B91C30" w:rsidRPr="00EF662D" w:rsidRDefault="000864FF" w:rsidP="00B91C30">
      <w:pPr>
        <w:autoSpaceDE w:val="0"/>
        <w:autoSpaceDN w:val="0"/>
        <w:adjustRightInd w:val="0"/>
        <w:ind w:firstLine="720"/>
        <w:jc w:val="both"/>
        <w:rPr>
          <w:szCs w:val="24"/>
          <w:lang w:eastAsia="lt-LT"/>
        </w:rPr>
      </w:pPr>
      <w:r w:rsidRPr="00C15924">
        <w:rPr>
          <w:kern w:val="2"/>
          <w:szCs w:val="24"/>
          <w:lang w:eastAsia="lt-LT"/>
        </w:rPr>
        <w:t>103</w:t>
      </w:r>
      <w:r w:rsidR="00D521C9" w:rsidRPr="00C15924">
        <w:rPr>
          <w:kern w:val="2"/>
          <w:szCs w:val="24"/>
          <w:lang w:eastAsia="lt-LT"/>
        </w:rPr>
        <w:t>.</w:t>
      </w:r>
      <w:r w:rsidR="00D521C9" w:rsidRPr="00C15924">
        <w:rPr>
          <w:kern w:val="2"/>
          <w:szCs w:val="24"/>
          <w:lang w:eastAsia="lt-LT"/>
        </w:rPr>
        <w:tab/>
      </w:r>
      <w:r w:rsidR="00D521C9" w:rsidRPr="005326B7">
        <w:rPr>
          <w:szCs w:val="24"/>
          <w:lang w:eastAsia="lt-LT"/>
        </w:rPr>
        <w:t xml:space="preserve">Šio </w:t>
      </w:r>
      <w:r w:rsidR="00D521C9" w:rsidRPr="005E2737">
        <w:rPr>
          <w:szCs w:val="24"/>
          <w:lang w:eastAsia="lt-LT"/>
        </w:rPr>
        <w:t xml:space="preserve">Reglamento </w:t>
      </w:r>
      <w:r w:rsidRPr="005E2737">
        <w:rPr>
          <w:szCs w:val="24"/>
          <w:lang w:eastAsia="lt-LT"/>
        </w:rPr>
        <w:t>102</w:t>
      </w:r>
      <w:r w:rsidR="00D521C9" w:rsidRPr="00EF662D">
        <w:rPr>
          <w:szCs w:val="24"/>
          <w:lang w:eastAsia="lt-LT"/>
        </w:rPr>
        <w:t xml:space="preserve">.3.1 papunkčio reikalavimus atitinkantys sprendimų projektai įrašomi posėdžio darbotvarkės projekto pabaigoje, pagal jų gavimo datą. Dėl jų įtraukimo į </w:t>
      </w:r>
      <w:r w:rsidR="00B91C30" w:rsidRPr="00EF662D">
        <w:rPr>
          <w:szCs w:val="24"/>
          <w:lang w:eastAsia="lt-LT"/>
        </w:rPr>
        <w:t xml:space="preserve">Savivaldybės </w:t>
      </w:r>
      <w:r w:rsidR="00D521C9" w:rsidRPr="00EF662D">
        <w:rPr>
          <w:szCs w:val="24"/>
          <w:lang w:eastAsia="lt-LT"/>
        </w:rPr>
        <w:t xml:space="preserve">tarybos posėdžio darbotvarkę sprendžia </w:t>
      </w:r>
      <w:r w:rsidR="00B91C30" w:rsidRPr="00EF662D">
        <w:rPr>
          <w:szCs w:val="24"/>
          <w:lang w:eastAsia="lt-LT"/>
        </w:rPr>
        <w:t xml:space="preserve">Savivaldybės </w:t>
      </w:r>
      <w:r w:rsidR="00D521C9" w:rsidRPr="00EF662D">
        <w:rPr>
          <w:szCs w:val="24"/>
          <w:lang w:eastAsia="lt-LT"/>
        </w:rPr>
        <w:t>taryba.</w:t>
      </w:r>
    </w:p>
    <w:p w:rsidR="00D521C9" w:rsidRPr="00C15924" w:rsidRDefault="000864FF" w:rsidP="00B91C30">
      <w:pPr>
        <w:autoSpaceDE w:val="0"/>
        <w:autoSpaceDN w:val="0"/>
        <w:adjustRightInd w:val="0"/>
        <w:ind w:firstLine="720"/>
        <w:jc w:val="both"/>
        <w:rPr>
          <w:kern w:val="2"/>
          <w:szCs w:val="24"/>
          <w:lang w:eastAsia="lt-LT"/>
        </w:rPr>
      </w:pPr>
      <w:r w:rsidRPr="00EF662D">
        <w:rPr>
          <w:kern w:val="2"/>
          <w:szCs w:val="24"/>
          <w:lang w:eastAsia="lt-LT"/>
        </w:rPr>
        <w:t>104</w:t>
      </w:r>
      <w:r w:rsidR="00D521C9" w:rsidRPr="00EF662D">
        <w:rPr>
          <w:kern w:val="2"/>
          <w:szCs w:val="24"/>
          <w:lang w:eastAsia="lt-LT"/>
        </w:rPr>
        <w:t>.</w:t>
      </w:r>
      <w:r w:rsidR="00D521C9" w:rsidRPr="00EF662D">
        <w:rPr>
          <w:kern w:val="2"/>
          <w:szCs w:val="24"/>
          <w:lang w:eastAsia="lt-LT"/>
        </w:rPr>
        <w:tab/>
      </w:r>
      <w:r w:rsidR="00B91C30" w:rsidRPr="00EF662D">
        <w:rPr>
          <w:szCs w:val="24"/>
          <w:lang w:eastAsia="lt-LT"/>
        </w:rPr>
        <w:t>Šio Reglamento 10</w:t>
      </w:r>
      <w:r w:rsidRPr="00EF662D">
        <w:rPr>
          <w:szCs w:val="24"/>
          <w:lang w:eastAsia="lt-LT"/>
        </w:rPr>
        <w:t>2</w:t>
      </w:r>
      <w:r w:rsidR="00D521C9" w:rsidRPr="00EF662D">
        <w:rPr>
          <w:szCs w:val="24"/>
          <w:lang w:eastAsia="lt-LT"/>
        </w:rPr>
        <w:t xml:space="preserve">.3.1 papunkčio reikalavimus atitinkančius sprendimų projektus </w:t>
      </w:r>
      <w:r w:rsidR="00EA6CAC" w:rsidRPr="00EF662D">
        <w:rPr>
          <w:szCs w:val="24"/>
          <w:lang w:eastAsia="lt-LT"/>
        </w:rPr>
        <w:t>Savivaldybės t</w:t>
      </w:r>
      <w:r w:rsidR="00D521C9" w:rsidRPr="00EF662D">
        <w:rPr>
          <w:szCs w:val="24"/>
          <w:lang w:eastAsia="lt-LT"/>
        </w:rPr>
        <w:t>arybos posėdžių sekretorius</w:t>
      </w:r>
      <w:r w:rsidR="00C15924" w:rsidRPr="00EF662D">
        <w:rPr>
          <w:szCs w:val="24"/>
          <w:lang w:eastAsia="lt-LT"/>
        </w:rPr>
        <w:t xml:space="preserve"> (-</w:t>
      </w:r>
      <w:proofErr w:type="spellStart"/>
      <w:r w:rsidR="00C15924" w:rsidRPr="00EF662D">
        <w:rPr>
          <w:szCs w:val="24"/>
          <w:lang w:eastAsia="lt-LT"/>
        </w:rPr>
        <w:t>iai</w:t>
      </w:r>
      <w:proofErr w:type="spellEnd"/>
      <w:r w:rsidR="00C15924" w:rsidRPr="00EF662D">
        <w:rPr>
          <w:szCs w:val="24"/>
          <w:lang w:eastAsia="lt-LT"/>
        </w:rPr>
        <w:t>)</w:t>
      </w:r>
      <w:r w:rsidR="00D521C9" w:rsidRPr="00EF662D">
        <w:rPr>
          <w:szCs w:val="24"/>
          <w:lang w:eastAsia="lt-LT"/>
        </w:rPr>
        <w:t xml:space="preserve"> tarybos nariams</w:t>
      </w:r>
      <w:r w:rsidR="00D521C9" w:rsidRPr="00C15924">
        <w:rPr>
          <w:szCs w:val="24"/>
          <w:lang w:eastAsia="lt-LT"/>
        </w:rPr>
        <w:t xml:space="preserve"> išsiunčia elektroniniu paštu ne vėliau kaip 24 valandas iki </w:t>
      </w:r>
      <w:r w:rsidR="00622F09" w:rsidRPr="00C15924">
        <w:rPr>
          <w:szCs w:val="24"/>
          <w:lang w:eastAsia="lt-LT"/>
        </w:rPr>
        <w:t xml:space="preserve">Savivaldybės </w:t>
      </w:r>
      <w:r w:rsidR="00D521C9" w:rsidRPr="00C15924">
        <w:rPr>
          <w:szCs w:val="24"/>
          <w:lang w:eastAsia="lt-LT"/>
        </w:rPr>
        <w:t>tarybos posėdžio pradžios.</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5</w:t>
      </w:r>
      <w:r w:rsidRPr="00F64AE3">
        <w:rPr>
          <w:rFonts w:eastAsia="TimesNewRomanPSMT"/>
          <w:szCs w:val="24"/>
        </w:rPr>
        <w:t>. Likus mažiau nei 24 valandoms iki Savivaldybės tarybos posėdžio pradžios, nauji sprendimų projektai, sprendimų projektų pakeitimai, papildymai ar alternatyvūs sprendimų projektai šiam Savivaldybės tarybos posėdžiui neregistruojami.</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6</w:t>
      </w:r>
      <w:r w:rsidRPr="00F64AE3">
        <w:rPr>
          <w:rFonts w:eastAsia="TimesNewRomanPSMT"/>
          <w:szCs w:val="24"/>
        </w:rPr>
        <w:t xml:space="preserve">. Rengiant, registruojant, svarstant (iki komitetų svarstymo, komitetų svarstymo metu bei po komitetų svarstymo) Savivaldybės tarybai paruoštus sprendimų projektus, taip pat Savivaldybės tarybai posėdžio metu </w:t>
      </w:r>
      <w:r w:rsidRPr="009F663D">
        <w:rPr>
          <w:rFonts w:eastAsia="TimesNewRomanPSMT"/>
          <w:szCs w:val="24"/>
        </w:rPr>
        <w:t>svarstant tarybos sprendimų</w:t>
      </w:r>
      <w:r w:rsidRPr="00CD41E5">
        <w:rPr>
          <w:rFonts w:eastAsia="TimesNewRomanPSMT"/>
          <w:szCs w:val="24"/>
        </w:rPr>
        <w:t xml:space="preserve"> projektus</w:t>
      </w:r>
      <w:r w:rsidRPr="00F64AE3">
        <w:rPr>
          <w:rFonts w:eastAsia="TimesNewRomanPSMT"/>
          <w:szCs w:val="24"/>
        </w:rPr>
        <w:t xml:space="preserve"> galima </w:t>
      </w:r>
      <w:r w:rsidRPr="00F64AE3">
        <w:rPr>
          <w:szCs w:val="24"/>
          <w:lang w:eastAsia="lt-LT"/>
        </w:rPr>
        <w:t xml:space="preserve">Savivaldybės </w:t>
      </w:r>
      <w:r w:rsidRPr="00F64AE3">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790FAE" w:rsidRPr="00F64AE3" w:rsidRDefault="000864FF" w:rsidP="006C65D2">
      <w:pPr>
        <w:autoSpaceDE w:val="0"/>
        <w:autoSpaceDN w:val="0"/>
        <w:adjustRightInd w:val="0"/>
        <w:ind w:firstLine="720"/>
        <w:jc w:val="both"/>
        <w:rPr>
          <w:rFonts w:eastAsia="TimesNewRomanPSMT"/>
          <w:szCs w:val="24"/>
        </w:rPr>
      </w:pPr>
      <w:r w:rsidRPr="00F64AE3">
        <w:rPr>
          <w:rFonts w:eastAsia="TimesNewRomanPSMT"/>
          <w:szCs w:val="24"/>
        </w:rPr>
        <w:t>107</w:t>
      </w:r>
      <w:r w:rsidR="00790FAE" w:rsidRPr="00F64AE3">
        <w:rPr>
          <w:rFonts w:eastAsia="TimesNewRomanPSMT"/>
          <w:szCs w:val="24"/>
        </w:rPr>
        <w:t xml:space="preserve">. Siūlymai pakeisti, papildyti ar panaikinti svarstomų </w:t>
      </w:r>
      <w:r w:rsidR="00790FAE" w:rsidRPr="00F64AE3">
        <w:rPr>
          <w:szCs w:val="24"/>
          <w:lang w:eastAsia="lt-LT"/>
        </w:rPr>
        <w:t xml:space="preserve">Savivaldybės </w:t>
      </w:r>
      <w:r w:rsidR="00790FAE" w:rsidRPr="00F64AE3">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74D0D" w:rsidRDefault="00790FAE" w:rsidP="00874D0D">
      <w:pPr>
        <w:autoSpaceDE w:val="0"/>
        <w:autoSpaceDN w:val="0"/>
        <w:adjustRightInd w:val="0"/>
        <w:ind w:firstLine="720"/>
        <w:jc w:val="both"/>
        <w:rPr>
          <w:rFonts w:eastAsia="Andale Sans UI"/>
          <w:bCs/>
          <w:color w:val="00B050"/>
          <w:kern w:val="2"/>
          <w:szCs w:val="24"/>
          <w:lang w:eastAsia="ar-SA"/>
        </w:rPr>
      </w:pPr>
      <w:r w:rsidRPr="00C26013">
        <w:rPr>
          <w:rFonts w:eastAsia="TimesNewRomanPSMT"/>
          <w:szCs w:val="24"/>
        </w:rPr>
        <w:lastRenderedPageBreak/>
        <w:t>10</w:t>
      </w:r>
      <w:r w:rsidR="000864FF" w:rsidRPr="00C26013">
        <w:rPr>
          <w:rFonts w:eastAsia="TimesNewRomanPSMT"/>
          <w:szCs w:val="24"/>
        </w:rPr>
        <w:t>8</w:t>
      </w:r>
      <w:r w:rsidRPr="00C26013">
        <w:rPr>
          <w:rFonts w:eastAsia="TimesNewRomanPSMT"/>
          <w:szCs w:val="24"/>
        </w:rPr>
        <w:t xml:space="preserve">. </w:t>
      </w:r>
      <w:r w:rsidRPr="00C26013">
        <w:rPr>
          <w:rFonts w:eastAsia="Andale Sans UI"/>
          <w:bCs/>
          <w:kern w:val="2"/>
          <w:szCs w:val="24"/>
          <w:lang w:eastAsia="ar-SA"/>
        </w:rPr>
        <w:t xml:space="preserve">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w:t>
      </w:r>
      <w:r w:rsidRPr="00C36E06">
        <w:rPr>
          <w:rFonts w:eastAsia="Andale Sans UI"/>
          <w:bCs/>
          <w:kern w:val="2"/>
          <w:szCs w:val="24"/>
          <w:lang w:eastAsia="ar-SA"/>
        </w:rPr>
        <w:t>To</w:t>
      </w:r>
      <w:r w:rsidR="00790101" w:rsidRPr="00C36E06">
        <w:rPr>
          <w:rFonts w:eastAsia="Andale Sans UI"/>
          <w:bCs/>
          <w:kern w:val="2"/>
          <w:szCs w:val="24"/>
          <w:lang w:eastAsia="ar-SA"/>
        </w:rPr>
        <w:t>kį siūlymą registruoja</w:t>
      </w:r>
      <w:r w:rsidRPr="00C36E06">
        <w:rPr>
          <w:rFonts w:eastAsia="Andale Sans UI"/>
          <w:bCs/>
          <w:kern w:val="2"/>
          <w:szCs w:val="24"/>
          <w:lang w:eastAsia="ar-SA"/>
        </w:rPr>
        <w:t xml:space="preserve"> Savivaldybės</w:t>
      </w:r>
      <w:r w:rsidRPr="00C36E06">
        <w:rPr>
          <w:kern w:val="2"/>
          <w:szCs w:val="24"/>
          <w:lang w:eastAsia="lt-LT"/>
        </w:rPr>
        <w:t xml:space="preserve"> tarybos </w:t>
      </w:r>
      <w:r w:rsidRPr="00C36E06">
        <w:t>posėdži</w:t>
      </w:r>
      <w:r w:rsidR="00790101" w:rsidRPr="00C36E06">
        <w:t>o</w:t>
      </w:r>
      <w:r w:rsidRPr="00C36E06">
        <w:t xml:space="preserve"> </w:t>
      </w:r>
      <w:r w:rsidR="00790101" w:rsidRPr="00C36E06">
        <w:rPr>
          <w:kern w:val="2"/>
          <w:szCs w:val="24"/>
          <w:lang w:eastAsia="lt-LT"/>
        </w:rPr>
        <w:t>sekretorius</w:t>
      </w:r>
      <w:r w:rsidR="00C26013" w:rsidRPr="00C36E06">
        <w:rPr>
          <w:kern w:val="2"/>
          <w:szCs w:val="24"/>
          <w:lang w:eastAsia="lt-LT"/>
        </w:rPr>
        <w:t xml:space="preserve"> (-</w:t>
      </w:r>
      <w:proofErr w:type="spellStart"/>
      <w:r w:rsidR="00C26013" w:rsidRPr="00C36E06">
        <w:rPr>
          <w:kern w:val="2"/>
          <w:szCs w:val="24"/>
          <w:lang w:eastAsia="lt-LT"/>
        </w:rPr>
        <w:t>i</w:t>
      </w:r>
      <w:r w:rsidR="00790101" w:rsidRPr="00C36E06">
        <w:rPr>
          <w:kern w:val="2"/>
          <w:szCs w:val="24"/>
          <w:lang w:eastAsia="lt-LT"/>
        </w:rPr>
        <w:t>ai</w:t>
      </w:r>
      <w:proofErr w:type="spellEnd"/>
      <w:r w:rsidR="00C26013" w:rsidRPr="00C36E06">
        <w:rPr>
          <w:kern w:val="2"/>
          <w:szCs w:val="24"/>
          <w:lang w:eastAsia="lt-LT"/>
        </w:rPr>
        <w:t>)</w:t>
      </w:r>
      <w:r w:rsidRPr="00C36E06">
        <w:rPr>
          <w:rFonts w:eastAsia="Andale Sans UI"/>
          <w:bCs/>
          <w:kern w:val="2"/>
          <w:szCs w:val="24"/>
          <w:lang w:eastAsia="ar-SA"/>
        </w:rPr>
        <w:t xml:space="preserve"> </w:t>
      </w:r>
      <w:r w:rsidRPr="00C26013">
        <w:rPr>
          <w:bCs/>
          <w:kern w:val="2"/>
          <w:szCs w:val="24"/>
          <w:lang w:eastAsia="lt-LT"/>
        </w:rPr>
        <w:t xml:space="preserve">ne vėliau kaip prieš 10 darbo dienų iki </w:t>
      </w:r>
      <w:r w:rsidRPr="00C26013">
        <w:rPr>
          <w:rFonts w:eastAsia="Andale Sans UI"/>
          <w:bCs/>
          <w:kern w:val="2"/>
          <w:szCs w:val="24"/>
          <w:lang w:eastAsia="ar-SA"/>
        </w:rPr>
        <w:t>Savivaldybės</w:t>
      </w:r>
      <w:r w:rsidRPr="00C26013">
        <w:rPr>
          <w:bCs/>
          <w:kern w:val="2"/>
          <w:szCs w:val="24"/>
          <w:lang w:eastAsia="lt-LT"/>
        </w:rPr>
        <w:t xml:space="preserve"> tarybos posėdžio</w:t>
      </w:r>
      <w:r w:rsidRPr="00C26013">
        <w:rPr>
          <w:rFonts w:eastAsia="Andale Sans UI"/>
          <w:bCs/>
          <w:kern w:val="2"/>
          <w:szCs w:val="24"/>
          <w:lang w:eastAsia="ar-SA"/>
        </w:rPr>
        <w:t>. Mero sutikimu siūlymas gali būti pateikiamas Savivaldybės</w:t>
      </w:r>
      <w:r w:rsidRPr="00C26013">
        <w:rPr>
          <w:kern w:val="2"/>
          <w:szCs w:val="24"/>
          <w:lang w:eastAsia="lt-LT"/>
        </w:rPr>
        <w:t xml:space="preserve"> tarybos </w:t>
      </w:r>
      <w:r w:rsidRPr="00C26013">
        <w:t xml:space="preserve">posėdžių </w:t>
      </w:r>
      <w:r w:rsidRPr="00C26013">
        <w:rPr>
          <w:kern w:val="2"/>
          <w:szCs w:val="24"/>
          <w:lang w:eastAsia="lt-LT"/>
        </w:rPr>
        <w:t>sekretoriui</w:t>
      </w:r>
      <w:r w:rsidR="00C26013" w:rsidRPr="00C26013">
        <w:rPr>
          <w:kern w:val="2"/>
          <w:szCs w:val="24"/>
          <w:lang w:eastAsia="lt-LT"/>
        </w:rPr>
        <w:t xml:space="preserve"> (-</w:t>
      </w:r>
      <w:proofErr w:type="spellStart"/>
      <w:r w:rsidR="00C26013" w:rsidRPr="00C26013">
        <w:rPr>
          <w:kern w:val="2"/>
          <w:szCs w:val="24"/>
          <w:lang w:eastAsia="lt-LT"/>
        </w:rPr>
        <w:t>iams</w:t>
      </w:r>
      <w:proofErr w:type="spellEnd"/>
      <w:r w:rsidR="00C26013" w:rsidRPr="00C26013">
        <w:rPr>
          <w:kern w:val="2"/>
          <w:szCs w:val="24"/>
          <w:lang w:eastAsia="lt-LT"/>
        </w:rPr>
        <w:t>)</w:t>
      </w:r>
      <w:r w:rsidRPr="00C26013">
        <w:rPr>
          <w:rFonts w:eastAsia="Andale Sans UI"/>
          <w:bCs/>
          <w:kern w:val="2"/>
          <w:szCs w:val="24"/>
          <w:lang w:eastAsia="ar-SA"/>
        </w:rPr>
        <w:t xml:space="preserve"> ir </w:t>
      </w:r>
      <w:r w:rsidRPr="005E2737">
        <w:rPr>
          <w:rFonts w:eastAsia="Andale Sans UI"/>
          <w:bCs/>
          <w:kern w:val="2"/>
          <w:szCs w:val="24"/>
          <w:lang w:eastAsia="ar-SA"/>
        </w:rPr>
        <w:t>registruojamas vėliau</w:t>
      </w:r>
      <w:r w:rsidRPr="00EF662D">
        <w:rPr>
          <w:rFonts w:eastAsia="Andale Sans UI"/>
          <w:bCs/>
          <w:kern w:val="2"/>
          <w:szCs w:val="24"/>
          <w:lang w:eastAsia="ar-SA"/>
        </w:rPr>
        <w:t xml:space="preserve"> nei</w:t>
      </w:r>
      <w:r w:rsidRPr="00C26013">
        <w:rPr>
          <w:rFonts w:eastAsia="Andale Sans UI"/>
          <w:bCs/>
          <w:kern w:val="2"/>
          <w:szCs w:val="24"/>
          <w:lang w:eastAsia="ar-SA"/>
        </w:rPr>
        <w:t xml:space="preserve">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0028E8" w:rsidRDefault="00874D0D" w:rsidP="000028E8">
      <w:pPr>
        <w:autoSpaceDE w:val="0"/>
        <w:autoSpaceDN w:val="0"/>
        <w:ind w:firstLine="720"/>
        <w:jc w:val="both"/>
        <w:rPr>
          <w:szCs w:val="24"/>
        </w:rPr>
      </w:pPr>
      <w:r w:rsidRPr="00C262F9">
        <w:rPr>
          <w:rFonts w:eastAsia="Andale Sans UI"/>
          <w:bCs/>
          <w:kern w:val="2"/>
          <w:szCs w:val="24"/>
          <w:lang w:eastAsia="ar-SA"/>
        </w:rPr>
        <w:t>10</w:t>
      </w:r>
      <w:r w:rsidR="000864FF" w:rsidRPr="00C262F9">
        <w:rPr>
          <w:rFonts w:eastAsia="Andale Sans UI"/>
          <w:bCs/>
          <w:kern w:val="2"/>
          <w:szCs w:val="24"/>
          <w:lang w:eastAsia="ar-SA"/>
        </w:rPr>
        <w:t>9</w:t>
      </w:r>
      <w:r w:rsidRPr="00C262F9">
        <w:rPr>
          <w:rFonts w:eastAsia="Andale Sans UI"/>
          <w:bCs/>
          <w:kern w:val="2"/>
          <w:szCs w:val="24"/>
          <w:lang w:eastAsia="ar-SA"/>
        </w:rPr>
        <w:t xml:space="preserve">. </w:t>
      </w:r>
      <w:r w:rsidR="000028E8">
        <w:rPr>
          <w:szCs w:val="24"/>
          <w:lang w:eastAsia="ar-SA"/>
        </w:rPr>
        <w:t>Savivaldybės t</w:t>
      </w:r>
      <w:r w:rsidR="000028E8">
        <w:rPr>
          <w:szCs w:val="24"/>
          <w:lang w:eastAsia="lt-LT"/>
        </w:rPr>
        <w:t xml:space="preserve">arybos posėdžiuose svarstomi sprendimų projektai pagal suteiktus įgaliojimus turi būti apsvarstyti bent viename komitete. </w:t>
      </w:r>
      <w:r w:rsidR="000028E8">
        <w:rPr>
          <w:szCs w:val="24"/>
          <w:shd w:val="clear" w:color="auto" w:fill="FFFFFF"/>
          <w:lang w:eastAsia="ar-SA"/>
        </w:rPr>
        <w:t>Sprendimų projektų svarstymas komitete nėra privalomas Įstatyme nustatytais atvejais ir kai toks svarstymas objektyviai neįmanomas. </w:t>
      </w:r>
      <w:r w:rsidR="000028E8" w:rsidRPr="000028E8">
        <w:rPr>
          <w:szCs w:val="24"/>
          <w:shd w:val="clear" w:color="auto" w:fill="FFFFFF"/>
          <w:lang w:eastAsia="ar-SA"/>
        </w:rPr>
        <w:t>Dėl k</w:t>
      </w:r>
      <w:r w:rsidR="000028E8" w:rsidRPr="000028E8">
        <w:rPr>
          <w:szCs w:val="24"/>
          <w:lang w:eastAsia="lt-LT"/>
        </w:rPr>
        <w:t xml:space="preserve">lausimų priskyrimo atitinkamam komitetui sprendžia </w:t>
      </w:r>
      <w:r w:rsidR="000028E8" w:rsidRPr="000028E8">
        <w:rPr>
          <w:szCs w:val="24"/>
          <w:lang w:eastAsia="ar-SA"/>
        </w:rPr>
        <w:t>Savivaldybės</w:t>
      </w:r>
      <w:r w:rsidR="000028E8" w:rsidRPr="000028E8">
        <w:rPr>
          <w:szCs w:val="24"/>
          <w:lang w:eastAsia="lt-LT"/>
        </w:rPr>
        <w:t xml:space="preserve"> tarybos </w:t>
      </w:r>
      <w:r w:rsidR="000028E8" w:rsidRPr="000028E8">
        <w:rPr>
          <w:szCs w:val="24"/>
        </w:rPr>
        <w:t xml:space="preserve">posėdžių </w:t>
      </w:r>
      <w:r w:rsidR="000028E8" w:rsidRPr="000028E8">
        <w:rPr>
          <w:szCs w:val="24"/>
          <w:lang w:eastAsia="lt-LT"/>
        </w:rPr>
        <w:t>sekretorius (-</w:t>
      </w:r>
      <w:proofErr w:type="spellStart"/>
      <w:r w:rsidR="000028E8" w:rsidRPr="000028E8">
        <w:rPr>
          <w:szCs w:val="24"/>
          <w:lang w:eastAsia="lt-LT"/>
        </w:rPr>
        <w:t>iai</w:t>
      </w:r>
      <w:proofErr w:type="spellEnd"/>
      <w:r w:rsidR="000028E8" w:rsidRPr="000028E8">
        <w:rPr>
          <w:szCs w:val="24"/>
          <w:lang w:eastAsia="lt-LT"/>
        </w:rPr>
        <w:t xml:space="preserve">). </w:t>
      </w:r>
      <w:r w:rsidR="000028E8">
        <w:rPr>
          <w:szCs w:val="24"/>
          <w:lang w:eastAsia="lt-LT"/>
        </w:rPr>
        <w:t xml:space="preserve">Komitetų išvados ir pasiūlymai dėl sprendimo projektų pateikiami </w:t>
      </w:r>
      <w:r w:rsidR="000028E8">
        <w:rPr>
          <w:szCs w:val="24"/>
          <w:lang w:eastAsia="ar-SA"/>
        </w:rPr>
        <w:t>Savivaldybės</w:t>
      </w:r>
      <w:r w:rsidR="000028E8">
        <w:rPr>
          <w:szCs w:val="24"/>
          <w:lang w:eastAsia="lt-LT"/>
        </w:rPr>
        <w:t xml:space="preserve"> tarybos </w:t>
      </w:r>
      <w:r w:rsidR="000028E8">
        <w:rPr>
          <w:szCs w:val="24"/>
        </w:rPr>
        <w:t xml:space="preserve">posėdžių </w:t>
      </w:r>
      <w:r w:rsidR="000028E8">
        <w:rPr>
          <w:szCs w:val="24"/>
          <w:lang w:eastAsia="lt-LT"/>
        </w:rPr>
        <w:t>sekretoriui, kuris juos perduoda merui.</w:t>
      </w:r>
      <w:r w:rsidR="000028E8">
        <w:rPr>
          <w:szCs w:val="24"/>
        </w:rPr>
        <w:t xml:space="preserve"> </w:t>
      </w:r>
    </w:p>
    <w:p w:rsidR="00024D61" w:rsidRPr="00C262F9" w:rsidRDefault="000864FF" w:rsidP="00024D61">
      <w:pPr>
        <w:autoSpaceDE w:val="0"/>
        <w:autoSpaceDN w:val="0"/>
        <w:adjustRightInd w:val="0"/>
        <w:ind w:firstLine="720"/>
        <w:jc w:val="both"/>
        <w:rPr>
          <w:lang w:eastAsia="lt-LT"/>
        </w:rPr>
      </w:pPr>
      <w:r w:rsidRPr="00C262F9">
        <w:rPr>
          <w:lang w:eastAsia="lt-LT"/>
        </w:rPr>
        <w:t>110</w:t>
      </w:r>
      <w:r w:rsidR="00024D61" w:rsidRPr="00C262F9">
        <w:rPr>
          <w:lang w:eastAsia="lt-LT"/>
        </w:rPr>
        <w:t xml:space="preserve">. Komitetams nepritarus sprendimo projektui, turi būti raštu nurodomi motyvai, kurie </w:t>
      </w:r>
      <w:r w:rsidR="00024D61" w:rsidRPr="009F663D">
        <w:rPr>
          <w:lang w:eastAsia="lt-LT"/>
        </w:rPr>
        <w:t xml:space="preserve">išdėstomi </w:t>
      </w:r>
      <w:r w:rsidR="00BD1AD5" w:rsidRPr="001E3692">
        <w:rPr>
          <w:lang w:eastAsia="lt-LT"/>
        </w:rPr>
        <w:t>k</w:t>
      </w:r>
      <w:r w:rsidR="00024D61" w:rsidRPr="009F663D">
        <w:rPr>
          <w:lang w:eastAsia="lt-LT"/>
        </w:rPr>
        <w:t>omiteto</w:t>
      </w:r>
      <w:r w:rsidR="00024D61" w:rsidRPr="00CD41E5">
        <w:rPr>
          <w:lang w:eastAsia="lt-LT"/>
        </w:rPr>
        <w:t xml:space="preserve"> posėdžio</w:t>
      </w:r>
      <w:r w:rsidR="00024D61" w:rsidRPr="00C262F9">
        <w:rPr>
          <w:lang w:eastAsia="lt-LT"/>
        </w:rPr>
        <w:t xml:space="preserve"> protokole.</w:t>
      </w:r>
    </w:p>
    <w:p w:rsidR="00024D61" w:rsidRPr="00C262F9" w:rsidRDefault="000864FF" w:rsidP="00024D61">
      <w:pPr>
        <w:autoSpaceDE w:val="0"/>
        <w:autoSpaceDN w:val="0"/>
        <w:adjustRightInd w:val="0"/>
        <w:ind w:firstLine="720"/>
        <w:jc w:val="both"/>
        <w:rPr>
          <w:lang w:eastAsia="lt-LT"/>
        </w:rPr>
      </w:pPr>
      <w:r w:rsidRPr="00C262F9">
        <w:rPr>
          <w:lang w:eastAsia="lt-LT"/>
        </w:rPr>
        <w:t>111</w:t>
      </w:r>
      <w:r w:rsidR="00024D61" w:rsidRPr="00C262F9">
        <w:rPr>
          <w:lang w:eastAsia="lt-LT"/>
        </w:rPr>
        <w:t xml:space="preserve">.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00024D61" w:rsidRPr="00C262F9">
        <w:t xml:space="preserve">posėdžių </w:t>
      </w:r>
      <w:r w:rsidR="00024D61" w:rsidRPr="00C262F9">
        <w:rPr>
          <w:lang w:eastAsia="lt-LT"/>
        </w:rPr>
        <w:t xml:space="preserve">sekretoriui. Tarybos </w:t>
      </w:r>
      <w:r w:rsidR="00024D61" w:rsidRPr="00C262F9">
        <w:t xml:space="preserve">posėdžių </w:t>
      </w:r>
      <w:r w:rsidR="00024D61" w:rsidRPr="00C262F9">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32351" w:rsidRPr="00C262F9" w:rsidRDefault="000864FF" w:rsidP="00E32351">
      <w:pPr>
        <w:autoSpaceDE w:val="0"/>
        <w:autoSpaceDN w:val="0"/>
        <w:adjustRightInd w:val="0"/>
        <w:ind w:firstLine="720"/>
        <w:jc w:val="both"/>
        <w:rPr>
          <w:lang w:eastAsia="lt-LT"/>
        </w:rPr>
      </w:pPr>
      <w:r w:rsidRPr="00C262F9">
        <w:rPr>
          <w:lang w:eastAsia="lt-LT"/>
        </w:rPr>
        <w:t>112</w:t>
      </w:r>
      <w:r w:rsidR="00024D61" w:rsidRPr="00C262F9">
        <w:rPr>
          <w:lang w:eastAsia="lt-LT"/>
        </w:rPr>
        <w:t>.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32351" w:rsidRPr="00C262F9" w:rsidRDefault="000864FF" w:rsidP="00E32351">
      <w:pPr>
        <w:autoSpaceDE w:val="0"/>
        <w:autoSpaceDN w:val="0"/>
        <w:adjustRightInd w:val="0"/>
        <w:ind w:firstLine="720"/>
        <w:jc w:val="both"/>
        <w:rPr>
          <w:lang w:eastAsia="lt-LT"/>
        </w:rPr>
      </w:pPr>
      <w:r w:rsidRPr="00C262F9">
        <w:rPr>
          <w:lang w:eastAsia="lt-LT"/>
        </w:rPr>
        <w:t>113</w:t>
      </w:r>
      <w:r w:rsidR="00E32351" w:rsidRPr="00C262F9">
        <w:rPr>
          <w:lang w:eastAsia="lt-LT"/>
        </w:rPr>
        <w:t>.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32351" w:rsidRPr="00C262F9" w:rsidRDefault="00E32351" w:rsidP="00E32351">
      <w:pPr>
        <w:autoSpaceDE w:val="0"/>
        <w:autoSpaceDN w:val="0"/>
        <w:adjustRightInd w:val="0"/>
        <w:ind w:firstLine="720"/>
        <w:jc w:val="both"/>
        <w:rPr>
          <w:lang w:eastAsia="lt-LT"/>
        </w:rPr>
      </w:pPr>
      <w:r w:rsidRPr="00C262F9">
        <w:rPr>
          <w:szCs w:val="24"/>
          <w:lang w:eastAsia="lt-LT"/>
        </w:rPr>
        <w:t>11</w:t>
      </w:r>
      <w:r w:rsidR="000864FF" w:rsidRPr="00C262F9">
        <w:rPr>
          <w:szCs w:val="24"/>
          <w:lang w:eastAsia="lt-LT"/>
        </w:rPr>
        <w:t>4</w:t>
      </w:r>
      <w:r w:rsidRPr="00C262F9">
        <w:rPr>
          <w:szCs w:val="24"/>
          <w:lang w:eastAsia="lt-LT"/>
        </w:rPr>
        <w:t xml:space="preserve">. </w:t>
      </w:r>
      <w:r w:rsidRPr="00C262F9">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C262F9">
        <w:rPr>
          <w:rFonts w:eastAsia="Andale Sans UI"/>
          <w:kern w:val="2"/>
          <w:szCs w:val="24"/>
          <w:lang w:eastAsia="lt-LT"/>
        </w:rPr>
        <w:t xml:space="preserve">komiteto </w:t>
      </w:r>
      <w:r w:rsidRPr="005E2737">
        <w:rPr>
          <w:rFonts w:eastAsia="Andale Sans UI"/>
          <w:kern w:val="2"/>
          <w:szCs w:val="24"/>
          <w:lang w:eastAsia="lt-LT"/>
        </w:rPr>
        <w:t xml:space="preserve">siūlymu ir (ar) mero pavedimu gali būti </w:t>
      </w:r>
      <w:r w:rsidRPr="00EF662D">
        <w:rPr>
          <w:rFonts w:eastAsia="Andale Sans UI"/>
          <w:kern w:val="2"/>
          <w:szCs w:val="24"/>
          <w:lang w:eastAsia="ar-SA"/>
        </w:rPr>
        <w:t>konsultuojamasi su bendruomene</w:t>
      </w:r>
      <w:r w:rsidR="00EF662D" w:rsidRPr="001E3692">
        <w:rPr>
          <w:rFonts w:eastAsia="Andale Sans UI"/>
          <w:kern w:val="2"/>
          <w:szCs w:val="24"/>
          <w:lang w:eastAsia="ar-SA"/>
        </w:rPr>
        <w:t>,</w:t>
      </w:r>
      <w:r w:rsidRPr="005E2737">
        <w:rPr>
          <w:rFonts w:eastAsia="Andale Sans UI"/>
          <w:kern w:val="2"/>
          <w:szCs w:val="24"/>
          <w:lang w:eastAsia="ar-SA"/>
        </w:rPr>
        <w:t xml:space="preserve"> vadovaujantis Įstatyme nustatytais konsultavimosi su vietos gyventojai</w:t>
      </w:r>
      <w:r w:rsidRPr="00EF662D">
        <w:rPr>
          <w:rFonts w:eastAsia="Andale Sans UI"/>
          <w:kern w:val="2"/>
          <w:szCs w:val="24"/>
          <w:lang w:eastAsia="ar-SA"/>
        </w:rPr>
        <w:t>s reikalavimais.</w:t>
      </w:r>
      <w:r w:rsidRPr="00EF662D">
        <w:rPr>
          <w:rFonts w:eastAsia="Andale Sans UI"/>
          <w:kern w:val="2"/>
          <w:szCs w:val="24"/>
          <w:lang w:eastAsia="lt-LT"/>
        </w:rPr>
        <w:t xml:space="preserve"> Konsultavimąsi mero nurodytu būdu</w:t>
      </w:r>
      <w:r w:rsidRPr="00C262F9">
        <w:rPr>
          <w:rFonts w:eastAsia="Andale Sans UI"/>
          <w:kern w:val="2"/>
          <w:szCs w:val="24"/>
          <w:lang w:eastAsia="lt-LT"/>
        </w:rPr>
        <w:t xml:space="preserve"> organizuoja Savivaldybės administracija.</w:t>
      </w:r>
      <w:r w:rsidRPr="00C262F9">
        <w:t xml:space="preserve"> </w:t>
      </w:r>
    </w:p>
    <w:p w:rsidR="00D521C9" w:rsidRDefault="00D521C9" w:rsidP="006C65D2">
      <w:pPr>
        <w:autoSpaceDE w:val="0"/>
        <w:autoSpaceDN w:val="0"/>
        <w:adjustRightInd w:val="0"/>
        <w:ind w:firstLine="720"/>
        <w:jc w:val="both"/>
        <w:rPr>
          <w:rFonts w:eastAsia="TimesNewRomanPSMT"/>
          <w:color w:val="7030A0"/>
          <w:szCs w:val="24"/>
        </w:rPr>
      </w:pPr>
    </w:p>
    <w:p w:rsidR="008B6547" w:rsidRPr="00661DF7" w:rsidRDefault="008B6547" w:rsidP="008B6547">
      <w:pPr>
        <w:keepNext/>
        <w:jc w:val="center"/>
        <w:rPr>
          <w:b/>
          <w:bCs/>
          <w:caps/>
          <w:lang w:eastAsia="lt-LT"/>
        </w:rPr>
      </w:pPr>
      <w:r w:rsidRPr="00661DF7">
        <w:rPr>
          <w:b/>
          <w:bCs/>
          <w:caps/>
          <w:lang w:eastAsia="lt-LT"/>
        </w:rPr>
        <w:t xml:space="preserve">X SKYRIUS </w:t>
      </w:r>
    </w:p>
    <w:p w:rsidR="008B6547" w:rsidRPr="00661DF7" w:rsidRDefault="008B6547" w:rsidP="008B6547">
      <w:pPr>
        <w:keepNext/>
        <w:jc w:val="center"/>
        <w:rPr>
          <w:lang w:eastAsia="lt-LT"/>
        </w:rPr>
      </w:pPr>
      <w:r w:rsidRPr="00661DF7">
        <w:rPr>
          <w:b/>
          <w:bCs/>
          <w:caps/>
          <w:lang w:eastAsia="lt-LT"/>
        </w:rPr>
        <w:t>SAVIVALDYBĖS TARYBOS POSĖDŽIŲ TVARKA IR SPRENDIMŲ PRIĖMIMAS</w:t>
      </w:r>
    </w:p>
    <w:p w:rsidR="00790FAE" w:rsidRDefault="00790FAE" w:rsidP="006C65D2">
      <w:pPr>
        <w:autoSpaceDE w:val="0"/>
        <w:autoSpaceDN w:val="0"/>
        <w:adjustRightInd w:val="0"/>
        <w:ind w:firstLine="720"/>
        <w:jc w:val="both"/>
        <w:rPr>
          <w:rFonts w:eastAsia="TimesNewRomanPSMT"/>
          <w:color w:val="7030A0"/>
          <w:szCs w:val="24"/>
        </w:rPr>
      </w:pPr>
    </w:p>
    <w:p w:rsidR="008B6547" w:rsidRPr="00661DF7" w:rsidRDefault="008B6547" w:rsidP="001E3692">
      <w:pPr>
        <w:widowControl w:val="0"/>
        <w:suppressAutoHyphens/>
        <w:ind w:firstLine="720"/>
        <w:jc w:val="both"/>
        <w:rPr>
          <w:kern w:val="2"/>
          <w:szCs w:val="24"/>
          <w:lang w:eastAsia="lt-LT"/>
        </w:rPr>
      </w:pPr>
      <w:r w:rsidRPr="00661DF7">
        <w:rPr>
          <w:rFonts w:eastAsia="TimesNewRomanPSMT"/>
          <w:szCs w:val="24"/>
        </w:rPr>
        <w:t>11</w:t>
      </w:r>
      <w:r w:rsidR="00801D79" w:rsidRPr="00661DF7">
        <w:rPr>
          <w:rFonts w:eastAsia="TimesNewRomanPSMT"/>
          <w:szCs w:val="24"/>
        </w:rPr>
        <w:t>5</w:t>
      </w:r>
      <w:r w:rsidRPr="00661DF7">
        <w:rPr>
          <w:rFonts w:eastAsia="TimesNewRomanPSMT"/>
          <w:szCs w:val="24"/>
        </w:rPr>
        <w:t>.</w:t>
      </w:r>
      <w:r w:rsidRPr="00661DF7">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661DF7">
        <w:t xml:space="preserve">posėdžių </w:t>
      </w:r>
      <w:r w:rsidRPr="00661DF7">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B6547" w:rsidRPr="00661DF7" w:rsidRDefault="008B6547" w:rsidP="001E3692">
      <w:pPr>
        <w:widowControl w:val="0"/>
        <w:suppressAutoHyphens/>
        <w:ind w:firstLine="720"/>
        <w:jc w:val="both"/>
      </w:pPr>
      <w:r w:rsidRPr="00661DF7">
        <w:rPr>
          <w:rFonts w:eastAsia="TimesNewRomanPSMT"/>
          <w:szCs w:val="24"/>
        </w:rPr>
        <w:t>11</w:t>
      </w:r>
      <w:r w:rsidR="00801D79" w:rsidRPr="00661DF7">
        <w:rPr>
          <w:rFonts w:eastAsia="TimesNewRomanPSMT"/>
          <w:szCs w:val="24"/>
        </w:rPr>
        <w:t>6</w:t>
      </w:r>
      <w:r w:rsidRPr="00661DF7">
        <w:rPr>
          <w:rFonts w:eastAsia="TimesNewRomanPSMT"/>
          <w:szCs w:val="24"/>
        </w:rPr>
        <w:t xml:space="preserve">. </w:t>
      </w:r>
      <w:r w:rsidRPr="00661DF7">
        <w:rPr>
          <w:lang w:eastAsia="lt-LT"/>
        </w:rPr>
        <w:t xml:space="preserve">Posėdžio pirmininkas turi teisę leisti posėdyje kalbėti </w:t>
      </w:r>
      <w:r w:rsidR="00EF662D">
        <w:rPr>
          <w:lang w:eastAsia="lt-LT"/>
        </w:rPr>
        <w:t>s</w:t>
      </w:r>
      <w:r w:rsidRPr="00661DF7">
        <w:rPr>
          <w:lang w:eastAsia="lt-LT"/>
        </w:rPr>
        <w:t>avivaldybės kontrolieriui, Administracijos direktoriui, Vyriausybės atstovui ir kviestiesiems asmenims. Kviestiesiems asmenims apie kvietimą dalyvauti Savivaldybės tarybos posėdyje praneša Savivaldybės t</w:t>
      </w:r>
      <w:r w:rsidRPr="00661DF7">
        <w:rPr>
          <w:kern w:val="2"/>
          <w:szCs w:val="24"/>
          <w:lang w:eastAsia="lt-LT"/>
        </w:rPr>
        <w:t xml:space="preserve">arybos </w:t>
      </w:r>
      <w:r w:rsidRPr="00661DF7">
        <w:t xml:space="preserve">posėdžių </w:t>
      </w:r>
      <w:r w:rsidRPr="00661DF7">
        <w:rPr>
          <w:kern w:val="2"/>
          <w:szCs w:val="24"/>
          <w:lang w:eastAsia="lt-LT"/>
        </w:rPr>
        <w:t>sekretorius</w:t>
      </w:r>
      <w:r w:rsidRPr="00661DF7">
        <w:rPr>
          <w:lang w:eastAsia="lt-LT"/>
        </w:rPr>
        <w:t xml:space="preserve"> sprendimo projekto rengėjo (pranešėjo) </w:t>
      </w:r>
      <w:r w:rsidRPr="005E2737">
        <w:rPr>
          <w:lang w:eastAsia="lt-LT"/>
        </w:rPr>
        <w:t>prašymu ir mero sutikimu</w:t>
      </w:r>
      <w:r w:rsidRPr="00661DF7">
        <w:rPr>
          <w:lang w:eastAsia="lt-LT"/>
        </w:rPr>
        <w:t xml:space="preserve">. Savivaldybės tarybos nariai po kviestųjų asmenų pranešimų turi teisę jiems užduoti klausimus. </w:t>
      </w:r>
      <w:r w:rsidRPr="00661DF7">
        <w:t xml:space="preserve">Jeigu Savivaldybės tarybos posėdyje svarstomas klausimas yra susijęs su kitais posėdyje </w:t>
      </w:r>
      <w:r w:rsidRPr="00661DF7">
        <w:lastRenderedPageBreak/>
        <w:t>dalyvaujančiais asmenimis, jiems leidžiama užduoti klausimų pranešėjams ir kalbėti bendra tvarka.</w:t>
      </w:r>
    </w:p>
    <w:p w:rsidR="00364F51" w:rsidRPr="0070459D" w:rsidRDefault="00801D79" w:rsidP="001E3692">
      <w:pPr>
        <w:widowControl w:val="0"/>
        <w:suppressAutoHyphens/>
        <w:ind w:firstLine="720"/>
        <w:jc w:val="both"/>
        <w:rPr>
          <w:kern w:val="2"/>
          <w:szCs w:val="24"/>
          <w:lang w:eastAsia="lt-LT"/>
        </w:rPr>
      </w:pPr>
      <w:r w:rsidRPr="0070459D">
        <w:t>117</w:t>
      </w:r>
      <w:r w:rsidR="008B6547" w:rsidRPr="0070459D">
        <w:t xml:space="preserve">. </w:t>
      </w:r>
      <w:r w:rsidR="008B6547" w:rsidRPr="0070459D">
        <w:rPr>
          <w:kern w:val="2"/>
          <w:szCs w:val="24"/>
          <w:lang w:eastAsia="lt-LT"/>
        </w:rPr>
        <w:t xml:space="preserve">Kai dėl Savivaldybės tarybos posėdyje svarstomo klausimo </w:t>
      </w:r>
      <w:r w:rsidR="0070459D" w:rsidRPr="0070459D">
        <w:rPr>
          <w:kern w:val="2"/>
          <w:szCs w:val="24"/>
          <w:lang w:eastAsia="lt-LT"/>
        </w:rPr>
        <w:t>kviesti asmenys nori</w:t>
      </w:r>
      <w:r w:rsidR="008B6547" w:rsidRPr="0070459D">
        <w:rPr>
          <w:kern w:val="2"/>
          <w:szCs w:val="24"/>
          <w:lang w:eastAsia="lt-LT"/>
        </w:rPr>
        <w:t xml:space="preserve"> pasisakyti, jiems leidžiama pasisakyti svarstomu klausimu, jeigu jie ne vėliau kaip 1 val. iki posėdžio pradžios informavo Savivaldybės tarybos </w:t>
      </w:r>
      <w:r w:rsidR="008B6547" w:rsidRPr="0070459D">
        <w:t xml:space="preserve">posėdžių </w:t>
      </w:r>
      <w:r w:rsidR="008B6547" w:rsidRPr="0070459D">
        <w:rPr>
          <w:kern w:val="2"/>
          <w:szCs w:val="24"/>
          <w:lang w:eastAsia="lt-LT"/>
        </w:rPr>
        <w:t>sekretorių</w:t>
      </w:r>
      <w:r w:rsidR="00EA3DFB" w:rsidRPr="0070459D">
        <w:rPr>
          <w:kern w:val="2"/>
          <w:szCs w:val="24"/>
          <w:lang w:eastAsia="lt-LT"/>
        </w:rPr>
        <w:t xml:space="preserve"> (-</w:t>
      </w:r>
      <w:proofErr w:type="spellStart"/>
      <w:r w:rsidR="00EA3DFB" w:rsidRPr="0070459D">
        <w:rPr>
          <w:kern w:val="2"/>
          <w:szCs w:val="24"/>
          <w:lang w:eastAsia="lt-LT"/>
        </w:rPr>
        <w:t>ius</w:t>
      </w:r>
      <w:proofErr w:type="spellEnd"/>
      <w:r w:rsidR="00EA3DFB" w:rsidRPr="0070459D">
        <w:rPr>
          <w:kern w:val="2"/>
          <w:szCs w:val="24"/>
          <w:lang w:eastAsia="lt-LT"/>
        </w:rPr>
        <w:t>)</w:t>
      </w:r>
      <w:r w:rsidR="008B6547" w:rsidRPr="0070459D">
        <w:rPr>
          <w:kern w:val="2"/>
          <w:szCs w:val="24"/>
          <w:lang w:eastAsia="lt-LT"/>
        </w:rPr>
        <w:t>. Tokiu atveju vienu svarstomu klausimu kalbėti leidžiama ne daugiau kaip keturiems</w:t>
      </w:r>
      <w:r w:rsidR="00B31027" w:rsidRPr="0070459D">
        <w:rPr>
          <w:kern w:val="2"/>
          <w:szCs w:val="24"/>
          <w:lang w:eastAsia="lt-LT"/>
        </w:rPr>
        <w:t xml:space="preserve"> kviestiems</w:t>
      </w:r>
      <w:r w:rsidR="008B6547" w:rsidRPr="0070459D">
        <w:rPr>
          <w:kern w:val="2"/>
          <w:szCs w:val="24"/>
          <w:lang w:eastAsia="lt-LT"/>
        </w:rPr>
        <w:t xml:space="preserve"> asmenims (du – „už“, du – „prieš“), o kiekvieno iš jų kalbėjimo trukmė negali viršyti 5 min. Šie asmenys pasisakyti ir užduoti klausimus pranešėjams gali tokia pat tvarka, kaip ir </w:t>
      </w:r>
      <w:r w:rsidR="00364F51" w:rsidRPr="0070459D">
        <w:rPr>
          <w:kern w:val="2"/>
          <w:szCs w:val="24"/>
          <w:lang w:eastAsia="lt-LT"/>
        </w:rPr>
        <w:t>Savivaldybės t</w:t>
      </w:r>
      <w:r w:rsidR="008B6547" w:rsidRPr="0070459D">
        <w:rPr>
          <w:kern w:val="2"/>
          <w:szCs w:val="24"/>
          <w:lang w:eastAsia="lt-LT"/>
        </w:rPr>
        <w:t>arybos nariai.</w:t>
      </w:r>
    </w:p>
    <w:p w:rsidR="002828FD" w:rsidRPr="00B80D2A" w:rsidRDefault="004F0FB4" w:rsidP="001E3692">
      <w:pPr>
        <w:widowControl w:val="0"/>
        <w:suppressAutoHyphens/>
        <w:ind w:firstLine="720"/>
        <w:jc w:val="both"/>
        <w:rPr>
          <w:lang w:eastAsia="lt-LT"/>
        </w:rPr>
      </w:pPr>
      <w:r>
        <w:rPr>
          <w:lang w:eastAsia="lt-LT"/>
        </w:rPr>
        <w:t>118</w:t>
      </w:r>
      <w:r w:rsidR="002828FD" w:rsidRPr="00B80D2A">
        <w:rPr>
          <w:lang w:eastAsia="lt-LT"/>
        </w:rPr>
        <w:t>. Prieš kiekvieną posėdį Savivaldybės tarybos nariai registruojami.</w:t>
      </w:r>
    </w:p>
    <w:p w:rsidR="00777214" w:rsidRPr="00B80D2A" w:rsidRDefault="002828FD" w:rsidP="001E3692">
      <w:pPr>
        <w:widowControl w:val="0"/>
        <w:suppressAutoHyphens/>
        <w:ind w:firstLine="720"/>
        <w:jc w:val="both"/>
        <w:rPr>
          <w:lang w:eastAsia="lt-LT"/>
        </w:rPr>
      </w:pPr>
      <w:r w:rsidRPr="00B80D2A">
        <w:rPr>
          <w:lang w:eastAsia="lt-LT"/>
        </w:rPr>
        <w:t>1</w:t>
      </w:r>
      <w:r w:rsidR="004F0FB4">
        <w:rPr>
          <w:lang w:eastAsia="lt-LT"/>
        </w:rPr>
        <w:t>19</w:t>
      </w:r>
      <w:r w:rsidRPr="00B80D2A">
        <w:rPr>
          <w:lang w:eastAsia="lt-LT"/>
        </w:rPr>
        <w:t>. Savivaldybės tarybos posėdis yra teisėtas, jeigu jame dalyvauja daugiau nei pusė Savivaldybės tarybos narių. Kvorumas nustatomas posėdžio pradžioje. Savivaldybės tarybos narys per posėdį gali prašyti nustatyti kvorumą.</w:t>
      </w:r>
    </w:p>
    <w:p w:rsidR="00801D79" w:rsidRPr="00B80D2A" w:rsidRDefault="004F0FB4" w:rsidP="001E3692">
      <w:pPr>
        <w:widowControl w:val="0"/>
        <w:suppressAutoHyphens/>
        <w:ind w:firstLine="720"/>
        <w:jc w:val="both"/>
        <w:rPr>
          <w:lang w:eastAsia="lt-LT"/>
        </w:rPr>
      </w:pPr>
      <w:r>
        <w:rPr>
          <w:szCs w:val="24"/>
        </w:rPr>
        <w:t>120</w:t>
      </w:r>
      <w:r w:rsidR="00777214" w:rsidRPr="00B80D2A">
        <w:rPr>
          <w:szCs w:val="24"/>
        </w:rPr>
        <w:t>. Savivaldybės t</w:t>
      </w:r>
      <w:r w:rsidR="00777214" w:rsidRPr="00B80D2A">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w:t>
      </w:r>
      <w:r w:rsidR="00777214" w:rsidRPr="005E2737">
        <w:rPr>
          <w:lang w:eastAsia="lt-LT"/>
        </w:rPr>
        <w:t>atvejais meras turi</w:t>
      </w:r>
      <w:r w:rsidR="00777214" w:rsidRPr="00B80D2A">
        <w:rPr>
          <w:lang w:eastAsia="lt-LT"/>
        </w:rPr>
        <w:t xml:space="preserve"> teisę sušaukti </w:t>
      </w:r>
      <w:r w:rsidR="000864FF" w:rsidRPr="00B80D2A">
        <w:rPr>
          <w:lang w:eastAsia="lt-LT"/>
        </w:rPr>
        <w:t>Savivaldybės t</w:t>
      </w:r>
      <w:r w:rsidR="00777214" w:rsidRPr="00B80D2A">
        <w:rPr>
          <w:lang w:eastAsia="lt-LT"/>
        </w:rPr>
        <w:t xml:space="preserve">arybos posėdį ir (ar) pateikti </w:t>
      </w:r>
      <w:r w:rsidR="000864FF" w:rsidRPr="00B80D2A">
        <w:rPr>
          <w:lang w:eastAsia="lt-LT"/>
        </w:rPr>
        <w:t>Savivaldybės t</w:t>
      </w:r>
      <w:r w:rsidR="00777214" w:rsidRPr="00B80D2A">
        <w:rPr>
          <w:lang w:eastAsia="lt-LT"/>
        </w:rPr>
        <w:t xml:space="preserve">arybai svarstyti klausimą, ir siūlyti priimti sprendimą skubos tvarka. </w:t>
      </w:r>
    </w:p>
    <w:p w:rsidR="00801D79" w:rsidRPr="00B80D2A" w:rsidRDefault="004F0FB4" w:rsidP="004F0FB4">
      <w:pPr>
        <w:widowControl w:val="0"/>
        <w:shd w:val="clear" w:color="auto" w:fill="FFFFFF" w:themeFill="background1"/>
        <w:suppressAutoHyphens/>
        <w:ind w:firstLine="720"/>
        <w:jc w:val="both"/>
        <w:rPr>
          <w:lang w:eastAsia="lt-LT"/>
        </w:rPr>
      </w:pPr>
      <w:r>
        <w:rPr>
          <w:lang w:eastAsia="lt-LT"/>
        </w:rPr>
        <w:t>121</w:t>
      </w:r>
      <w:r w:rsidR="00801D79" w:rsidRPr="00B80D2A">
        <w:rPr>
          <w:lang w:eastAsia="lt-LT"/>
        </w:rPr>
        <w:t xml:space="preserve">. </w:t>
      </w:r>
      <w:r w:rsidR="00801D79" w:rsidRPr="004F0FB4">
        <w:rPr>
          <w:shd w:val="clear" w:color="auto" w:fill="FFFFFF" w:themeFill="background1"/>
          <w:lang w:eastAsia="lt-LT"/>
        </w:rPr>
        <w:t xml:space="preserve">Savivaldybės tarybos posėdžiams pirmininkauja meras, o kai jo nėra ligos, komandiruotės, atostogų ir kitais nebuvimą darbe pateisinančiais atvejais, – paskirtas </w:t>
      </w:r>
      <w:r w:rsidR="005E2737" w:rsidRPr="004F0FB4">
        <w:rPr>
          <w:shd w:val="clear" w:color="auto" w:fill="FFFFFF" w:themeFill="background1"/>
          <w:lang w:eastAsia="lt-LT"/>
        </w:rPr>
        <w:t>t</w:t>
      </w:r>
      <w:r w:rsidR="00801D79" w:rsidRPr="004F0FB4">
        <w:rPr>
          <w:shd w:val="clear" w:color="auto" w:fill="FFFFFF" w:themeFill="background1"/>
          <w:lang w:eastAsia="lt-LT"/>
        </w:rPr>
        <w:t>arybos narys.</w:t>
      </w:r>
      <w:r w:rsidR="00B31027" w:rsidRPr="00B80D2A">
        <w:rPr>
          <w:lang w:eastAsia="lt-LT"/>
        </w:rPr>
        <w:t xml:space="preserve"> </w:t>
      </w:r>
    </w:p>
    <w:p w:rsidR="00801D79" w:rsidRPr="00B80D2A" w:rsidRDefault="004F0FB4" w:rsidP="001E3692">
      <w:pPr>
        <w:widowControl w:val="0"/>
        <w:suppressAutoHyphens/>
        <w:ind w:firstLine="720"/>
        <w:jc w:val="both"/>
        <w:rPr>
          <w:lang w:eastAsia="lt-LT"/>
        </w:rPr>
      </w:pPr>
      <w:r>
        <w:rPr>
          <w:lang w:eastAsia="lt-LT"/>
        </w:rPr>
        <w:t>122</w:t>
      </w:r>
      <w:r w:rsidR="00801D79" w:rsidRPr="00B80D2A">
        <w:rPr>
          <w:lang w:eastAsia="lt-LT"/>
        </w:rPr>
        <w:t xml:space="preserve">. Kai svarstomi </w:t>
      </w:r>
      <w:r w:rsidR="00801D79" w:rsidRPr="005E2737">
        <w:rPr>
          <w:lang w:eastAsia="lt-LT"/>
        </w:rPr>
        <w:t xml:space="preserve">su mero asmeniu susiję klausimai ar meras nusišalina nuo pirmininkavimo svarstant jam interesų konfliktą sukeliantį klausimą, posėdžiui pirmininkauja paskirtas </w:t>
      </w:r>
      <w:r w:rsidR="005E2737" w:rsidRPr="001E3692">
        <w:rPr>
          <w:lang w:eastAsia="lt-LT"/>
        </w:rPr>
        <w:t>t</w:t>
      </w:r>
      <w:r w:rsidR="00801D79" w:rsidRPr="005E2737">
        <w:rPr>
          <w:lang w:eastAsia="lt-LT"/>
        </w:rPr>
        <w:t>arybos narys.</w:t>
      </w:r>
    </w:p>
    <w:p w:rsidR="00801D79" w:rsidRPr="00B80D2A" w:rsidRDefault="00801D79">
      <w:pPr>
        <w:ind w:firstLine="720"/>
        <w:jc w:val="both"/>
        <w:rPr>
          <w:lang w:eastAsia="lt-LT"/>
        </w:rPr>
      </w:pPr>
      <w:r w:rsidRPr="009F663D">
        <w:rPr>
          <w:szCs w:val="24"/>
          <w:lang w:eastAsia="lt-LT"/>
        </w:rPr>
        <w:t>12</w:t>
      </w:r>
      <w:r w:rsidR="004F0FB4">
        <w:rPr>
          <w:szCs w:val="24"/>
          <w:lang w:eastAsia="lt-LT"/>
        </w:rPr>
        <w:t>3</w:t>
      </w:r>
      <w:r w:rsidRPr="009F663D">
        <w:rPr>
          <w:szCs w:val="24"/>
          <w:lang w:eastAsia="lt-LT"/>
        </w:rPr>
        <w:t>.</w:t>
      </w:r>
      <w:r w:rsidRPr="00B80D2A">
        <w:rPr>
          <w:szCs w:val="24"/>
          <w:lang w:eastAsia="lt-LT"/>
        </w:rPr>
        <w:tab/>
      </w:r>
      <w:r w:rsidRPr="00B80D2A">
        <w:rPr>
          <w:lang w:eastAsia="lt-LT"/>
        </w:rPr>
        <w:t>Savivaldybės tarybos posėdžio pirmininkas: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.1.</w:t>
      </w:r>
      <w:r w:rsidRPr="00B80D2A">
        <w:rPr>
          <w:lang w:eastAsia="lt-LT"/>
        </w:rPr>
        <w:tab/>
      </w:r>
      <w:r w:rsidRPr="00B80D2A">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.2.</w:t>
      </w:r>
      <w:r w:rsidRPr="00B80D2A">
        <w:rPr>
          <w:lang w:eastAsia="lt-LT"/>
        </w:rPr>
        <w:tab/>
        <w:t xml:space="preserve">jeigu reikia, sudaro balsų skaičiavimo komisiją iš trijų </w:t>
      </w:r>
      <w:r w:rsidR="005E2737">
        <w:rPr>
          <w:lang w:eastAsia="lt-LT"/>
        </w:rPr>
        <w:t>t</w:t>
      </w:r>
      <w:r w:rsidRPr="00B80D2A">
        <w:rPr>
          <w:lang w:eastAsia="lt-LT"/>
        </w:rPr>
        <w:t>arybos narių eilės tvarka pagal vardinį sąrašą. Komisijos pirmininką išrenka komisijos nariai;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.3.</w:t>
      </w:r>
      <w:r w:rsidRPr="00B80D2A">
        <w:rPr>
          <w:lang w:eastAsia="lt-LT"/>
        </w:rPr>
        <w:tab/>
        <w:t>tikrina, ar posėdyje yra kvorumas;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.4.</w:t>
      </w:r>
      <w:r w:rsidRPr="00B80D2A">
        <w:rPr>
          <w:lang w:eastAsia="lt-LT"/>
        </w:rPr>
        <w:tab/>
        <w:t>stebi, kad būtų laikomasi Reglamento;</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.5.</w:t>
      </w:r>
      <w:r w:rsidRPr="00B80D2A">
        <w:rPr>
          <w:lang w:eastAsia="lt-LT"/>
        </w:rPr>
        <w:tab/>
      </w:r>
      <w:r w:rsidRPr="005E2737">
        <w:rPr>
          <w:lang w:eastAsia="lt-LT"/>
        </w:rPr>
        <w:t xml:space="preserve">suteikia žodį </w:t>
      </w:r>
      <w:r w:rsidR="005E2737" w:rsidRPr="001E3692">
        <w:rPr>
          <w:lang w:eastAsia="lt-LT"/>
        </w:rPr>
        <w:t>t</w:t>
      </w:r>
      <w:r w:rsidRPr="005E2737">
        <w:rPr>
          <w:lang w:eastAsia="lt-LT"/>
        </w:rPr>
        <w:t>arybos nariams ir</w:t>
      </w:r>
      <w:r w:rsidRPr="00B80D2A">
        <w:rPr>
          <w:lang w:eastAsia="lt-LT"/>
        </w:rPr>
        <w:t xml:space="preserve"> kitiems asmenims, vadovauja svarstymo eigai. </w:t>
      </w:r>
      <w:r w:rsidRPr="005E2737">
        <w:rPr>
          <w:lang w:eastAsia="lt-LT"/>
        </w:rPr>
        <w:t>Tarybos pritarimu gali</w:t>
      </w:r>
      <w:r w:rsidRPr="00B80D2A">
        <w:rPr>
          <w:lang w:eastAsia="lt-LT"/>
        </w:rPr>
        <w:t xml:space="preserve"> nutraukti diskusijas svarstomu klausimu;</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.6.</w:t>
      </w:r>
      <w:r w:rsidRPr="00B80D2A">
        <w:rPr>
          <w:lang w:eastAsia="lt-LT"/>
        </w:rPr>
        <w:tab/>
        <w:t>stebi kalbėjimo trukmę ir, jeigu ji viršijama, įspėja kalbėtoją, o po antro įspėjimo gali kalbėtoją nutraukti;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.7.</w:t>
      </w:r>
      <w:r w:rsidRPr="00B80D2A">
        <w:rPr>
          <w:lang w:eastAsia="lt-LT"/>
        </w:rPr>
        <w:tab/>
      </w:r>
      <w:r w:rsidRPr="00B80D2A">
        <w:rPr>
          <w:rFonts w:eastAsia="Andale Sans UI"/>
          <w:kern w:val="2"/>
          <w:szCs w:val="24"/>
          <w:lang w:eastAsia="ar-SA"/>
        </w:rPr>
        <w:t>jeigu Savivaldybės taryba neprieštarauja, gali pratęsti kalbėjimo laiką arba nutraukti diskusijas svarstomu klausimu;</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.8.</w:t>
      </w:r>
      <w:r w:rsidRPr="00B80D2A">
        <w:rPr>
          <w:lang w:eastAsia="lt-LT"/>
        </w:rPr>
        <w:tab/>
        <w:t>gali įspėti kalbėtoją, jeigu jis nukrypsta nuo svarstomo klausimo esmės;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.9.</w:t>
      </w:r>
      <w:r w:rsidRPr="00B80D2A">
        <w:rPr>
          <w:lang w:eastAsia="lt-LT"/>
        </w:rPr>
        <w:tab/>
        <w:t>gali nutraukti kalbėtoją, jeigu kalbama ne tuo klausimu, dėl kurio buvo suteiktas žodis;</w:t>
      </w:r>
    </w:p>
    <w:p w:rsidR="00801D79"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.10.</w:t>
      </w:r>
      <w:r w:rsidRPr="00B80D2A">
        <w:rPr>
          <w:lang w:eastAsia="lt-LT"/>
        </w:rPr>
        <w:tab/>
      </w:r>
      <w:r w:rsidR="0019487F">
        <w:rPr>
          <w:lang w:eastAsia="lt-LT"/>
        </w:rPr>
        <w:t>svarstomu klausimu</w:t>
      </w:r>
      <w:r w:rsidRPr="00B80D2A">
        <w:rPr>
          <w:lang w:eastAsia="lt-LT"/>
        </w:rPr>
        <w:t xml:space="preserve">, vadovaudamasis Reglamentu, </w:t>
      </w:r>
      <w:r w:rsidR="00055F47">
        <w:rPr>
          <w:lang w:eastAsia="lt-LT"/>
        </w:rPr>
        <w:t>siūlo</w:t>
      </w:r>
      <w:r w:rsidRPr="00B80D2A">
        <w:rPr>
          <w:lang w:eastAsia="lt-LT"/>
        </w:rPr>
        <w:t xml:space="preserve"> balsavimo tvarką, skelbia balsavimo pradžią ir atviro balsavimo rezultatus; </w:t>
      </w:r>
    </w:p>
    <w:p w:rsidR="00801D79" w:rsidRPr="005E2737"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.11.</w:t>
      </w:r>
      <w:r w:rsidRPr="00B80D2A">
        <w:rPr>
          <w:lang w:eastAsia="lt-LT"/>
        </w:rPr>
        <w:tab/>
      </w:r>
      <w:r w:rsidRPr="005E2737">
        <w:rPr>
          <w:lang w:eastAsia="lt-LT"/>
        </w:rPr>
        <w:t xml:space="preserve">pasiūlo </w:t>
      </w:r>
      <w:r w:rsidR="005E2737" w:rsidRPr="001E3692">
        <w:rPr>
          <w:lang w:eastAsia="lt-LT"/>
        </w:rPr>
        <w:t>t</w:t>
      </w:r>
      <w:r w:rsidRPr="005E2737">
        <w:rPr>
          <w:lang w:eastAsia="lt-LT"/>
        </w:rPr>
        <w:t>arybos nariams priimti sprendimą pašalinti iš posėdžių salės kviestuosius ar kitus asmenis, jeigu jie trukdo posėdžiauti;</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.12.</w:t>
      </w:r>
      <w:r w:rsidRPr="005E2737">
        <w:rPr>
          <w:lang w:eastAsia="lt-LT"/>
        </w:rPr>
        <w:tab/>
        <w:t xml:space="preserve">reiškia </w:t>
      </w:r>
      <w:r w:rsidR="005E2737" w:rsidRPr="001E3692">
        <w:rPr>
          <w:lang w:eastAsia="lt-LT"/>
        </w:rPr>
        <w:t>t</w:t>
      </w:r>
      <w:r w:rsidRPr="005E2737">
        <w:rPr>
          <w:lang w:eastAsia="lt-LT"/>
        </w:rPr>
        <w: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.13.</w:t>
      </w:r>
      <w:r w:rsidRPr="005E2737">
        <w:rPr>
          <w:lang w:eastAsia="lt-LT"/>
        </w:rPr>
        <w:tab/>
        <w:t xml:space="preserve">priimdamas procedūrinius sprendimus, </w:t>
      </w:r>
      <w:r w:rsidR="005E2737" w:rsidRPr="001E3692">
        <w:rPr>
          <w:lang w:eastAsia="lt-LT"/>
        </w:rPr>
        <w:t>t</w:t>
      </w:r>
      <w:r w:rsidRPr="005E2737">
        <w:rPr>
          <w:lang w:eastAsia="lt-LT"/>
        </w:rPr>
        <w:t>arybos narių reikalavimu paskelbia, kokiu Reglamento punktu vadovaujasi;</w:t>
      </w:r>
    </w:p>
    <w:p w:rsidR="00801D79" w:rsidRPr="00B80D2A"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.14.</w:t>
      </w:r>
      <w:r w:rsidRPr="005E2737">
        <w:rPr>
          <w:lang w:eastAsia="lt-LT"/>
        </w:rPr>
        <w:tab/>
        <w:t xml:space="preserve">informuoja Savivaldybės tarybą apie gautus </w:t>
      </w:r>
      <w:r w:rsidR="005E2737" w:rsidRPr="001E3692">
        <w:rPr>
          <w:lang w:eastAsia="lt-LT"/>
        </w:rPr>
        <w:t>t</w:t>
      </w:r>
      <w:r w:rsidRPr="005E2737">
        <w:rPr>
          <w:lang w:eastAsia="lt-LT"/>
        </w:rPr>
        <w:t>arybos narių pareiškimus dėl nusišalinimo svarstant jam interesų konfliktą sukeliantį klausimą;</w:t>
      </w:r>
      <w:r w:rsidRPr="00B80D2A">
        <w:rPr>
          <w:lang w:eastAsia="lt-LT"/>
        </w:rPr>
        <w:t xml:space="preserve"> </w:t>
      </w:r>
    </w:p>
    <w:p w:rsidR="0060465B"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.15.</w:t>
      </w:r>
      <w:r w:rsidRPr="00B80D2A">
        <w:rPr>
          <w:lang w:eastAsia="lt-LT"/>
        </w:rPr>
        <w:tab/>
        <w:t>pasirašo Savivaldybės tarybos posėdžio protokolą, posėdyje priimtus sprendimus.</w:t>
      </w:r>
    </w:p>
    <w:p w:rsidR="0060465B" w:rsidRDefault="0060465B">
      <w:pPr>
        <w:widowControl w:val="0"/>
        <w:tabs>
          <w:tab w:val="left" w:pos="1560"/>
        </w:tabs>
        <w:suppressAutoHyphens/>
        <w:ind w:firstLine="720"/>
        <w:jc w:val="both"/>
        <w:rPr>
          <w:color w:val="FF0000"/>
          <w:lang w:eastAsia="lt-LT"/>
        </w:rPr>
      </w:pPr>
      <w:r w:rsidRPr="00B80D2A">
        <w:rPr>
          <w:szCs w:val="24"/>
          <w:lang w:eastAsia="lt-LT"/>
        </w:rPr>
        <w:t>12</w:t>
      </w:r>
      <w:r w:rsidR="004F0FB4">
        <w:rPr>
          <w:szCs w:val="24"/>
          <w:lang w:eastAsia="lt-LT"/>
        </w:rPr>
        <w:t>4</w:t>
      </w:r>
      <w:r w:rsidRPr="00B80D2A">
        <w:rPr>
          <w:szCs w:val="24"/>
          <w:lang w:eastAsia="lt-LT"/>
        </w:rPr>
        <w:t xml:space="preserve">. </w:t>
      </w:r>
      <w:r w:rsidRPr="00B80D2A">
        <w:rPr>
          <w:lang w:eastAsia="lt-LT"/>
        </w:rPr>
        <w:t xml:space="preserve">Po klausimo pristatymo pranešėjas </w:t>
      </w:r>
      <w:r w:rsidRPr="005E2737">
        <w:rPr>
          <w:lang w:eastAsia="lt-LT"/>
        </w:rPr>
        <w:t xml:space="preserve">atsako į </w:t>
      </w:r>
      <w:r w:rsidR="005E2737" w:rsidRPr="001E3692">
        <w:rPr>
          <w:lang w:eastAsia="lt-LT"/>
        </w:rPr>
        <w:t>t</w:t>
      </w:r>
      <w:r w:rsidRPr="005E2737">
        <w:rPr>
          <w:lang w:eastAsia="lt-LT"/>
        </w:rPr>
        <w:t>arybos narių klausimus</w:t>
      </w:r>
      <w:r w:rsidRPr="00B80D2A">
        <w:rPr>
          <w:lang w:eastAsia="lt-LT"/>
        </w:rPr>
        <w:t xml:space="preserve">. Tarybos narys gali pateikti pranešėjui klausimus. Klausimui pateikti skiriamos </w:t>
      </w:r>
      <w:r w:rsidRPr="00B80D2A">
        <w:rPr>
          <w:color w:val="FF0000"/>
          <w:lang w:eastAsia="lt-LT"/>
        </w:rPr>
        <w:t>ne ilgiau kaip 2 minutės, atsakymui – ne ilgiau kaip 3 minutės.</w:t>
      </w:r>
    </w:p>
    <w:p w:rsidR="0060465B" w:rsidRPr="00B80D2A" w:rsidRDefault="0060465B">
      <w:pPr>
        <w:ind w:firstLine="720"/>
        <w:jc w:val="both"/>
        <w:rPr>
          <w:lang w:eastAsia="lt-LT"/>
        </w:rPr>
      </w:pPr>
      <w:r w:rsidRPr="00B80D2A">
        <w:rPr>
          <w:szCs w:val="24"/>
          <w:lang w:eastAsia="lt-LT"/>
        </w:rPr>
        <w:lastRenderedPageBreak/>
        <w:t>12</w:t>
      </w:r>
      <w:r w:rsidR="004F0FB4">
        <w:rPr>
          <w:szCs w:val="24"/>
          <w:lang w:eastAsia="lt-LT"/>
        </w:rPr>
        <w:t>5</w:t>
      </w:r>
      <w:r w:rsidRPr="00B80D2A">
        <w:rPr>
          <w:szCs w:val="24"/>
          <w:lang w:eastAsia="lt-LT"/>
        </w:rPr>
        <w:t>.</w:t>
      </w:r>
      <w:r w:rsidRPr="00B80D2A">
        <w:rPr>
          <w:szCs w:val="24"/>
          <w:lang w:eastAsia="lt-LT"/>
        </w:rPr>
        <w:tab/>
      </w:r>
      <w:r w:rsidRPr="00B80D2A">
        <w:rPr>
          <w:lang w:eastAsia="lt-LT"/>
        </w:rPr>
        <w:t xml:space="preserve">Pranešėjui atsakius į </w:t>
      </w:r>
      <w:r w:rsidRPr="00DF629E">
        <w:rPr>
          <w:lang w:eastAsia="lt-LT"/>
        </w:rPr>
        <w:t xml:space="preserve">klausimus, </w:t>
      </w:r>
      <w:r w:rsidR="00DF629E" w:rsidRPr="001E3692">
        <w:rPr>
          <w:lang w:eastAsia="lt-LT"/>
        </w:rPr>
        <w:t>t</w:t>
      </w:r>
      <w:r w:rsidRPr="00DF629E">
        <w:rPr>
          <w:lang w:eastAsia="lt-LT"/>
        </w:rPr>
        <w:t>arybos nariams suteikiama</w:t>
      </w:r>
      <w:r w:rsidRPr="00B80D2A">
        <w:rPr>
          <w:lang w:eastAsia="lt-LT"/>
        </w:rPr>
        <w:t xml:space="preserve"> teisė kalbėti svarstomu klausimu: komitetų, </w:t>
      </w:r>
      <w:r w:rsidRPr="009F663D">
        <w:rPr>
          <w:lang w:eastAsia="lt-LT"/>
        </w:rPr>
        <w:t xml:space="preserve">frakcijų ir </w:t>
      </w:r>
      <w:r w:rsidR="00BD1AD5" w:rsidRPr="001E3692">
        <w:rPr>
          <w:lang w:eastAsia="lt-LT"/>
        </w:rPr>
        <w:t>Savivaldybės t</w:t>
      </w:r>
      <w:r w:rsidRPr="009F663D">
        <w:rPr>
          <w:lang w:eastAsia="lt-LT"/>
        </w:rPr>
        <w:t>arybos narių grupės vardu</w:t>
      </w:r>
      <w:r w:rsidRPr="00B80D2A">
        <w:rPr>
          <w:lang w:eastAsia="lt-LT"/>
        </w:rPr>
        <w:t xml:space="preserve"> bei pateikusiems raštiškus pasiūlymus – </w:t>
      </w:r>
      <w:r w:rsidRPr="00B80D2A">
        <w:rPr>
          <w:color w:val="FF0000"/>
          <w:lang w:eastAsia="lt-LT"/>
        </w:rPr>
        <w:t xml:space="preserve">ne ilgiau kaip 5 minutes, kitiems – ne ilgiau kaip 3 minutes. </w:t>
      </w:r>
      <w:r w:rsidRPr="00B80D2A">
        <w:rPr>
          <w:lang w:eastAsia="lt-LT"/>
        </w:rPr>
        <w:t xml:space="preserve">Posėdžio pirmininkui leidus, kalbėtojams gali būti suteiktos </w:t>
      </w:r>
      <w:r w:rsidRPr="00B80D2A">
        <w:rPr>
          <w:color w:val="FF0000"/>
          <w:lang w:eastAsia="lt-LT"/>
        </w:rPr>
        <w:t xml:space="preserve">papildomai 2 minutės. </w:t>
      </w:r>
      <w:r w:rsidRPr="00B80D2A">
        <w:rPr>
          <w:lang w:eastAsia="lt-LT"/>
        </w:rPr>
        <w:t>Tik pirmininkas gali nutraukti kalbą.</w:t>
      </w:r>
    </w:p>
    <w:p w:rsidR="0060465B" w:rsidRPr="00B80D2A" w:rsidRDefault="00065406">
      <w:pPr>
        <w:ind w:firstLine="720"/>
        <w:jc w:val="both"/>
        <w:rPr>
          <w:lang w:eastAsia="lt-LT"/>
        </w:rPr>
      </w:pPr>
      <w:r w:rsidRPr="00B80D2A">
        <w:rPr>
          <w:szCs w:val="24"/>
          <w:lang w:eastAsia="lt-LT"/>
        </w:rPr>
        <w:t>12</w:t>
      </w:r>
      <w:r w:rsidR="004F0FB4">
        <w:rPr>
          <w:szCs w:val="24"/>
          <w:lang w:eastAsia="lt-LT"/>
        </w:rPr>
        <w:t>6</w:t>
      </w:r>
      <w:r w:rsidR="0060465B" w:rsidRPr="00B80D2A">
        <w:rPr>
          <w:szCs w:val="24"/>
          <w:lang w:eastAsia="lt-LT"/>
        </w:rPr>
        <w:t>.</w:t>
      </w:r>
      <w:r w:rsidR="0060465B" w:rsidRPr="00B80D2A">
        <w:rPr>
          <w:szCs w:val="24"/>
          <w:lang w:eastAsia="lt-LT"/>
        </w:rPr>
        <w:tab/>
      </w:r>
      <w:r w:rsidR="0060465B" w:rsidRPr="00DF629E">
        <w:rPr>
          <w:lang w:eastAsia="lt-LT"/>
        </w:rPr>
        <w:t xml:space="preserve">Svarstomu klausimu </w:t>
      </w:r>
      <w:r w:rsidR="00DF629E" w:rsidRPr="001E3692">
        <w:rPr>
          <w:lang w:eastAsia="lt-LT"/>
        </w:rPr>
        <w:t>t</w:t>
      </w:r>
      <w:r w:rsidR="0060465B" w:rsidRPr="00DF629E">
        <w:rPr>
          <w:lang w:eastAsia="lt-LT"/>
        </w:rPr>
        <w:t>arybos narys turi</w:t>
      </w:r>
      <w:r w:rsidR="0060465B" w:rsidRPr="00B80D2A">
        <w:rPr>
          <w:lang w:eastAsia="lt-LT"/>
        </w:rPr>
        <w:t xml:space="preserve"> teisę paklausti, vieną kartą kalbėti ir vieną kartą pareikšti repliką. Tarybos narys dar kartą gali paklausti po to, kai paklausia visi kiti </w:t>
      </w:r>
      <w:r w:rsidR="0060465B" w:rsidRPr="00DF629E">
        <w:rPr>
          <w:lang w:eastAsia="lt-LT"/>
        </w:rPr>
        <w:t xml:space="preserve">pageidaujantys </w:t>
      </w:r>
      <w:r w:rsidR="00DF629E" w:rsidRPr="001E3692">
        <w:rPr>
          <w:lang w:eastAsia="lt-LT"/>
        </w:rPr>
        <w:t>t</w:t>
      </w:r>
      <w:r w:rsidR="0060465B" w:rsidRPr="00DF629E">
        <w:rPr>
          <w:lang w:eastAsia="lt-LT"/>
        </w:rPr>
        <w:t>arybos nariai.</w:t>
      </w:r>
    </w:p>
    <w:p w:rsidR="00065406" w:rsidRPr="00B80D2A" w:rsidRDefault="00065406">
      <w:pPr>
        <w:ind w:firstLine="720"/>
        <w:jc w:val="both"/>
        <w:rPr>
          <w:szCs w:val="24"/>
        </w:rPr>
      </w:pPr>
      <w:r w:rsidRPr="00B80D2A">
        <w:rPr>
          <w:szCs w:val="24"/>
          <w:lang w:eastAsia="lt-LT"/>
        </w:rPr>
        <w:t>12</w:t>
      </w:r>
      <w:r w:rsidR="004F0FB4">
        <w:rPr>
          <w:szCs w:val="24"/>
          <w:lang w:eastAsia="lt-LT"/>
        </w:rPr>
        <w:t>7</w:t>
      </w:r>
      <w:r w:rsidR="0060465B" w:rsidRPr="00B80D2A">
        <w:rPr>
          <w:szCs w:val="24"/>
          <w:lang w:eastAsia="lt-LT"/>
        </w:rPr>
        <w:t>.</w:t>
      </w:r>
      <w:r w:rsidR="0060465B" w:rsidRPr="00B80D2A">
        <w:rPr>
          <w:szCs w:val="24"/>
          <w:lang w:eastAsia="lt-LT"/>
        </w:rPr>
        <w:tab/>
      </w:r>
      <w:r w:rsidR="0060465B" w:rsidRPr="00B80D2A">
        <w:rPr>
          <w:szCs w:val="24"/>
          <w:lang w:eastAsia="en-GB"/>
        </w:rPr>
        <w:t xml:space="preserve">Opozicijos lyderis </w:t>
      </w:r>
      <w:r w:rsidR="0060465B" w:rsidRPr="00B80D2A">
        <w:rPr>
          <w:szCs w:val="24"/>
        </w:rPr>
        <w:t xml:space="preserve">turi pirmumo teisę užduoti klausimus. </w:t>
      </w:r>
    </w:p>
    <w:p w:rsidR="00065406" w:rsidRPr="00065406" w:rsidRDefault="00065406">
      <w:pPr>
        <w:ind w:firstLine="720"/>
        <w:jc w:val="both"/>
        <w:rPr>
          <w:color w:val="00B050"/>
          <w:lang w:eastAsia="lt-LT"/>
        </w:rPr>
      </w:pPr>
      <w:r w:rsidRPr="007140BF">
        <w:rPr>
          <w:szCs w:val="24"/>
          <w:lang w:eastAsia="lt-LT"/>
        </w:rPr>
        <w:t>12</w:t>
      </w:r>
      <w:r w:rsidR="004F0FB4">
        <w:rPr>
          <w:szCs w:val="24"/>
          <w:lang w:eastAsia="lt-LT"/>
        </w:rPr>
        <w:t>8</w:t>
      </w:r>
      <w:r w:rsidRPr="007140BF">
        <w:rPr>
          <w:szCs w:val="24"/>
          <w:lang w:eastAsia="lt-LT"/>
        </w:rPr>
        <w:t xml:space="preserve">. </w:t>
      </w:r>
      <w:r w:rsidRPr="007140BF">
        <w:rPr>
          <w:kern w:val="2"/>
          <w:szCs w:val="24"/>
          <w:lang w:eastAsia="lt-LT"/>
        </w:rPr>
        <w:t>Tarybos nariui</w:t>
      </w:r>
      <w:r w:rsidRPr="007140BF">
        <w:rPr>
          <w:b/>
          <w:kern w:val="2"/>
          <w:szCs w:val="24"/>
          <w:lang w:eastAsia="lt-LT"/>
        </w:rPr>
        <w:t xml:space="preserve"> </w:t>
      </w:r>
      <w:r w:rsidRPr="007140BF">
        <w:rPr>
          <w:kern w:val="2"/>
          <w:szCs w:val="24"/>
          <w:lang w:eastAsia="lt-LT"/>
        </w:rPr>
        <w:t xml:space="preserve">replikuoti po balsavimo, kalbėti dėl balsavimo motyvų, siūlyti atmesti sprendimo projektą ar grąžinti sprendimo projektą rengėjui tobulinti suteikiamos </w:t>
      </w:r>
      <w:r w:rsidRPr="007140BF">
        <w:rPr>
          <w:bCs/>
          <w:color w:val="FF0000"/>
          <w:kern w:val="2"/>
          <w:szCs w:val="24"/>
          <w:lang w:eastAsia="lt-LT"/>
        </w:rPr>
        <w:t>3</w:t>
      </w:r>
      <w:r w:rsidRPr="007140BF">
        <w:rPr>
          <w:color w:val="FF0000"/>
          <w:kern w:val="2"/>
          <w:szCs w:val="24"/>
          <w:lang w:eastAsia="lt-LT"/>
        </w:rPr>
        <w:t xml:space="preserve"> minutės.</w:t>
      </w:r>
      <w:r w:rsidRPr="007140BF">
        <w:rPr>
          <w:color w:val="FF0000"/>
        </w:rPr>
        <w:t xml:space="preserve"> </w:t>
      </w:r>
    </w:p>
    <w:p w:rsidR="00065406" w:rsidRPr="007140BF" w:rsidRDefault="00065406">
      <w:pPr>
        <w:ind w:firstLine="720"/>
        <w:jc w:val="both"/>
        <w:rPr>
          <w:lang w:eastAsia="lt-LT"/>
        </w:rPr>
      </w:pPr>
      <w:r w:rsidRPr="007140BF">
        <w:rPr>
          <w:szCs w:val="24"/>
          <w:lang w:eastAsia="lt-LT"/>
        </w:rPr>
        <w:t>1</w:t>
      </w:r>
      <w:r w:rsidR="004F0FB4">
        <w:rPr>
          <w:szCs w:val="24"/>
          <w:lang w:eastAsia="lt-LT"/>
        </w:rPr>
        <w:t>29</w:t>
      </w:r>
      <w:r w:rsidRPr="007140BF">
        <w:rPr>
          <w:szCs w:val="24"/>
          <w:lang w:eastAsia="lt-LT"/>
        </w:rPr>
        <w:t xml:space="preserve">. </w:t>
      </w:r>
      <w:r w:rsidRPr="007140BF">
        <w:rPr>
          <w:lang w:eastAsia="lt-LT"/>
        </w:rPr>
        <w:t>Kalbėti ar replikuoti galima tik pranešėjui baigus kalbėti.</w:t>
      </w:r>
    </w:p>
    <w:p w:rsidR="00065406" w:rsidRPr="007140BF" w:rsidRDefault="00065406">
      <w:pPr>
        <w:ind w:firstLine="720"/>
        <w:jc w:val="both"/>
        <w:rPr>
          <w:lang w:eastAsia="lt-LT"/>
        </w:rPr>
      </w:pPr>
      <w:r w:rsidRPr="007140BF">
        <w:rPr>
          <w:szCs w:val="24"/>
          <w:lang w:eastAsia="lt-LT"/>
        </w:rPr>
        <w:t>13</w:t>
      </w:r>
      <w:r w:rsidR="004F0FB4">
        <w:rPr>
          <w:szCs w:val="24"/>
          <w:lang w:eastAsia="lt-LT"/>
        </w:rPr>
        <w:t>0</w:t>
      </w:r>
      <w:r w:rsidRPr="007140BF">
        <w:rPr>
          <w:szCs w:val="24"/>
          <w:lang w:eastAsia="lt-LT"/>
        </w:rPr>
        <w:t xml:space="preserve">. </w:t>
      </w:r>
      <w:r w:rsidRPr="007140BF">
        <w:rPr>
          <w:lang w:eastAsia="lt-LT"/>
        </w:rPr>
        <w:t xml:space="preserve">Per posėdį kalbėti galima tik posėdžio pirmininkui leidus. </w:t>
      </w:r>
      <w:r w:rsidRPr="007140BF">
        <w:rPr>
          <w:szCs w:val="24"/>
          <w:lang w:eastAsia="en-GB"/>
        </w:rPr>
        <w:t xml:space="preserve">Opozicijos lyderis </w:t>
      </w:r>
      <w:r w:rsidRPr="007140BF">
        <w:rPr>
          <w:szCs w:val="24"/>
        </w:rPr>
        <w:t>turi pirmumo teisę pasisakyti Savivaldybės tarybos posėdyje</w:t>
      </w:r>
      <w:r w:rsidRPr="007140BF">
        <w:rPr>
          <w:szCs w:val="24"/>
          <w:lang w:eastAsia="en-GB"/>
        </w:rPr>
        <w:t xml:space="preserve"> svarstomais klausimais.</w:t>
      </w:r>
      <w:r w:rsidRPr="007140BF">
        <w:rPr>
          <w:lang w:eastAsia="lt-LT"/>
        </w:rPr>
        <w:t xml:space="preserve"> Po opozicijos lyderio pirmiausia kalba komitetų pirmininkai, frakcijų </w:t>
      </w:r>
      <w:r w:rsidRPr="009F663D">
        <w:rPr>
          <w:lang w:eastAsia="lt-LT"/>
        </w:rPr>
        <w:t xml:space="preserve">ir </w:t>
      </w:r>
      <w:r w:rsidR="00BD1AD5" w:rsidRPr="001E3692">
        <w:rPr>
          <w:lang w:eastAsia="lt-LT"/>
        </w:rPr>
        <w:t>Savivaldybės t</w:t>
      </w:r>
      <w:r w:rsidRPr="009F663D">
        <w:rPr>
          <w:lang w:eastAsia="lt-LT"/>
        </w:rPr>
        <w:t xml:space="preserve">arybos narių grupės vadovai, </w:t>
      </w:r>
      <w:r w:rsidR="00DF629E" w:rsidRPr="001E3692">
        <w:rPr>
          <w:lang w:eastAsia="lt-LT"/>
        </w:rPr>
        <w:t>t</w:t>
      </w:r>
      <w:r w:rsidRPr="009F663D">
        <w:rPr>
          <w:lang w:eastAsia="lt-LT"/>
        </w:rPr>
        <w:t>arybos nariai, pateikę pasiūlymus dėl sprendimo projekto. Tarybos narys gali pasisakyti dėl posėdžio</w:t>
      </w:r>
      <w:r w:rsidRPr="00CD41E5">
        <w:rPr>
          <w:lang w:eastAsia="lt-LT"/>
        </w:rPr>
        <w:t xml:space="preserve"> vedimo tvarkos.</w:t>
      </w:r>
    </w:p>
    <w:p w:rsidR="00065406" w:rsidRPr="007140BF" w:rsidRDefault="00065406" w:rsidP="00065406">
      <w:pPr>
        <w:ind w:firstLine="720"/>
        <w:jc w:val="both"/>
        <w:rPr>
          <w:lang w:eastAsia="lt-LT"/>
        </w:rPr>
      </w:pPr>
      <w:r w:rsidRPr="007140BF">
        <w:rPr>
          <w:lang w:eastAsia="lt-LT"/>
        </w:rPr>
        <w:t>13</w:t>
      </w:r>
      <w:r w:rsidR="004F0FB4">
        <w:rPr>
          <w:lang w:eastAsia="lt-LT"/>
        </w:rPr>
        <w:t>1</w:t>
      </w:r>
      <w:r w:rsidRPr="007140BF">
        <w:rPr>
          <w:lang w:eastAsia="lt-LT"/>
        </w:rPr>
        <w:t>. Suteikti žodį posėdžio svečiams posėdžio pradžioje ar pabaigoje, nusprendžia posėdžio pirmininkas arba jo prašymu dėl to balsuoja Savivaldybės taryba.</w:t>
      </w:r>
    </w:p>
    <w:p w:rsidR="00065406" w:rsidRPr="007140BF" w:rsidRDefault="00065406" w:rsidP="00065406">
      <w:pPr>
        <w:ind w:firstLine="720"/>
        <w:jc w:val="both"/>
        <w:rPr>
          <w:lang w:eastAsia="lt-LT"/>
        </w:rPr>
      </w:pPr>
      <w:r w:rsidRPr="007140BF">
        <w:rPr>
          <w:lang w:eastAsia="lt-LT"/>
        </w:rPr>
        <w:t>13</w:t>
      </w:r>
      <w:r w:rsidR="004F0FB4">
        <w:rPr>
          <w:lang w:eastAsia="lt-LT"/>
        </w:rPr>
        <w:t>2</w:t>
      </w:r>
      <w:r w:rsidRPr="007140BF">
        <w:rPr>
          <w:lang w:eastAsia="lt-LT"/>
        </w:rPr>
        <w:t xml:space="preserve">. Diskusijos baigiamos </w:t>
      </w:r>
      <w:r w:rsidRPr="00DF629E">
        <w:rPr>
          <w:lang w:eastAsia="lt-LT"/>
        </w:rPr>
        <w:t xml:space="preserve">pageidaujant daugumai </w:t>
      </w:r>
      <w:r w:rsidR="00DF629E" w:rsidRPr="001E3692">
        <w:rPr>
          <w:lang w:eastAsia="lt-LT"/>
        </w:rPr>
        <w:t>t</w:t>
      </w:r>
      <w:r w:rsidRPr="00DF629E">
        <w:rPr>
          <w:lang w:eastAsia="lt-LT"/>
        </w:rPr>
        <w:t>arybos narių.</w:t>
      </w:r>
    </w:p>
    <w:p w:rsidR="00A537A0" w:rsidRDefault="00065406" w:rsidP="00065406">
      <w:pPr>
        <w:ind w:firstLine="720"/>
        <w:jc w:val="both"/>
        <w:rPr>
          <w:lang w:eastAsia="lt-LT"/>
        </w:rPr>
      </w:pPr>
      <w:r w:rsidRPr="007140BF">
        <w:rPr>
          <w:lang w:eastAsia="lt-LT"/>
        </w:rPr>
        <w:t>13</w:t>
      </w:r>
      <w:r w:rsidR="004F0FB4">
        <w:rPr>
          <w:lang w:eastAsia="lt-LT"/>
        </w:rPr>
        <w:t>3</w:t>
      </w:r>
      <w:r w:rsidRPr="007140BF">
        <w:rPr>
          <w:lang w:eastAsia="lt-LT"/>
        </w:rPr>
        <w:t>.</w:t>
      </w:r>
      <w:r w:rsidR="00ED6672">
        <w:rPr>
          <w:lang w:eastAsia="lt-LT"/>
        </w:rPr>
        <w:t xml:space="preserve"> Jei Tarybos narys pageidauja pranešti informaciją nesusijusią su svarstomais posėdyje klausimais, jam</w:t>
      </w:r>
      <w:r w:rsidRPr="007140BF">
        <w:rPr>
          <w:lang w:eastAsia="lt-LT"/>
        </w:rPr>
        <w:t xml:space="preserve"> leidžiama padaryti </w:t>
      </w:r>
      <w:r w:rsidRPr="007140BF">
        <w:rPr>
          <w:color w:val="FF0000"/>
          <w:lang w:eastAsia="lt-LT"/>
        </w:rPr>
        <w:t xml:space="preserve">ne ilgesnį kaip 3 minučių </w:t>
      </w:r>
      <w:r w:rsidRPr="007140BF">
        <w:rPr>
          <w:lang w:eastAsia="lt-LT"/>
        </w:rPr>
        <w:t xml:space="preserve">trukmės pareiškimą posėdžio pradžioje, pabaigoje arba prieš pradedant svarstyti naują klausimą. </w:t>
      </w:r>
    </w:p>
    <w:p w:rsidR="00065406" w:rsidRPr="007140BF" w:rsidRDefault="00065406" w:rsidP="00065406">
      <w:pPr>
        <w:ind w:firstLine="720"/>
        <w:jc w:val="both"/>
        <w:rPr>
          <w:lang w:eastAsia="lt-LT"/>
        </w:rPr>
      </w:pPr>
      <w:r w:rsidRPr="007140BF">
        <w:rPr>
          <w:lang w:eastAsia="lt-LT"/>
        </w:rPr>
        <w:t>13</w:t>
      </w:r>
      <w:r w:rsidR="004F0FB4">
        <w:rPr>
          <w:lang w:eastAsia="lt-LT"/>
        </w:rPr>
        <w:t>4</w:t>
      </w:r>
      <w:r w:rsidRPr="007140BF">
        <w:rPr>
          <w:lang w:eastAsia="lt-LT"/>
        </w:rPr>
        <w:t>. Klausimo svarstymo metu, posėdžio pirmininkui ar 1</w:t>
      </w:r>
      <w:r w:rsidRPr="00DF629E">
        <w:rPr>
          <w:lang w:eastAsia="lt-LT"/>
        </w:rPr>
        <w:t xml:space="preserve">/3 </w:t>
      </w:r>
      <w:r w:rsidR="00DF629E" w:rsidRPr="001E3692">
        <w:rPr>
          <w:lang w:eastAsia="lt-LT"/>
        </w:rPr>
        <w:t>t</w:t>
      </w:r>
      <w:r w:rsidRPr="00DF629E">
        <w:rPr>
          <w:lang w:eastAsia="lt-LT"/>
        </w:rPr>
        <w:t>arybos narių pasiūlius</w:t>
      </w:r>
      <w:r w:rsidRPr="007140BF">
        <w:rPr>
          <w:lang w:eastAsia="lt-LT"/>
        </w:rPr>
        <w:t>, Savivaldybės taryba gali nuspręsti grąžinti sprendimo projektą rengėjui tobulinti, jeigu yra pateikta pataisų ir alternatyvių pasiūlymų arba to prašo sprendimo projekto rengėjas.</w:t>
      </w:r>
    </w:p>
    <w:p w:rsidR="00065406" w:rsidRPr="007140BF" w:rsidRDefault="00065406" w:rsidP="00065406">
      <w:pPr>
        <w:ind w:firstLine="720"/>
        <w:jc w:val="both"/>
        <w:rPr>
          <w:rFonts w:eastAsia="Andale Sans UI"/>
          <w:kern w:val="2"/>
          <w:szCs w:val="24"/>
          <w:shd w:val="clear" w:color="auto" w:fill="FFFFFF"/>
          <w:lang w:eastAsia="ar-SA"/>
        </w:rPr>
      </w:pPr>
      <w:r w:rsidRPr="007344C5">
        <w:rPr>
          <w:lang w:eastAsia="lt-LT"/>
        </w:rPr>
        <w:t>13</w:t>
      </w:r>
      <w:r w:rsidR="004F0FB4">
        <w:rPr>
          <w:lang w:eastAsia="lt-LT"/>
        </w:rPr>
        <w:t>5</w:t>
      </w:r>
      <w:r w:rsidRPr="0024479C">
        <w:rPr>
          <w:lang w:eastAsia="lt-LT"/>
        </w:rPr>
        <w:t xml:space="preserve">. </w:t>
      </w:r>
      <w:r w:rsidRPr="0024479C">
        <w:rPr>
          <w:rFonts w:eastAsia="Andale Sans UI"/>
          <w:kern w:val="2"/>
          <w:szCs w:val="24"/>
          <w:lang w:eastAsia="lt-LT"/>
        </w:rPr>
        <w:t>Prieš balsavimą komiteto, frakcijos</w:t>
      </w:r>
      <w:r w:rsidRPr="007140BF">
        <w:rPr>
          <w:rFonts w:eastAsia="Andale Sans UI"/>
          <w:kern w:val="2"/>
          <w:szCs w:val="24"/>
          <w:lang w:eastAsia="lt-LT"/>
        </w:rPr>
        <w:t xml:space="preserve">, narių grupės ar opozicijos lyderio reikalavimu daroma </w:t>
      </w:r>
      <w:r w:rsidRPr="007140BF">
        <w:rPr>
          <w:rFonts w:eastAsia="Andale Sans UI"/>
          <w:color w:val="FF0000"/>
          <w:kern w:val="2"/>
          <w:szCs w:val="24"/>
          <w:lang w:eastAsia="lt-LT"/>
        </w:rPr>
        <w:t xml:space="preserve">10 minučių neeilinė pertrauka. </w:t>
      </w:r>
      <w:r w:rsidRPr="007140BF">
        <w:rPr>
          <w:rFonts w:eastAsia="Andale Sans UI"/>
          <w:kern w:val="2"/>
          <w:szCs w:val="24"/>
          <w:shd w:val="clear" w:color="auto" w:fill="FFFFFF"/>
          <w:lang w:eastAsia="ar-SA"/>
        </w:rPr>
        <w:t>Dėl ilgesnės neeilinės pertraukos paskelbimo sprendžia Savivaldybės taryba. D</w:t>
      </w:r>
      <w:r w:rsidRPr="007140BF">
        <w:rPr>
          <w:rFonts w:eastAsia="Andale Sans UI"/>
          <w:kern w:val="2"/>
          <w:szCs w:val="24"/>
          <w:lang w:eastAsia="ar-SA"/>
        </w:rPr>
        <w:t>aryti tokias pertraukas galima iš viso tik 2 kartus per posėdį, o tame pačiame posėdyje daroma tik viena to paties klausimo svarstymo neeilinė pertrauka</w:t>
      </w:r>
      <w:r w:rsidRPr="007140BF">
        <w:rPr>
          <w:rFonts w:eastAsia="Andale Sans UI"/>
          <w:kern w:val="2"/>
          <w:szCs w:val="24"/>
          <w:shd w:val="clear" w:color="auto" w:fill="FFFFFF"/>
          <w:lang w:eastAsia="ar-SA"/>
        </w:rPr>
        <w:t>.</w:t>
      </w:r>
    </w:p>
    <w:p w:rsidR="00065406" w:rsidRPr="007140BF" w:rsidRDefault="00065406" w:rsidP="00065406">
      <w:pPr>
        <w:ind w:firstLine="720"/>
        <w:jc w:val="both"/>
        <w:rPr>
          <w:lang w:eastAsia="lt-LT"/>
        </w:rPr>
      </w:pPr>
      <w:r w:rsidRPr="007140BF">
        <w:rPr>
          <w:lang w:eastAsia="lt-LT"/>
        </w:rPr>
        <w:t>13</w:t>
      </w:r>
      <w:r w:rsidR="004F0FB4">
        <w:rPr>
          <w:lang w:eastAsia="lt-LT"/>
        </w:rPr>
        <w:t>6</w:t>
      </w:r>
      <w:r w:rsidRPr="007140BF">
        <w:rPr>
          <w:lang w:eastAsia="lt-LT"/>
        </w:rPr>
        <w:t>. Posėdžio pirmininkas po diskusijų ir kalbų dėl balsavimo motyvų skelbia balsavimo pradžią ir praneša balsavimo rezultatus. Balsuojant replikos ar pastabos neleidžiamos.</w:t>
      </w:r>
    </w:p>
    <w:p w:rsidR="00065406" w:rsidRPr="007140BF" w:rsidRDefault="00065406" w:rsidP="00065406">
      <w:pPr>
        <w:ind w:firstLine="720"/>
        <w:jc w:val="both"/>
        <w:rPr>
          <w:lang w:eastAsia="lt-LT"/>
        </w:rPr>
      </w:pPr>
      <w:r w:rsidRPr="007140BF">
        <w:rPr>
          <w:lang w:eastAsia="lt-LT"/>
        </w:rPr>
        <w:t>13</w:t>
      </w:r>
      <w:r w:rsidR="004F0FB4">
        <w:rPr>
          <w:lang w:eastAsia="lt-LT"/>
        </w:rPr>
        <w:t>7</w:t>
      </w:r>
      <w:r w:rsidRPr="007140BF">
        <w:rPr>
          <w:lang w:eastAsia="lt-LT"/>
        </w:rPr>
        <w:t>. Tarybos sprendimai priimami atviru arba slaptu balsavimu.</w:t>
      </w:r>
    </w:p>
    <w:p w:rsidR="00065406" w:rsidRPr="000D3DDB"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 Sprendimų priėmimo tvarka: </w:t>
      </w:r>
    </w:p>
    <w:p w:rsidR="00065406" w:rsidRPr="009F663D"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.1. Savivaldybės taryba pritaria </w:t>
      </w:r>
      <w:r w:rsidRPr="009F663D">
        <w:rPr>
          <w:szCs w:val="24"/>
        </w:rPr>
        <w:t>pateiktam tarybos sprendimo projektui (pirmiausia balsuojama už pateiktą sprendimo projektą);</w:t>
      </w:r>
    </w:p>
    <w:p w:rsidR="00065406" w:rsidRPr="00BD1AD5" w:rsidRDefault="00065406" w:rsidP="00065406">
      <w:pPr>
        <w:ind w:firstLine="720"/>
        <w:jc w:val="both"/>
        <w:rPr>
          <w:szCs w:val="24"/>
        </w:rPr>
      </w:pPr>
      <w:r w:rsidRPr="00CD41E5">
        <w:rPr>
          <w:szCs w:val="24"/>
        </w:rPr>
        <w:t>13</w:t>
      </w:r>
      <w:r w:rsidR="004F0FB4">
        <w:rPr>
          <w:szCs w:val="24"/>
        </w:rPr>
        <w:t>8</w:t>
      </w:r>
      <w:r w:rsidRPr="00BD1AD5">
        <w:rPr>
          <w:szCs w:val="24"/>
        </w:rPr>
        <w:t xml:space="preserve">.2. pritaria pateiktam tarybos sprendimo projektui su pasiūlytomis pataisomis ir (ar) pakeitimais; </w:t>
      </w:r>
    </w:p>
    <w:p w:rsidR="00065406" w:rsidRPr="000D3DDB" w:rsidRDefault="00065406" w:rsidP="00065406">
      <w:pPr>
        <w:tabs>
          <w:tab w:val="left" w:pos="720"/>
        </w:tabs>
        <w:ind w:firstLine="720"/>
        <w:jc w:val="both"/>
        <w:rPr>
          <w:szCs w:val="24"/>
        </w:rPr>
      </w:pPr>
      <w:r w:rsidRPr="00BD1AD5">
        <w:rPr>
          <w:szCs w:val="24"/>
        </w:rPr>
        <w:t>13</w:t>
      </w:r>
      <w:r w:rsidR="004F0FB4">
        <w:rPr>
          <w:szCs w:val="24"/>
        </w:rPr>
        <w:t>8</w:t>
      </w:r>
      <w:r w:rsidRPr="00BD1AD5">
        <w:rPr>
          <w:szCs w:val="24"/>
        </w:rPr>
        <w:t>.3. atideda tarybos sprendimo projekto svarstymą (redaguoti jį arba surinkti papildomos informacijos). Galutiniam tarybos sprendimo projektui parengti gali būti</w:t>
      </w:r>
      <w:r w:rsidRPr="000D3DDB">
        <w:rPr>
          <w:szCs w:val="24"/>
        </w:rPr>
        <w:t xml:space="preserve"> sudaroma redakcinė arba </w:t>
      </w:r>
      <w:r w:rsidRPr="009F663D">
        <w:rPr>
          <w:szCs w:val="24"/>
        </w:rPr>
        <w:t xml:space="preserve">kita </w:t>
      </w:r>
      <w:r w:rsidR="00BD1AD5" w:rsidRPr="001E3692">
        <w:rPr>
          <w:szCs w:val="24"/>
        </w:rPr>
        <w:t>T</w:t>
      </w:r>
      <w:r w:rsidRPr="009F663D">
        <w:rPr>
          <w:szCs w:val="24"/>
        </w:rPr>
        <w:t>arybos komisija. Komisijos pirmininkas prane</w:t>
      </w:r>
      <w:r w:rsidRPr="00CD41E5">
        <w:rPr>
          <w:szCs w:val="24"/>
        </w:rPr>
        <w:t>ša Savivaldybės tarybai komisijos darbo rezultatus ir pristato tarybai sprendimo projektą</w:t>
      </w:r>
      <w:r w:rsidRPr="000D3DDB">
        <w:rPr>
          <w:szCs w:val="24"/>
        </w:rPr>
        <w:t xml:space="preserve">. </w:t>
      </w:r>
    </w:p>
    <w:p w:rsidR="00065406" w:rsidRPr="000D3DDB" w:rsidRDefault="00065406" w:rsidP="00065406">
      <w:pPr>
        <w:ind w:firstLine="720"/>
        <w:jc w:val="both"/>
        <w:rPr>
          <w:lang w:eastAsia="lt-LT"/>
        </w:rPr>
      </w:pPr>
      <w:r w:rsidRPr="000D3DDB">
        <w:rPr>
          <w:szCs w:val="24"/>
        </w:rPr>
        <w:t>1</w:t>
      </w:r>
      <w:r w:rsidR="004F0FB4">
        <w:rPr>
          <w:szCs w:val="24"/>
        </w:rPr>
        <w:t>39</w:t>
      </w:r>
      <w:r w:rsidRPr="000D3DDB">
        <w:rPr>
          <w:szCs w:val="24"/>
        </w:rPr>
        <w:t>. Atvirai balsuojama elektronine balsų skaičiavimo sistema:</w:t>
      </w:r>
    </w:p>
    <w:p w:rsidR="00EA3DFB"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.1. balsuoti reikalingos elektroninės identifikacijos priemonės (kortelės) išdalijamos </w:t>
      </w:r>
      <w:r w:rsidR="00065406" w:rsidRPr="007344C5">
        <w:rPr>
          <w:szCs w:val="24"/>
        </w:rPr>
        <w:t>tarybos nariams</w:t>
      </w:r>
      <w:r w:rsidR="00065406" w:rsidRPr="000D3DDB">
        <w:rPr>
          <w:szCs w:val="24"/>
        </w:rPr>
        <w:t xml:space="preserve">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w:t>
      </w:r>
      <w:r w:rsidR="000F6012">
        <w:rPr>
          <w:szCs w:val="24"/>
        </w:rPr>
        <w:t>–</w:t>
      </w:r>
      <w:r w:rsidR="00065406" w:rsidRPr="000D3DDB">
        <w:rPr>
          <w:szCs w:val="24"/>
        </w:rPr>
        <w:t xml:space="preserve"> </w:t>
      </w:r>
      <w:r w:rsidR="00065406" w:rsidRPr="007344C5">
        <w:rPr>
          <w:szCs w:val="24"/>
        </w:rPr>
        <w:t xml:space="preserve">informuoti </w:t>
      </w:r>
      <w:r w:rsidR="007344C5" w:rsidRPr="001E3692">
        <w:rPr>
          <w:szCs w:val="24"/>
        </w:rPr>
        <w:t>B</w:t>
      </w:r>
      <w:r w:rsidR="00065406" w:rsidRPr="007344C5">
        <w:rPr>
          <w:szCs w:val="24"/>
        </w:rPr>
        <w:t>alsų skaičiavimo komisiją;</w:t>
      </w:r>
      <w:r w:rsidR="00065406" w:rsidRPr="000D3DDB">
        <w:rPr>
          <w:szCs w:val="24"/>
        </w:rPr>
        <w:t xml:space="preserv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.2. balsuoti </w:t>
      </w:r>
      <w:r w:rsidR="00065406" w:rsidRPr="009F663D">
        <w:rPr>
          <w:szCs w:val="24"/>
        </w:rPr>
        <w:t xml:space="preserve">elektronine balsų skaičiavimo sistema gali tik elektroninėje </w:t>
      </w:r>
      <w:r w:rsidR="00065406" w:rsidRPr="00CD41E5">
        <w:rPr>
          <w:szCs w:val="24"/>
        </w:rPr>
        <w:t>balsų skaičiavimo sistemoje kortele užsiregistravę tarybos nariai.</w:t>
      </w:r>
      <w:r w:rsidR="00065406" w:rsidRPr="000D3DDB">
        <w:rPr>
          <w:szCs w:val="24"/>
        </w:rPr>
        <w:t xml:space="preserve"> Balsuojama „už“, „prieš“ arba „susilaikoma“. Tarybos nariui nebalsavus „už“, „prieš“ arba „susilaikoma“, laikoma, </w:t>
      </w:r>
      <w:r w:rsidR="00065406" w:rsidRPr="007344C5">
        <w:rPr>
          <w:szCs w:val="24"/>
        </w:rPr>
        <w:t>kad tarybos</w:t>
      </w:r>
      <w:r w:rsidR="00065406" w:rsidRPr="000D3DDB">
        <w:rPr>
          <w:szCs w:val="24"/>
        </w:rPr>
        <w:t xml:space="preserve"> narys, priimant atitinkamą sprendimą, nedalyvavo Savivaldybės tarybos posėdyje;</w:t>
      </w:r>
    </w:p>
    <w:p w:rsidR="00065406" w:rsidRPr="000D3DDB" w:rsidRDefault="00844550" w:rsidP="00065406">
      <w:pPr>
        <w:ind w:firstLine="720"/>
        <w:jc w:val="both"/>
        <w:rPr>
          <w:szCs w:val="24"/>
        </w:rPr>
      </w:pPr>
      <w:r w:rsidRPr="000D3DDB">
        <w:rPr>
          <w:szCs w:val="24"/>
        </w:rPr>
        <w:lastRenderedPageBreak/>
        <w:t>1</w:t>
      </w:r>
      <w:r w:rsidR="004F0FB4">
        <w:rPr>
          <w:szCs w:val="24"/>
        </w:rPr>
        <w:t>39</w:t>
      </w:r>
      <w:r w:rsidR="00065406" w:rsidRPr="000D3DDB">
        <w:rPr>
          <w:szCs w:val="24"/>
        </w:rPr>
        <w:t>.</w:t>
      </w:r>
      <w:r w:rsidR="00065406" w:rsidRPr="007344C5">
        <w:rPr>
          <w:szCs w:val="24"/>
        </w:rPr>
        <w:t>3. tarybos nario balso</w:t>
      </w:r>
      <w:r w:rsidR="00065406" w:rsidRPr="000D3DDB">
        <w:rPr>
          <w:szCs w:val="24"/>
        </w:rPr>
        <w:t xml:space="preserve"> teisė negali būti perduota kitiems asmenims;</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.4. balsavimo rezultatai parodomi elektroninės balsų skaičiavimo sistemos ekrane;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.5. atvirą balsavimą galima pakartoti, kol nepradėtas svarstyti kitas darbotvarkės klausimas, jeigu taip nusprendžia</w:t>
      </w:r>
      <w:r w:rsidR="00AF1B89">
        <w:rPr>
          <w:szCs w:val="24"/>
        </w:rPr>
        <w:t xml:space="preserve"> dauguma visų Savivaldybės tarybos narių</w:t>
      </w:r>
      <w:r w:rsidR="000F6012">
        <w:rPr>
          <w:szCs w:val="24"/>
        </w:rPr>
        <w:t>;</w:t>
      </w:r>
    </w:p>
    <w:p w:rsidR="00065406" w:rsidRPr="00BD1AD5" w:rsidRDefault="00844550" w:rsidP="00065406">
      <w:pPr>
        <w:autoSpaceDE w:val="0"/>
        <w:autoSpaceDN w:val="0"/>
        <w:adjustRightInd w:val="0"/>
        <w:ind w:firstLine="720"/>
        <w:jc w:val="both"/>
        <w:rPr>
          <w:rFonts w:eastAsia="TimesNewRomanPS-ItalicMT"/>
          <w:iCs/>
          <w:szCs w:val="24"/>
        </w:rPr>
      </w:pPr>
      <w:r w:rsidRPr="0034638B">
        <w:rPr>
          <w:szCs w:val="24"/>
        </w:rPr>
        <w:t>1</w:t>
      </w:r>
      <w:r w:rsidR="004F0FB4">
        <w:rPr>
          <w:szCs w:val="24"/>
        </w:rPr>
        <w:t>39</w:t>
      </w:r>
      <w:r w:rsidR="00065406" w:rsidRPr="0034638B">
        <w:rPr>
          <w:szCs w:val="24"/>
        </w:rPr>
        <w:t>.6.</w:t>
      </w:r>
      <w:r w:rsidR="00065406" w:rsidRPr="0034638B">
        <w:rPr>
          <w:rFonts w:eastAsia="TimesNewRomanPS-ItalicMT"/>
          <w:iCs/>
          <w:szCs w:val="24"/>
        </w:rPr>
        <w:t xml:space="preserve"> </w:t>
      </w:r>
      <w:r w:rsidR="000F6012">
        <w:rPr>
          <w:rFonts w:eastAsia="TimesNewRomanPSMT"/>
          <w:szCs w:val="24"/>
        </w:rPr>
        <w:t>j</w:t>
      </w:r>
      <w:r w:rsidR="00065406" w:rsidRPr="0034638B">
        <w:rPr>
          <w:rFonts w:eastAsia="TimesNewRomanPSMT"/>
          <w:szCs w:val="24"/>
        </w:rPr>
        <w:t xml:space="preserve">eigu </w:t>
      </w:r>
      <w:r w:rsidR="00065406" w:rsidRPr="009F663D">
        <w:rPr>
          <w:rFonts w:eastAsia="TimesNewRomanPSMT"/>
          <w:szCs w:val="24"/>
        </w:rPr>
        <w:t>balsavimo dėl tarybos sprendimo projekto</w:t>
      </w:r>
      <w:r w:rsidR="00065406" w:rsidRPr="0034638B">
        <w:rPr>
          <w:rFonts w:eastAsia="TimesNewRomanPSMT"/>
          <w:szCs w:val="24"/>
        </w:rPr>
        <w:t xml:space="preserve"> </w:t>
      </w:r>
      <w:r w:rsidR="00065406" w:rsidRPr="007344C5">
        <w:rPr>
          <w:rFonts w:eastAsia="TimesNewRomanPSMT"/>
          <w:szCs w:val="24"/>
        </w:rPr>
        <w:t>metu tarybos narių balsai pasiskirsto</w:t>
      </w:r>
      <w:r w:rsidR="00065406" w:rsidRPr="0034638B">
        <w:rPr>
          <w:rFonts w:eastAsia="TimesNewRomanPSMT"/>
          <w:szCs w:val="24"/>
        </w:rPr>
        <w:t xml:space="preserve"> po lygiai, </w:t>
      </w:r>
      <w:r w:rsidR="00065406" w:rsidRPr="00EA3DFB">
        <w:rPr>
          <w:rFonts w:eastAsia="TimesNewRomanPSMT"/>
          <w:color w:val="FF0000"/>
          <w:szCs w:val="24"/>
        </w:rPr>
        <w:t>daroma 1</w:t>
      </w:r>
      <w:r w:rsidR="00BD7801">
        <w:rPr>
          <w:rFonts w:eastAsia="TimesNewRomanPSMT"/>
          <w:color w:val="FF0000"/>
          <w:szCs w:val="24"/>
        </w:rPr>
        <w:t>0</w:t>
      </w:r>
      <w:r w:rsidR="00065406" w:rsidRPr="00EA3DFB">
        <w:rPr>
          <w:rFonts w:eastAsia="TimesNewRomanPSMT"/>
          <w:color w:val="FF0000"/>
          <w:szCs w:val="24"/>
        </w:rPr>
        <w:t xml:space="preserve"> min pertrauka, jeigu po pertraukos vėl </w:t>
      </w:r>
      <w:r w:rsidR="00065406" w:rsidRPr="009F663D">
        <w:rPr>
          <w:rFonts w:eastAsia="TimesNewRomanPSMT"/>
          <w:color w:val="FF0000"/>
          <w:szCs w:val="24"/>
        </w:rPr>
        <w:t>balsuojama po lygiai</w:t>
      </w:r>
      <w:r w:rsidR="00065406" w:rsidRPr="009F663D">
        <w:rPr>
          <w:rFonts w:eastAsia="TimesNewRomanPSMT"/>
          <w:color w:val="7030A0"/>
          <w:szCs w:val="24"/>
        </w:rPr>
        <w:t xml:space="preserve"> </w:t>
      </w:r>
      <w:r w:rsidR="007344C5" w:rsidRPr="001E3692">
        <w:rPr>
          <w:rFonts w:eastAsia="TimesNewRomanPSMT"/>
          <w:color w:val="7030A0"/>
          <w:szCs w:val="24"/>
        </w:rPr>
        <w:t xml:space="preserve">– </w:t>
      </w:r>
      <w:r w:rsidR="00065406" w:rsidRPr="009F663D">
        <w:rPr>
          <w:rFonts w:eastAsia="TimesNewRomanPSMT"/>
          <w:szCs w:val="24"/>
        </w:rPr>
        <w:t>tokiu atveju</w:t>
      </w:r>
      <w:r w:rsidR="00065406" w:rsidRPr="0034638B">
        <w:rPr>
          <w:rFonts w:eastAsia="TimesNewRomanPSMT"/>
          <w:szCs w:val="24"/>
        </w:rPr>
        <w:t xml:space="preserve"> laikoma, kad Savivaldybės taryba </w:t>
      </w:r>
      <w:r w:rsidR="00065406" w:rsidRPr="009F663D">
        <w:rPr>
          <w:rFonts w:eastAsia="TimesNewRomanPSMT"/>
          <w:szCs w:val="24"/>
        </w:rPr>
        <w:t>šiam tarybos sprendimui</w:t>
      </w:r>
      <w:r w:rsidR="00065406" w:rsidRPr="00CD41E5">
        <w:rPr>
          <w:rFonts w:eastAsia="TimesNewRomanPSMT"/>
          <w:szCs w:val="24"/>
        </w:rPr>
        <w:t xml:space="preserve"> nepritarė.</w:t>
      </w:r>
    </w:p>
    <w:p w:rsidR="00844550" w:rsidRPr="0034638B" w:rsidRDefault="00844550" w:rsidP="00844550">
      <w:pPr>
        <w:autoSpaceDE w:val="0"/>
        <w:autoSpaceDN w:val="0"/>
        <w:adjustRightInd w:val="0"/>
        <w:ind w:firstLine="720"/>
        <w:jc w:val="both"/>
        <w:rPr>
          <w:szCs w:val="24"/>
          <w:u w:val="single"/>
        </w:rPr>
      </w:pPr>
      <w:r w:rsidRPr="00BD1AD5">
        <w:rPr>
          <w:szCs w:val="24"/>
        </w:rPr>
        <w:t>14</w:t>
      </w:r>
      <w:r w:rsidR="004F0FB4">
        <w:rPr>
          <w:szCs w:val="24"/>
        </w:rPr>
        <w:t>0</w:t>
      </w:r>
      <w:r w:rsidRPr="00BD1AD5">
        <w:rPr>
          <w:szCs w:val="24"/>
        </w:rPr>
        <w:t xml:space="preserve">. Balsavimo metu po posėdžių salę nevaikštoma. Kol balsavimo procedūra nebaigta, jokie klausimai nesvarstomi. </w:t>
      </w:r>
      <w:r w:rsidRPr="00BD1AD5">
        <w:rPr>
          <w:rFonts w:eastAsia="TimesNewRomanPS-ItalicMT"/>
          <w:iCs/>
          <w:szCs w:val="24"/>
        </w:rPr>
        <w:t>Jeigu svarstomam klausimui būtina papildoma gilesnė analizė, tarybos</w:t>
      </w:r>
      <w:r w:rsidRPr="0034638B">
        <w:rPr>
          <w:rFonts w:eastAsia="TimesNewRomanPS-ItalicMT"/>
          <w:iCs/>
          <w:szCs w:val="24"/>
        </w:rPr>
        <w:t xml:space="preserve"> sprendimo projektas </w:t>
      </w:r>
      <w:r w:rsidRPr="009F663D">
        <w:rPr>
          <w:rFonts w:eastAsia="TimesNewRomanPS-ItalicMT"/>
          <w:iCs/>
          <w:szCs w:val="24"/>
        </w:rPr>
        <w:t xml:space="preserve">grąžinamas </w:t>
      </w:r>
      <w:r w:rsidR="00BD1AD5" w:rsidRPr="001E3692">
        <w:rPr>
          <w:rFonts w:eastAsia="TimesNewRomanPS-ItalicMT"/>
          <w:iCs/>
          <w:szCs w:val="24"/>
        </w:rPr>
        <w:t>k</w:t>
      </w:r>
      <w:r w:rsidRPr="009F663D">
        <w:rPr>
          <w:rFonts w:eastAsia="TimesNewRomanPS-ItalicMT"/>
          <w:iCs/>
          <w:szCs w:val="24"/>
        </w:rPr>
        <w:t>omitetui arba</w:t>
      </w:r>
      <w:r w:rsidRPr="0034638B">
        <w:rPr>
          <w:rFonts w:eastAsia="TimesNewRomanPS-ItalicMT"/>
          <w:iCs/>
          <w:szCs w:val="24"/>
        </w:rPr>
        <w:t xml:space="preserve"> </w:t>
      </w:r>
      <w:r w:rsidR="007344C5" w:rsidRPr="007344C5">
        <w:rPr>
          <w:rFonts w:eastAsia="TimesNewRomanPS-ItalicMT"/>
          <w:iCs/>
          <w:szCs w:val="24"/>
        </w:rPr>
        <w:t xml:space="preserve">Savivaldybės </w:t>
      </w:r>
      <w:r w:rsidR="007344C5" w:rsidRPr="001E3692">
        <w:rPr>
          <w:rFonts w:eastAsia="TimesNewRomanPS-ItalicMT"/>
          <w:iCs/>
          <w:szCs w:val="24"/>
        </w:rPr>
        <w:t>k</w:t>
      </w:r>
      <w:r w:rsidRPr="007344C5">
        <w:rPr>
          <w:rFonts w:eastAsia="TimesNewRomanPS-ItalicMT"/>
          <w:iCs/>
          <w:szCs w:val="24"/>
        </w:rPr>
        <w:t>olegijai papildomam</w:t>
      </w:r>
      <w:r w:rsidRPr="0034638B">
        <w:rPr>
          <w:rFonts w:eastAsia="TimesNewRomanPS-ItalicMT"/>
          <w:iCs/>
          <w:szCs w:val="24"/>
        </w:rPr>
        <w:t xml:space="preserve"> svarstymui, kad apsvarsčius būtų pateiktas pakartotinai jį svarstyti Savivaldybės tarybai. </w:t>
      </w:r>
    </w:p>
    <w:p w:rsidR="00844550" w:rsidRPr="0034638B" w:rsidRDefault="00844550" w:rsidP="00844550">
      <w:pPr>
        <w:ind w:firstLine="720"/>
        <w:jc w:val="both"/>
        <w:rPr>
          <w:szCs w:val="24"/>
        </w:rPr>
      </w:pPr>
      <w:r w:rsidRPr="0034638B">
        <w:rPr>
          <w:szCs w:val="24"/>
        </w:rPr>
        <w:t>14</w:t>
      </w:r>
      <w:r w:rsidR="004F0FB4">
        <w:rPr>
          <w:szCs w:val="24"/>
        </w:rPr>
        <w:t>1</w:t>
      </w:r>
      <w:r w:rsidRPr="0034638B">
        <w:rPr>
          <w:szCs w:val="24"/>
        </w:rPr>
        <w:t xml:space="preserve">. Jei balsų skaičiavimo sistema nenaudojama (dėl techninių ar kitokių priežasčių), balsuojama pakeliant ranką arba kortelę. Balsavimo rezultatus fiksuoja Savivaldybės tarybos sudaryta Balsų skaičiavimo komisija. Sprendimai gali būti priimti ir be balsavimo </w:t>
      </w:r>
      <w:r w:rsidR="001A04CA">
        <w:rPr>
          <w:szCs w:val="24"/>
        </w:rPr>
        <w:t>–</w:t>
      </w:r>
      <w:r w:rsidRPr="0034638B">
        <w:rPr>
          <w:szCs w:val="24"/>
        </w:rPr>
        <w:t xml:space="preserve"> </w:t>
      </w:r>
      <w:r w:rsidRPr="007344C5">
        <w:rPr>
          <w:szCs w:val="24"/>
        </w:rPr>
        <w:t>bendru tarybos</w:t>
      </w:r>
      <w:r w:rsidRPr="0034638B">
        <w:rPr>
          <w:szCs w:val="24"/>
        </w:rPr>
        <w:t xml:space="preserve"> narių sutarimu. Priimant sprendimą bendru sutarimu, laikoma, </w:t>
      </w:r>
      <w:r w:rsidRPr="007344C5">
        <w:rPr>
          <w:szCs w:val="24"/>
        </w:rPr>
        <w:t>kad visi tarybos nariai balsavo</w:t>
      </w:r>
      <w:r w:rsidRPr="0034638B">
        <w:rPr>
          <w:szCs w:val="24"/>
        </w:rPr>
        <w:t xml:space="preserve"> „už“.</w:t>
      </w:r>
    </w:p>
    <w:p w:rsidR="00223EAA" w:rsidRPr="0034638B" w:rsidRDefault="00223EAA" w:rsidP="00223EAA">
      <w:pPr>
        <w:ind w:firstLine="720"/>
        <w:jc w:val="both"/>
        <w:rPr>
          <w:szCs w:val="24"/>
          <w:lang w:eastAsia="lt-LT"/>
        </w:rPr>
      </w:pPr>
      <w:r w:rsidRPr="0034638B">
        <w:rPr>
          <w:szCs w:val="24"/>
          <w:lang w:eastAsia="lt-LT"/>
        </w:rPr>
        <w:t>14</w:t>
      </w:r>
      <w:r w:rsidR="004F0FB4">
        <w:rPr>
          <w:szCs w:val="24"/>
          <w:lang w:eastAsia="lt-LT"/>
        </w:rPr>
        <w:t>2</w:t>
      </w:r>
      <w:r w:rsidRPr="0034638B">
        <w:rPr>
          <w:szCs w:val="24"/>
          <w:lang w:eastAsia="lt-LT"/>
        </w:rPr>
        <w:t xml:space="preserve">. Balsavimą galima vieną kartą pakartoti, jeigu, balsuojant rankų pakėlimu, kyla abejonių dėl balsų suskaičiavimo ir jeigu to motyvuotai prašo bent </w:t>
      </w:r>
      <w:r w:rsidRPr="007344C5">
        <w:rPr>
          <w:szCs w:val="24"/>
          <w:lang w:eastAsia="lt-LT"/>
        </w:rPr>
        <w:t xml:space="preserve">vienas tarybos narys ir tokiam prašymui pritaria </w:t>
      </w:r>
      <w:r w:rsidR="00CC18D7">
        <w:rPr>
          <w:szCs w:val="24"/>
          <w:lang w:eastAsia="lt-LT"/>
        </w:rPr>
        <w:t>daugiau</w:t>
      </w:r>
      <w:r w:rsidRPr="007344C5">
        <w:rPr>
          <w:szCs w:val="24"/>
          <w:lang w:eastAsia="lt-LT"/>
        </w:rPr>
        <w:t xml:space="preserve"> kaip pusė </w:t>
      </w:r>
      <w:r w:rsidR="00CC18D7">
        <w:rPr>
          <w:szCs w:val="24"/>
          <w:lang w:eastAsia="lt-LT"/>
        </w:rPr>
        <w:t>visų Savivaldybės</w:t>
      </w:r>
      <w:r w:rsidRPr="007344C5">
        <w:rPr>
          <w:szCs w:val="24"/>
          <w:lang w:eastAsia="lt-LT"/>
        </w:rPr>
        <w:t xml:space="preserve"> </w:t>
      </w:r>
      <w:r w:rsidRPr="0024479C">
        <w:rPr>
          <w:szCs w:val="24"/>
          <w:lang w:eastAsia="lt-LT"/>
        </w:rPr>
        <w:t>tarybos narių.</w:t>
      </w:r>
      <w:r w:rsidRPr="0034638B">
        <w:rPr>
          <w:szCs w:val="24"/>
          <w:lang w:eastAsia="lt-LT"/>
        </w:rPr>
        <w:t xml:space="preserve"> </w:t>
      </w:r>
    </w:p>
    <w:p w:rsidR="00223EAA" w:rsidRPr="0034638B" w:rsidRDefault="00223EAA" w:rsidP="00223EAA">
      <w:pPr>
        <w:ind w:firstLine="720"/>
        <w:jc w:val="both"/>
        <w:rPr>
          <w:iCs/>
          <w:szCs w:val="24"/>
        </w:rPr>
      </w:pPr>
      <w:r w:rsidRPr="0034638B">
        <w:rPr>
          <w:szCs w:val="24"/>
        </w:rPr>
        <w:t>14</w:t>
      </w:r>
      <w:r w:rsidR="004F0FB4">
        <w:rPr>
          <w:szCs w:val="24"/>
        </w:rPr>
        <w:t>3</w:t>
      </w:r>
      <w:r w:rsidRPr="0034638B">
        <w:rPr>
          <w:szCs w:val="24"/>
        </w:rPr>
        <w:t>. Jei svarstytu klausimu buvo balsuojama, bet sprendimas nebuvo priimtas, pakartotinai šis klausimas gali būti svarstomas tik kitame Savivaldybės tarybos posėdyje.</w:t>
      </w:r>
      <w:r w:rsidRPr="0034638B">
        <w:rPr>
          <w:iCs/>
          <w:szCs w:val="24"/>
        </w:rPr>
        <w:t xml:space="preserve"> </w:t>
      </w:r>
    </w:p>
    <w:p w:rsidR="00BC117B" w:rsidRPr="007E2D97" w:rsidRDefault="0034638B" w:rsidP="00BC117B">
      <w:pPr>
        <w:ind w:firstLine="720"/>
        <w:jc w:val="both"/>
        <w:rPr>
          <w:szCs w:val="24"/>
        </w:rPr>
      </w:pPr>
      <w:r w:rsidRPr="007E2D97">
        <w:rPr>
          <w:szCs w:val="24"/>
        </w:rPr>
        <w:t>14</w:t>
      </w:r>
      <w:r w:rsidR="004F0FB4">
        <w:rPr>
          <w:szCs w:val="24"/>
        </w:rPr>
        <w:t>4</w:t>
      </w:r>
      <w:r w:rsidR="00BC117B" w:rsidRPr="007E2D97">
        <w:rPr>
          <w:szCs w:val="24"/>
        </w:rPr>
        <w:t xml:space="preserve">. </w:t>
      </w:r>
      <w:r w:rsidR="00BC117B" w:rsidRPr="007344C5">
        <w:rPr>
          <w:szCs w:val="24"/>
        </w:rPr>
        <w:t>Savivaldybės tarybos posėdžio metu, nagrinėjant darbotvarkėje numatytus klausimus, posėdyje dalyvauja</w:t>
      </w:r>
      <w:r w:rsidR="00BC117B" w:rsidRPr="0024479C">
        <w:rPr>
          <w:szCs w:val="24"/>
        </w:rPr>
        <w:t xml:space="preserve">nčių tarybos narių balsų dauguma arba bendru sutarimu gali būti priimami protokoliniai pavedimai. Protokoliniai pavedimai gali būti adresuojami Savivaldybės administracijos direktoriui, komitetams bei komisijoms, </w:t>
      </w:r>
      <w:r w:rsidR="001A04CA" w:rsidRPr="0024479C">
        <w:rPr>
          <w:szCs w:val="24"/>
        </w:rPr>
        <w:t>s</w:t>
      </w:r>
      <w:r w:rsidR="00BC117B" w:rsidRPr="0024479C">
        <w:rPr>
          <w:szCs w:val="24"/>
        </w:rPr>
        <w:t>avivaldybės kontrolieriui bei kitie</w:t>
      </w:r>
      <w:r w:rsidR="00BC117B" w:rsidRPr="00C34BCA">
        <w:rPr>
          <w:szCs w:val="24"/>
        </w:rPr>
        <w:t>ms Savivaldybės administravimo subjektams, merui. Protokoliniais</w:t>
      </w:r>
      <w:r w:rsidR="00BC117B" w:rsidRPr="007E2D97">
        <w:rPr>
          <w:szCs w:val="24"/>
        </w:rPr>
        <w:t xml:space="preserve"> pavedimais suformuluojama Savivaldybės tarybos užduotis adresatui bei nurodomas įvykdymo terminas. Protokolinių pavedimų įgyvendinimo kontrolę vykdo Savivaldybės tarybos posėdžių sekretorius (-</w:t>
      </w:r>
      <w:proofErr w:type="spellStart"/>
      <w:r w:rsidR="00BC117B" w:rsidRPr="007E2D97">
        <w:rPr>
          <w:szCs w:val="24"/>
        </w:rPr>
        <w:t>iai</w:t>
      </w:r>
      <w:proofErr w:type="spellEnd"/>
      <w:r w:rsidR="00BC117B" w:rsidRPr="007E2D97">
        <w:rPr>
          <w:szCs w:val="24"/>
        </w:rPr>
        <w:t xml:space="preserve">). </w:t>
      </w:r>
    </w:p>
    <w:p w:rsidR="00BC117B" w:rsidRPr="007E2D97" w:rsidRDefault="007E2D97" w:rsidP="00BC117B">
      <w:pPr>
        <w:tabs>
          <w:tab w:val="left" w:pos="720"/>
        </w:tabs>
        <w:ind w:firstLine="720"/>
        <w:jc w:val="both"/>
        <w:rPr>
          <w:szCs w:val="24"/>
        </w:rPr>
      </w:pPr>
      <w:r w:rsidRPr="007E2D97">
        <w:rPr>
          <w:szCs w:val="24"/>
        </w:rPr>
        <w:t>14</w:t>
      </w:r>
      <w:r w:rsidR="004F0FB4">
        <w:rPr>
          <w:szCs w:val="24"/>
        </w:rPr>
        <w:t>5</w:t>
      </w:r>
      <w:r w:rsidR="00BC117B" w:rsidRPr="007E2D97">
        <w:rPr>
          <w:szCs w:val="24"/>
        </w:rPr>
        <w:t xml:space="preserve">. Savivaldybės tarybos posėdžio pabaigoje taip pat </w:t>
      </w:r>
      <w:r w:rsidR="00BC117B" w:rsidRPr="007344C5">
        <w:rPr>
          <w:szCs w:val="24"/>
        </w:rPr>
        <w:t>suteikiama galimybė tarybos nariams</w:t>
      </w:r>
      <w:r w:rsidR="00BC117B" w:rsidRPr="007E2D97">
        <w:rPr>
          <w:szCs w:val="24"/>
        </w:rPr>
        <w:t xml:space="preserve"> savo, frakcijos ar grupės vardu perskaityti pareiškimus.</w:t>
      </w:r>
    </w:p>
    <w:p w:rsidR="00286349" w:rsidRPr="007E2D97" w:rsidRDefault="007E2D97" w:rsidP="00065406">
      <w:pPr>
        <w:ind w:firstLine="720"/>
        <w:jc w:val="both"/>
        <w:rPr>
          <w:lang w:eastAsia="lt-LT"/>
        </w:rPr>
      </w:pPr>
      <w:r w:rsidRPr="007E2D97">
        <w:rPr>
          <w:lang w:eastAsia="lt-LT"/>
        </w:rPr>
        <w:t>14</w:t>
      </w:r>
      <w:r w:rsidR="004F0FB4">
        <w:rPr>
          <w:lang w:eastAsia="lt-LT"/>
        </w:rPr>
        <w:t>6</w:t>
      </w:r>
      <w:r w:rsidR="00286349" w:rsidRPr="007E2D97">
        <w:rPr>
          <w:lang w:eastAsia="lt-LT"/>
        </w:rPr>
        <w:t xml:space="preserve">. </w:t>
      </w:r>
      <w:r w:rsidR="00065406" w:rsidRPr="007E2D97">
        <w:rPr>
          <w:lang w:eastAsia="lt-LT"/>
        </w:rPr>
        <w:t xml:space="preserve">Slaptai balsuojama </w:t>
      </w:r>
      <w:r w:rsidR="00286349" w:rsidRPr="007E2D97">
        <w:rPr>
          <w:lang w:eastAsia="lt-LT"/>
        </w:rPr>
        <w:t>Į</w:t>
      </w:r>
      <w:r w:rsidR="00065406" w:rsidRPr="007E2D97">
        <w:rPr>
          <w:lang w:eastAsia="lt-LT"/>
        </w:rPr>
        <w:t xml:space="preserve">statyme nustatytais atvejais. Balsuojama </w:t>
      </w:r>
      <w:r w:rsidR="00286349" w:rsidRPr="007E2D97">
        <w:rPr>
          <w:lang w:eastAsia="lt-LT"/>
        </w:rPr>
        <w:t>Savivaldybės t</w:t>
      </w:r>
      <w:r w:rsidR="00065406" w:rsidRPr="007E2D97">
        <w:rPr>
          <w:lang w:eastAsia="lt-LT"/>
        </w:rPr>
        <w:t>arybos patvirtintais b</w:t>
      </w:r>
      <w:r w:rsidR="00286349" w:rsidRPr="007E2D97">
        <w:rPr>
          <w:lang w:eastAsia="lt-LT"/>
        </w:rPr>
        <w:t>alsavimo biuleteniais, kuriuos</w:t>
      </w:r>
      <w:r w:rsidR="00EC3749">
        <w:rPr>
          <w:lang w:eastAsia="lt-LT"/>
        </w:rPr>
        <w:t xml:space="preserve"> B</w:t>
      </w:r>
      <w:r w:rsidR="00065406" w:rsidRPr="007E2D97">
        <w:rPr>
          <w:lang w:eastAsia="lt-LT"/>
        </w:rPr>
        <w:t xml:space="preserve">alsų skaičiavimo komisija antspauduoja ir išduoda </w:t>
      </w:r>
      <w:r w:rsidR="007344C5" w:rsidRPr="001E3692">
        <w:rPr>
          <w:lang w:eastAsia="lt-LT"/>
        </w:rPr>
        <w:t>t</w:t>
      </w:r>
      <w:r w:rsidR="00065406" w:rsidRPr="007344C5">
        <w:rPr>
          <w:lang w:eastAsia="lt-LT"/>
        </w:rPr>
        <w:t>arybos nariams.</w:t>
      </w:r>
      <w:r w:rsidR="00065406" w:rsidRPr="007E2D97">
        <w:rPr>
          <w:lang w:eastAsia="lt-LT"/>
        </w:rPr>
        <w:t xml:space="preserve"> Tarybos nariai pasirašo balsavimo biuletenių išdavimo</w:t>
      </w:r>
      <w:r w:rsidR="00EC3749">
        <w:rPr>
          <w:lang w:eastAsia="lt-LT"/>
        </w:rPr>
        <w:t xml:space="preserve"> lape. Slapto balsavimo atveju B</w:t>
      </w:r>
      <w:r w:rsidR="00065406" w:rsidRPr="007E2D97">
        <w:rPr>
          <w:lang w:eastAsia="lt-LT"/>
        </w:rPr>
        <w:t xml:space="preserve">alsų skaičiavimo komisija sudaroma iš </w:t>
      </w:r>
      <w:r w:rsidR="00EC3749">
        <w:rPr>
          <w:lang w:eastAsia="lt-LT"/>
        </w:rPr>
        <w:t>Savivaldybės t</w:t>
      </w:r>
      <w:r w:rsidR="00065406" w:rsidRPr="007E2D97">
        <w:rPr>
          <w:lang w:eastAsia="lt-LT"/>
        </w:rPr>
        <w:t xml:space="preserve">arybos </w:t>
      </w:r>
      <w:r w:rsidR="00065406" w:rsidRPr="009F663D">
        <w:rPr>
          <w:lang w:eastAsia="lt-LT"/>
        </w:rPr>
        <w:t xml:space="preserve">frakcijų ir </w:t>
      </w:r>
      <w:r w:rsidR="00BD1AD5">
        <w:rPr>
          <w:lang w:eastAsia="lt-LT"/>
        </w:rPr>
        <w:t>t</w:t>
      </w:r>
      <w:r w:rsidR="00065406" w:rsidRPr="009F663D">
        <w:rPr>
          <w:lang w:eastAsia="lt-LT"/>
        </w:rPr>
        <w:t>arybos narių</w:t>
      </w:r>
      <w:r w:rsidR="00065406" w:rsidRPr="00CD41E5">
        <w:rPr>
          <w:lang w:eastAsia="lt-LT"/>
        </w:rPr>
        <w:t xml:space="preserve"> grupės (-</w:t>
      </w:r>
      <w:proofErr w:type="spellStart"/>
      <w:r w:rsidR="00065406" w:rsidRPr="00CD41E5">
        <w:rPr>
          <w:lang w:eastAsia="lt-LT"/>
        </w:rPr>
        <w:t>ių</w:t>
      </w:r>
      <w:proofErr w:type="spellEnd"/>
      <w:r w:rsidR="00065406" w:rsidRPr="00CD41E5">
        <w:rPr>
          <w:lang w:eastAsia="lt-LT"/>
        </w:rPr>
        <w:t>) deleguotų atstovų.</w:t>
      </w:r>
    </w:p>
    <w:p w:rsidR="00A41166" w:rsidRPr="00EC3749" w:rsidRDefault="007E2D97" w:rsidP="00065406">
      <w:pPr>
        <w:ind w:firstLine="720"/>
        <w:jc w:val="both"/>
        <w:rPr>
          <w:szCs w:val="24"/>
        </w:rPr>
      </w:pPr>
      <w:r w:rsidRPr="00EC3749">
        <w:rPr>
          <w:szCs w:val="24"/>
        </w:rPr>
        <w:t>14</w:t>
      </w:r>
      <w:r w:rsidR="004F0FB4">
        <w:rPr>
          <w:szCs w:val="24"/>
        </w:rPr>
        <w:t>7</w:t>
      </w:r>
      <w:r w:rsidR="00286349" w:rsidRPr="00EC3749">
        <w:rPr>
          <w:szCs w:val="24"/>
        </w:rPr>
        <w:t>. Slapto balsavimo vietoje turi būti balsa</w:t>
      </w:r>
      <w:r w:rsidR="002C4FA8" w:rsidRPr="00EC3749">
        <w:rPr>
          <w:szCs w:val="24"/>
        </w:rPr>
        <w:t>dėžė ir slapto balsavimo kabina</w:t>
      </w:r>
      <w:r w:rsidR="00286349" w:rsidRPr="00EC3749">
        <w:rPr>
          <w:szCs w:val="24"/>
        </w:rPr>
        <w:t xml:space="preserve"> arba </w:t>
      </w:r>
      <w:r w:rsidR="002C4FA8" w:rsidRPr="00EC3749">
        <w:rPr>
          <w:szCs w:val="24"/>
        </w:rPr>
        <w:t>tam tinkanti</w:t>
      </w:r>
      <w:r w:rsidR="00286349" w:rsidRPr="00EC3749">
        <w:rPr>
          <w:szCs w:val="24"/>
        </w:rPr>
        <w:t xml:space="preserve"> patalpa, </w:t>
      </w:r>
      <w:r w:rsidR="00286349" w:rsidRPr="0024479C">
        <w:rPr>
          <w:szCs w:val="24"/>
        </w:rPr>
        <w:t>kurioje tarybos narys galėtų slaptai užpildyti biuletenį. Užpildytą biuletenį tarybos narys įmeta į b</w:t>
      </w:r>
      <w:r w:rsidR="00286349" w:rsidRPr="00FD2B00">
        <w:rPr>
          <w:szCs w:val="24"/>
        </w:rPr>
        <w:t>alsadėžę.</w:t>
      </w:r>
    </w:p>
    <w:p w:rsidR="00A41166" w:rsidRPr="00EC3749" w:rsidRDefault="00EC3749" w:rsidP="00065406">
      <w:pPr>
        <w:ind w:firstLine="720"/>
        <w:jc w:val="both"/>
        <w:rPr>
          <w:lang w:eastAsia="lt-LT"/>
        </w:rPr>
      </w:pPr>
      <w:r w:rsidRPr="00EC3749">
        <w:rPr>
          <w:szCs w:val="24"/>
        </w:rPr>
        <w:t>14</w:t>
      </w:r>
      <w:r w:rsidR="004F0FB4">
        <w:rPr>
          <w:szCs w:val="24"/>
        </w:rPr>
        <w:t>8</w:t>
      </w:r>
      <w:r w:rsidR="00A41166" w:rsidRPr="00EC3749">
        <w:rPr>
          <w:szCs w:val="24"/>
        </w:rPr>
        <w:t xml:space="preserve">. </w:t>
      </w:r>
      <w:r w:rsidR="00065406" w:rsidRPr="00EC3749">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065406" w:rsidRPr="00EC3749" w:rsidRDefault="00EC3749" w:rsidP="00065406">
      <w:pPr>
        <w:ind w:firstLine="720"/>
        <w:jc w:val="both"/>
        <w:rPr>
          <w:lang w:eastAsia="lt-LT"/>
        </w:rPr>
      </w:pPr>
      <w:r w:rsidRPr="00EC3749">
        <w:rPr>
          <w:lang w:eastAsia="lt-LT"/>
        </w:rPr>
        <w:t>1</w:t>
      </w:r>
      <w:r w:rsidR="004F0FB4">
        <w:rPr>
          <w:lang w:eastAsia="lt-LT"/>
        </w:rPr>
        <w:t>49</w:t>
      </w:r>
      <w:r w:rsidR="00A41166" w:rsidRPr="00EC3749">
        <w:rPr>
          <w:lang w:eastAsia="lt-LT"/>
        </w:rPr>
        <w:t xml:space="preserve">. </w:t>
      </w:r>
      <w:r w:rsidR="00065406" w:rsidRPr="00EC3749">
        <w:rPr>
          <w:lang w:eastAsia="lt-LT"/>
        </w:rPr>
        <w:t>Biuletenis turi turėti antraštę, kurioje aiškiai nurodyta, dėl ko balsuojama.</w:t>
      </w:r>
      <w:r w:rsidR="00B8647C" w:rsidRPr="00EC3749">
        <w:rPr>
          <w:lang w:eastAsia="lt-LT"/>
        </w:rPr>
        <w:t xml:space="preserve"> </w:t>
      </w:r>
    </w:p>
    <w:p w:rsidR="00A41166" w:rsidRPr="00B23D1D" w:rsidRDefault="00EC3749" w:rsidP="00065406">
      <w:pPr>
        <w:ind w:firstLine="720"/>
        <w:jc w:val="both"/>
        <w:rPr>
          <w:szCs w:val="24"/>
        </w:rPr>
      </w:pPr>
      <w:r w:rsidRPr="00B23D1D">
        <w:rPr>
          <w:szCs w:val="24"/>
        </w:rPr>
        <w:t>15</w:t>
      </w:r>
      <w:r w:rsidR="004F0FB4">
        <w:rPr>
          <w:szCs w:val="24"/>
        </w:rPr>
        <w:t>0</w:t>
      </w:r>
      <w:r w:rsidR="00A41166" w:rsidRPr="00B23D1D">
        <w:rPr>
          <w:szCs w:val="24"/>
        </w:rPr>
        <w:t>. Pasibaigus slaptam balsavimui, Balsų skaičiavimo komisija biuletenius išima iš balsadėžės, juos suskaičiuoja, surašo balsavimo rezultatų protokolą</w:t>
      </w:r>
      <w:r w:rsidRPr="00B23D1D">
        <w:rPr>
          <w:szCs w:val="24"/>
        </w:rPr>
        <w:t xml:space="preserve"> </w:t>
      </w:r>
      <w:r w:rsidR="00A41166" w:rsidRPr="00B23D1D">
        <w:rPr>
          <w:szCs w:val="24"/>
        </w:rPr>
        <w:t>ir jį pasirašo.</w:t>
      </w:r>
    </w:p>
    <w:p w:rsidR="00A41166" w:rsidRPr="00E11098" w:rsidRDefault="00E11098" w:rsidP="00065406">
      <w:pPr>
        <w:ind w:firstLine="720"/>
        <w:jc w:val="both"/>
        <w:rPr>
          <w:lang w:eastAsia="lt-LT"/>
        </w:rPr>
      </w:pPr>
      <w:r w:rsidRPr="00E11098">
        <w:rPr>
          <w:lang w:eastAsia="lt-LT"/>
        </w:rPr>
        <w:t>15</w:t>
      </w:r>
      <w:r w:rsidR="004F0FB4">
        <w:rPr>
          <w:lang w:eastAsia="lt-LT"/>
        </w:rPr>
        <w:t>1</w:t>
      </w:r>
      <w:r w:rsidR="00A41166" w:rsidRPr="00E11098">
        <w:rPr>
          <w:lang w:eastAsia="lt-LT"/>
        </w:rPr>
        <w:t xml:space="preserve">. </w:t>
      </w:r>
      <w:r w:rsidR="00065406" w:rsidRPr="00E11098">
        <w:rPr>
          <w:lang w:eastAsia="lt-LT"/>
        </w:rPr>
        <w:t>Slapt</w:t>
      </w:r>
      <w:r w:rsidR="00A41166" w:rsidRPr="00E11098">
        <w:rPr>
          <w:lang w:eastAsia="lt-LT"/>
        </w:rPr>
        <w:t>o balsavimo rezultatus skelbia B</w:t>
      </w:r>
      <w:r w:rsidR="00065406" w:rsidRPr="00E11098">
        <w:rPr>
          <w:lang w:eastAsia="lt-LT"/>
        </w:rPr>
        <w:t>alsų skaičiavimo komisijos pirmininkas.</w:t>
      </w:r>
    </w:p>
    <w:p w:rsidR="00A41166" w:rsidRPr="00E11098" w:rsidRDefault="00E11098" w:rsidP="00A41166">
      <w:pPr>
        <w:shd w:val="clear" w:color="auto" w:fill="FFFFFF"/>
        <w:tabs>
          <w:tab w:val="left" w:pos="720"/>
        </w:tabs>
        <w:ind w:firstLine="720"/>
        <w:jc w:val="both"/>
        <w:rPr>
          <w:spacing w:val="1"/>
          <w:szCs w:val="24"/>
        </w:rPr>
      </w:pPr>
      <w:r w:rsidRPr="00E11098">
        <w:rPr>
          <w:szCs w:val="24"/>
        </w:rPr>
        <w:t>15</w:t>
      </w:r>
      <w:r w:rsidR="004F0FB4">
        <w:rPr>
          <w:szCs w:val="24"/>
        </w:rPr>
        <w:t>2</w:t>
      </w:r>
      <w:r w:rsidR="00A41166" w:rsidRPr="00E11098">
        <w:rPr>
          <w:szCs w:val="24"/>
        </w:rPr>
        <w:t>. Slaptam b</w:t>
      </w:r>
      <w:r w:rsidR="00A41166" w:rsidRPr="00E11098">
        <w:rPr>
          <w:spacing w:val="1"/>
          <w:szCs w:val="24"/>
        </w:rPr>
        <w:t xml:space="preserve">alsavimui gali būti pateiktas vienas arba keli alternatyvūs pateiktam sprendimo projektui  sprendimo projektai. Pirmuoju </w:t>
      </w:r>
      <w:r w:rsidR="00A41166" w:rsidRPr="00E11098">
        <w:rPr>
          <w:spacing w:val="2"/>
          <w:szCs w:val="24"/>
        </w:rPr>
        <w:t xml:space="preserve">atveju balsuojama „už“, „prieš“ arba „susilaikoma“. Antruoju atveju </w:t>
      </w:r>
      <w:r w:rsidR="00A41166" w:rsidRPr="0024479C">
        <w:rPr>
          <w:spacing w:val="2"/>
          <w:szCs w:val="24"/>
        </w:rPr>
        <w:t xml:space="preserve">vienas tarybos narys </w:t>
      </w:r>
      <w:r w:rsidR="00A41166" w:rsidRPr="0024479C">
        <w:rPr>
          <w:spacing w:val="6"/>
          <w:szCs w:val="24"/>
        </w:rPr>
        <w:t>balsuoja</w:t>
      </w:r>
      <w:r w:rsidR="00A41166" w:rsidRPr="00E11098">
        <w:rPr>
          <w:spacing w:val="6"/>
          <w:szCs w:val="24"/>
        </w:rPr>
        <w:t xml:space="preserve"> tik už vieną pasirinktą sprendimo projektą. Kai balsuojama biuleteniais, kiti pasiūlymai </w:t>
      </w:r>
      <w:r w:rsidR="00A41166" w:rsidRPr="00E11098">
        <w:rPr>
          <w:spacing w:val="1"/>
          <w:szCs w:val="24"/>
        </w:rPr>
        <w:t>išbraukiami.</w:t>
      </w:r>
    </w:p>
    <w:p w:rsidR="00065406" w:rsidRPr="00E11098" w:rsidRDefault="00A41166" w:rsidP="00065406">
      <w:pPr>
        <w:ind w:firstLine="720"/>
        <w:jc w:val="both"/>
        <w:rPr>
          <w:lang w:eastAsia="lt-LT"/>
        </w:rPr>
      </w:pPr>
      <w:r w:rsidRPr="00E11098">
        <w:rPr>
          <w:lang w:eastAsia="lt-LT"/>
        </w:rPr>
        <w:t>15</w:t>
      </w:r>
      <w:r w:rsidR="004F0FB4">
        <w:rPr>
          <w:lang w:eastAsia="lt-LT"/>
        </w:rPr>
        <w:t>3</w:t>
      </w:r>
      <w:r w:rsidRPr="00E11098">
        <w:rPr>
          <w:lang w:eastAsia="lt-LT"/>
        </w:rPr>
        <w:t>. P</w:t>
      </w:r>
      <w:r w:rsidR="00065406" w:rsidRPr="00E11098">
        <w:rPr>
          <w:lang w:eastAsia="lt-LT"/>
        </w:rPr>
        <w:t xml:space="preserve">osėdžio pirmininkas nustato balsavimo dėl alternatyvių pasiūlymų eilės tvarką. </w:t>
      </w:r>
    </w:p>
    <w:p w:rsidR="00A41166" w:rsidRPr="00E11098" w:rsidRDefault="00E11098" w:rsidP="00A41166">
      <w:pPr>
        <w:ind w:firstLine="720"/>
        <w:jc w:val="both"/>
        <w:rPr>
          <w:lang w:eastAsia="lt-LT"/>
        </w:rPr>
      </w:pPr>
      <w:r w:rsidRPr="00E11098">
        <w:rPr>
          <w:lang w:eastAsia="lt-LT"/>
        </w:rPr>
        <w:t>15</w:t>
      </w:r>
      <w:r w:rsidR="004F0FB4">
        <w:rPr>
          <w:lang w:eastAsia="lt-LT"/>
        </w:rPr>
        <w:t>4</w:t>
      </w:r>
      <w:r w:rsidR="00A41166" w:rsidRPr="00E11098">
        <w:rPr>
          <w:lang w:eastAsia="lt-LT"/>
        </w:rPr>
        <w:t xml:space="preserve">. </w:t>
      </w:r>
      <w:r w:rsidR="00065406" w:rsidRPr="00E11098">
        <w:rPr>
          <w:lang w:eastAsia="lt-LT"/>
        </w:rPr>
        <w:t>Jeigu yra daugiau kaip du pasiūlymai, posėdžio pirmininkas juos sugrupuoja pagal prasmę taip, kad balsavimui būtų pateikiami visi pasiūlymai.</w:t>
      </w:r>
    </w:p>
    <w:p w:rsidR="00A41166" w:rsidRPr="00E11098" w:rsidRDefault="00E11098" w:rsidP="00A41166">
      <w:pPr>
        <w:ind w:firstLine="720"/>
        <w:jc w:val="both"/>
        <w:rPr>
          <w:lang w:eastAsia="lt-LT"/>
        </w:rPr>
      </w:pPr>
      <w:r w:rsidRPr="00E11098">
        <w:rPr>
          <w:lang w:eastAsia="lt-LT"/>
        </w:rPr>
        <w:lastRenderedPageBreak/>
        <w:t>15</w:t>
      </w:r>
      <w:r w:rsidR="004F0FB4">
        <w:rPr>
          <w:lang w:eastAsia="lt-LT"/>
        </w:rPr>
        <w:t>5</w:t>
      </w:r>
      <w:r w:rsidR="00A41166" w:rsidRPr="00E11098">
        <w:rPr>
          <w:lang w:eastAsia="lt-LT"/>
        </w:rPr>
        <w:t xml:space="preserve">. Jeigu iš dviejų pateiktų pasiūlymų vienas surenka </w:t>
      </w:r>
      <w:r w:rsidR="00A41166" w:rsidRPr="0024479C">
        <w:rPr>
          <w:lang w:eastAsia="lt-LT"/>
        </w:rPr>
        <w:t xml:space="preserve">dalyvaujančių </w:t>
      </w:r>
      <w:r w:rsidR="007344C5" w:rsidRPr="001E3692">
        <w:rPr>
          <w:lang w:eastAsia="lt-LT"/>
        </w:rPr>
        <w:t>t</w:t>
      </w:r>
      <w:r w:rsidR="00A41166" w:rsidRPr="0024479C">
        <w:rPr>
          <w:lang w:eastAsia="lt-LT"/>
        </w:rPr>
        <w:t>arybos narių balsų</w:t>
      </w:r>
      <w:r w:rsidR="00A41166" w:rsidRPr="00E11098">
        <w:rPr>
          <w:lang w:eastAsia="lt-LT"/>
        </w:rPr>
        <w:t xml:space="preserve"> daugumą, jis yra priimamas.</w:t>
      </w:r>
    </w:p>
    <w:p w:rsidR="00A15F14" w:rsidRPr="00E11098" w:rsidRDefault="00A41166" w:rsidP="00A41166">
      <w:pPr>
        <w:ind w:firstLine="720"/>
        <w:jc w:val="both"/>
        <w:rPr>
          <w:lang w:eastAsia="lt-LT"/>
        </w:rPr>
      </w:pPr>
      <w:r w:rsidRPr="00E11098">
        <w:rPr>
          <w:lang w:eastAsia="lt-LT"/>
        </w:rPr>
        <w:t>15</w:t>
      </w:r>
      <w:r w:rsidR="004F0FB4">
        <w:rPr>
          <w:lang w:eastAsia="lt-LT"/>
        </w:rPr>
        <w:t>6</w:t>
      </w:r>
      <w:r w:rsidRPr="00E11098">
        <w:rPr>
          <w:lang w:eastAsia="lt-LT"/>
        </w:rPr>
        <w:t>. Jeigu pateikti daugiau kaip du pasiūlymai, tai dėl daugiausia balsų surinkusio pasiūlymo teikiama balsuoti atskirai.</w:t>
      </w:r>
    </w:p>
    <w:p w:rsidR="00A41166" w:rsidRPr="00E11098" w:rsidRDefault="00E11098" w:rsidP="00A41166">
      <w:pPr>
        <w:ind w:firstLine="720"/>
        <w:jc w:val="both"/>
        <w:rPr>
          <w:lang w:eastAsia="lt-LT"/>
        </w:rPr>
      </w:pPr>
      <w:r w:rsidRPr="00E11098">
        <w:rPr>
          <w:lang w:eastAsia="lt-LT"/>
        </w:rPr>
        <w:t>15</w:t>
      </w:r>
      <w:r w:rsidR="004F0FB4">
        <w:rPr>
          <w:lang w:eastAsia="lt-LT"/>
        </w:rPr>
        <w:t>7</w:t>
      </w:r>
      <w:r w:rsidR="00A15F14" w:rsidRPr="00E11098">
        <w:rPr>
          <w:lang w:eastAsia="lt-LT"/>
        </w:rPr>
        <w:t xml:space="preserve">. </w:t>
      </w:r>
      <w:r w:rsidR="00A41166" w:rsidRPr="00E11098">
        <w:rPr>
          <w:lang w:eastAsia="lt-LT"/>
        </w:rPr>
        <w:t xml:space="preserve">Balsų dauguma atrinktas pasiūlymas įrašomas į sprendimo projektą </w:t>
      </w:r>
      <w:r w:rsidR="00A41166" w:rsidRPr="0024479C">
        <w:rPr>
          <w:lang w:eastAsia="lt-LT"/>
        </w:rPr>
        <w:t xml:space="preserve">ir </w:t>
      </w:r>
      <w:r w:rsidR="007344C5" w:rsidRPr="001E3692">
        <w:rPr>
          <w:lang w:eastAsia="lt-LT"/>
        </w:rPr>
        <w:t>t</w:t>
      </w:r>
      <w:r w:rsidR="00A41166" w:rsidRPr="0024479C">
        <w:rPr>
          <w:lang w:eastAsia="lt-LT"/>
        </w:rPr>
        <w:t>arybos nariai</w:t>
      </w:r>
      <w:r w:rsidR="00A41166" w:rsidRPr="00E11098">
        <w:rPr>
          <w:lang w:eastAsia="lt-LT"/>
        </w:rPr>
        <w:t xml:space="preserve"> balsuoja už visą sprendimo projektą.</w:t>
      </w:r>
    </w:p>
    <w:p w:rsidR="00A41166" w:rsidRDefault="00733DFF" w:rsidP="00A15F14">
      <w:pPr>
        <w:autoSpaceDE w:val="0"/>
        <w:autoSpaceDN w:val="0"/>
        <w:adjustRightInd w:val="0"/>
        <w:ind w:firstLine="720"/>
        <w:jc w:val="both"/>
        <w:rPr>
          <w:szCs w:val="24"/>
        </w:rPr>
      </w:pPr>
      <w:r w:rsidRPr="007D1D99">
        <w:rPr>
          <w:iCs/>
          <w:szCs w:val="24"/>
        </w:rPr>
        <w:t>15</w:t>
      </w:r>
      <w:r w:rsidR="004F0FB4">
        <w:rPr>
          <w:iCs/>
          <w:szCs w:val="24"/>
        </w:rPr>
        <w:t>8</w:t>
      </w:r>
      <w:r w:rsidR="00A41166" w:rsidRPr="007D1D99">
        <w:rPr>
          <w:iCs/>
          <w:szCs w:val="24"/>
        </w:rPr>
        <w:t>. Balsų skaičiavimo komisija slapto balsavimo biuletenius sudeda į voką, jį užklijuoja, užantspauduoja ir kartu su balsų skaičiavimo rezultatų protokolu prideda prie Savivaldybės tarybos posėdžio protokolo. Slapto b</w:t>
      </w:r>
      <w:r w:rsidR="00A41166" w:rsidRPr="007D1D99">
        <w:rPr>
          <w:szCs w:val="24"/>
        </w:rPr>
        <w:t>alsavimo biuleteniai nėra vieši ir saugojami</w:t>
      </w:r>
      <w:r w:rsidRPr="007D1D99">
        <w:rPr>
          <w:szCs w:val="24"/>
        </w:rPr>
        <w:t xml:space="preserve"> Savivaldybės tary</w:t>
      </w:r>
      <w:r w:rsidR="00CC0507">
        <w:rPr>
          <w:szCs w:val="24"/>
        </w:rPr>
        <w:t>bos posėdžio sekretoriaus (-</w:t>
      </w:r>
      <w:proofErr w:type="spellStart"/>
      <w:r w:rsidR="00CC0507">
        <w:rPr>
          <w:szCs w:val="24"/>
        </w:rPr>
        <w:t>ių</w:t>
      </w:r>
      <w:proofErr w:type="spellEnd"/>
      <w:r w:rsidR="00CC0507">
        <w:rPr>
          <w:szCs w:val="24"/>
        </w:rPr>
        <w:t>)</w:t>
      </w:r>
      <w:r w:rsidRPr="007D1D99">
        <w:rPr>
          <w:szCs w:val="24"/>
        </w:rPr>
        <w:t xml:space="preserve"> ar</w:t>
      </w:r>
      <w:r w:rsidR="00A41166" w:rsidRPr="007D1D99">
        <w:rPr>
          <w:szCs w:val="24"/>
        </w:rPr>
        <w:t xml:space="preserve"> </w:t>
      </w:r>
      <w:r w:rsidR="00A15F14" w:rsidRPr="007D1D99">
        <w:rPr>
          <w:lang w:eastAsia="lt-LT"/>
        </w:rPr>
        <w:t xml:space="preserve">padalinyje, techniškai </w:t>
      </w:r>
      <w:r w:rsidR="00A15F14" w:rsidRPr="009F663D">
        <w:rPr>
          <w:lang w:eastAsia="lt-LT"/>
        </w:rPr>
        <w:t>aptarnaujančiame Savivaldybės tarybą</w:t>
      </w:r>
      <w:r w:rsidR="00697E81" w:rsidRPr="001E3692">
        <w:rPr>
          <w:lang w:eastAsia="lt-LT"/>
        </w:rPr>
        <w:t>,</w:t>
      </w:r>
      <w:r w:rsidR="00A15F14" w:rsidRPr="009F663D">
        <w:rPr>
          <w:lang w:eastAsia="lt-LT"/>
        </w:rPr>
        <w:t xml:space="preserve"> </w:t>
      </w:r>
      <w:r w:rsidR="00A41166" w:rsidRPr="00CD41E5">
        <w:rPr>
          <w:szCs w:val="24"/>
        </w:rPr>
        <w:t>Dokumentacijos plane nustatytą terminą iki bylų perdavimo į archyvą.</w:t>
      </w:r>
    </w:p>
    <w:p w:rsidR="007D1D99" w:rsidRPr="00A15F14" w:rsidRDefault="007D1D99" w:rsidP="007D1D99">
      <w:pPr>
        <w:ind w:firstLine="720"/>
        <w:jc w:val="both"/>
        <w:rPr>
          <w:color w:val="00B050"/>
          <w:lang w:eastAsia="lt-LT"/>
        </w:rPr>
      </w:pPr>
      <w:r w:rsidRPr="007D1D99">
        <w:t>1</w:t>
      </w:r>
      <w:r w:rsidR="004F0FB4">
        <w:t>59</w:t>
      </w:r>
      <w:r w:rsidRPr="007D1D99">
        <w:t xml:space="preserve">. </w:t>
      </w:r>
      <w:r w:rsidRPr="007D1D99">
        <w:rPr>
          <w:lang w:eastAsia="lt-LT"/>
        </w:rPr>
        <w:t xml:space="preserve">Tarybos narių balsavimo rezultatai yra saugomi informacinėse laikmenose. Atvirojo balsavimo rezultatai yra vieši ir skelbiami Savivaldybės interneto svetainėje </w:t>
      </w:r>
      <w:hyperlink r:id="rId14" w:history="1">
        <w:r w:rsidRPr="00E74222">
          <w:rPr>
            <w:rStyle w:val="Hipersaitas"/>
            <w:lang w:eastAsia="lt-LT"/>
          </w:rPr>
          <w:t>www.plunge.lt</w:t>
        </w:r>
      </w:hyperlink>
      <w:r w:rsidRPr="001E3692">
        <w:rPr>
          <w:lang w:eastAsia="lt-LT"/>
        </w:rPr>
        <w:t>.</w:t>
      </w:r>
    </w:p>
    <w:p w:rsidR="00A15F14" w:rsidRPr="00697E81" w:rsidRDefault="007D1D99" w:rsidP="00065406">
      <w:pPr>
        <w:ind w:firstLine="720"/>
        <w:jc w:val="both"/>
      </w:pPr>
      <w:r w:rsidRPr="007D1D99">
        <w:rPr>
          <w:lang w:eastAsia="lt-LT"/>
        </w:rPr>
        <w:t>1</w:t>
      </w:r>
      <w:r>
        <w:rPr>
          <w:lang w:eastAsia="lt-LT"/>
        </w:rPr>
        <w:t>6</w:t>
      </w:r>
      <w:r w:rsidR="004F0FB4">
        <w:rPr>
          <w:lang w:eastAsia="lt-LT"/>
        </w:rPr>
        <w:t>0</w:t>
      </w:r>
      <w:r w:rsidR="00A15F14" w:rsidRPr="007D1D99">
        <w:rPr>
          <w:lang w:eastAsia="lt-LT"/>
        </w:rPr>
        <w:t>. Savivaldybės t</w:t>
      </w:r>
      <w:r w:rsidR="00065406" w:rsidRPr="007D1D99">
        <w:rPr>
          <w:lang w:eastAsia="lt-LT"/>
        </w:rPr>
        <w:t xml:space="preserve">arybos posėdžio </w:t>
      </w:r>
      <w:r w:rsidR="00065406" w:rsidRPr="0024479C">
        <w:rPr>
          <w:lang w:eastAsia="lt-LT"/>
        </w:rPr>
        <w:t xml:space="preserve">metu </w:t>
      </w:r>
      <w:r w:rsidR="007344C5" w:rsidRPr="001E3692">
        <w:rPr>
          <w:lang w:eastAsia="lt-LT"/>
        </w:rPr>
        <w:t>t</w:t>
      </w:r>
      <w:r w:rsidR="00065406" w:rsidRPr="0024479C">
        <w:rPr>
          <w:lang w:eastAsia="lt-LT"/>
        </w:rPr>
        <w:t xml:space="preserve">arybos nario pareikšti </w:t>
      </w:r>
      <w:r w:rsidR="00065406" w:rsidRPr="0024479C">
        <w:t xml:space="preserve">prašymai iš Savivaldybės administracijos, kitų </w:t>
      </w:r>
      <w:r w:rsidR="00E720B5" w:rsidRPr="00C34BCA">
        <w:t>S</w:t>
      </w:r>
      <w:r w:rsidR="00065406" w:rsidRPr="00661962">
        <w:t xml:space="preserve">avivaldybės įstaigų, Savivaldybės valdomų įmonių gauti visą </w:t>
      </w:r>
      <w:r w:rsidR="007344C5" w:rsidRPr="001E3692">
        <w:t>t</w:t>
      </w:r>
      <w:r w:rsidR="00065406" w:rsidRPr="0024479C">
        <w:t>arybos nario</w:t>
      </w:r>
      <w:r w:rsidR="00065406" w:rsidRPr="007D1D99">
        <w:t xml:space="preserve"> veiklai reikalingą</w:t>
      </w:r>
      <w:r w:rsidR="00065406" w:rsidRPr="007D1D99">
        <w:rPr>
          <w:bCs/>
        </w:rPr>
        <w:t xml:space="preserve"> </w:t>
      </w:r>
      <w:r w:rsidR="00065406" w:rsidRPr="007D1D99">
        <w:t xml:space="preserve">su </w:t>
      </w:r>
      <w:r w:rsidR="00A15F14" w:rsidRPr="007D1D99">
        <w:t>Savivaldybės t</w:t>
      </w:r>
      <w:r w:rsidR="00065406" w:rsidRPr="007D1D99">
        <w:t>arybos nagrinėjamais ar rengiamais nagrinėti</w:t>
      </w:r>
      <w:r w:rsidR="00065406" w:rsidRPr="007D1D99">
        <w:rPr>
          <w:bCs/>
        </w:rPr>
        <w:t xml:space="preserve"> </w:t>
      </w:r>
      <w:r w:rsidR="00065406" w:rsidRPr="007D1D99">
        <w:t xml:space="preserve">klausimais susijusią informaciją, taip pat kreipimaisi su paklausimais </w:t>
      </w:r>
      <w:r w:rsidR="00065406" w:rsidRPr="0024479C">
        <w:t xml:space="preserve">į merą, </w:t>
      </w:r>
      <w:r w:rsidR="007344C5" w:rsidRPr="001E3692">
        <w:t>S</w:t>
      </w:r>
      <w:r w:rsidR="00065406" w:rsidRPr="0024479C">
        <w:t xml:space="preserve">avivaldybės institucijų, Savivaldybės administracijos, kitų </w:t>
      </w:r>
      <w:r w:rsidR="007344C5" w:rsidRPr="001E3692">
        <w:t>S</w:t>
      </w:r>
      <w:r w:rsidR="00065406" w:rsidRPr="0024479C">
        <w:t>avivaldybės įstaigų, įmonių ir organizacijų, taip pat valsty</w:t>
      </w:r>
      <w:r w:rsidR="00A15F14" w:rsidRPr="00FD2B00">
        <w:t>bės institucijų, kurios veikia S</w:t>
      </w:r>
      <w:r w:rsidR="00065406" w:rsidRPr="00E364BA">
        <w:t>avivaldybės teritorijoje, vadovus ir valstybės tarnautojus yra</w:t>
      </w:r>
      <w:r w:rsidR="00065406" w:rsidRPr="007D1D99">
        <w:t xml:space="preserve"> fiksuojami </w:t>
      </w:r>
      <w:r w:rsidR="00697E81" w:rsidRPr="001E3692">
        <w:t>t</w:t>
      </w:r>
      <w:r w:rsidR="00065406" w:rsidRPr="009F663D">
        <w:t>arybos posėdžio</w:t>
      </w:r>
      <w:r w:rsidR="00065406" w:rsidRPr="00CD41E5">
        <w:t xml:space="preserve"> protokole ir ne vėliau kaip per 3 darbo dienas po </w:t>
      </w:r>
      <w:r w:rsidR="00697E81" w:rsidRPr="001E3692">
        <w:t>t</w:t>
      </w:r>
      <w:r w:rsidR="00065406" w:rsidRPr="009F663D">
        <w:t>arybos posėdžio</w:t>
      </w:r>
      <w:r w:rsidR="00065406" w:rsidRPr="00CD41E5">
        <w:t xml:space="preserve"> protokolo pasirašymo perduodami atsakingiems asmenim</w:t>
      </w:r>
      <w:r w:rsidR="00065406" w:rsidRPr="00697E81">
        <w:t>s įvykdy</w:t>
      </w:r>
      <w:r w:rsidR="00A15F14" w:rsidRPr="00697E81">
        <w:t>ti ir (ar) atsakymams parengti.</w:t>
      </w:r>
    </w:p>
    <w:p w:rsidR="00A15F14" w:rsidRPr="007D1D99" w:rsidRDefault="007D1D99" w:rsidP="00065406">
      <w:pPr>
        <w:ind w:firstLine="720"/>
        <w:jc w:val="both"/>
      </w:pPr>
      <w:r w:rsidRPr="00697E81">
        <w:t>16</w:t>
      </w:r>
      <w:r w:rsidR="004F0FB4">
        <w:t>1</w:t>
      </w:r>
      <w:r w:rsidR="00A15F14" w:rsidRPr="00697E81">
        <w:t>. Savivaldybės t</w:t>
      </w:r>
      <w:r w:rsidR="00065406" w:rsidRPr="00697E81">
        <w:t xml:space="preserve">arybos paprastajai kompetencijai priskiriami klausimai gali būti pavesti vykdyti merui. Dėl tokio pavedimo yra rengiamas ir priimamas </w:t>
      </w:r>
      <w:r w:rsidR="00697E81" w:rsidRPr="001E3692">
        <w:t>t</w:t>
      </w:r>
      <w:r w:rsidR="00065406" w:rsidRPr="009F663D">
        <w:t>arybos sprendimas.</w:t>
      </w:r>
    </w:p>
    <w:p w:rsidR="008D18CC" w:rsidRPr="007D1D99" w:rsidRDefault="007D1D99" w:rsidP="008D18CC">
      <w:pPr>
        <w:shd w:val="clear" w:color="auto" w:fill="FFFFFF"/>
        <w:ind w:firstLine="720"/>
        <w:jc w:val="both"/>
        <w:rPr>
          <w:szCs w:val="24"/>
          <w:lang w:eastAsia="lt-LT"/>
        </w:rPr>
      </w:pPr>
      <w:r w:rsidRPr="007D1D99">
        <w:rPr>
          <w:szCs w:val="24"/>
          <w:lang w:eastAsia="lt-LT"/>
        </w:rPr>
        <w:t>16</w:t>
      </w:r>
      <w:r w:rsidR="004F0FB4">
        <w:rPr>
          <w:szCs w:val="24"/>
          <w:lang w:eastAsia="lt-LT"/>
        </w:rPr>
        <w:t>2</w:t>
      </w:r>
      <w:r w:rsidR="008D18CC" w:rsidRPr="007D1D99">
        <w:rPr>
          <w:szCs w:val="24"/>
          <w:lang w:eastAsia="lt-LT"/>
        </w:rPr>
        <w:t xml:space="preserve">. Savivaldybės tarybos posėdžių salėje turi būti sudaromos sąlygos Vyriausybės atstovo darbui posėdyje. Posėdžio pirmininkas Vyriausybės atstovui ar jo įgaliotam atstovui turi suteikti galimybę kalbėti. </w:t>
      </w:r>
    </w:p>
    <w:p w:rsidR="008D18CC" w:rsidRPr="008D18CC" w:rsidRDefault="00CC00A8" w:rsidP="008D18CC">
      <w:pPr>
        <w:tabs>
          <w:tab w:val="left" w:pos="426"/>
          <w:tab w:val="left" w:pos="993"/>
        </w:tabs>
        <w:ind w:firstLine="720"/>
        <w:jc w:val="both"/>
        <w:rPr>
          <w:color w:val="00B0F0"/>
          <w:szCs w:val="24"/>
        </w:rPr>
      </w:pPr>
      <w:r w:rsidRPr="007D1D99">
        <w:rPr>
          <w:szCs w:val="24"/>
        </w:rPr>
        <w:t>16</w:t>
      </w:r>
      <w:r w:rsidR="004F0FB4">
        <w:rPr>
          <w:szCs w:val="24"/>
        </w:rPr>
        <w:t>3</w:t>
      </w:r>
      <w:r w:rsidR="008D18CC" w:rsidRPr="007D1D99">
        <w:rPr>
          <w:szCs w:val="24"/>
        </w:rPr>
        <w:t>. Savivaldybės tarybos posėdžiai transliuojami Savivaldybės interneto svetainėje</w:t>
      </w:r>
      <w:r w:rsidRPr="007D1D99">
        <w:rPr>
          <w:szCs w:val="24"/>
        </w:rPr>
        <w:t xml:space="preserve"> arba</w:t>
      </w:r>
      <w:r w:rsidRPr="007D1D99">
        <w:rPr>
          <w:u w:val="single"/>
        </w:rPr>
        <w:t xml:space="preserve"> </w:t>
      </w:r>
      <w:r w:rsidRPr="007D1D99">
        <w:t xml:space="preserve">Plungės rajono savivaldybės </w:t>
      </w:r>
      <w:hyperlink r:id="rId15" w:history="1">
        <w:r w:rsidR="007D1D99" w:rsidRPr="00E74222">
          <w:rPr>
            <w:rStyle w:val="Hipersaitas"/>
          </w:rPr>
          <w:t>www.youtube.com</w:t>
        </w:r>
      </w:hyperlink>
      <w:r w:rsidRPr="008D18CC">
        <w:rPr>
          <w:color w:val="00B0F0"/>
        </w:rPr>
        <w:t xml:space="preserve"> </w:t>
      </w:r>
      <w:r w:rsidRPr="007D1D99">
        <w:t>kanalu.</w:t>
      </w:r>
      <w:r w:rsidR="008D18CC" w:rsidRPr="007D1D99">
        <w:rPr>
          <w:szCs w:val="24"/>
        </w:rPr>
        <w:t xml:space="preserve"> Posėdžių garso ir vaizdo įrašai archyvuojami ir saugomi visą Savivaldybės tarybos kadencijos laiką tarnybinėje stotyje.</w:t>
      </w:r>
    </w:p>
    <w:p w:rsidR="008D18CC" w:rsidRPr="007D1D99" w:rsidRDefault="007D1D99" w:rsidP="008D18CC">
      <w:pPr>
        <w:ind w:firstLine="720"/>
        <w:jc w:val="both"/>
      </w:pPr>
      <w:r w:rsidRPr="007D1D99">
        <w:rPr>
          <w:lang w:eastAsia="lt-LT"/>
        </w:rPr>
        <w:t>16</w:t>
      </w:r>
      <w:r w:rsidR="004F0FB4">
        <w:rPr>
          <w:lang w:eastAsia="lt-LT"/>
        </w:rPr>
        <w:t>4</w:t>
      </w:r>
      <w:r w:rsidR="008D18CC" w:rsidRPr="007D1D99">
        <w:rPr>
          <w:lang w:eastAsia="lt-LT"/>
        </w:rPr>
        <w:t>.</w:t>
      </w:r>
      <w:r w:rsidR="008D18CC" w:rsidRPr="007D1D99">
        <w:rPr>
          <w:b/>
          <w:bCs/>
          <w:vertAlign w:val="superscript"/>
          <w:lang w:eastAsia="lt-LT"/>
        </w:rPr>
        <w:t xml:space="preserve">  </w:t>
      </w:r>
      <w:r w:rsidR="008D18CC" w:rsidRPr="007D1D99">
        <w:t xml:space="preserve">Jei dėl nepaprastosios padėties, ekstremaliosios situacijos ar karantino Savivaldybės tarybos posėdžiai vyksta nuotoliniu būdu ir negali būti tiesiogiai transliuojami Savivaldybės interneto svetainėje ar Plungės rajono savivaldybės </w:t>
      </w:r>
      <w:hyperlink r:id="rId16" w:history="1">
        <w:r w:rsidR="00E720B5" w:rsidRPr="00640929">
          <w:rPr>
            <w:rStyle w:val="Hipersaitas"/>
          </w:rPr>
          <w:t>www.youtube.com</w:t>
        </w:r>
      </w:hyperlink>
      <w:r w:rsidR="00E720B5">
        <w:t xml:space="preserve"> </w:t>
      </w:r>
      <w:r w:rsidR="008D18CC" w:rsidRPr="007D1D99">
        <w:t xml:space="preserve">kanalu: </w:t>
      </w:r>
    </w:p>
    <w:p w:rsidR="008D18CC" w:rsidRPr="007D1D99" w:rsidRDefault="007D1D99" w:rsidP="008D18CC">
      <w:pPr>
        <w:ind w:firstLine="720"/>
        <w:jc w:val="both"/>
      </w:pPr>
      <w:r w:rsidRPr="007D1D99">
        <w:t>16</w:t>
      </w:r>
      <w:r w:rsidR="004F0FB4">
        <w:t>4</w:t>
      </w:r>
      <w:r w:rsidR="008D18CC" w:rsidRPr="007D1D99">
        <w:t xml:space="preserve">.1. daromas garso įrašas, kuris vėliau perkeliamas į </w:t>
      </w:r>
      <w:r w:rsidR="008D18CC" w:rsidRPr="007D1D99">
        <w:rPr>
          <w:lang w:eastAsia="lt-LT"/>
        </w:rPr>
        <w:t>skai</w:t>
      </w:r>
      <w:r w:rsidR="00E720B5">
        <w:rPr>
          <w:lang w:eastAsia="lt-LT"/>
        </w:rPr>
        <w:t>t</w:t>
      </w:r>
      <w:r w:rsidR="008D18CC" w:rsidRPr="007D1D99">
        <w:rPr>
          <w:lang w:eastAsia="lt-LT"/>
        </w:rPr>
        <w:t>meninę laikmeną;</w:t>
      </w:r>
      <w:r w:rsidR="008D18CC" w:rsidRPr="007D1D99">
        <w:t xml:space="preserve"> </w:t>
      </w:r>
    </w:p>
    <w:p w:rsidR="008D18CC" w:rsidRPr="008D18CC" w:rsidRDefault="007D1D99" w:rsidP="008D18CC">
      <w:pPr>
        <w:tabs>
          <w:tab w:val="left" w:pos="426"/>
          <w:tab w:val="left" w:pos="993"/>
        </w:tabs>
        <w:ind w:firstLine="720"/>
        <w:jc w:val="both"/>
        <w:rPr>
          <w:rFonts w:eastAsia="Calibri"/>
          <w:color w:val="00B0F0"/>
          <w:lang w:eastAsia="lt-LT"/>
        </w:rPr>
      </w:pPr>
      <w:r w:rsidRPr="007D1D99">
        <w:rPr>
          <w:rFonts w:eastAsia="Calibri"/>
          <w:lang w:eastAsia="lt-LT"/>
        </w:rPr>
        <w:t>16</w:t>
      </w:r>
      <w:r w:rsidR="004F0FB4">
        <w:rPr>
          <w:rFonts w:eastAsia="Calibri"/>
          <w:lang w:eastAsia="lt-LT"/>
        </w:rPr>
        <w:t>4</w:t>
      </w:r>
      <w:r w:rsidR="008D18CC" w:rsidRPr="007D1D99">
        <w:rPr>
          <w:rFonts w:eastAsia="Calibri"/>
          <w:lang w:eastAsia="lt-LT"/>
        </w:rPr>
        <w:t xml:space="preserve">.2. </w:t>
      </w:r>
      <w:r w:rsidR="008D18CC" w:rsidRPr="007D1D99">
        <w:t xml:space="preserve">nuotoliniu būdu vykstančio Savivaldybės tarybos posėdžio vaizdo įrašas turi būti publikuojamas Plungės rajono savivaldybės </w:t>
      </w:r>
      <w:hyperlink r:id="rId17" w:history="1">
        <w:r w:rsidRPr="00E74222">
          <w:rPr>
            <w:rStyle w:val="Hipersaitas"/>
          </w:rPr>
          <w:t>www.youtube.com</w:t>
        </w:r>
      </w:hyperlink>
      <w:r w:rsidR="008D18CC" w:rsidRPr="008D18CC">
        <w:rPr>
          <w:color w:val="00B0F0"/>
        </w:rPr>
        <w:t xml:space="preserve"> </w:t>
      </w:r>
      <w:r w:rsidR="008D18CC" w:rsidRPr="007D1D99">
        <w:t>kanalu.</w:t>
      </w:r>
    </w:p>
    <w:p w:rsidR="007D1D99" w:rsidRDefault="007D1D99" w:rsidP="001E3692">
      <w:pPr>
        <w:shd w:val="clear" w:color="auto" w:fill="FFFFFF"/>
        <w:rPr>
          <w:b/>
          <w:spacing w:val="1"/>
          <w:szCs w:val="24"/>
        </w:rPr>
      </w:pPr>
    </w:p>
    <w:p w:rsidR="00C011BE" w:rsidRPr="00782265" w:rsidRDefault="00C011BE" w:rsidP="00C011BE">
      <w:pPr>
        <w:widowControl w:val="0"/>
        <w:suppressAutoHyphens/>
        <w:jc w:val="center"/>
        <w:rPr>
          <w:b/>
          <w:kern w:val="2"/>
          <w:szCs w:val="24"/>
          <w:lang w:eastAsia="lt-LT"/>
        </w:rPr>
      </w:pPr>
      <w:r w:rsidRPr="00C34BCA">
        <w:rPr>
          <w:b/>
          <w:kern w:val="2"/>
          <w:szCs w:val="24"/>
          <w:lang w:eastAsia="lt-LT"/>
        </w:rPr>
        <w:t>XI SKYRIUS</w:t>
      </w:r>
    </w:p>
    <w:p w:rsidR="00CB7921" w:rsidRPr="00782265" w:rsidRDefault="00CB7921" w:rsidP="00C011BE">
      <w:pPr>
        <w:widowControl w:val="0"/>
        <w:suppressAutoHyphens/>
        <w:jc w:val="center"/>
        <w:rPr>
          <w:b/>
          <w:szCs w:val="24"/>
        </w:rPr>
      </w:pPr>
      <w:r w:rsidRPr="00782265">
        <w:rPr>
          <w:b/>
          <w:szCs w:val="24"/>
        </w:rPr>
        <w:t xml:space="preserve">SAVIVALDYBĖS </w:t>
      </w:r>
      <w:r w:rsidR="00C011BE" w:rsidRPr="00782265">
        <w:rPr>
          <w:b/>
          <w:szCs w:val="24"/>
        </w:rPr>
        <w:t xml:space="preserve">TARYBOS PRIIMTO TEISĖS AKTO GRĄŽINIMAS </w:t>
      </w:r>
    </w:p>
    <w:p w:rsidR="00C011BE" w:rsidRPr="00782265" w:rsidRDefault="00C011BE" w:rsidP="00C011BE">
      <w:pPr>
        <w:widowControl w:val="0"/>
        <w:suppressAutoHyphens/>
        <w:jc w:val="center"/>
        <w:rPr>
          <w:b/>
          <w:szCs w:val="24"/>
        </w:rPr>
      </w:pPr>
      <w:r w:rsidRPr="00782265">
        <w:rPr>
          <w:b/>
          <w:szCs w:val="24"/>
        </w:rPr>
        <w:t>PAKARTOTINAI SVARSTYTI, JO SVARSTYMAS IR PRIĖMIMAS</w:t>
      </w:r>
    </w:p>
    <w:p w:rsidR="00C011BE" w:rsidRPr="00782265" w:rsidRDefault="00C011BE" w:rsidP="00C011BE">
      <w:pPr>
        <w:widowControl w:val="0"/>
        <w:suppressAutoHyphens/>
        <w:ind w:firstLine="709"/>
        <w:jc w:val="center"/>
        <w:rPr>
          <w:b/>
          <w:szCs w:val="24"/>
        </w:rPr>
      </w:pPr>
    </w:p>
    <w:p w:rsidR="00C011BE" w:rsidRPr="00782265" w:rsidRDefault="007D1D99" w:rsidP="00E720B5">
      <w:pPr>
        <w:widowControl w:val="0"/>
        <w:tabs>
          <w:tab w:val="left" w:pos="1276"/>
        </w:tabs>
        <w:suppressAutoHyphens/>
        <w:ind w:firstLine="720"/>
        <w:jc w:val="both"/>
        <w:rPr>
          <w:b/>
          <w:szCs w:val="24"/>
        </w:rPr>
      </w:pPr>
      <w:r w:rsidRPr="00C34BCA">
        <w:rPr>
          <w:szCs w:val="24"/>
        </w:rPr>
        <w:t>16</w:t>
      </w:r>
      <w:r w:rsidR="00753B7F">
        <w:rPr>
          <w:szCs w:val="24"/>
        </w:rPr>
        <w:t>5</w:t>
      </w:r>
      <w:r w:rsidR="00C011BE" w:rsidRPr="00C34BCA">
        <w:rPr>
          <w:szCs w:val="24"/>
        </w:rPr>
        <w:t>.</w:t>
      </w:r>
      <w:r w:rsidR="00C011BE" w:rsidRPr="00782265">
        <w:rPr>
          <w:szCs w:val="24"/>
        </w:rPr>
        <w:tab/>
        <w:t>Meras turi teisę ne vėliau kaip per 5 darbo dienas savo potvarkiu motyvuotai grąžinti Savivaldybės tarybos priimtus teisės aktus Savivaldybės tarybai pakartotinai svarstyti.</w:t>
      </w:r>
    </w:p>
    <w:p w:rsidR="00C011BE" w:rsidRPr="00782265" w:rsidRDefault="007D1D99" w:rsidP="00C011BE">
      <w:pPr>
        <w:widowControl w:val="0"/>
        <w:suppressAutoHyphens/>
        <w:ind w:firstLine="720"/>
        <w:jc w:val="both"/>
        <w:rPr>
          <w:b/>
          <w:szCs w:val="24"/>
        </w:rPr>
      </w:pPr>
      <w:r>
        <w:rPr>
          <w:szCs w:val="24"/>
        </w:rPr>
        <w:t>16</w:t>
      </w:r>
      <w:r w:rsidR="00753B7F">
        <w:rPr>
          <w:szCs w:val="24"/>
        </w:rPr>
        <w:t>6</w:t>
      </w:r>
      <w:r w:rsidR="00C011BE" w:rsidRPr="00782265">
        <w:rPr>
          <w:szCs w:val="24"/>
        </w:rPr>
        <w:t>. Meras, motyvuotai grąžinęs Savivaldybės tarybai jos priimtą teisės aktą pakartotinai svarstyti, šaukia Savivaldybės tarybos posėdį.</w:t>
      </w:r>
    </w:p>
    <w:p w:rsidR="00C011BE" w:rsidRPr="00782265" w:rsidRDefault="007D1D99" w:rsidP="00C011BE">
      <w:pPr>
        <w:widowControl w:val="0"/>
        <w:suppressAutoHyphens/>
        <w:ind w:firstLine="720"/>
        <w:jc w:val="both"/>
        <w:rPr>
          <w:b/>
          <w:szCs w:val="24"/>
        </w:rPr>
      </w:pPr>
      <w:r>
        <w:rPr>
          <w:szCs w:val="24"/>
        </w:rPr>
        <w:t>16</w:t>
      </w:r>
      <w:r w:rsidR="00753B7F">
        <w:rPr>
          <w:szCs w:val="24"/>
        </w:rPr>
        <w:t>7</w:t>
      </w:r>
      <w:r w:rsidR="00C011BE" w:rsidRPr="00782265">
        <w:rPr>
          <w:szCs w:val="24"/>
        </w:rPr>
        <w:t>. Grąžinamam Savivaldybės tarybos priimtam teisės akto svarstymui, Savivaldybės tarybos posėdžio šaukimui taikomos visos šio Reglamento nuostatos.</w:t>
      </w:r>
    </w:p>
    <w:p w:rsidR="00C011BE" w:rsidRPr="00782265" w:rsidRDefault="007D1D99" w:rsidP="00C011BE">
      <w:pPr>
        <w:widowControl w:val="0"/>
        <w:suppressAutoHyphens/>
        <w:ind w:firstLine="720"/>
        <w:jc w:val="both"/>
        <w:rPr>
          <w:b/>
          <w:szCs w:val="24"/>
        </w:rPr>
      </w:pPr>
      <w:r>
        <w:rPr>
          <w:szCs w:val="24"/>
        </w:rPr>
        <w:t>16</w:t>
      </w:r>
      <w:r w:rsidR="00753B7F">
        <w:rPr>
          <w:szCs w:val="24"/>
        </w:rPr>
        <w:t>8</w:t>
      </w:r>
      <w:r w:rsidR="00C011BE" w:rsidRPr="00782265">
        <w:rPr>
          <w:szCs w:val="24"/>
        </w:rPr>
        <w:t>. Mero motyvuotai grąžintą teisės aktą Savivaldybės taryba pakartotinai svarsto iš naujo arba priima sprendimą laikyti jį nepriimtą.</w:t>
      </w:r>
    </w:p>
    <w:p w:rsidR="00C011BE" w:rsidRPr="00E364BA" w:rsidRDefault="007D1D99" w:rsidP="00C011BE">
      <w:pPr>
        <w:widowControl w:val="0"/>
        <w:suppressAutoHyphens/>
        <w:ind w:firstLine="720"/>
        <w:jc w:val="both"/>
        <w:rPr>
          <w:b/>
          <w:szCs w:val="24"/>
        </w:rPr>
      </w:pPr>
      <w:r w:rsidRPr="00C34BCA">
        <w:rPr>
          <w:szCs w:val="24"/>
        </w:rPr>
        <w:t>1</w:t>
      </w:r>
      <w:r w:rsidR="00753B7F">
        <w:rPr>
          <w:szCs w:val="24"/>
        </w:rPr>
        <w:t>69</w:t>
      </w:r>
      <w:r w:rsidR="00C011BE" w:rsidRPr="00661962">
        <w:rPr>
          <w:szCs w:val="24"/>
        </w:rPr>
        <w:t>.</w:t>
      </w:r>
      <w:r w:rsidR="00C011BE" w:rsidRPr="00661962">
        <w:rPr>
          <w:szCs w:val="24"/>
        </w:rPr>
        <w:tab/>
        <w:t xml:space="preserve">Grąžinto teisės akto priėmimo metu balsuojama, ar priimti teisės aktą su </w:t>
      </w:r>
      <w:r w:rsidR="00C011BE" w:rsidRPr="00FD2B00">
        <w:rPr>
          <w:szCs w:val="24"/>
        </w:rPr>
        <w:t>mero teiki</w:t>
      </w:r>
      <w:r w:rsidR="00C011BE" w:rsidRPr="00E364BA">
        <w:rPr>
          <w:szCs w:val="24"/>
        </w:rPr>
        <w:t>amomis pataisomis, ar be pakeitimų.</w:t>
      </w:r>
    </w:p>
    <w:p w:rsidR="00C011BE" w:rsidRPr="0024479C" w:rsidRDefault="007D1D99" w:rsidP="00C011BE">
      <w:pPr>
        <w:widowControl w:val="0"/>
        <w:suppressAutoHyphens/>
        <w:ind w:firstLine="720"/>
        <w:jc w:val="both"/>
        <w:rPr>
          <w:b/>
          <w:szCs w:val="24"/>
        </w:rPr>
      </w:pPr>
      <w:r w:rsidRPr="00CD41E5">
        <w:rPr>
          <w:szCs w:val="24"/>
        </w:rPr>
        <w:t>17</w:t>
      </w:r>
      <w:r w:rsidR="00753B7F">
        <w:rPr>
          <w:szCs w:val="24"/>
        </w:rPr>
        <w:t>0</w:t>
      </w:r>
      <w:r w:rsidR="00C011BE" w:rsidRPr="0024479C">
        <w:rPr>
          <w:szCs w:val="24"/>
        </w:rPr>
        <w:t>.</w:t>
      </w:r>
      <w:r w:rsidR="00C011BE" w:rsidRPr="0024479C">
        <w:rPr>
          <w:szCs w:val="24"/>
        </w:rPr>
        <w:tab/>
        <w:t xml:space="preserve">Pakartotinai Savivaldybės tarybos apsvarstytas teisės aktas laikomas priimtu su mero teikiamomis pataisomis, jeigu už jį balsavo daugiau kaip pusė Savivaldybės tarybos posėdyje </w:t>
      </w:r>
      <w:r w:rsidR="00C011BE" w:rsidRPr="0024479C">
        <w:rPr>
          <w:szCs w:val="24"/>
        </w:rPr>
        <w:lastRenderedPageBreak/>
        <w:t>dalyvaujančių tarybos narių.</w:t>
      </w:r>
    </w:p>
    <w:p w:rsidR="00C011BE" w:rsidRPr="00782265" w:rsidRDefault="007D1D99" w:rsidP="00E720B5">
      <w:pPr>
        <w:widowControl w:val="0"/>
        <w:tabs>
          <w:tab w:val="left" w:pos="1276"/>
        </w:tabs>
        <w:suppressAutoHyphens/>
        <w:ind w:firstLine="720"/>
        <w:jc w:val="both"/>
        <w:rPr>
          <w:b/>
          <w:szCs w:val="24"/>
        </w:rPr>
      </w:pPr>
      <w:r w:rsidRPr="0024479C">
        <w:rPr>
          <w:szCs w:val="24"/>
        </w:rPr>
        <w:t>17</w:t>
      </w:r>
      <w:r w:rsidR="00753B7F">
        <w:rPr>
          <w:szCs w:val="24"/>
        </w:rPr>
        <w:t>1</w:t>
      </w:r>
      <w:r w:rsidR="00C011BE" w:rsidRPr="0024479C">
        <w:rPr>
          <w:szCs w:val="24"/>
        </w:rPr>
        <w:t>.</w:t>
      </w:r>
      <w:r w:rsidR="00C011BE" w:rsidRPr="0024479C">
        <w:rPr>
          <w:szCs w:val="24"/>
        </w:rPr>
        <w:tab/>
        <w:t>Pakartotinai Savivaldybės tarybos apsvarstytas teisės aktas laikomas priimtu be mero teikiamų pataisų, jeigu už jį balsavo daugiau kaip 1/2 visų tarybos narių.</w:t>
      </w:r>
    </w:p>
    <w:p w:rsidR="006C65D2" w:rsidRDefault="006C65D2" w:rsidP="003D3AD8">
      <w:pPr>
        <w:shd w:val="clear" w:color="auto" w:fill="FFFFFF"/>
        <w:jc w:val="center"/>
        <w:rPr>
          <w:b/>
          <w:spacing w:val="1"/>
          <w:szCs w:val="24"/>
        </w:rPr>
      </w:pPr>
    </w:p>
    <w:p w:rsidR="00CB7921" w:rsidRPr="00691994" w:rsidRDefault="00CB7921" w:rsidP="00CB7921">
      <w:pPr>
        <w:keepNext/>
        <w:jc w:val="center"/>
        <w:rPr>
          <w:b/>
          <w:bCs/>
          <w:caps/>
          <w:lang w:eastAsia="lt-LT"/>
        </w:rPr>
      </w:pPr>
      <w:r w:rsidRPr="00691994">
        <w:rPr>
          <w:b/>
          <w:bCs/>
          <w:caps/>
          <w:lang w:eastAsia="lt-LT"/>
        </w:rPr>
        <w:t xml:space="preserve">XII SKYRIUS </w:t>
      </w:r>
    </w:p>
    <w:p w:rsidR="00CB7921" w:rsidRPr="00691994" w:rsidRDefault="00CB7921" w:rsidP="00CB7921">
      <w:pPr>
        <w:keepNext/>
        <w:jc w:val="center"/>
        <w:rPr>
          <w:lang w:eastAsia="lt-LT"/>
        </w:rPr>
      </w:pPr>
      <w:r w:rsidRPr="00691994">
        <w:rPr>
          <w:b/>
          <w:bCs/>
          <w:caps/>
          <w:lang w:eastAsia="lt-LT"/>
        </w:rPr>
        <w:t>SAVIVALDYBĖS TARYBOS SPRENDIMŲ ĮGYVENDINIMAS IR KONTROLĖ</w:t>
      </w:r>
    </w:p>
    <w:p w:rsidR="00CB7921" w:rsidRPr="00691994" w:rsidRDefault="00CB7921" w:rsidP="00CB7921">
      <w:pPr>
        <w:ind w:firstLine="622"/>
        <w:jc w:val="both"/>
        <w:rPr>
          <w:lang w:eastAsia="lt-LT"/>
        </w:rPr>
      </w:pPr>
    </w:p>
    <w:p w:rsidR="00CB7921" w:rsidRPr="00691994" w:rsidRDefault="00E42F1E" w:rsidP="001E3692">
      <w:pPr>
        <w:widowControl w:val="0"/>
        <w:tabs>
          <w:tab w:val="left" w:pos="1276"/>
        </w:tabs>
        <w:suppressAutoHyphens/>
        <w:ind w:firstLine="720"/>
        <w:jc w:val="both"/>
      </w:pPr>
      <w:r>
        <w:rPr>
          <w:szCs w:val="24"/>
        </w:rPr>
        <w:t>17</w:t>
      </w:r>
      <w:r w:rsidR="00E71D0D">
        <w:rPr>
          <w:szCs w:val="24"/>
        </w:rPr>
        <w:t>2</w:t>
      </w:r>
      <w:r w:rsidR="00CB7921" w:rsidRPr="00691994">
        <w:rPr>
          <w:szCs w:val="24"/>
        </w:rPr>
        <w:t>.</w:t>
      </w:r>
      <w:r w:rsidR="00CB7921" w:rsidRPr="00691994">
        <w:rPr>
          <w:szCs w:val="24"/>
        </w:rPr>
        <w:tab/>
      </w:r>
      <w:r w:rsidR="00CB7921" w:rsidRPr="00691994">
        <w:t xml:space="preserve">Savivaldybės taryba kontroliuoja, kaip įgyvendinami jos priimti sprendimai. </w:t>
      </w:r>
    </w:p>
    <w:p w:rsidR="00CB7921" w:rsidRPr="00E9439D" w:rsidRDefault="00CB7921" w:rsidP="001E3692">
      <w:pPr>
        <w:ind w:firstLine="720"/>
        <w:jc w:val="both"/>
        <w:rPr>
          <w:lang w:eastAsia="lt-LT"/>
        </w:rPr>
      </w:pPr>
      <w:r w:rsidRPr="00691994">
        <w:rPr>
          <w:szCs w:val="24"/>
          <w:lang w:eastAsia="lt-LT"/>
        </w:rPr>
        <w:t>17</w:t>
      </w:r>
      <w:r w:rsidR="00E71D0D">
        <w:rPr>
          <w:szCs w:val="24"/>
          <w:lang w:eastAsia="lt-LT"/>
        </w:rPr>
        <w:t>3</w:t>
      </w:r>
      <w:r w:rsidRPr="00691994">
        <w:rPr>
          <w:szCs w:val="24"/>
          <w:lang w:eastAsia="lt-LT"/>
        </w:rPr>
        <w:t>.</w:t>
      </w:r>
      <w:r w:rsidRPr="00691994">
        <w:rPr>
          <w:szCs w:val="24"/>
          <w:lang w:eastAsia="lt-LT"/>
        </w:rPr>
        <w:tab/>
      </w:r>
      <w:r w:rsidRPr="00691994">
        <w:rPr>
          <w:lang w:eastAsia="lt-LT"/>
        </w:rPr>
        <w:t>Visus Savivaldybės tarybos priimtus sprendimus</w:t>
      </w:r>
      <w:r w:rsidR="00E9439D">
        <w:rPr>
          <w:lang w:eastAsia="lt-LT"/>
        </w:rPr>
        <w:t xml:space="preserve"> DVS</w:t>
      </w:r>
      <w:r w:rsidRPr="00691994">
        <w:rPr>
          <w:lang w:eastAsia="lt-LT"/>
        </w:rPr>
        <w:t xml:space="preserve"> registruoja Savivaldybės t</w:t>
      </w:r>
      <w:r w:rsidRPr="00691994">
        <w:rPr>
          <w:kern w:val="2"/>
          <w:szCs w:val="24"/>
          <w:lang w:eastAsia="lt-LT"/>
        </w:rPr>
        <w:t xml:space="preserve">arybos </w:t>
      </w:r>
      <w:r w:rsidRPr="00691994">
        <w:t xml:space="preserve">posėdžių </w:t>
      </w:r>
      <w:r w:rsidRPr="00691994">
        <w:rPr>
          <w:kern w:val="2"/>
          <w:szCs w:val="24"/>
          <w:lang w:eastAsia="lt-LT"/>
        </w:rPr>
        <w:t>sekretorius (-</w:t>
      </w:r>
      <w:proofErr w:type="spellStart"/>
      <w:r w:rsidRPr="00691994">
        <w:rPr>
          <w:kern w:val="2"/>
          <w:szCs w:val="24"/>
          <w:lang w:eastAsia="lt-LT"/>
        </w:rPr>
        <w:t>iai</w:t>
      </w:r>
      <w:proofErr w:type="spellEnd"/>
      <w:r w:rsidRPr="00691994">
        <w:rPr>
          <w:kern w:val="2"/>
          <w:szCs w:val="24"/>
          <w:lang w:eastAsia="lt-LT"/>
        </w:rPr>
        <w:t xml:space="preserve">) </w:t>
      </w:r>
      <w:r w:rsidRPr="00E9439D">
        <w:rPr>
          <w:kern w:val="2"/>
          <w:szCs w:val="24"/>
          <w:lang w:eastAsia="lt-LT"/>
        </w:rPr>
        <w:t>ar</w:t>
      </w:r>
      <w:r w:rsidRPr="00E9439D">
        <w:rPr>
          <w:lang w:eastAsia="lt-LT"/>
        </w:rPr>
        <w:t xml:space="preserve"> padalinys, techniškai aptarnaujantis Savivaldybės tarybą. Savivaldybės t</w:t>
      </w:r>
      <w:r w:rsidRPr="00E9439D">
        <w:rPr>
          <w:kern w:val="2"/>
          <w:szCs w:val="24"/>
          <w:lang w:eastAsia="lt-LT"/>
        </w:rPr>
        <w:t xml:space="preserve">arybos sprendimus Savivaldybės tarybos </w:t>
      </w:r>
      <w:r w:rsidRPr="00E9439D">
        <w:t xml:space="preserve">posėdžių </w:t>
      </w:r>
      <w:r w:rsidRPr="00E9439D">
        <w:rPr>
          <w:kern w:val="2"/>
          <w:szCs w:val="24"/>
          <w:lang w:eastAsia="lt-LT"/>
        </w:rPr>
        <w:t>sekretorius ar</w:t>
      </w:r>
      <w:r w:rsidRPr="00E9439D">
        <w:rPr>
          <w:lang w:eastAsia="lt-LT"/>
        </w:rPr>
        <w:t xml:space="preserve"> padalinys, techniškai aptarnaujantis Savivaldybės tarybą</w:t>
      </w:r>
      <w:r w:rsidR="00E720B5">
        <w:rPr>
          <w:lang w:eastAsia="lt-LT"/>
        </w:rPr>
        <w:t>,</w:t>
      </w:r>
      <w:r w:rsidRPr="00E9439D">
        <w:rPr>
          <w:kern w:val="2"/>
          <w:szCs w:val="24"/>
          <w:lang w:eastAsia="lt-LT"/>
        </w:rPr>
        <w:t xml:space="preserve"> </w:t>
      </w:r>
      <w:r w:rsidRPr="00EB6F5C">
        <w:rPr>
          <w:kern w:val="2"/>
          <w:szCs w:val="24"/>
          <w:lang w:eastAsia="lt-LT"/>
        </w:rPr>
        <w:t>perduoda Administracijos direktoriui, kuris</w:t>
      </w:r>
      <w:r w:rsidRPr="00E9439D">
        <w:rPr>
          <w:kern w:val="2"/>
          <w:szCs w:val="24"/>
          <w:lang w:eastAsia="lt-LT"/>
        </w:rPr>
        <w:t xml:space="preserve"> skiria už vykdymą atsakingą Savivaldybės administracijos padalinį (tarnautoją), nustato įvykdymo terminą. </w:t>
      </w:r>
    </w:p>
    <w:p w:rsidR="00CB7921" w:rsidRPr="00691994" w:rsidRDefault="0006781A" w:rsidP="001E3692">
      <w:pPr>
        <w:ind w:firstLine="720"/>
        <w:jc w:val="both"/>
      </w:pPr>
      <w:r w:rsidRPr="000A3185">
        <w:rPr>
          <w:szCs w:val="24"/>
        </w:rPr>
        <w:t>17</w:t>
      </w:r>
      <w:r w:rsidR="00E71D0D">
        <w:rPr>
          <w:szCs w:val="24"/>
        </w:rPr>
        <w:t>4</w:t>
      </w:r>
      <w:r w:rsidR="00CB7921" w:rsidRPr="000A3185">
        <w:rPr>
          <w:szCs w:val="24"/>
        </w:rPr>
        <w:t>.</w:t>
      </w:r>
      <w:r w:rsidR="00CB7921" w:rsidRPr="000A3185">
        <w:rPr>
          <w:szCs w:val="24"/>
        </w:rPr>
        <w:tab/>
      </w:r>
      <w:r w:rsidRPr="000A3185">
        <w:rPr>
          <w:szCs w:val="24"/>
        </w:rPr>
        <w:t>Administracijos d</w:t>
      </w:r>
      <w:r w:rsidR="00CB7921" w:rsidRPr="000A3185">
        <w:t xml:space="preserve">irektorius tiesiogiai ir asmeniškai merui atsako už įstatymų, įstatymų įgyvendinamųjų teisės aktų, Vyriausybės, </w:t>
      </w:r>
      <w:r w:rsidRPr="000A3185">
        <w:t>Savivaldybės t</w:t>
      </w:r>
      <w:r w:rsidR="00CB7921" w:rsidRPr="000A3185">
        <w:t>arybo</w:t>
      </w:r>
      <w:r w:rsidRPr="000A3185">
        <w:t>s, mero sprendimų įgyvendinimą S</w:t>
      </w:r>
      <w:r w:rsidR="00CB7921" w:rsidRPr="000A3185">
        <w:t>avivaldybės teritorijoje jo kompetencijai priskirtais klausimais.</w:t>
      </w:r>
    </w:p>
    <w:p w:rsidR="00CB7921" w:rsidRPr="00691994" w:rsidRDefault="0006781A" w:rsidP="001E3692">
      <w:pPr>
        <w:ind w:firstLine="720"/>
        <w:jc w:val="both"/>
      </w:pPr>
      <w:r w:rsidRPr="00691994">
        <w:rPr>
          <w:szCs w:val="24"/>
        </w:rPr>
        <w:t>17</w:t>
      </w:r>
      <w:r w:rsidR="00E71D0D">
        <w:rPr>
          <w:szCs w:val="24"/>
        </w:rPr>
        <w:t>5</w:t>
      </w:r>
      <w:r w:rsidR="00CB7921" w:rsidRPr="00691994">
        <w:rPr>
          <w:szCs w:val="24"/>
        </w:rPr>
        <w:t>.</w:t>
      </w:r>
      <w:r w:rsidR="00CB7921" w:rsidRPr="00691994">
        <w:rPr>
          <w:szCs w:val="24"/>
        </w:rPr>
        <w:tab/>
      </w:r>
      <w:r w:rsidR="00CB7921" w:rsidRPr="00691994">
        <w:t xml:space="preserve"> Meras </w:t>
      </w:r>
      <w:r w:rsidRPr="00691994">
        <w:t>kontroliuoja ir prižiūri S</w:t>
      </w:r>
      <w:r w:rsidR="00CB7921" w:rsidRPr="00691994">
        <w:t>avivaldybės viešojo administravimo institucijų, įstaigų ir įmonių vadovų veiklą, kaip jie įgyvendina įstatymus, Vyriausybės nutarimus</w:t>
      </w:r>
      <w:r w:rsidRPr="00691994">
        <w:t>, Savivaldybės t</w:t>
      </w:r>
      <w:r w:rsidR="00CB7921" w:rsidRPr="00691994">
        <w:t>arybos sprendimus.</w:t>
      </w:r>
    </w:p>
    <w:p w:rsidR="00CB7921" w:rsidRPr="00691994" w:rsidRDefault="00E42F1E" w:rsidP="001E3692">
      <w:pPr>
        <w:ind w:firstLine="720"/>
        <w:jc w:val="both"/>
      </w:pPr>
      <w:r>
        <w:rPr>
          <w:szCs w:val="24"/>
        </w:rPr>
        <w:t>17</w:t>
      </w:r>
      <w:r w:rsidR="00E71D0D">
        <w:rPr>
          <w:szCs w:val="24"/>
        </w:rPr>
        <w:t>6</w:t>
      </w:r>
      <w:r w:rsidR="00CB7921" w:rsidRPr="00691994">
        <w:rPr>
          <w:szCs w:val="24"/>
        </w:rPr>
        <w:t>.</w:t>
      </w:r>
      <w:r w:rsidR="00CB7921" w:rsidRPr="00691994">
        <w:rPr>
          <w:szCs w:val="24"/>
        </w:rPr>
        <w:tab/>
      </w:r>
      <w:r w:rsidR="00CB7921" w:rsidRPr="00691994">
        <w:t xml:space="preserve"> </w:t>
      </w:r>
      <w:r w:rsidR="0006781A" w:rsidRPr="00691994">
        <w:t>Savivaldybės t</w:t>
      </w:r>
      <w:r w:rsidR="00CB7921" w:rsidRPr="00691994">
        <w:t xml:space="preserve">aryba </w:t>
      </w:r>
      <w:r w:rsidR="00CB7921" w:rsidRPr="00C34BCA">
        <w:t>vykdo mero</w:t>
      </w:r>
      <w:r w:rsidR="00CB7921" w:rsidRPr="00661962">
        <w:t xml:space="preserve"> ir kitų subjektų</w:t>
      </w:r>
      <w:r w:rsidR="00CB7921" w:rsidRPr="00691994">
        <w:t xml:space="preserve">, tiesiogiai įgyvendinančių valstybines (perduotas savivaldybėms) funkcijas, priežiūrą, kviesdama juos į komitetų ir komisijų posėdžius, užduodama klausimus raštu, taip pat pateikdama </w:t>
      </w:r>
      <w:r w:rsidR="00CB7921" w:rsidRPr="00C34BCA">
        <w:t>klausimus merui</w:t>
      </w:r>
      <w:r w:rsidR="00CB7921" w:rsidRPr="00661962">
        <w:t xml:space="preserve"> ir kviestiems</w:t>
      </w:r>
      <w:r w:rsidR="00CB7921" w:rsidRPr="00691994">
        <w:t xml:space="preserve"> kitų subjektų, tiesiogiai įgyvendinančių valstybines (perduotas savivaldybėms) funkcijas, vadovams žodžiu per </w:t>
      </w:r>
      <w:r w:rsidR="0006781A" w:rsidRPr="00691994">
        <w:t>Savivaldybės t</w:t>
      </w:r>
      <w:r w:rsidR="00CB7921" w:rsidRPr="00691994">
        <w:t>arybos mažumos valandą.</w:t>
      </w:r>
    </w:p>
    <w:p w:rsidR="003E4862" w:rsidRPr="00E9439D" w:rsidRDefault="003E4862" w:rsidP="00CB7921">
      <w:pPr>
        <w:ind w:firstLine="851"/>
        <w:jc w:val="both"/>
      </w:pPr>
    </w:p>
    <w:p w:rsidR="003E4862" w:rsidRPr="00E9439D" w:rsidRDefault="003E4862" w:rsidP="003E4862">
      <w:pPr>
        <w:keepNext/>
        <w:jc w:val="center"/>
        <w:rPr>
          <w:b/>
          <w:bCs/>
          <w:caps/>
          <w:lang w:eastAsia="lt-LT"/>
        </w:rPr>
      </w:pPr>
      <w:r w:rsidRPr="00E9439D">
        <w:rPr>
          <w:b/>
          <w:bCs/>
          <w:caps/>
          <w:lang w:eastAsia="lt-LT"/>
        </w:rPr>
        <w:t xml:space="preserve">XIII skyrius </w:t>
      </w:r>
    </w:p>
    <w:p w:rsidR="003E4862" w:rsidRPr="00E9439D" w:rsidRDefault="003E4862" w:rsidP="003E4862">
      <w:pPr>
        <w:keepNext/>
        <w:jc w:val="center"/>
        <w:rPr>
          <w:lang w:eastAsia="lt-LT"/>
        </w:rPr>
      </w:pPr>
      <w:r w:rsidRPr="00E9439D">
        <w:rPr>
          <w:b/>
          <w:bCs/>
          <w:caps/>
          <w:lang w:eastAsia="lt-LT"/>
        </w:rPr>
        <w:t xml:space="preserve">SAVIVALDYBĖS </w:t>
      </w:r>
      <w:r w:rsidRPr="00C66AB1">
        <w:rPr>
          <w:b/>
          <w:bCs/>
          <w:caps/>
          <w:lang w:eastAsia="lt-LT"/>
        </w:rPr>
        <w:t>INSTITUCIJŲ</w:t>
      </w:r>
      <w:r w:rsidRPr="00E9439D">
        <w:rPr>
          <w:b/>
          <w:bCs/>
          <w:caps/>
          <w:lang w:eastAsia="lt-LT"/>
        </w:rPr>
        <w:t xml:space="preserve"> VEIKLOS ATASKAIT</w:t>
      </w:r>
      <w:r w:rsidR="00984A1D" w:rsidRPr="00C66AB1">
        <w:rPr>
          <w:b/>
          <w:bCs/>
          <w:caps/>
          <w:lang w:eastAsia="lt-LT"/>
        </w:rPr>
        <w:t>OS</w:t>
      </w:r>
    </w:p>
    <w:p w:rsidR="003E4862" w:rsidRPr="00B73E2A" w:rsidRDefault="003E4862" w:rsidP="003E4862">
      <w:pPr>
        <w:ind w:firstLine="622"/>
        <w:jc w:val="both"/>
        <w:rPr>
          <w:color w:val="00B050"/>
          <w:lang w:eastAsia="lt-LT"/>
        </w:rPr>
      </w:pPr>
    </w:p>
    <w:p w:rsidR="003E4862" w:rsidRPr="005326B7" w:rsidRDefault="00E9439D" w:rsidP="003E4862">
      <w:pPr>
        <w:widowControl w:val="0"/>
        <w:suppressAutoHyphens/>
        <w:ind w:firstLine="720"/>
        <w:jc w:val="both"/>
      </w:pPr>
      <w:r w:rsidRPr="00C34BCA">
        <w:rPr>
          <w:szCs w:val="24"/>
        </w:rPr>
        <w:t>17</w:t>
      </w:r>
      <w:r w:rsidR="00E71D0D">
        <w:rPr>
          <w:szCs w:val="24"/>
        </w:rPr>
        <w:t>7</w:t>
      </w:r>
      <w:r w:rsidR="003E4862" w:rsidRPr="00661962">
        <w:rPr>
          <w:szCs w:val="24"/>
        </w:rPr>
        <w:t>.</w:t>
      </w:r>
      <w:r w:rsidR="003E4862" w:rsidRPr="00806CF2">
        <w:rPr>
          <w:szCs w:val="24"/>
        </w:rPr>
        <w:t xml:space="preserve"> </w:t>
      </w:r>
      <w:r w:rsidR="003E4862" w:rsidRPr="00806CF2">
        <w:rPr>
          <w:rFonts w:eastAsia="Andale Sans UI"/>
          <w:kern w:val="2"/>
          <w:szCs w:val="24"/>
          <w:lang w:eastAsia="lt-LT"/>
        </w:rPr>
        <w:t>Tarybos nariai</w:t>
      </w:r>
      <w:r w:rsidR="00E720B5">
        <w:rPr>
          <w:rFonts w:eastAsia="Andale Sans UI"/>
          <w:kern w:val="2"/>
          <w:szCs w:val="24"/>
          <w:lang w:eastAsia="lt-LT"/>
        </w:rPr>
        <w:t>,</w:t>
      </w:r>
      <w:r w:rsidR="003E4862" w:rsidRPr="00806CF2">
        <w:rPr>
          <w:rFonts w:eastAsia="Andale Sans UI"/>
          <w:kern w:val="2"/>
          <w:szCs w:val="24"/>
          <w:lang w:eastAsia="lt-LT"/>
        </w:rPr>
        <w:t xml:space="preserve"> ne rečiau kaip vieną kartą per metus</w:t>
      </w:r>
      <w:r w:rsidR="00E720B5">
        <w:rPr>
          <w:rFonts w:eastAsia="Andale Sans UI"/>
          <w:kern w:val="2"/>
          <w:szCs w:val="24"/>
          <w:lang w:eastAsia="lt-LT"/>
        </w:rPr>
        <w:t>,</w:t>
      </w:r>
      <w:r w:rsidR="003E4862" w:rsidRPr="00806CF2">
        <w:rPr>
          <w:rFonts w:eastAsia="Andale Sans UI"/>
          <w:kern w:val="2"/>
          <w:szCs w:val="24"/>
          <w:lang w:eastAsia="lt-LT"/>
        </w:rPr>
        <w:t xml:space="preserve"> </w:t>
      </w:r>
      <w:r w:rsidR="003E4862" w:rsidRPr="00806CF2">
        <w:t xml:space="preserve">atsiskaito Savivaldybės nuolatiniams </w:t>
      </w:r>
      <w:r w:rsidR="003E4862" w:rsidRPr="00E720B5">
        <w:t>gyventojams</w:t>
      </w:r>
      <w:r w:rsidR="00E720B5" w:rsidRPr="001E3692">
        <w:t>,</w:t>
      </w:r>
      <w:r w:rsidR="003E4862" w:rsidRPr="00E720B5">
        <w:t xml:space="preserve"> pateikdam</w:t>
      </w:r>
      <w:r w:rsidR="00806CF2" w:rsidRPr="00E720B5">
        <w:t>i</w:t>
      </w:r>
      <w:r w:rsidR="00806CF2" w:rsidRPr="00806CF2">
        <w:t xml:space="preserve"> bendrą </w:t>
      </w:r>
      <w:r w:rsidR="00806CF2" w:rsidRPr="005326B7">
        <w:t>Savivaldybės tarybos veiklos ataskaitą</w:t>
      </w:r>
      <w:r w:rsidR="00E720B5">
        <w:t>,</w:t>
      </w:r>
      <w:r w:rsidR="00806CF2" w:rsidRPr="005326B7">
        <w:t xml:space="preserve"> </w:t>
      </w:r>
      <w:r w:rsidR="003E4862" w:rsidRPr="005326B7">
        <w:t xml:space="preserve">kurioje atsispindi </w:t>
      </w:r>
      <w:r w:rsidR="003E4862" w:rsidRPr="00C34BCA">
        <w:t xml:space="preserve">kiekvieno </w:t>
      </w:r>
      <w:r w:rsidR="00D548A0" w:rsidRPr="001E3692">
        <w:t>t</w:t>
      </w:r>
      <w:r w:rsidR="00806CF2" w:rsidRPr="00C34BCA">
        <w:t>arybos nario</w:t>
      </w:r>
      <w:r w:rsidR="00806CF2" w:rsidRPr="00661962">
        <w:t xml:space="preserve"> veiklos</w:t>
      </w:r>
      <w:r w:rsidR="00806CF2" w:rsidRPr="005326B7">
        <w:t xml:space="preserve"> duomenys. </w:t>
      </w:r>
      <w:r w:rsidR="003E4862" w:rsidRPr="005326B7">
        <w:t xml:space="preserve">Tarybos nario veiklos ataskaita yra sudėtinė </w:t>
      </w:r>
      <w:r w:rsidR="00806CF2" w:rsidRPr="005326B7">
        <w:t>Savivaldybės tarybos veiklos ataskaitos dalis.</w:t>
      </w:r>
    </w:p>
    <w:p w:rsidR="003E4862" w:rsidRPr="00806CF2" w:rsidRDefault="00E9439D" w:rsidP="003E4862">
      <w:pPr>
        <w:ind w:firstLine="720"/>
        <w:jc w:val="both"/>
        <w:rPr>
          <w:lang w:eastAsia="lt-LT"/>
        </w:rPr>
      </w:pPr>
      <w:r w:rsidRPr="005326B7">
        <w:rPr>
          <w:szCs w:val="24"/>
          <w:lang w:eastAsia="lt-LT"/>
        </w:rPr>
        <w:t>17</w:t>
      </w:r>
      <w:r w:rsidR="002E51BD">
        <w:rPr>
          <w:szCs w:val="24"/>
          <w:lang w:eastAsia="lt-LT"/>
        </w:rPr>
        <w:t>8</w:t>
      </w:r>
      <w:r w:rsidR="003E4862" w:rsidRPr="005326B7">
        <w:rPr>
          <w:szCs w:val="24"/>
          <w:lang w:eastAsia="lt-LT"/>
        </w:rPr>
        <w:t xml:space="preserve">. </w:t>
      </w:r>
      <w:r w:rsidR="003E4862" w:rsidRPr="005326B7">
        <w:t xml:space="preserve">Savivaldybės </w:t>
      </w:r>
      <w:r w:rsidR="00806CF2" w:rsidRPr="005326B7">
        <w:t>tarybos</w:t>
      </w:r>
      <w:r w:rsidR="003E4862" w:rsidRPr="005326B7">
        <w:t xml:space="preserve"> veiklos ataskaita </w:t>
      </w:r>
      <w:r w:rsidR="00806CF2" w:rsidRPr="005326B7">
        <w:rPr>
          <w:lang w:eastAsia="lt-LT"/>
        </w:rPr>
        <w:t>S</w:t>
      </w:r>
      <w:r w:rsidR="003E4862" w:rsidRPr="005326B7">
        <w:rPr>
          <w:lang w:eastAsia="lt-LT"/>
        </w:rPr>
        <w:t xml:space="preserve">avivaldybės </w:t>
      </w:r>
      <w:r w:rsidR="003E4862" w:rsidRPr="00806CF2">
        <w:rPr>
          <w:lang w:eastAsia="lt-LT"/>
        </w:rPr>
        <w:t>gyventojams rengiama ir teikiama tokia tvarka:</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.1. </w:t>
      </w:r>
      <w:r w:rsidR="003E4862" w:rsidRPr="005326B7">
        <w:t xml:space="preserve">Savivaldybės </w:t>
      </w:r>
      <w:r w:rsidR="005F4350" w:rsidRPr="005326B7">
        <w:t>tarybos</w:t>
      </w:r>
      <w:r w:rsidR="003E4862" w:rsidRPr="005326B7">
        <w:t xml:space="preserve"> </w:t>
      </w:r>
      <w:r w:rsidR="003E4862" w:rsidRPr="005326B7">
        <w:rPr>
          <w:lang w:eastAsia="lt-LT"/>
        </w:rPr>
        <w:t>veiklos ataskaitos projektą, pasitelkdamas Savivaldybės administraciją, rengia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sekretorius (-</w:t>
      </w:r>
      <w:proofErr w:type="spellStart"/>
      <w:r w:rsidR="003E4862" w:rsidRPr="005326B7">
        <w:rPr>
          <w:kern w:val="2"/>
          <w:szCs w:val="24"/>
          <w:lang w:eastAsia="lt-LT"/>
        </w:rPr>
        <w:t>iai</w:t>
      </w:r>
      <w:proofErr w:type="spellEnd"/>
      <w:r w:rsidR="003E4862" w:rsidRPr="005326B7">
        <w:rPr>
          <w:kern w:val="2"/>
          <w:szCs w:val="24"/>
          <w:lang w:eastAsia="lt-LT"/>
        </w:rPr>
        <w:t>)</w:t>
      </w:r>
      <w:r w:rsidR="003E4862" w:rsidRPr="005326B7">
        <w:rPr>
          <w:lang w:eastAsia="lt-LT"/>
        </w:rPr>
        <w:t xml:space="preserve"> pagal turimus statistinius duomenis;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.2. neturint ar trūkstant </w:t>
      </w:r>
      <w:r w:rsidR="003E4862" w:rsidRPr="00C34BCA">
        <w:rPr>
          <w:lang w:eastAsia="lt-LT"/>
        </w:rPr>
        <w:t xml:space="preserve">duomenų apie </w:t>
      </w:r>
      <w:r w:rsidR="00D548A0" w:rsidRPr="001E3692">
        <w:rPr>
          <w:lang w:eastAsia="lt-LT"/>
        </w:rPr>
        <w:t>t</w:t>
      </w:r>
      <w:r w:rsidR="003E4862" w:rsidRPr="00C34BCA">
        <w:rPr>
          <w:lang w:eastAsia="lt-LT"/>
        </w:rPr>
        <w:t>arybos nario</w:t>
      </w:r>
      <w:r w:rsidR="003E4862" w:rsidRPr="00661962">
        <w:rPr>
          <w:lang w:eastAsia="lt-LT"/>
        </w:rPr>
        <w:t xml:space="preserve"> veiklą, šiuos duomenis Savivaldybės t</w:t>
      </w:r>
      <w:r w:rsidR="003E4862" w:rsidRPr="00661962">
        <w:rPr>
          <w:kern w:val="2"/>
          <w:szCs w:val="24"/>
          <w:lang w:eastAsia="lt-LT"/>
        </w:rPr>
        <w:t xml:space="preserve">arybos </w:t>
      </w:r>
      <w:r w:rsidR="003E4862" w:rsidRPr="00661962">
        <w:t xml:space="preserve">posėdžių </w:t>
      </w:r>
      <w:r w:rsidR="003E4862" w:rsidRPr="00661962">
        <w:rPr>
          <w:kern w:val="2"/>
          <w:szCs w:val="24"/>
          <w:lang w:eastAsia="lt-LT"/>
        </w:rPr>
        <w:t>sekretoriaus (-</w:t>
      </w:r>
      <w:proofErr w:type="spellStart"/>
      <w:r w:rsidR="003E4862" w:rsidRPr="00661962">
        <w:rPr>
          <w:kern w:val="2"/>
          <w:szCs w:val="24"/>
          <w:lang w:eastAsia="lt-LT"/>
        </w:rPr>
        <w:t>ių</w:t>
      </w:r>
      <w:proofErr w:type="spellEnd"/>
      <w:r w:rsidR="003E4862" w:rsidRPr="00661962">
        <w:rPr>
          <w:kern w:val="2"/>
          <w:szCs w:val="24"/>
          <w:lang w:eastAsia="lt-LT"/>
        </w:rPr>
        <w:t>)</w:t>
      </w:r>
      <w:r w:rsidR="003E4862" w:rsidRPr="00803D27">
        <w:rPr>
          <w:lang w:eastAsia="lt-LT"/>
        </w:rPr>
        <w:t xml:space="preserve"> prašymu </w:t>
      </w:r>
      <w:r w:rsidR="00D548A0" w:rsidRPr="001E3692">
        <w:rPr>
          <w:lang w:eastAsia="lt-LT"/>
        </w:rPr>
        <w:t>t</w:t>
      </w:r>
      <w:r w:rsidR="003E4862" w:rsidRPr="00C34BCA">
        <w:rPr>
          <w:lang w:eastAsia="lt-LT"/>
        </w:rPr>
        <w:t>arybos narys</w:t>
      </w:r>
      <w:r w:rsidR="003E4862" w:rsidRPr="00661962">
        <w:rPr>
          <w:lang w:eastAsia="lt-LT"/>
        </w:rPr>
        <w:t xml:space="preserve"> pateikia ne</w:t>
      </w:r>
      <w:r w:rsidR="003E4862" w:rsidRPr="005326B7">
        <w:rPr>
          <w:lang w:eastAsia="lt-LT"/>
        </w:rPr>
        <w:t xml:space="preserve"> vėliau kaip per 5 darbo dienas nuo prašymo gavimo dienos; </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.3. praėjusių metų </w:t>
      </w:r>
      <w:r w:rsidR="003E4862" w:rsidRPr="005326B7">
        <w:t xml:space="preserve">Savivaldybės </w:t>
      </w:r>
      <w:r w:rsidR="005F4350" w:rsidRPr="005326B7">
        <w:t>tarybos</w:t>
      </w:r>
      <w:r w:rsidR="003E4862" w:rsidRPr="005326B7">
        <w:rPr>
          <w:lang w:eastAsia="lt-LT"/>
        </w:rPr>
        <w:t xml:space="preserve"> veiklos ataskaitos projektas parengiamas iki einamųjų metų kovo 30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.4. </w:t>
      </w:r>
      <w:r w:rsidR="003E4862" w:rsidRPr="005326B7">
        <w:rPr>
          <w:rFonts w:eastAsia="Andale Sans UI"/>
          <w:kern w:val="2"/>
          <w:szCs w:val="24"/>
          <w:lang w:eastAsia="lt-LT"/>
        </w:rPr>
        <w:t xml:space="preserve">parengtas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veiklos ataskaitos projektas pateikiamas komitetams (išskyrus Kontrolės komitetą) susipažinti. Komitetai savo pastabas ir pasiūlymus išreiškia pateikdami komiteto išvadą. Tarybos narys gali pareikšti savo vardu atskiras pastabas ir pasiūlymus dėl savo</w:t>
      </w:r>
      <w:r w:rsidR="003E4862" w:rsidRPr="00C34BCA">
        <w:rPr>
          <w:rFonts w:eastAsia="Andale Sans UI"/>
          <w:kern w:val="2"/>
          <w:szCs w:val="24"/>
          <w:lang w:eastAsia="lt-LT"/>
        </w:rPr>
        <w:t xml:space="preserve">, kaip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661962">
        <w:rPr>
          <w:rFonts w:eastAsia="Andale Sans UI"/>
          <w:kern w:val="2"/>
          <w:szCs w:val="24"/>
          <w:lang w:eastAsia="lt-LT"/>
        </w:rPr>
        <w:t>, veiklos</w:t>
      </w:r>
      <w:r w:rsidR="003E4862" w:rsidRPr="005326B7">
        <w:rPr>
          <w:rFonts w:eastAsia="Andale Sans UI"/>
          <w:kern w:val="2"/>
          <w:szCs w:val="24"/>
          <w:lang w:eastAsia="lt-LT"/>
        </w:rPr>
        <w:t xml:space="preserve"> duomenų patikslinimo. Komitetai išvadas dėl </w:t>
      </w:r>
      <w:r w:rsidR="003E4862" w:rsidRPr="005326B7">
        <w:t xml:space="preserve">Savivaldybės metinės </w:t>
      </w:r>
      <w:r w:rsidR="003E4862" w:rsidRPr="005326B7">
        <w:rPr>
          <w:rFonts w:eastAsia="Andale Sans UI"/>
          <w:kern w:val="2"/>
          <w:szCs w:val="24"/>
          <w:lang w:eastAsia="lt-LT"/>
        </w:rPr>
        <w:t xml:space="preserve">veiklos ataskaitos projekto, </w:t>
      </w:r>
      <w:r w:rsidR="003E4862" w:rsidRPr="00C34BCA">
        <w:rPr>
          <w:rFonts w:eastAsia="Andale Sans UI"/>
          <w:kern w:val="2"/>
          <w:szCs w:val="24"/>
          <w:lang w:eastAsia="lt-LT"/>
        </w:rPr>
        <w:t xml:space="preserve">o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pastabas</w:t>
      </w:r>
      <w:r w:rsidR="003E4862" w:rsidRPr="005326B7">
        <w:rPr>
          <w:rFonts w:eastAsia="Andale Sans UI"/>
          <w:kern w:val="2"/>
          <w:szCs w:val="24"/>
          <w:lang w:eastAsia="lt-LT"/>
        </w:rPr>
        <w:t xml:space="preserve"> ir pasiūlymus dėl savo asmeninių veiklos duomenų </w:t>
      </w:r>
      <w:r w:rsidR="003E4862" w:rsidRPr="005326B7">
        <w:t xml:space="preserve">Savivaldybės metinės </w:t>
      </w:r>
      <w:r w:rsidR="003E4862" w:rsidRPr="005326B7">
        <w:rPr>
          <w:rFonts w:eastAsia="Andale Sans UI"/>
          <w:kern w:val="2"/>
          <w:szCs w:val="24"/>
          <w:lang w:eastAsia="lt-LT"/>
        </w:rPr>
        <w:t xml:space="preserve">veiklos ataskaitos projekte pateikia ne vėliau kaip per 21 darbo dieną nuo </w:t>
      </w:r>
      <w:r w:rsidR="003E4862" w:rsidRPr="005326B7">
        <w:t xml:space="preserve">Savivaldybės metinės </w:t>
      </w:r>
      <w:r w:rsidR="003E4862" w:rsidRPr="005326B7">
        <w:rPr>
          <w:rFonts w:eastAsia="Andale Sans UI"/>
          <w:kern w:val="2"/>
          <w:szCs w:val="24"/>
          <w:lang w:eastAsia="lt-LT"/>
        </w:rPr>
        <w:t>veiklos ataskaitos projekto pateikimo komitetams svarstyti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.5. Savivaldybės t</w:t>
      </w:r>
      <w:r w:rsidR="003E4862" w:rsidRPr="005326B7">
        <w:rPr>
          <w:kern w:val="2"/>
          <w:szCs w:val="24"/>
          <w:lang w:eastAsia="lt-LT"/>
        </w:rPr>
        <w:t xml:space="preserve">arybos </w:t>
      </w:r>
      <w:r w:rsidR="003E4862" w:rsidRPr="005326B7">
        <w:t xml:space="preserve">posėdžių </w:t>
      </w:r>
      <w:r w:rsidR="003E4862" w:rsidRPr="00F60BC7">
        <w:rPr>
          <w:kern w:val="2"/>
          <w:szCs w:val="24"/>
          <w:lang w:eastAsia="lt-LT"/>
        </w:rPr>
        <w:t>sekretorius (-</w:t>
      </w:r>
      <w:proofErr w:type="spellStart"/>
      <w:r w:rsidR="003E4862" w:rsidRPr="00F60BC7">
        <w:rPr>
          <w:kern w:val="2"/>
          <w:szCs w:val="24"/>
          <w:lang w:eastAsia="lt-LT"/>
        </w:rPr>
        <w:t>iai</w:t>
      </w:r>
      <w:proofErr w:type="spellEnd"/>
      <w:r w:rsidR="003E4862" w:rsidRPr="00F60BC7">
        <w:rPr>
          <w:kern w:val="2"/>
          <w:szCs w:val="24"/>
          <w:lang w:eastAsia="lt-LT"/>
        </w:rPr>
        <w:t>)</w:t>
      </w:r>
      <w:r w:rsidR="003E4862" w:rsidRPr="00F60BC7">
        <w:rPr>
          <w:rFonts w:eastAsia="Andale Sans UI"/>
          <w:kern w:val="2"/>
          <w:szCs w:val="24"/>
          <w:lang w:eastAsia="lt-LT"/>
        </w:rPr>
        <w:t>, atsižvelgdam</w:t>
      </w:r>
      <w:r w:rsidR="00F60BC7" w:rsidRPr="001E3692">
        <w:rPr>
          <w:rFonts w:eastAsia="Andale Sans UI"/>
          <w:kern w:val="2"/>
          <w:szCs w:val="24"/>
          <w:lang w:eastAsia="lt-LT"/>
        </w:rPr>
        <w:t>as (-</w:t>
      </w:r>
      <w:r w:rsidR="003E4862" w:rsidRPr="00F60BC7">
        <w:rPr>
          <w:rFonts w:eastAsia="Andale Sans UI"/>
          <w:kern w:val="2"/>
          <w:szCs w:val="24"/>
          <w:lang w:eastAsia="lt-LT"/>
        </w:rPr>
        <w:t>i</w:t>
      </w:r>
      <w:r w:rsidR="00F60BC7" w:rsidRPr="00F60BC7">
        <w:rPr>
          <w:rFonts w:eastAsia="Andale Sans UI"/>
          <w:kern w:val="2"/>
          <w:szCs w:val="24"/>
          <w:lang w:eastAsia="lt-LT"/>
        </w:rPr>
        <w:t>)</w:t>
      </w:r>
      <w:r w:rsidR="003E4862" w:rsidRPr="005326B7">
        <w:rPr>
          <w:rFonts w:eastAsia="Andale Sans UI"/>
          <w:kern w:val="2"/>
          <w:szCs w:val="24"/>
          <w:lang w:eastAsia="lt-LT"/>
        </w:rPr>
        <w:t xml:space="preserve"> į gautas komitetų </w:t>
      </w:r>
      <w:r w:rsidR="003E4862" w:rsidRPr="00C34BCA">
        <w:rPr>
          <w:rFonts w:eastAsia="Andale Sans UI"/>
          <w:kern w:val="2"/>
          <w:szCs w:val="24"/>
          <w:lang w:eastAsia="lt-LT"/>
        </w:rPr>
        <w:t xml:space="preserve">išvadas ir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5326B7">
        <w:rPr>
          <w:rFonts w:eastAsia="Andale Sans UI"/>
          <w:kern w:val="2"/>
          <w:szCs w:val="24"/>
          <w:lang w:eastAsia="lt-LT"/>
        </w:rPr>
        <w:t xml:space="preserve"> (-</w:t>
      </w:r>
      <w:proofErr w:type="spellStart"/>
      <w:r w:rsidR="003E4862" w:rsidRPr="005326B7">
        <w:rPr>
          <w:rFonts w:eastAsia="Andale Sans UI"/>
          <w:kern w:val="2"/>
          <w:szCs w:val="24"/>
          <w:lang w:eastAsia="lt-LT"/>
        </w:rPr>
        <w:t>ių</w:t>
      </w:r>
      <w:proofErr w:type="spellEnd"/>
      <w:r w:rsidR="003E4862" w:rsidRPr="005326B7">
        <w:rPr>
          <w:rFonts w:eastAsia="Andale Sans UI"/>
          <w:kern w:val="2"/>
          <w:szCs w:val="24"/>
          <w:lang w:eastAsia="lt-LT"/>
        </w:rPr>
        <w:t xml:space="preserve">) pareikštas pastabas bei pasiūlymus dėl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lastRenderedPageBreak/>
        <w:t xml:space="preserve">veiklos ataskaitos, koreguotą ataskaitą paskelbia Savivaldybės interneto svetainėje iki balandžio 30 dienos. </w:t>
      </w:r>
    </w:p>
    <w:p w:rsidR="003E4862" w:rsidRPr="005326B7" w:rsidRDefault="00806CF2" w:rsidP="003E4862">
      <w:pPr>
        <w:widowControl w:val="0"/>
        <w:suppressAutoHyphens/>
        <w:ind w:firstLine="720"/>
        <w:jc w:val="both"/>
        <w:rPr>
          <w:lang w:eastAsia="lt-LT"/>
        </w:rPr>
      </w:pPr>
      <w:r w:rsidRPr="005326B7">
        <w:rPr>
          <w:szCs w:val="24"/>
          <w:lang w:eastAsia="lt-LT"/>
        </w:rPr>
        <w:t>1</w:t>
      </w:r>
      <w:r w:rsidR="002E51BD">
        <w:rPr>
          <w:szCs w:val="24"/>
          <w:lang w:eastAsia="lt-LT"/>
        </w:rPr>
        <w:t>79</w:t>
      </w:r>
      <w:r w:rsidR="003E4862" w:rsidRPr="005326B7">
        <w:rPr>
          <w:szCs w:val="24"/>
          <w:lang w:eastAsia="lt-LT"/>
        </w:rPr>
        <w:t>.</w:t>
      </w:r>
      <w:r w:rsidR="003E4862" w:rsidRPr="005326B7">
        <w:rPr>
          <w:szCs w:val="24"/>
          <w:lang w:eastAsia="lt-LT"/>
        </w:rPr>
        <w:tab/>
      </w:r>
      <w:r w:rsidR="003E4862" w:rsidRPr="005326B7">
        <w:rPr>
          <w:rFonts w:eastAsia="Andale Sans UI"/>
          <w:kern w:val="2"/>
          <w:szCs w:val="24"/>
          <w:lang w:eastAsia="lt-LT"/>
        </w:rPr>
        <w:t xml:space="preserve">Nepriklausomai nuo parengtos ir Savivaldybės interneto svetainėje paskelbtos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w:t>
      </w:r>
      <w:r w:rsidR="003E4862" w:rsidRPr="00C34BCA">
        <w:rPr>
          <w:rFonts w:eastAsia="Andale Sans UI"/>
          <w:kern w:val="2"/>
          <w:szCs w:val="24"/>
          <w:lang w:eastAsia="lt-LT"/>
        </w:rPr>
        <w:t xml:space="preserve">ataskaitos,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gali</w:t>
      </w:r>
      <w:r w:rsidR="003E4862" w:rsidRPr="005326B7">
        <w:rPr>
          <w:rFonts w:eastAsia="Andale Sans UI"/>
          <w:kern w:val="2"/>
          <w:szCs w:val="24"/>
          <w:lang w:eastAsia="lt-LT"/>
        </w:rPr>
        <w:t xml:space="preserve"> rengti savo individualias veiklos ataskaitas. Tokios ataskaitos perduodamos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sekretoriui (-</w:t>
      </w:r>
      <w:proofErr w:type="spellStart"/>
      <w:r w:rsidR="003E4862" w:rsidRPr="005326B7">
        <w:rPr>
          <w:kern w:val="2"/>
          <w:szCs w:val="24"/>
          <w:lang w:eastAsia="lt-LT"/>
        </w:rPr>
        <w:t>iams</w:t>
      </w:r>
      <w:proofErr w:type="spellEnd"/>
      <w:r w:rsidR="003E4862" w:rsidRPr="005326B7">
        <w:rPr>
          <w:kern w:val="2"/>
          <w:szCs w:val="24"/>
          <w:lang w:eastAsia="lt-LT"/>
        </w:rPr>
        <w:t>)</w:t>
      </w:r>
      <w:r w:rsidR="003E4862" w:rsidRPr="005326B7">
        <w:rPr>
          <w:rFonts w:eastAsia="Andale Sans UI"/>
          <w:kern w:val="2"/>
          <w:szCs w:val="24"/>
          <w:lang w:eastAsia="lt-LT"/>
        </w:rPr>
        <w:t xml:space="preserve"> iki balandžio 30 dienos ir paskelbiamos kartu su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ataskaita. </w:t>
      </w:r>
    </w:p>
    <w:p w:rsidR="008C4DE4" w:rsidRDefault="00806CF2" w:rsidP="008C4DE4">
      <w:pPr>
        <w:ind w:firstLine="720"/>
        <w:jc w:val="both"/>
        <w:rPr>
          <w:color w:val="FF0000"/>
          <w:szCs w:val="24"/>
          <w:lang w:eastAsia="lt-LT" w:bidi="lo-LA"/>
        </w:rPr>
      </w:pPr>
      <w:r w:rsidRPr="005326B7">
        <w:rPr>
          <w:rFonts w:eastAsia="MS Mincho"/>
          <w:szCs w:val="24"/>
        </w:rPr>
        <w:t>18</w:t>
      </w:r>
      <w:r w:rsidR="002E51BD">
        <w:rPr>
          <w:rFonts w:eastAsia="MS Mincho"/>
          <w:szCs w:val="24"/>
        </w:rPr>
        <w:t>0</w:t>
      </w:r>
      <w:r w:rsidR="003E4862" w:rsidRPr="005326B7">
        <w:rPr>
          <w:rFonts w:eastAsia="MS Mincho"/>
          <w:szCs w:val="24"/>
        </w:rPr>
        <w:t xml:space="preserve">. </w:t>
      </w:r>
      <w:r w:rsidR="003E4862" w:rsidRPr="005326B7">
        <w:rPr>
          <w:rFonts w:eastAsia="Andale Sans UI"/>
          <w:kern w:val="2"/>
          <w:szCs w:val="24"/>
          <w:lang w:eastAsia="lt-LT"/>
        </w:rPr>
        <w:t>Meras</w:t>
      </w:r>
      <w:r w:rsidR="00F60BC7">
        <w:rPr>
          <w:rFonts w:eastAsia="Andale Sans UI"/>
          <w:kern w:val="2"/>
          <w:szCs w:val="24"/>
          <w:lang w:eastAsia="lt-LT"/>
        </w:rPr>
        <w:t>,</w:t>
      </w:r>
      <w:r w:rsidR="003E4862" w:rsidRPr="005326B7">
        <w:rPr>
          <w:rFonts w:eastAsia="Andale Sans UI"/>
          <w:kern w:val="2"/>
          <w:szCs w:val="24"/>
          <w:lang w:eastAsia="lt-LT"/>
        </w:rPr>
        <w:t xml:space="preserve"> ne rečiau kaip vieną kartą per metus</w:t>
      </w:r>
      <w:r w:rsidR="00F60BC7">
        <w:rPr>
          <w:rFonts w:eastAsia="Andale Sans UI"/>
          <w:kern w:val="2"/>
          <w:szCs w:val="24"/>
          <w:lang w:eastAsia="lt-LT"/>
        </w:rPr>
        <w:t>,</w:t>
      </w:r>
      <w:r w:rsidR="003E4862" w:rsidRPr="005326B7">
        <w:rPr>
          <w:rFonts w:eastAsia="Andale Sans UI"/>
          <w:kern w:val="2"/>
          <w:szCs w:val="24"/>
          <w:lang w:eastAsia="lt-LT"/>
        </w:rPr>
        <w:t xml:space="preserve"> atsiskaito už savo veiklą Savivaldybės tarybai ir bendruomenei. </w:t>
      </w:r>
      <w:r w:rsidR="003E4862" w:rsidRPr="005326B7">
        <w:t xml:space="preserve">Ši </w:t>
      </w:r>
      <w:r w:rsidR="003E4862" w:rsidRPr="00C34BCA">
        <w:t>informacija apie mero</w:t>
      </w:r>
      <w:r w:rsidR="003E4862" w:rsidRPr="00661962">
        <w:t xml:space="preserve"> veiklos</w:t>
      </w:r>
      <w:r w:rsidR="003E4862" w:rsidRPr="005326B7">
        <w:t xml:space="preserve"> rezultatus įtraukiama į Savivaldybės metinių ataskaitų rinkinį.</w:t>
      </w:r>
      <w:r w:rsidR="003E4862" w:rsidRPr="005326B7">
        <w:rPr>
          <w:rFonts w:eastAsia="Andale Sans UI"/>
          <w:kern w:val="2"/>
          <w:szCs w:val="24"/>
          <w:lang w:eastAsia="lt-LT"/>
        </w:rPr>
        <w:t xml:space="preserve"> </w:t>
      </w:r>
      <w:r w:rsidR="008C4DE4" w:rsidRPr="005326B7">
        <w:rPr>
          <w:szCs w:val="24"/>
        </w:rPr>
        <w:t>Savivaldybės metinių ataskaitų rinkinį sudaro: Savivaldybės veiklos ataskaita, finansinių ataskaitų rinkinys ir biudžeto vykdymo ataskaitų rinkinys. Savivaldybės metinių ataskaitų rinkinys</w:t>
      </w:r>
      <w:r w:rsidR="008C4DE4" w:rsidRPr="005326B7">
        <w:rPr>
          <w:szCs w:val="24"/>
          <w:lang w:eastAsia="lt-LT" w:bidi="lo-LA"/>
        </w:rPr>
        <w:t xml:space="preserve"> pateikiamas Savivaldybės tarybai iki kiekvienų metų gegužės 15 dienos</w:t>
      </w:r>
      <w:r w:rsidR="008C4DE4" w:rsidRPr="001E3692">
        <w:rPr>
          <w:szCs w:val="24"/>
          <w:lang w:eastAsia="lt-LT" w:bidi="lo-LA"/>
        </w:rPr>
        <w:t>.</w:t>
      </w:r>
      <w:r w:rsidR="008C4DE4" w:rsidRPr="0055236F">
        <w:rPr>
          <w:color w:val="FF0000"/>
          <w:szCs w:val="24"/>
          <w:lang w:eastAsia="lt-LT" w:bidi="lo-LA"/>
        </w:rPr>
        <w:t xml:space="preserve"> </w:t>
      </w:r>
    </w:p>
    <w:p w:rsidR="008C4DE4" w:rsidRDefault="008C4DE4" w:rsidP="008C4DE4">
      <w:pPr>
        <w:ind w:firstLine="720"/>
        <w:jc w:val="both"/>
      </w:pPr>
      <w:r w:rsidRPr="008C4DE4">
        <w:rPr>
          <w:szCs w:val="24"/>
          <w:lang w:eastAsia="lt-LT" w:bidi="lo-LA"/>
        </w:rPr>
        <w:t>18</w:t>
      </w:r>
      <w:r w:rsidR="002E51BD">
        <w:rPr>
          <w:szCs w:val="24"/>
          <w:lang w:eastAsia="lt-LT" w:bidi="lo-LA"/>
        </w:rPr>
        <w:t>1</w:t>
      </w:r>
      <w:r w:rsidRPr="008C4DE4">
        <w:rPr>
          <w:szCs w:val="24"/>
          <w:lang w:eastAsia="lt-LT" w:bidi="lo-LA"/>
        </w:rPr>
        <w:t xml:space="preserve">. </w:t>
      </w:r>
      <w:r>
        <w:rPr>
          <w:bCs/>
          <w:szCs w:val="24"/>
        </w:rPr>
        <w:t xml:space="preserve">Meras rengia Savivaldybės metinių ataskaitų rinkinį ir jį teikia Savivaldybės tarybai svarstyti ir tvirtinti. </w:t>
      </w:r>
      <w:r w:rsidRPr="0055236F">
        <w:t>Savivaldybės metinių ataskaitų rinkinio rengimo, pasirašymo, teikimo, skelbimo ir audito reikalavimus nustato Lietuvos Respublikos viešojo sektoriaus atskaitomybės įstatymas.</w:t>
      </w:r>
    </w:p>
    <w:p w:rsidR="008C4DE4" w:rsidRDefault="008C4DE4" w:rsidP="0055236F">
      <w:pPr>
        <w:widowControl w:val="0"/>
        <w:suppressAutoHyphens/>
        <w:ind w:firstLine="720"/>
        <w:jc w:val="both"/>
      </w:pPr>
    </w:p>
    <w:p w:rsidR="003D3AD8" w:rsidRDefault="005B7E85" w:rsidP="003D3AD8">
      <w:pPr>
        <w:shd w:val="clear" w:color="auto" w:fill="FFFFFF"/>
        <w:jc w:val="center"/>
        <w:rPr>
          <w:b/>
          <w:spacing w:val="1"/>
          <w:szCs w:val="24"/>
        </w:rPr>
      </w:pPr>
      <w:r>
        <w:rPr>
          <w:b/>
          <w:spacing w:val="1"/>
          <w:szCs w:val="24"/>
        </w:rPr>
        <w:t>X</w:t>
      </w:r>
      <w:r w:rsidR="003D3AD8">
        <w:rPr>
          <w:b/>
          <w:spacing w:val="1"/>
          <w:szCs w:val="24"/>
        </w:rPr>
        <w:t>I</w:t>
      </w:r>
      <w:r>
        <w:rPr>
          <w:b/>
          <w:spacing w:val="1"/>
          <w:szCs w:val="24"/>
        </w:rPr>
        <w:t>V</w:t>
      </w:r>
      <w:r w:rsidR="003D3AD8">
        <w:rPr>
          <w:b/>
          <w:spacing w:val="1"/>
          <w:szCs w:val="24"/>
        </w:rPr>
        <w:t xml:space="preserve"> SKYRIUS</w:t>
      </w:r>
    </w:p>
    <w:p w:rsidR="003D3AD8" w:rsidRDefault="003D3AD8" w:rsidP="003D3AD8">
      <w:pPr>
        <w:shd w:val="clear" w:color="auto" w:fill="FFFFFF"/>
        <w:jc w:val="center"/>
        <w:rPr>
          <w:b/>
          <w:spacing w:val="1"/>
          <w:szCs w:val="24"/>
        </w:rPr>
      </w:pPr>
      <w:r>
        <w:rPr>
          <w:b/>
          <w:spacing w:val="1"/>
          <w:szCs w:val="24"/>
        </w:rPr>
        <w:t>SAVIVALDYBĖS TARYBOS KOMITETAI</w:t>
      </w:r>
    </w:p>
    <w:p w:rsidR="00BB1422" w:rsidRDefault="00BB1422" w:rsidP="0015538E">
      <w:pPr>
        <w:ind w:firstLine="720"/>
        <w:jc w:val="both"/>
        <w:rPr>
          <w:szCs w:val="24"/>
        </w:rPr>
      </w:pPr>
    </w:p>
    <w:p w:rsidR="005B7E85" w:rsidRPr="00CD4155" w:rsidRDefault="005B7E85" w:rsidP="0015538E">
      <w:pPr>
        <w:ind w:firstLine="720"/>
        <w:jc w:val="both"/>
        <w:rPr>
          <w:szCs w:val="24"/>
          <w:lang w:eastAsia="lt-LT"/>
        </w:rPr>
      </w:pPr>
      <w:r w:rsidRPr="00CD4155">
        <w:rPr>
          <w:szCs w:val="24"/>
        </w:rPr>
        <w:t>18</w:t>
      </w:r>
      <w:r w:rsidR="002E51BD">
        <w:rPr>
          <w:szCs w:val="24"/>
        </w:rPr>
        <w:t>2</w:t>
      </w:r>
      <w:r w:rsidR="0015538E" w:rsidRPr="00CD4155">
        <w:rPr>
          <w:szCs w:val="24"/>
        </w:rPr>
        <w:t xml:space="preserve">. Savivaldybės tarybos komitetai sudaromi Savivaldybės tarybai teikiamiems klausimams preliminariai nagrinėti ir išvadoms bei pasiūlymams teikti, kontroliuoti, kaip laikomasi įstatymų ir vykdomi Vyriausybės nutarimai, Savivaldybės </w:t>
      </w:r>
      <w:r w:rsidR="0015538E" w:rsidRPr="00C34BCA">
        <w:rPr>
          <w:szCs w:val="24"/>
        </w:rPr>
        <w:t>tarybos, mero sprendimai</w:t>
      </w:r>
      <w:r w:rsidR="0015538E" w:rsidRPr="00CD4155">
        <w:rPr>
          <w:szCs w:val="24"/>
        </w:rPr>
        <w:t>.</w:t>
      </w:r>
      <w:r w:rsidRPr="00CD4155">
        <w:rPr>
          <w:szCs w:val="24"/>
          <w:lang w:eastAsia="lt-LT"/>
        </w:rPr>
        <w:t xml:space="preserve"> Komitetai taip pat nagrinėja ir vertina </w:t>
      </w:r>
      <w:proofErr w:type="spellStart"/>
      <w:r w:rsidRPr="00CD4155">
        <w:rPr>
          <w:szCs w:val="24"/>
          <w:lang w:eastAsia="lt-LT"/>
        </w:rPr>
        <w:t>seniūnaičių</w:t>
      </w:r>
      <w:proofErr w:type="spellEnd"/>
      <w:r w:rsidRPr="00CD4155">
        <w:rPr>
          <w:szCs w:val="24"/>
          <w:lang w:eastAsia="lt-LT"/>
        </w:rPr>
        <w:t xml:space="preserve"> sueigos bei </w:t>
      </w:r>
      <w:proofErr w:type="spellStart"/>
      <w:r w:rsidRPr="00CD4155">
        <w:rPr>
          <w:szCs w:val="24"/>
          <w:lang w:eastAsia="lt-LT"/>
        </w:rPr>
        <w:t>seniūnaičių</w:t>
      </w:r>
      <w:proofErr w:type="spellEnd"/>
      <w:r w:rsidRPr="00CD4155">
        <w:rPr>
          <w:szCs w:val="24"/>
          <w:lang w:eastAsia="lt-LT"/>
        </w:rPr>
        <w:t xml:space="preserve"> išplėstinės sueigos sprendimus.</w:t>
      </w:r>
    </w:p>
    <w:p w:rsidR="005B7E85" w:rsidRDefault="005B7E85" w:rsidP="0015538E">
      <w:pPr>
        <w:ind w:firstLine="720"/>
        <w:jc w:val="both"/>
        <w:rPr>
          <w:szCs w:val="24"/>
        </w:rPr>
      </w:pPr>
      <w:r>
        <w:rPr>
          <w:rFonts w:eastAsia="Calibri"/>
          <w:szCs w:val="24"/>
        </w:rPr>
        <w:t>18</w:t>
      </w:r>
      <w:r w:rsidR="002E51BD">
        <w:rPr>
          <w:rFonts w:eastAsia="Calibri"/>
          <w:szCs w:val="24"/>
        </w:rPr>
        <w:t>3</w:t>
      </w:r>
      <w:r w:rsidR="0015538E">
        <w:rPr>
          <w:rFonts w:eastAsia="Calibri"/>
          <w:szCs w:val="24"/>
        </w:rPr>
        <w:t>. Savivaldybės tarybos komitetai sprendimų projektus, kuriems pagal Įstatymą būtina pateikti Savivaldybės administracijos išvadas, svarsto tik gavę šias išvadas.</w:t>
      </w:r>
    </w:p>
    <w:p w:rsidR="005B7E85" w:rsidRDefault="005B7E85" w:rsidP="0015538E">
      <w:pPr>
        <w:ind w:firstLine="720"/>
        <w:jc w:val="both"/>
        <w:rPr>
          <w:szCs w:val="24"/>
        </w:rPr>
      </w:pPr>
      <w:r>
        <w:rPr>
          <w:rFonts w:eastAsia="Calibri"/>
          <w:szCs w:val="24"/>
        </w:rPr>
        <w:t>18</w:t>
      </w:r>
      <w:r w:rsidR="002E51BD">
        <w:rPr>
          <w:rFonts w:eastAsia="Calibri"/>
          <w:szCs w:val="24"/>
        </w:rPr>
        <w:t>4</w:t>
      </w:r>
      <w:r>
        <w:rPr>
          <w:rFonts w:eastAsia="Calibri"/>
          <w:szCs w:val="24"/>
        </w:rPr>
        <w:t>. Savivaldybės t</w:t>
      </w:r>
      <w:r>
        <w:rPr>
          <w:lang w:eastAsia="lt-LT"/>
        </w:rPr>
        <w:t xml:space="preserve">aryba savo įgaliojimų laikui sudaro komitetus, nustato jų skaičių, funkcijas ir tvirtina komitetų sudėtį. Komitetai sudaromi ne mažiau kaip iš </w:t>
      </w:r>
      <w:r w:rsidRPr="00C34BCA">
        <w:rPr>
          <w:lang w:eastAsia="lt-LT"/>
        </w:rPr>
        <w:t xml:space="preserve">3 </w:t>
      </w:r>
      <w:r w:rsidR="00D548A0" w:rsidRPr="001E3692">
        <w:rPr>
          <w:lang w:eastAsia="lt-LT"/>
        </w:rPr>
        <w:t>t</w:t>
      </w:r>
      <w:r w:rsidRPr="00C34BCA">
        <w:rPr>
          <w:lang w:eastAsia="lt-LT"/>
        </w:rPr>
        <w:t>arybos narių</w:t>
      </w:r>
      <w:r>
        <w:rPr>
          <w:lang w:eastAsia="lt-LT"/>
        </w:rPr>
        <w:t xml:space="preserve"> </w:t>
      </w:r>
      <w:r>
        <w:rPr>
          <w:rFonts w:eastAsia="Calibri"/>
          <w:szCs w:val="24"/>
        </w:rPr>
        <w:t>Savivaldybės tarybos sprendimu.</w:t>
      </w:r>
    </w:p>
    <w:p w:rsidR="005B7E85" w:rsidRPr="00CD4155" w:rsidRDefault="005B7E85" w:rsidP="009E0D36">
      <w:pPr>
        <w:ind w:firstLine="720"/>
        <w:jc w:val="both"/>
        <w:rPr>
          <w:rFonts w:eastAsia="Calibri"/>
          <w:szCs w:val="24"/>
        </w:rPr>
      </w:pPr>
      <w:r w:rsidRPr="00CD4155">
        <w:rPr>
          <w:rFonts w:eastAsia="Calibri"/>
          <w:szCs w:val="24"/>
        </w:rPr>
        <w:t>18</w:t>
      </w:r>
      <w:r w:rsidR="002E51BD">
        <w:rPr>
          <w:rFonts w:eastAsia="Calibri"/>
          <w:szCs w:val="24"/>
        </w:rPr>
        <w:t>5</w:t>
      </w:r>
      <w:r w:rsidRPr="00CD4155">
        <w:rPr>
          <w:rFonts w:eastAsia="Calibri"/>
          <w:szCs w:val="24"/>
        </w:rPr>
        <w:t xml:space="preserve">. </w:t>
      </w:r>
      <w:r w:rsidR="0015538E" w:rsidRPr="00CD4155">
        <w:rPr>
          <w:rFonts w:eastAsia="Calibri"/>
          <w:szCs w:val="24"/>
        </w:rPr>
        <w:t xml:space="preserve">Sudarant komitetus, laikomasi proporcinio daugumos ir mažumos atstovavimo principo. </w:t>
      </w:r>
      <w:r w:rsidRPr="00CD4155">
        <w:t>Tarybos narių delegavimas į Regiono plėtros tarybos kolegiją, Į</w:t>
      </w:r>
      <w:r w:rsidR="000E2B8D" w:rsidRPr="00CD4155">
        <w:t>statymų nustatytas komisijas</w:t>
      </w:r>
      <w:r w:rsidRPr="00CD4155">
        <w:t xml:space="preserve"> taip pat vyksta laikantis </w:t>
      </w:r>
      <w:r w:rsidRPr="00CD4155">
        <w:rPr>
          <w:lang w:eastAsia="lt-LT"/>
        </w:rPr>
        <w:t>proporcinio daugumos ir opozicijos atstovavimo principo.</w:t>
      </w:r>
    </w:p>
    <w:p w:rsidR="0015538E" w:rsidRPr="005326B7" w:rsidRDefault="005B7E85" w:rsidP="009E0D36">
      <w:pPr>
        <w:ind w:firstLine="720"/>
        <w:jc w:val="both"/>
        <w:rPr>
          <w:szCs w:val="24"/>
        </w:rPr>
      </w:pPr>
      <w:r>
        <w:rPr>
          <w:rFonts w:eastAsia="Calibri"/>
          <w:szCs w:val="24"/>
        </w:rPr>
        <w:t>18</w:t>
      </w:r>
      <w:r w:rsidR="002E51BD">
        <w:rPr>
          <w:rFonts w:eastAsia="Calibri"/>
          <w:szCs w:val="24"/>
        </w:rPr>
        <w:t>6</w:t>
      </w:r>
      <w:r>
        <w:rPr>
          <w:rFonts w:eastAsia="Calibri"/>
          <w:szCs w:val="24"/>
        </w:rPr>
        <w:t xml:space="preserve">. </w:t>
      </w:r>
      <w:r w:rsidR="0015538E">
        <w:rPr>
          <w:rFonts w:eastAsia="Calibri"/>
          <w:szCs w:val="24"/>
        </w:rPr>
        <w:t>Komitetų ir jų narių skaičių, komitetų įgaliojimus, išskyrus Kontrolės</w:t>
      </w:r>
      <w:r w:rsidR="00CC7E90">
        <w:rPr>
          <w:rFonts w:eastAsia="Calibri"/>
          <w:szCs w:val="24"/>
        </w:rPr>
        <w:t xml:space="preserve"> komiteto įgaliojimus, nustato S</w:t>
      </w:r>
      <w:r w:rsidR="0015538E">
        <w:rPr>
          <w:rFonts w:eastAsia="Calibri"/>
          <w:szCs w:val="24"/>
        </w:rPr>
        <w:t xml:space="preserve">avivaldybės taryba. Komitetų darbo tvarka nustatoma </w:t>
      </w:r>
      <w:r w:rsidR="00CC7E90" w:rsidRPr="005326B7">
        <w:rPr>
          <w:rFonts w:eastAsia="Calibri"/>
          <w:szCs w:val="24"/>
        </w:rPr>
        <w:t>R</w:t>
      </w:r>
      <w:r w:rsidR="00CD4155" w:rsidRPr="005326B7">
        <w:rPr>
          <w:rFonts w:eastAsia="Calibri"/>
          <w:szCs w:val="24"/>
        </w:rPr>
        <w:t>eglamento</w:t>
      </w:r>
      <w:r w:rsidR="00CC7E90" w:rsidRPr="005326B7">
        <w:rPr>
          <w:rFonts w:eastAsia="Calibri"/>
          <w:szCs w:val="24"/>
        </w:rPr>
        <w:t xml:space="preserve"> </w:t>
      </w:r>
      <w:r w:rsidR="00CD4155" w:rsidRPr="005326B7">
        <w:rPr>
          <w:rFonts w:eastAsia="Calibri"/>
          <w:szCs w:val="24"/>
        </w:rPr>
        <w:t>šiame</w:t>
      </w:r>
      <w:r w:rsidR="00CC7E90" w:rsidRPr="005326B7">
        <w:rPr>
          <w:rFonts w:eastAsia="Calibri"/>
          <w:szCs w:val="24"/>
        </w:rPr>
        <w:t xml:space="preserve"> </w:t>
      </w:r>
      <w:r w:rsidR="00CD4155" w:rsidRPr="005326B7">
        <w:rPr>
          <w:rFonts w:eastAsia="Calibri"/>
          <w:szCs w:val="24"/>
        </w:rPr>
        <w:t>skyriuje</w:t>
      </w:r>
      <w:r w:rsidR="0015538E" w:rsidRPr="005326B7">
        <w:rPr>
          <w:rFonts w:eastAsia="Calibri"/>
          <w:szCs w:val="24"/>
        </w:rPr>
        <w:t>.</w:t>
      </w:r>
    </w:p>
    <w:p w:rsidR="005B7E85" w:rsidRPr="00BB5499" w:rsidRDefault="005B7E85" w:rsidP="009E0D36">
      <w:pPr>
        <w:ind w:firstLine="720"/>
        <w:jc w:val="both"/>
        <w:rPr>
          <w:szCs w:val="24"/>
        </w:rPr>
      </w:pPr>
      <w:r>
        <w:rPr>
          <w:bCs/>
          <w:szCs w:val="24"/>
        </w:rPr>
        <w:t>18</w:t>
      </w:r>
      <w:r w:rsidR="002E51BD">
        <w:rPr>
          <w:bCs/>
          <w:szCs w:val="24"/>
        </w:rPr>
        <w:t>7</w:t>
      </w:r>
      <w:r>
        <w:rPr>
          <w:bCs/>
          <w:szCs w:val="24"/>
        </w:rPr>
        <w:t xml:space="preserve">. </w:t>
      </w:r>
      <w:r>
        <w:rPr>
          <w:rFonts w:eastAsia="Calibri"/>
          <w:szCs w:val="24"/>
        </w:rPr>
        <w:t xml:space="preserve">Savivaldybės tarybos </w:t>
      </w:r>
      <w:r>
        <w:rPr>
          <w:bCs/>
          <w:szCs w:val="24"/>
        </w:rPr>
        <w:t xml:space="preserve">komiteto, išskyrus Kontrolės komitetą, pirmininką ir jo pavaduotoją </w:t>
      </w:r>
      <w:r w:rsidRPr="00C34BCA">
        <w:rPr>
          <w:bCs/>
          <w:szCs w:val="24"/>
        </w:rPr>
        <w:t xml:space="preserve">iš komiteto narių </w:t>
      </w:r>
      <w:r w:rsidRPr="00661962">
        <w:rPr>
          <w:bCs/>
          <w:szCs w:val="24"/>
        </w:rPr>
        <w:t xml:space="preserve">komiteto siūlymu </w:t>
      </w:r>
      <w:r w:rsidRPr="00661962">
        <w:rPr>
          <w:szCs w:val="24"/>
        </w:rPr>
        <w:t>skiria</w:t>
      </w:r>
      <w:r>
        <w:rPr>
          <w:szCs w:val="24"/>
        </w:rPr>
        <w:t xml:space="preserve"> </w:t>
      </w:r>
      <w:r>
        <w:rPr>
          <w:bCs/>
          <w:szCs w:val="24"/>
        </w:rPr>
        <w:t xml:space="preserve">Savivaldybės taryba. Komiteto pirmininkas </w:t>
      </w:r>
      <w:r w:rsidRPr="00BB5499">
        <w:rPr>
          <w:bCs/>
          <w:szCs w:val="24"/>
        </w:rPr>
        <w:t>komiteto narių</w:t>
      </w:r>
      <w:r w:rsidRPr="00BB5499">
        <w:rPr>
          <w:b/>
          <w:bCs/>
          <w:szCs w:val="24"/>
        </w:rPr>
        <w:t xml:space="preserve"> </w:t>
      </w:r>
      <w:r w:rsidRPr="00BB5499">
        <w:rPr>
          <w:bCs/>
          <w:szCs w:val="24"/>
        </w:rPr>
        <w:t xml:space="preserve">siūlymu komiteto, išskyrus Kontrolės komitetą, sprendimu nesuėjus terminui netenka savo įgaliojimų, jeigu neatitinka Įstatymo 11 straipsnyje nustatytų reikalavimų. </w:t>
      </w:r>
    </w:p>
    <w:p w:rsidR="00D77610" w:rsidRPr="00BB5499" w:rsidRDefault="00D77610" w:rsidP="00D77610">
      <w:pPr>
        <w:ind w:firstLine="720"/>
        <w:jc w:val="both"/>
        <w:rPr>
          <w:strike/>
          <w:lang w:eastAsia="lt-LT"/>
        </w:rPr>
      </w:pPr>
      <w:r w:rsidRPr="00BB5499">
        <w:rPr>
          <w:lang w:eastAsia="lt-LT"/>
        </w:rPr>
        <w:t>18</w:t>
      </w:r>
      <w:r w:rsidR="002E51BD">
        <w:rPr>
          <w:lang w:eastAsia="lt-LT"/>
        </w:rPr>
        <w:t>8</w:t>
      </w:r>
      <w:r w:rsidRPr="00BB5499">
        <w:rPr>
          <w:lang w:eastAsia="lt-LT"/>
        </w:rPr>
        <w:t xml:space="preserve">. Komitetai svarsto Savivaldybės tarybos sprendimų projektus pagal Savivaldybės tarybos nustatytas funkcijas, o komiteto pirmininko siūlymu – ir kitus, komiteto funkcijoms nepriskirtus Savivaldybės tarybos sprendimų projektus. </w:t>
      </w:r>
    </w:p>
    <w:p w:rsidR="00D77610" w:rsidRPr="00BB5499" w:rsidRDefault="00D77610" w:rsidP="00D77610">
      <w:pPr>
        <w:shd w:val="clear" w:color="auto" w:fill="FFFFFF"/>
        <w:ind w:firstLine="720"/>
        <w:jc w:val="both"/>
        <w:rPr>
          <w:szCs w:val="24"/>
        </w:rPr>
      </w:pPr>
      <w:r w:rsidRPr="00BB5499">
        <w:rPr>
          <w:szCs w:val="24"/>
        </w:rPr>
        <w:t>1</w:t>
      </w:r>
      <w:r w:rsidR="002E51BD">
        <w:rPr>
          <w:szCs w:val="24"/>
        </w:rPr>
        <w:t>89</w:t>
      </w:r>
      <w:r w:rsidRPr="00BB5499">
        <w:rPr>
          <w:szCs w:val="24"/>
        </w:rPr>
        <w:t>. Komiteto pirmininkas:</w:t>
      </w:r>
    </w:p>
    <w:p w:rsidR="00D77610" w:rsidRPr="00BB5499" w:rsidRDefault="002E51BD" w:rsidP="00D77610">
      <w:pPr>
        <w:ind w:firstLine="720"/>
        <w:jc w:val="both"/>
        <w:rPr>
          <w:strike/>
          <w:szCs w:val="24"/>
        </w:rPr>
      </w:pPr>
      <w:r>
        <w:rPr>
          <w:szCs w:val="24"/>
        </w:rPr>
        <w:t>189</w:t>
      </w:r>
      <w:r w:rsidR="00D77610" w:rsidRPr="00BB5499">
        <w:rPr>
          <w:szCs w:val="24"/>
        </w:rPr>
        <w:t>.1. šaukia komiteto posėdžius, sudaro jų darbotvarkę, organizuoja jiems reikalingų dokumentų</w:t>
      </w:r>
      <w:r w:rsidR="009244BF">
        <w:rPr>
          <w:szCs w:val="24"/>
        </w:rPr>
        <w:t xml:space="preserve"> bei kitos medžiagos parengimą;</w:t>
      </w:r>
    </w:p>
    <w:p w:rsidR="00D77610" w:rsidRPr="00BB5499" w:rsidRDefault="00D77610" w:rsidP="00D77610">
      <w:pPr>
        <w:shd w:val="clear" w:color="auto" w:fill="FFFFFF"/>
        <w:tabs>
          <w:tab w:val="left" w:pos="720"/>
        </w:tabs>
        <w:ind w:firstLine="720"/>
        <w:jc w:val="both"/>
        <w:rPr>
          <w:szCs w:val="24"/>
        </w:rPr>
      </w:pPr>
      <w:r w:rsidRPr="00BB5499">
        <w:rPr>
          <w:spacing w:val="12"/>
          <w:szCs w:val="24"/>
        </w:rPr>
        <w:t>1</w:t>
      </w:r>
      <w:r w:rsidR="002E51BD">
        <w:rPr>
          <w:spacing w:val="12"/>
          <w:szCs w:val="24"/>
        </w:rPr>
        <w:t>89</w:t>
      </w:r>
      <w:r w:rsidRPr="00BB5499">
        <w:rPr>
          <w:spacing w:val="12"/>
          <w:szCs w:val="24"/>
        </w:rPr>
        <w:t xml:space="preserve">.2. skiria komiteto nariams pavedimus, pateikia jiems medžiagą ir </w:t>
      </w:r>
      <w:r w:rsidRPr="00BB5499">
        <w:rPr>
          <w:spacing w:val="2"/>
          <w:szCs w:val="24"/>
        </w:rPr>
        <w:t>dokumentus, susijusius su komiteto veikla;</w:t>
      </w:r>
    </w:p>
    <w:p w:rsidR="00D77610" w:rsidRPr="00BB5499" w:rsidRDefault="00D77610" w:rsidP="00D77610">
      <w:pPr>
        <w:shd w:val="clear" w:color="auto" w:fill="FFFFFF"/>
        <w:tabs>
          <w:tab w:val="left" w:pos="720"/>
        </w:tabs>
        <w:ind w:firstLine="720"/>
        <w:jc w:val="both"/>
        <w:rPr>
          <w:dstrike/>
          <w:szCs w:val="24"/>
        </w:rPr>
      </w:pPr>
      <w:r w:rsidRPr="00BB5499">
        <w:rPr>
          <w:spacing w:val="1"/>
          <w:szCs w:val="24"/>
        </w:rPr>
        <w:t>1</w:t>
      </w:r>
      <w:r w:rsidR="002E51BD">
        <w:rPr>
          <w:spacing w:val="1"/>
          <w:szCs w:val="24"/>
        </w:rPr>
        <w:t>89</w:t>
      </w:r>
      <w:r w:rsidRPr="00BB5499">
        <w:rPr>
          <w:spacing w:val="1"/>
          <w:szCs w:val="24"/>
        </w:rPr>
        <w:t xml:space="preserve">.3. kviečia dalyvauti komiteto posėdžiuose reikalingus ir suinteresuotus asmenis; </w:t>
      </w:r>
    </w:p>
    <w:p w:rsidR="00D77610"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.4. pirmininkauja komiteto posėdžiams;</w:t>
      </w:r>
    </w:p>
    <w:p w:rsidR="00D77610" w:rsidRPr="00BB5499" w:rsidRDefault="00D77610" w:rsidP="00D77610">
      <w:pPr>
        <w:shd w:val="clear" w:color="auto" w:fill="FFFFFF"/>
        <w:ind w:firstLine="720"/>
        <w:jc w:val="both"/>
        <w:rPr>
          <w:spacing w:val="1"/>
          <w:szCs w:val="24"/>
        </w:rPr>
      </w:pPr>
      <w:r w:rsidRPr="00BB5499">
        <w:rPr>
          <w:spacing w:val="1"/>
          <w:szCs w:val="24"/>
        </w:rPr>
        <w:t>1</w:t>
      </w:r>
      <w:r w:rsidR="002E51BD">
        <w:rPr>
          <w:spacing w:val="1"/>
          <w:szCs w:val="24"/>
        </w:rPr>
        <w:t>89</w:t>
      </w:r>
      <w:r w:rsidR="00C3742F" w:rsidRPr="00BB5499">
        <w:rPr>
          <w:spacing w:val="1"/>
          <w:szCs w:val="24"/>
        </w:rPr>
        <w:t>.5. kontroliuoja</w:t>
      </w:r>
      <w:r w:rsidRPr="00BB5499">
        <w:rPr>
          <w:spacing w:val="1"/>
          <w:szCs w:val="24"/>
        </w:rPr>
        <w:t xml:space="preserve"> komiteto sprendimų ir rekomendacijų vykdymą;</w:t>
      </w:r>
    </w:p>
    <w:p w:rsidR="00C3742F"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 xml:space="preserve">.6. </w:t>
      </w:r>
      <w:r w:rsidRPr="00BB5499">
        <w:rPr>
          <w:szCs w:val="24"/>
        </w:rPr>
        <w:t>informuoja komiteto narius</w:t>
      </w:r>
      <w:r w:rsidR="00227242" w:rsidRPr="00BB5499">
        <w:rPr>
          <w:szCs w:val="24"/>
        </w:rPr>
        <w:t>,</w:t>
      </w:r>
      <w:r w:rsidRPr="00BB5499">
        <w:rPr>
          <w:szCs w:val="24"/>
        </w:rPr>
        <w:t xml:space="preserve"> </w:t>
      </w:r>
      <w:r w:rsidR="00C3742F" w:rsidRPr="00BB5499">
        <w:rPr>
          <w:szCs w:val="24"/>
        </w:rPr>
        <w:t>kaip vykdomi</w:t>
      </w:r>
      <w:r w:rsidRPr="00BB5499">
        <w:rPr>
          <w:szCs w:val="24"/>
        </w:rPr>
        <w:t xml:space="preserve"> </w:t>
      </w:r>
      <w:r w:rsidR="00C3742F" w:rsidRPr="00BB5499">
        <w:rPr>
          <w:szCs w:val="24"/>
        </w:rPr>
        <w:t>komiteto sprendimai</w:t>
      </w:r>
      <w:r w:rsidRPr="00BB5499">
        <w:rPr>
          <w:szCs w:val="24"/>
        </w:rPr>
        <w:t>,</w:t>
      </w:r>
      <w:r w:rsidR="00C3742F" w:rsidRPr="00BB5499">
        <w:rPr>
          <w:szCs w:val="24"/>
        </w:rPr>
        <w:t xml:space="preserve"> kaip atsižvel</w:t>
      </w:r>
      <w:r w:rsidR="001A3E14" w:rsidRPr="00BB5499">
        <w:rPr>
          <w:szCs w:val="24"/>
        </w:rPr>
        <w:t>giama į komiteto rekomendacijas</w:t>
      </w:r>
    </w:p>
    <w:p w:rsidR="00C3742F" w:rsidRPr="00BB5499" w:rsidRDefault="00F80402" w:rsidP="00A73E1D">
      <w:pPr>
        <w:widowControl w:val="0"/>
        <w:suppressAutoHyphens/>
        <w:ind w:firstLine="720"/>
        <w:jc w:val="both"/>
        <w:rPr>
          <w:rFonts w:eastAsia="Andale Sans UI"/>
          <w:kern w:val="2"/>
          <w:szCs w:val="24"/>
          <w:lang w:eastAsia="lt-LT"/>
        </w:rPr>
      </w:pPr>
      <w:r w:rsidRPr="00BB5499">
        <w:rPr>
          <w:szCs w:val="24"/>
        </w:rPr>
        <w:t>19</w:t>
      </w:r>
      <w:r w:rsidR="002E51BD">
        <w:rPr>
          <w:szCs w:val="24"/>
        </w:rPr>
        <w:t>0</w:t>
      </w:r>
      <w:r w:rsidRPr="00BB5499">
        <w:rPr>
          <w:szCs w:val="24"/>
        </w:rPr>
        <w:t>.</w:t>
      </w:r>
      <w:r w:rsidR="00A73E1D" w:rsidRPr="00BB5499">
        <w:rPr>
          <w:szCs w:val="24"/>
        </w:rPr>
        <w:t xml:space="preserve"> </w:t>
      </w:r>
      <w:r w:rsidRPr="00BB5499">
        <w:rPr>
          <w:rFonts w:eastAsia="Andale Sans UI"/>
          <w:kern w:val="2"/>
          <w:szCs w:val="24"/>
          <w:lang w:eastAsia="lt-LT"/>
        </w:rPr>
        <w:t>Komitetų posėdžių darbotvarkės ne vėliau kaip prieš 2 darbo dienas iki komiteto</w:t>
      </w:r>
      <w:r w:rsidRPr="00C3742F">
        <w:rPr>
          <w:rFonts w:eastAsia="Andale Sans UI"/>
          <w:kern w:val="2"/>
          <w:szCs w:val="24"/>
          <w:lang w:eastAsia="lt-LT"/>
        </w:rPr>
        <w:t xml:space="preserve"> </w:t>
      </w:r>
      <w:r w:rsidRPr="00C3742F">
        <w:rPr>
          <w:rFonts w:eastAsia="Andale Sans UI"/>
          <w:kern w:val="2"/>
          <w:szCs w:val="24"/>
          <w:lang w:eastAsia="lt-LT"/>
        </w:rPr>
        <w:lastRenderedPageBreak/>
        <w:t>posėdžio pradžios paskelbiamos Savivaldybės interneto svetainėje</w:t>
      </w:r>
      <w:r w:rsidR="00C3742F">
        <w:rPr>
          <w:rFonts w:eastAsia="Andale Sans UI"/>
          <w:color w:val="FF0000"/>
          <w:kern w:val="2"/>
          <w:szCs w:val="24"/>
          <w:lang w:eastAsia="lt-LT"/>
        </w:rPr>
        <w:t xml:space="preserve"> </w:t>
      </w:r>
      <w:hyperlink r:id="rId18" w:history="1">
        <w:r w:rsidR="00C3742F" w:rsidRPr="00E74222">
          <w:rPr>
            <w:rStyle w:val="Hipersaitas"/>
            <w:rFonts w:eastAsia="Andale Sans UI"/>
            <w:kern w:val="2"/>
            <w:szCs w:val="24"/>
            <w:lang w:eastAsia="lt-LT"/>
          </w:rPr>
          <w:t>www.plunge.lt</w:t>
        </w:r>
      </w:hyperlink>
      <w:r w:rsidRPr="00C3742F">
        <w:rPr>
          <w:rFonts w:eastAsia="Andale Sans UI"/>
          <w:kern w:val="2"/>
          <w:szCs w:val="24"/>
          <w:lang w:eastAsia="lt-LT"/>
        </w:rPr>
        <w:t>,</w:t>
      </w:r>
      <w:r w:rsidR="00C3742F">
        <w:rPr>
          <w:rFonts w:eastAsia="Andale Sans UI"/>
          <w:color w:val="FF0000"/>
          <w:kern w:val="2"/>
          <w:szCs w:val="24"/>
          <w:lang w:eastAsia="lt-LT"/>
        </w:rPr>
        <w:t xml:space="preserve"> </w:t>
      </w:r>
      <w:r w:rsidRPr="00C3742F">
        <w:rPr>
          <w:rFonts w:eastAsia="Andale Sans UI"/>
          <w:kern w:val="2"/>
          <w:szCs w:val="24"/>
          <w:lang w:eastAsia="lt-LT"/>
        </w:rPr>
        <w:t xml:space="preserve">išskyrus atvejus, kai </w:t>
      </w:r>
      <w:r w:rsidRPr="00C34BCA">
        <w:rPr>
          <w:rFonts w:eastAsia="Andale Sans UI"/>
          <w:kern w:val="2"/>
          <w:szCs w:val="24"/>
          <w:lang w:eastAsia="lt-LT"/>
        </w:rPr>
        <w:t xml:space="preserve">pasiūlymai dėl </w:t>
      </w:r>
      <w:r w:rsidR="00D548A0" w:rsidRPr="001E3692">
        <w:rPr>
          <w:rFonts w:eastAsia="Andale Sans UI"/>
          <w:kern w:val="2"/>
          <w:szCs w:val="24"/>
          <w:lang w:eastAsia="lt-LT"/>
        </w:rPr>
        <w:t>t</w:t>
      </w:r>
      <w:r w:rsidRPr="00C34BCA">
        <w:rPr>
          <w:rFonts w:eastAsia="Andale Sans UI"/>
          <w:kern w:val="2"/>
          <w:szCs w:val="24"/>
          <w:lang w:eastAsia="lt-LT"/>
        </w:rPr>
        <w:t>arybos posėdžio darbotvarkės</w:t>
      </w:r>
      <w:r w:rsidRPr="00C3742F">
        <w:rPr>
          <w:rFonts w:eastAsia="Andale Sans UI"/>
          <w:kern w:val="2"/>
          <w:szCs w:val="24"/>
          <w:lang w:eastAsia="lt-LT"/>
        </w:rPr>
        <w:t xml:space="preserve"> ar joje numatytų svarstyti klausimų pateikiami likus mažiau nei 2 darbo dienoms iki </w:t>
      </w:r>
      <w:r w:rsidR="00A73E1D" w:rsidRPr="00C3742F">
        <w:rPr>
          <w:rFonts w:eastAsia="Andale Sans UI"/>
          <w:kern w:val="2"/>
          <w:szCs w:val="24"/>
          <w:lang w:eastAsia="lt-LT"/>
        </w:rPr>
        <w:t>Savivaldybės t</w:t>
      </w:r>
      <w:r w:rsidRPr="00C3742F">
        <w:rPr>
          <w:rFonts w:eastAsia="Andale Sans UI"/>
          <w:kern w:val="2"/>
          <w:szCs w:val="24"/>
          <w:lang w:eastAsia="lt-LT"/>
        </w:rPr>
        <w:t xml:space="preserve">arybos posėdžio. </w:t>
      </w:r>
      <w:r w:rsidRPr="00BB5499">
        <w:rPr>
          <w:rFonts w:eastAsia="Andale Sans UI"/>
          <w:kern w:val="2"/>
          <w:szCs w:val="24"/>
          <w:lang w:eastAsia="lt-LT"/>
        </w:rPr>
        <w:t xml:space="preserve">Apie komiteto posėdžio laiką ir svarstyti parengtus klausimus ne vėliau kaip </w:t>
      </w:r>
      <w:r w:rsidR="00C3742F" w:rsidRPr="00BB5499">
        <w:rPr>
          <w:rFonts w:eastAsia="Andale Sans UI"/>
          <w:kern w:val="2"/>
          <w:szCs w:val="24"/>
          <w:lang w:eastAsia="lt-LT"/>
        </w:rPr>
        <w:t>likus</w:t>
      </w:r>
      <w:r w:rsidRPr="00BB5499">
        <w:rPr>
          <w:rFonts w:eastAsia="Andale Sans UI"/>
          <w:kern w:val="2"/>
          <w:szCs w:val="24"/>
          <w:lang w:eastAsia="lt-LT"/>
        </w:rPr>
        <w:t xml:space="preserve"> 2 darbo dienas iki </w:t>
      </w:r>
      <w:r w:rsidR="00C3742F" w:rsidRPr="00BB5499">
        <w:rPr>
          <w:rFonts w:eastAsia="Andale Sans UI"/>
          <w:kern w:val="2"/>
          <w:szCs w:val="24"/>
          <w:lang w:eastAsia="lt-LT"/>
        </w:rPr>
        <w:t xml:space="preserve">komiteto </w:t>
      </w:r>
      <w:r w:rsidRPr="00BB5499">
        <w:rPr>
          <w:rFonts w:eastAsia="Andale Sans UI"/>
          <w:kern w:val="2"/>
          <w:szCs w:val="24"/>
          <w:lang w:eastAsia="lt-LT"/>
        </w:rPr>
        <w:t>posėdžio pradžios elektroniniu paštu pranešama visiems komiteto nariams ir suinteresuotiems asmenims.</w:t>
      </w:r>
      <w:r w:rsidR="00C3742F" w:rsidRPr="00BB5499">
        <w:rPr>
          <w:rFonts w:eastAsia="Andale Sans UI"/>
          <w:kern w:val="2"/>
          <w:szCs w:val="24"/>
          <w:lang w:eastAsia="lt-LT"/>
        </w:rPr>
        <w:t xml:space="preserve"> </w:t>
      </w:r>
    </w:p>
    <w:p w:rsidR="00A73E1D" w:rsidRPr="001A3E14" w:rsidRDefault="00A73E1D" w:rsidP="00A73E1D">
      <w:pPr>
        <w:widowControl w:val="0"/>
        <w:suppressAutoHyphens/>
        <w:ind w:firstLine="720"/>
        <w:jc w:val="both"/>
        <w:rPr>
          <w:lang w:eastAsia="lt-LT"/>
        </w:rPr>
      </w:pPr>
      <w:r w:rsidRPr="00BB5499">
        <w:rPr>
          <w:rFonts w:eastAsia="Andale Sans UI"/>
          <w:kern w:val="2"/>
          <w:szCs w:val="24"/>
          <w:lang w:eastAsia="lt-LT"/>
        </w:rPr>
        <w:t>19</w:t>
      </w:r>
      <w:r w:rsidR="002E51BD">
        <w:rPr>
          <w:rFonts w:eastAsia="Andale Sans UI"/>
          <w:kern w:val="2"/>
          <w:szCs w:val="24"/>
          <w:lang w:eastAsia="lt-LT"/>
        </w:rPr>
        <w:t>1</w:t>
      </w:r>
      <w:r w:rsidRPr="00BB5499">
        <w:rPr>
          <w:rFonts w:eastAsia="Andale Sans UI"/>
          <w:kern w:val="2"/>
          <w:szCs w:val="24"/>
          <w:lang w:eastAsia="lt-LT"/>
        </w:rPr>
        <w:t xml:space="preserve">. </w:t>
      </w:r>
      <w:r w:rsidR="00F80402" w:rsidRPr="00BB5499">
        <w:rPr>
          <w:lang w:eastAsia="lt-LT"/>
        </w:rPr>
        <w:t>Komiteto darbotvarkė gali būti papildyta ar pake</w:t>
      </w:r>
      <w:r w:rsidR="000E2B8D" w:rsidRPr="00BB5499">
        <w:rPr>
          <w:lang w:eastAsia="lt-LT"/>
        </w:rPr>
        <w:t>ista pasiūlius komiteto nariams</w:t>
      </w:r>
      <w:r w:rsidR="001A3E14" w:rsidRPr="00BB5499">
        <w:rPr>
          <w:lang w:eastAsia="lt-LT"/>
        </w:rPr>
        <w:t xml:space="preserve"> ir tam</w:t>
      </w:r>
      <w:r w:rsidR="000E2B8D" w:rsidRPr="001E3692">
        <w:rPr>
          <w:lang w:eastAsia="lt-LT"/>
        </w:rPr>
        <w:t xml:space="preserve"> </w:t>
      </w:r>
      <w:r w:rsidR="001A3E14" w:rsidRPr="00BB5499">
        <w:rPr>
          <w:lang w:eastAsia="lt-LT"/>
        </w:rPr>
        <w:t xml:space="preserve">pritarus </w:t>
      </w:r>
      <w:r w:rsidR="000E2B8D" w:rsidRPr="00BB5499">
        <w:rPr>
          <w:lang w:eastAsia="lt-LT"/>
        </w:rPr>
        <w:t>daugumai komiteto narių</w:t>
      </w:r>
      <w:r w:rsidR="001A3E14" w:rsidRPr="00BB5499">
        <w:rPr>
          <w:lang w:eastAsia="lt-LT"/>
        </w:rPr>
        <w:t>.</w:t>
      </w:r>
      <w:r w:rsidR="000E2B8D" w:rsidRPr="001A3E14">
        <w:rPr>
          <w:lang w:eastAsia="lt-LT"/>
        </w:rPr>
        <w:t xml:space="preserve"> </w:t>
      </w:r>
    </w:p>
    <w:p w:rsidR="00A73E1D" w:rsidRPr="00BB5499" w:rsidRDefault="00A73E1D" w:rsidP="00A73E1D">
      <w:pPr>
        <w:widowControl w:val="0"/>
        <w:suppressAutoHyphens/>
        <w:ind w:firstLine="720"/>
        <w:jc w:val="both"/>
        <w:rPr>
          <w:lang w:eastAsia="lt-LT"/>
        </w:rPr>
      </w:pPr>
      <w:r w:rsidRPr="00A94158">
        <w:rPr>
          <w:lang w:eastAsia="lt-LT"/>
        </w:rPr>
        <w:t>19</w:t>
      </w:r>
      <w:r w:rsidR="002E51BD">
        <w:rPr>
          <w:lang w:eastAsia="lt-LT"/>
        </w:rPr>
        <w:t>2</w:t>
      </w:r>
      <w:r w:rsidRPr="00A94158">
        <w:rPr>
          <w:lang w:eastAsia="lt-LT"/>
        </w:rPr>
        <w:t>.</w:t>
      </w:r>
      <w:r w:rsidR="00F80402" w:rsidRPr="00A94158">
        <w:rPr>
          <w:lang w:eastAsia="lt-LT"/>
        </w:rPr>
        <w:t xml:space="preserve"> Jeigu komiteto pirmininkas negali eiti pareigų, jas eina pavaduotojas, o jei pareigų eiti negali ir pavaduotojas, tai pirmininko pareigas eina </w:t>
      </w:r>
      <w:r w:rsidR="00F80402" w:rsidRPr="00BB5499">
        <w:rPr>
          <w:lang w:eastAsia="lt-LT"/>
        </w:rPr>
        <w:t>kitas komiteto posėdyje dalyvaujančių narių balsų dauguma paskirtas narys. Komiteto pirmininko pavaduotojas, o jo nesant – komiteto paskirtas narys tame posėdyje turi visas komiteto pirmininko teises ir pareigas.</w:t>
      </w:r>
    </w:p>
    <w:p w:rsidR="00A73E1D" w:rsidRPr="00BB5499" w:rsidRDefault="00A73E1D" w:rsidP="00F80402">
      <w:pPr>
        <w:widowControl w:val="0"/>
        <w:suppressAutoHyphens/>
        <w:ind w:firstLine="720"/>
        <w:jc w:val="both"/>
        <w:rPr>
          <w:lang w:eastAsia="lt-LT"/>
        </w:rPr>
      </w:pPr>
      <w:r w:rsidRPr="00BB5499">
        <w:rPr>
          <w:lang w:eastAsia="lt-LT"/>
        </w:rPr>
        <w:t>19</w:t>
      </w:r>
      <w:r w:rsidR="002E51BD">
        <w:rPr>
          <w:lang w:eastAsia="lt-LT"/>
        </w:rPr>
        <w:t>3</w:t>
      </w:r>
      <w:r w:rsidRPr="00BB5499">
        <w:rPr>
          <w:lang w:eastAsia="lt-LT"/>
        </w:rPr>
        <w:t xml:space="preserve">. </w:t>
      </w:r>
      <w:r w:rsidR="00F80402" w:rsidRPr="00BB5499">
        <w:rPr>
          <w:lang w:eastAsia="lt-LT"/>
        </w:rPr>
        <w:t xml:space="preserve">Komitetai privalo laiku apsvarstyti ir pateikti išvadas dėl jiems pavestų nagrinėti klausimų, atlikti kitus </w:t>
      </w:r>
      <w:r w:rsidRPr="00BB5499">
        <w:rPr>
          <w:lang w:eastAsia="lt-LT"/>
        </w:rPr>
        <w:t>Savivaldybės t</w:t>
      </w:r>
      <w:r w:rsidR="00F80402" w:rsidRPr="00BB5499">
        <w:rPr>
          <w:lang w:eastAsia="lt-LT"/>
        </w:rPr>
        <w:t xml:space="preserve">arybos pavedimus. Komitetų išvados dėl </w:t>
      </w:r>
      <w:r w:rsidRPr="00BB5499">
        <w:rPr>
          <w:lang w:eastAsia="lt-LT"/>
        </w:rPr>
        <w:t>Savivaldybės t</w:t>
      </w:r>
      <w:r w:rsidR="00F80402" w:rsidRPr="00BB5499">
        <w:rPr>
          <w:lang w:eastAsia="lt-LT"/>
        </w:rPr>
        <w:t xml:space="preserve">arybos posėdyje svarstomų klausimų turi būti pateiktos ne vėliau kaip iki </w:t>
      </w:r>
      <w:r w:rsidRPr="00BB5499">
        <w:rPr>
          <w:lang w:eastAsia="lt-LT"/>
        </w:rPr>
        <w:t>Savivaldybės t</w:t>
      </w:r>
      <w:r w:rsidR="00F80402" w:rsidRPr="00BB5499">
        <w:rPr>
          <w:lang w:eastAsia="lt-LT"/>
        </w:rPr>
        <w:t xml:space="preserve">arybos posėdžio darbotvarkės projekto sudarymo. Išimtiniais atvejais, kai klausimai nebuvo įtraukti </w:t>
      </w:r>
      <w:r w:rsidRPr="00BB5499">
        <w:rPr>
          <w:lang w:eastAsia="lt-LT"/>
        </w:rPr>
        <w:t>Savivaldybės t</w:t>
      </w:r>
      <w:r w:rsidR="00F80402" w:rsidRPr="00BB5499">
        <w:rPr>
          <w:lang w:eastAsia="lt-LT"/>
        </w:rPr>
        <w:t xml:space="preserve">arybos posėdžio darbotvarkės sudarymo metu, komitetų išvados turi būti pateiktos ne vėliau kaip prieš valandą iki </w:t>
      </w:r>
      <w:r w:rsidRPr="00BB5499">
        <w:rPr>
          <w:lang w:eastAsia="lt-LT"/>
        </w:rPr>
        <w:t>Savivaldybės t</w:t>
      </w:r>
      <w:r w:rsidR="00F80402" w:rsidRPr="00BB5499">
        <w:rPr>
          <w:lang w:eastAsia="lt-LT"/>
        </w:rPr>
        <w:t xml:space="preserve">arybos posėdžio. </w:t>
      </w:r>
    </w:p>
    <w:p w:rsidR="00A73E1D" w:rsidRPr="00BB5499" w:rsidRDefault="00A73E1D" w:rsidP="00F80402">
      <w:pPr>
        <w:widowControl w:val="0"/>
        <w:suppressAutoHyphens/>
        <w:ind w:firstLine="720"/>
        <w:jc w:val="both"/>
      </w:pPr>
      <w:r w:rsidRPr="00BB5499">
        <w:rPr>
          <w:lang w:eastAsia="lt-LT"/>
        </w:rPr>
        <w:t>19</w:t>
      </w:r>
      <w:r w:rsidR="002E51BD">
        <w:rPr>
          <w:lang w:eastAsia="lt-LT"/>
        </w:rPr>
        <w:t>4</w:t>
      </w:r>
      <w:r w:rsidRPr="00BB5499">
        <w:rPr>
          <w:lang w:eastAsia="lt-LT"/>
        </w:rPr>
        <w:t xml:space="preserve">. </w:t>
      </w:r>
      <w:r w:rsidR="00F80402" w:rsidRPr="00BB5499">
        <w:rPr>
          <w:kern w:val="2"/>
          <w:szCs w:val="24"/>
          <w:lang w:eastAsia="lt-LT"/>
        </w:rPr>
        <w:t xml:space="preserve">Komitetų posėdžiai, išskyrus Kontrolės komitetą, paprastai rengiami ne mažiau kaip kartą per mėnesį, išskyrus tą mėnesį, kai nešaukiamas </w:t>
      </w:r>
      <w:r w:rsidRPr="00BB5499">
        <w:rPr>
          <w:kern w:val="2"/>
          <w:szCs w:val="24"/>
          <w:lang w:eastAsia="lt-LT"/>
        </w:rPr>
        <w:t>Savivaldybės t</w:t>
      </w:r>
      <w:r w:rsidR="00F80402" w:rsidRPr="00BB5499">
        <w:rPr>
          <w:kern w:val="2"/>
          <w:szCs w:val="24"/>
          <w:lang w:eastAsia="lt-LT"/>
        </w:rPr>
        <w:t xml:space="preserve">arybos posėdis. Posėdžiai šaukiami komiteto pirmininko arba ne mažiau kaip 1/2 komiteto narių reikalavimu, arba </w:t>
      </w:r>
      <w:r w:rsidRPr="00BB5499">
        <w:rPr>
          <w:kern w:val="2"/>
          <w:szCs w:val="24"/>
          <w:lang w:eastAsia="lt-LT"/>
        </w:rPr>
        <w:t>Savivaldybės t</w:t>
      </w:r>
      <w:r w:rsidR="00F80402" w:rsidRPr="00BB5499">
        <w:rPr>
          <w:kern w:val="2"/>
          <w:szCs w:val="24"/>
          <w:lang w:eastAsia="lt-LT"/>
        </w:rPr>
        <w:t>arybos pavedimu. Konkretų posėdžio laiką nustato komiteto pirmininkas.</w:t>
      </w:r>
      <w:r w:rsidR="00F80402" w:rsidRPr="00BB5499">
        <w:t xml:space="preserve"> Komiteto posėdžio trukmė </w:t>
      </w:r>
      <w:r w:rsidRPr="00BB5499">
        <w:t xml:space="preserve">turi būti </w:t>
      </w:r>
      <w:r w:rsidRPr="00BB5499">
        <w:rPr>
          <w:color w:val="FF0000"/>
        </w:rPr>
        <w:t xml:space="preserve">ne ilgesnė kaip 4 valandos. </w:t>
      </w:r>
      <w:r w:rsidR="002B5E62" w:rsidRPr="00BB5499">
        <w:t>Komiteto narių sprendimu, išimtin</w:t>
      </w:r>
      <w:r w:rsidR="00BB5499" w:rsidRPr="00BB5499">
        <w:t>i</w:t>
      </w:r>
      <w:r w:rsidR="002B5E62" w:rsidRPr="00BB5499">
        <w:t>ais atvejais, posėdis gali būti pratęsiamas.</w:t>
      </w:r>
    </w:p>
    <w:p w:rsidR="00A73E1D" w:rsidRPr="00CC0507" w:rsidRDefault="00A73E1D" w:rsidP="00A73E1D">
      <w:pPr>
        <w:widowControl w:val="0"/>
        <w:suppressAutoHyphens/>
        <w:ind w:firstLine="720"/>
        <w:jc w:val="both"/>
        <w:rPr>
          <w:b/>
          <w:color w:val="00B050"/>
          <w:kern w:val="2"/>
          <w:szCs w:val="24"/>
          <w:lang w:eastAsia="lt-LT"/>
        </w:rPr>
      </w:pPr>
      <w:r w:rsidRPr="00BB5499">
        <w:t>19</w:t>
      </w:r>
      <w:r w:rsidR="002E51BD">
        <w:t>5</w:t>
      </w:r>
      <w:r w:rsidRPr="00BB5499">
        <w:t>.</w:t>
      </w:r>
      <w:r w:rsidR="00F80402" w:rsidRPr="00BB5499">
        <w:rPr>
          <w:kern w:val="2"/>
          <w:szCs w:val="24"/>
          <w:lang w:eastAsia="lt-LT"/>
        </w:rPr>
        <w:t xml:space="preserve"> Komitetų posėdžiai yra teisėti, kai juose dalyvauja daugiau kaip pusė visų narių. Nesusirinkus komiteto kvorumui, posėdis nevyksta. Tai įrašoma į protokolą. Jei komiteto posėdis</w:t>
      </w:r>
      <w:r w:rsidR="00F80402" w:rsidRPr="001B48B9">
        <w:rPr>
          <w:kern w:val="2"/>
          <w:szCs w:val="24"/>
          <w:lang w:eastAsia="lt-LT"/>
        </w:rPr>
        <w:t xml:space="preserve"> neįvyko, laikoma, </w:t>
      </w:r>
      <w:r w:rsidR="00F80402" w:rsidRPr="00C34BCA">
        <w:rPr>
          <w:kern w:val="2"/>
          <w:szCs w:val="24"/>
          <w:lang w:eastAsia="lt-LT"/>
        </w:rPr>
        <w:t xml:space="preserve">kad </w:t>
      </w:r>
      <w:r w:rsidR="00C34BCA" w:rsidRPr="001E3692">
        <w:rPr>
          <w:kern w:val="2"/>
          <w:szCs w:val="24"/>
          <w:lang w:eastAsia="lt-LT"/>
        </w:rPr>
        <w:t>t</w:t>
      </w:r>
      <w:r w:rsidR="00F80402" w:rsidRPr="00C34BCA">
        <w:rPr>
          <w:kern w:val="2"/>
          <w:szCs w:val="24"/>
          <w:lang w:eastAsia="lt-LT"/>
        </w:rPr>
        <w:t>arybos narys, atvykęs</w:t>
      </w:r>
      <w:r w:rsidR="00F80402" w:rsidRPr="001B48B9">
        <w:rPr>
          <w:kern w:val="2"/>
          <w:szCs w:val="24"/>
          <w:lang w:eastAsia="lt-LT"/>
        </w:rPr>
        <w:t xml:space="preserve"> į </w:t>
      </w:r>
      <w:r w:rsidR="00F80402" w:rsidRPr="00BB5499">
        <w:rPr>
          <w:kern w:val="2"/>
          <w:szCs w:val="24"/>
          <w:lang w:eastAsia="lt-LT"/>
        </w:rPr>
        <w:t>neįvykusį komitet</w:t>
      </w:r>
      <w:r w:rsidRPr="00BB5499">
        <w:rPr>
          <w:kern w:val="2"/>
          <w:szCs w:val="24"/>
          <w:lang w:eastAsia="lt-LT"/>
        </w:rPr>
        <w:t>o posėdį, faktiškai</w:t>
      </w:r>
      <w:r w:rsidRPr="001B48B9">
        <w:rPr>
          <w:kern w:val="2"/>
          <w:szCs w:val="24"/>
          <w:lang w:eastAsia="lt-LT"/>
        </w:rPr>
        <w:t xml:space="preserve"> dirbo </w:t>
      </w:r>
      <w:r w:rsidR="001B48B9" w:rsidRPr="005326B7">
        <w:rPr>
          <w:color w:val="FF0000"/>
          <w:kern w:val="2"/>
          <w:szCs w:val="24"/>
          <w:lang w:eastAsia="lt-LT"/>
        </w:rPr>
        <w:t>0,5</w:t>
      </w:r>
      <w:r w:rsidR="001B48B9" w:rsidRPr="00CC0507">
        <w:rPr>
          <w:b/>
          <w:color w:val="FF0000"/>
          <w:kern w:val="2"/>
          <w:szCs w:val="24"/>
          <w:lang w:eastAsia="lt-LT"/>
        </w:rPr>
        <w:t xml:space="preserve"> </w:t>
      </w:r>
      <w:r w:rsidRPr="00C34BCA">
        <w:rPr>
          <w:color w:val="FF0000"/>
          <w:kern w:val="2"/>
          <w:szCs w:val="24"/>
          <w:lang w:eastAsia="lt-LT"/>
        </w:rPr>
        <w:t>valand</w:t>
      </w:r>
      <w:r w:rsidR="00C34BCA" w:rsidRPr="001E3692">
        <w:rPr>
          <w:color w:val="FF0000"/>
          <w:kern w:val="2"/>
          <w:szCs w:val="24"/>
          <w:lang w:eastAsia="lt-LT"/>
        </w:rPr>
        <w:t>os</w:t>
      </w:r>
      <w:r w:rsidRPr="00C34BCA">
        <w:rPr>
          <w:color w:val="FF0000"/>
          <w:kern w:val="2"/>
          <w:szCs w:val="24"/>
          <w:lang w:eastAsia="lt-LT"/>
        </w:rPr>
        <w:t>.</w:t>
      </w:r>
      <w:r w:rsidR="00F80402" w:rsidRPr="00C34BCA">
        <w:rPr>
          <w:color w:val="FF0000"/>
          <w:kern w:val="2"/>
          <w:szCs w:val="24"/>
          <w:lang w:eastAsia="lt-LT"/>
        </w:rPr>
        <w:t xml:space="preserve"> </w:t>
      </w:r>
      <w:r w:rsidR="00F80402" w:rsidRPr="00661962">
        <w:rPr>
          <w:kern w:val="2"/>
          <w:szCs w:val="24"/>
          <w:lang w:eastAsia="lt-LT"/>
        </w:rPr>
        <w:t>Jei komiteto posėdžio metu nelieka daugiau kaip pusės visų narių, posėdis nutraukiamas, likę sprendimų projektai nebesvarstomi, tokiu atveju apmokama už faktiškai dirbtą laiką, bet ne mažiau kaip</w:t>
      </w:r>
      <w:r w:rsidR="00F80402" w:rsidRPr="00661962">
        <w:rPr>
          <w:color w:val="00B050"/>
          <w:kern w:val="2"/>
          <w:szCs w:val="24"/>
          <w:lang w:eastAsia="lt-LT"/>
        </w:rPr>
        <w:t xml:space="preserve"> </w:t>
      </w:r>
      <w:r w:rsidR="00F80402" w:rsidRPr="00661962">
        <w:rPr>
          <w:color w:val="FF0000"/>
          <w:kern w:val="2"/>
          <w:szCs w:val="24"/>
          <w:lang w:eastAsia="lt-LT"/>
        </w:rPr>
        <w:t xml:space="preserve">už </w:t>
      </w:r>
      <w:r w:rsidR="001B48B9" w:rsidRPr="00803D27">
        <w:rPr>
          <w:color w:val="FF0000"/>
          <w:kern w:val="2"/>
          <w:szCs w:val="24"/>
          <w:lang w:eastAsia="lt-LT"/>
        </w:rPr>
        <w:t xml:space="preserve">0,5 </w:t>
      </w:r>
      <w:r w:rsidR="00F80402" w:rsidRPr="00D45B59">
        <w:rPr>
          <w:color w:val="FF0000"/>
          <w:kern w:val="2"/>
          <w:szCs w:val="24"/>
          <w:lang w:eastAsia="lt-LT"/>
        </w:rPr>
        <w:t>val</w:t>
      </w:r>
      <w:r w:rsidRPr="00FD2B00">
        <w:rPr>
          <w:color w:val="FF0000"/>
          <w:kern w:val="2"/>
          <w:szCs w:val="24"/>
          <w:lang w:eastAsia="lt-LT"/>
        </w:rPr>
        <w:t>and</w:t>
      </w:r>
      <w:r w:rsidR="00C34BCA" w:rsidRPr="001E3692">
        <w:rPr>
          <w:color w:val="FF0000"/>
          <w:kern w:val="2"/>
          <w:szCs w:val="24"/>
          <w:lang w:eastAsia="lt-LT"/>
        </w:rPr>
        <w:t>os</w:t>
      </w:r>
      <w:r w:rsidR="00F80402" w:rsidRPr="00C34BCA">
        <w:rPr>
          <w:color w:val="FF0000"/>
          <w:kern w:val="2"/>
          <w:szCs w:val="24"/>
          <w:lang w:eastAsia="lt-LT"/>
        </w:rPr>
        <w:t>.</w:t>
      </w:r>
      <w:r w:rsidR="00F80402" w:rsidRPr="00CC0507">
        <w:rPr>
          <w:b/>
          <w:color w:val="FF0000"/>
          <w:kern w:val="2"/>
          <w:szCs w:val="24"/>
          <w:lang w:eastAsia="lt-LT"/>
        </w:rPr>
        <w:t xml:space="preserve"> </w:t>
      </w:r>
    </w:p>
    <w:p w:rsidR="00A73E1D" w:rsidRPr="00BB5499" w:rsidRDefault="00A73E1D" w:rsidP="00A73E1D">
      <w:pPr>
        <w:widowControl w:val="0"/>
        <w:suppressAutoHyphens/>
        <w:ind w:firstLine="720"/>
        <w:jc w:val="both"/>
        <w:rPr>
          <w:lang w:eastAsia="lt-LT"/>
        </w:rPr>
      </w:pPr>
      <w:r w:rsidRPr="001B48B9">
        <w:rPr>
          <w:kern w:val="2"/>
          <w:szCs w:val="24"/>
          <w:lang w:eastAsia="lt-LT"/>
        </w:rPr>
        <w:t>19</w:t>
      </w:r>
      <w:r w:rsidR="002E51BD">
        <w:rPr>
          <w:kern w:val="2"/>
          <w:szCs w:val="24"/>
          <w:lang w:eastAsia="lt-LT"/>
        </w:rPr>
        <w:t>6</w:t>
      </w:r>
      <w:r w:rsidRPr="001B48B9">
        <w:rPr>
          <w:kern w:val="2"/>
          <w:szCs w:val="24"/>
          <w:lang w:eastAsia="lt-LT"/>
        </w:rPr>
        <w:t xml:space="preserve">. </w:t>
      </w:r>
      <w:r w:rsidR="00F80402" w:rsidRPr="001B48B9">
        <w:rPr>
          <w:lang w:eastAsia="lt-LT"/>
        </w:rPr>
        <w:t xml:space="preserve">Komitetų sprendimai priimami atviru balsavimu posėdyje </w:t>
      </w:r>
      <w:r w:rsidR="00F80402" w:rsidRPr="00BB5499">
        <w:rPr>
          <w:lang w:eastAsia="lt-LT"/>
        </w:rPr>
        <w:t>dalyvaujančių komiteto narių</w:t>
      </w:r>
      <w:r w:rsidR="00F80402" w:rsidRPr="001B48B9">
        <w:rPr>
          <w:lang w:eastAsia="lt-LT"/>
        </w:rPr>
        <w:t xml:space="preserve"> balsų dauguma. Jei balsai pasiskirsto po lygiai, lemia pirmininkaujančio balsas. Komiteto narys privalo nusišalinti, kai sprendžiami su juo ar jo šeimos nariais ir artimaisiais giminaičiais susiję turtiniai ar finansiniai </w:t>
      </w:r>
      <w:r w:rsidR="00F80402" w:rsidRPr="00C34BCA">
        <w:rPr>
          <w:lang w:eastAsia="lt-LT"/>
        </w:rPr>
        <w:t>klausimai arba kai jo dalyvavima</w:t>
      </w:r>
      <w:r w:rsidR="00F80402" w:rsidRPr="00661962">
        <w:rPr>
          <w:lang w:eastAsia="lt-LT"/>
        </w:rPr>
        <w:t>s</w:t>
      </w:r>
      <w:r w:rsidR="00F80402" w:rsidRPr="001B48B9">
        <w:rPr>
          <w:lang w:eastAsia="lt-LT"/>
        </w:rPr>
        <w:t xml:space="preserve"> balsuojant galėtų sukelti viešųjų ir privačių interesų konfliktą. Apie nusišalinimą posėdžio metu galima pareikšti žodžiu arba apie tai raštu </w:t>
      </w:r>
      <w:r w:rsidR="00F80402" w:rsidRPr="00BB5499">
        <w:rPr>
          <w:lang w:eastAsia="lt-LT"/>
        </w:rPr>
        <w:t>informuoti komiteto pirmininką.</w:t>
      </w:r>
      <w:r w:rsidRPr="00BB5499">
        <w:rPr>
          <w:lang w:eastAsia="lt-LT"/>
        </w:rPr>
        <w:t xml:space="preserve"> </w:t>
      </w:r>
    </w:p>
    <w:p w:rsidR="00A73E1D" w:rsidRPr="0095480B" w:rsidRDefault="00A73E1D" w:rsidP="00A73E1D">
      <w:pPr>
        <w:widowControl w:val="0"/>
        <w:suppressAutoHyphens/>
        <w:ind w:firstLine="720"/>
        <w:jc w:val="both"/>
        <w:rPr>
          <w:lang w:eastAsia="lt-LT"/>
        </w:rPr>
      </w:pPr>
      <w:r w:rsidRPr="00BB5499">
        <w:rPr>
          <w:lang w:eastAsia="lt-LT"/>
        </w:rPr>
        <w:t>19</w:t>
      </w:r>
      <w:r w:rsidR="002E51BD">
        <w:rPr>
          <w:lang w:eastAsia="lt-LT"/>
        </w:rPr>
        <w:t>7</w:t>
      </w:r>
      <w:r w:rsidRPr="00BB5499">
        <w:rPr>
          <w:lang w:eastAsia="lt-LT"/>
        </w:rPr>
        <w:t xml:space="preserve">. </w:t>
      </w:r>
      <w:r w:rsidR="00F80402" w:rsidRPr="00BB5499">
        <w:rPr>
          <w:lang w:eastAsia="lt-LT"/>
        </w:rPr>
        <w:t>Kelių komitetų bendrame posėdyje sprendimai priimami, jeigu jiems pritariama visų posėdyje dalyvaujančių komitetų narių balsų</w:t>
      </w:r>
      <w:r w:rsidR="00F80402" w:rsidRPr="0095480B">
        <w:rPr>
          <w:lang w:eastAsia="lt-LT"/>
        </w:rPr>
        <w:t xml:space="preserve"> dauguma.</w:t>
      </w:r>
    </w:p>
    <w:p w:rsidR="00F80402" w:rsidRPr="009D61E1" w:rsidRDefault="002F730D" w:rsidP="00A73E1D">
      <w:pPr>
        <w:widowControl w:val="0"/>
        <w:suppressAutoHyphens/>
        <w:ind w:firstLine="720"/>
        <w:jc w:val="both"/>
      </w:pPr>
      <w:r w:rsidRPr="009D61E1">
        <w:rPr>
          <w:rFonts w:eastAsia="Andale Sans UI"/>
          <w:kern w:val="2"/>
          <w:szCs w:val="24"/>
          <w:lang w:eastAsia="lt-LT"/>
        </w:rPr>
        <w:t>19</w:t>
      </w:r>
      <w:r w:rsidR="002E51BD">
        <w:rPr>
          <w:rFonts w:eastAsia="Andale Sans UI"/>
          <w:kern w:val="2"/>
          <w:szCs w:val="24"/>
          <w:lang w:eastAsia="lt-LT"/>
        </w:rPr>
        <w:t>8</w:t>
      </w:r>
      <w:r w:rsidR="00A73E1D" w:rsidRPr="009D61E1">
        <w:rPr>
          <w:rFonts w:eastAsia="Andale Sans UI"/>
          <w:kern w:val="2"/>
          <w:szCs w:val="24"/>
          <w:lang w:eastAsia="lt-LT"/>
        </w:rPr>
        <w:t>.</w:t>
      </w:r>
      <w:r w:rsidR="00F80402" w:rsidRPr="009D61E1">
        <w:rPr>
          <w:lang w:eastAsia="lt-LT"/>
        </w:rPr>
        <w:t xml:space="preserve"> Komitetų išvados ir pasiūlymai dėl </w:t>
      </w:r>
      <w:r w:rsidR="009D61E1" w:rsidRPr="00C34BCA">
        <w:rPr>
          <w:lang w:eastAsia="lt-LT"/>
        </w:rPr>
        <w:t>Savivaldybės t</w:t>
      </w:r>
      <w:r w:rsidR="00F80402" w:rsidRPr="00C34BCA">
        <w:rPr>
          <w:lang w:eastAsia="lt-LT"/>
        </w:rPr>
        <w:t xml:space="preserve">arybos sprendimų projektų pateikiami </w:t>
      </w:r>
      <w:r w:rsidR="00A73E1D" w:rsidRPr="00C34BCA">
        <w:rPr>
          <w:lang w:eastAsia="lt-LT"/>
        </w:rPr>
        <w:t>Savivaldybės t</w:t>
      </w:r>
      <w:r w:rsidR="00F80402" w:rsidRPr="00661962">
        <w:rPr>
          <w:lang w:eastAsia="lt-LT"/>
        </w:rPr>
        <w:t xml:space="preserve">arybai raštu. Komiteto posėdžio metu </w:t>
      </w:r>
      <w:r w:rsidR="00C34BCA" w:rsidRPr="001E3692">
        <w:rPr>
          <w:lang w:eastAsia="lt-LT"/>
        </w:rPr>
        <w:t>t</w:t>
      </w:r>
      <w:r w:rsidR="00F80402" w:rsidRPr="00C34BCA">
        <w:rPr>
          <w:lang w:eastAsia="lt-LT"/>
        </w:rPr>
        <w:t xml:space="preserve">arybos nario pareikšti </w:t>
      </w:r>
      <w:r w:rsidR="00F80402" w:rsidRPr="00661962">
        <w:t xml:space="preserve">prašymai iš Savivaldybės administracijos, kitų </w:t>
      </w:r>
      <w:r w:rsidR="00C34BCA" w:rsidRPr="001E3692">
        <w:t>S</w:t>
      </w:r>
      <w:r w:rsidR="00F80402" w:rsidRPr="00C34BCA">
        <w:t>avivaldybės įstaigų, Savivaldybės valdomų</w:t>
      </w:r>
      <w:r w:rsidR="00F80402" w:rsidRPr="009D61E1">
        <w:t xml:space="preserve"> įmonių gauti visą </w:t>
      </w:r>
      <w:r w:rsidR="00C34BCA" w:rsidRPr="001E3692">
        <w:t>t</w:t>
      </w:r>
      <w:r w:rsidR="00F80402" w:rsidRPr="00C34BCA">
        <w:t>arybos nario veiklai</w:t>
      </w:r>
      <w:r w:rsidR="00F80402" w:rsidRPr="009D61E1">
        <w:t xml:space="preserve"> reikalingą</w:t>
      </w:r>
      <w:r w:rsidR="00F80402" w:rsidRPr="009D61E1">
        <w:rPr>
          <w:bCs/>
        </w:rPr>
        <w:t xml:space="preserve"> </w:t>
      </w:r>
      <w:r w:rsidR="00F80402" w:rsidRPr="009F663D">
        <w:t xml:space="preserve">su </w:t>
      </w:r>
      <w:r w:rsidR="00697E81" w:rsidRPr="001E3692">
        <w:t>t</w:t>
      </w:r>
      <w:r w:rsidR="00F80402" w:rsidRPr="009F663D">
        <w:t>arybos nagrinėjamais ar</w:t>
      </w:r>
      <w:r w:rsidR="00F80402" w:rsidRPr="009D61E1">
        <w:t xml:space="preserve"> rengiamais nagrinėti</w:t>
      </w:r>
      <w:r w:rsidR="00F80402" w:rsidRPr="009D61E1">
        <w:rPr>
          <w:bCs/>
        </w:rPr>
        <w:t xml:space="preserve"> </w:t>
      </w:r>
      <w:r w:rsidR="00F80402" w:rsidRPr="009D61E1">
        <w:t xml:space="preserve">klausimais susijusią informaciją, taip pat kreipimaisi su </w:t>
      </w:r>
      <w:r w:rsidR="00F80402" w:rsidRPr="00BB5499">
        <w:t xml:space="preserve">paklausimais į </w:t>
      </w:r>
      <w:r w:rsidR="00BB5499" w:rsidRPr="001E3692">
        <w:t>S</w:t>
      </w:r>
      <w:r w:rsidR="00F80402" w:rsidRPr="00BB5499">
        <w:t>avivaldybės institucijų, Savivaldybės</w:t>
      </w:r>
      <w:r w:rsidR="00F80402" w:rsidRPr="009D61E1">
        <w:t xml:space="preserve"> administracijos, </w:t>
      </w:r>
      <w:r w:rsidR="00F80402" w:rsidRPr="00C34BCA">
        <w:t xml:space="preserve">kitų </w:t>
      </w:r>
      <w:r w:rsidR="00C34BCA" w:rsidRPr="001E3692">
        <w:t>S</w:t>
      </w:r>
      <w:r w:rsidR="00F80402" w:rsidRPr="00C34BCA">
        <w:t xml:space="preserve">avivaldybės įstaigų, įmonių ir organizacijų, taip pat valstybės institucijų, kurios veikia </w:t>
      </w:r>
      <w:r w:rsidR="00C34BCA" w:rsidRPr="001E3692">
        <w:t>S</w:t>
      </w:r>
      <w:r w:rsidR="00F80402" w:rsidRPr="00C34BCA">
        <w:t>avivaldybės teritorijoje, vadovus</w:t>
      </w:r>
      <w:r w:rsidR="00F80402" w:rsidRPr="009D61E1">
        <w:t xml:space="preserve"> ir valstybės tarnautojus yra fiksuojami komiteto posėdžio protokole ir ne vėliau kaip per 3 darbo </w:t>
      </w:r>
      <w:r w:rsidR="00F80402" w:rsidRPr="009F663D">
        <w:t xml:space="preserve">dienas po </w:t>
      </w:r>
      <w:r w:rsidR="00697E81" w:rsidRPr="001E3692">
        <w:t>t</w:t>
      </w:r>
      <w:r w:rsidR="00F80402" w:rsidRPr="009F663D">
        <w:t>arybos posėdžio protokolo</w:t>
      </w:r>
      <w:r w:rsidR="00F80402" w:rsidRPr="009D61E1">
        <w:t xml:space="preserve"> pasirašymo perduodami atsakingiems asmenims įvykdyti ir (ar) atsakymams parengti.</w:t>
      </w:r>
    </w:p>
    <w:p w:rsidR="003E1001" w:rsidRPr="009D61E1" w:rsidRDefault="002E51BD" w:rsidP="003E1001">
      <w:pPr>
        <w:tabs>
          <w:tab w:val="left" w:pos="1560"/>
        </w:tabs>
        <w:ind w:firstLine="720"/>
        <w:jc w:val="both"/>
        <w:rPr>
          <w:lang w:eastAsia="lt-LT"/>
        </w:rPr>
      </w:pPr>
      <w:r>
        <w:rPr>
          <w:lang w:eastAsia="lt-LT"/>
        </w:rPr>
        <w:t>199</w:t>
      </w:r>
      <w:r w:rsidR="003E1001" w:rsidRPr="009D61E1">
        <w:rPr>
          <w:lang w:eastAsia="lt-LT"/>
        </w:rPr>
        <w:t>. Komitetų posėdžius techniškai aptarnauja Savivaldybės t</w:t>
      </w:r>
      <w:r w:rsidR="003E1001" w:rsidRPr="009D61E1">
        <w:rPr>
          <w:kern w:val="2"/>
          <w:szCs w:val="24"/>
          <w:lang w:eastAsia="lt-LT"/>
        </w:rPr>
        <w:t xml:space="preserve">arybos </w:t>
      </w:r>
      <w:r w:rsidR="003E1001" w:rsidRPr="009D61E1">
        <w:t xml:space="preserve">posėdžių </w:t>
      </w:r>
      <w:r w:rsidR="00D938F4">
        <w:rPr>
          <w:kern w:val="2"/>
          <w:szCs w:val="24"/>
          <w:lang w:eastAsia="lt-LT"/>
        </w:rPr>
        <w:t>sekretorius (-</w:t>
      </w:r>
      <w:proofErr w:type="spellStart"/>
      <w:r w:rsidR="00D938F4">
        <w:rPr>
          <w:kern w:val="2"/>
          <w:szCs w:val="24"/>
          <w:lang w:eastAsia="lt-LT"/>
        </w:rPr>
        <w:t>iai</w:t>
      </w:r>
      <w:proofErr w:type="spellEnd"/>
      <w:r w:rsidR="00D938F4">
        <w:rPr>
          <w:kern w:val="2"/>
          <w:szCs w:val="24"/>
          <w:lang w:eastAsia="lt-LT"/>
        </w:rPr>
        <w:t>)</w:t>
      </w:r>
      <w:r w:rsidR="003E1001" w:rsidRPr="009D61E1">
        <w:rPr>
          <w:kern w:val="2"/>
          <w:szCs w:val="24"/>
          <w:lang w:eastAsia="lt-LT"/>
        </w:rPr>
        <w:t xml:space="preserve"> ar </w:t>
      </w:r>
      <w:r w:rsidR="003E1001" w:rsidRPr="009D61E1">
        <w:rPr>
          <w:lang w:eastAsia="lt-LT"/>
        </w:rPr>
        <w:t xml:space="preserve">padalinys, </w:t>
      </w:r>
      <w:r w:rsidR="003E1001" w:rsidRPr="00C34BCA">
        <w:rPr>
          <w:lang w:eastAsia="lt-LT"/>
        </w:rPr>
        <w:t>techniškai aptarnaujantis</w:t>
      </w:r>
      <w:r w:rsidR="003E1001" w:rsidRPr="00661962">
        <w:rPr>
          <w:lang w:eastAsia="lt-LT"/>
        </w:rPr>
        <w:t xml:space="preserve"> Savivaldybės</w:t>
      </w:r>
      <w:r w:rsidR="003E1001" w:rsidRPr="009D61E1">
        <w:rPr>
          <w:lang w:eastAsia="lt-LT"/>
        </w:rPr>
        <w:t xml:space="preserve"> tarybą. Komitetų posėdžiai transliuojami tiesiogiai Savivaldybės interneto svetainėje arba </w:t>
      </w:r>
      <w:r w:rsidR="003E1001" w:rsidRPr="009D61E1">
        <w:t>Plungės rajono savivaldybės</w:t>
      </w:r>
      <w:r w:rsidR="003E1001" w:rsidRPr="00C753E4">
        <w:rPr>
          <w:color w:val="FF0000"/>
        </w:rPr>
        <w:t xml:space="preserve"> </w:t>
      </w:r>
      <w:hyperlink r:id="rId19" w:history="1">
        <w:r w:rsidR="009D61E1" w:rsidRPr="00E74222">
          <w:rPr>
            <w:rStyle w:val="Hipersaitas"/>
          </w:rPr>
          <w:t>www.youtube.com</w:t>
        </w:r>
      </w:hyperlink>
      <w:r w:rsidR="009D61E1">
        <w:rPr>
          <w:color w:val="FF0000"/>
          <w:u w:val="single"/>
        </w:rPr>
        <w:t xml:space="preserve"> </w:t>
      </w:r>
      <w:r w:rsidR="003E1001" w:rsidRPr="009D61E1">
        <w:t>kanalu.</w:t>
      </w:r>
      <w:r w:rsidR="003E1001" w:rsidRPr="009D61E1">
        <w:rPr>
          <w:lang w:eastAsia="lt-LT"/>
        </w:rPr>
        <w:t xml:space="preserve"> Komitetų posėdžių daromas vaizdo ir garso įrašas. Komitetų posėdžių vaizdo ir garso įrašai saugomi informacinėse laikmenose ir yra viešai prieinami visuomenei.</w:t>
      </w:r>
    </w:p>
    <w:p w:rsidR="003E1001" w:rsidRPr="0018569A" w:rsidRDefault="003E1001" w:rsidP="003E1001">
      <w:pPr>
        <w:widowControl w:val="0"/>
        <w:suppressAutoHyphens/>
        <w:ind w:firstLine="720"/>
        <w:jc w:val="both"/>
        <w:rPr>
          <w:rFonts w:eastAsia="Andale Sans UI"/>
          <w:kern w:val="2"/>
          <w:szCs w:val="24"/>
          <w:lang w:eastAsia="lt-LT"/>
        </w:rPr>
      </w:pPr>
      <w:r w:rsidRPr="0018569A">
        <w:rPr>
          <w:rFonts w:eastAsia="Andale Sans UI"/>
          <w:kern w:val="2"/>
          <w:szCs w:val="24"/>
          <w:lang w:eastAsia="lt-LT"/>
        </w:rPr>
        <w:t>20</w:t>
      </w:r>
      <w:r w:rsidR="002E51BD">
        <w:rPr>
          <w:rFonts w:eastAsia="Andale Sans UI"/>
          <w:kern w:val="2"/>
          <w:szCs w:val="24"/>
          <w:lang w:eastAsia="lt-LT"/>
        </w:rPr>
        <w:t>0</w:t>
      </w:r>
      <w:r w:rsidRPr="0018569A">
        <w:rPr>
          <w:rFonts w:eastAsia="Andale Sans UI"/>
          <w:kern w:val="2"/>
          <w:szCs w:val="24"/>
          <w:lang w:eastAsia="lt-LT"/>
        </w:rPr>
        <w:t>. Proto</w:t>
      </w:r>
      <w:r w:rsidR="0018569A" w:rsidRPr="0018569A">
        <w:rPr>
          <w:rFonts w:eastAsia="Andale Sans UI"/>
          <w:kern w:val="2"/>
          <w:szCs w:val="24"/>
          <w:lang w:eastAsia="lt-LT"/>
        </w:rPr>
        <w:t xml:space="preserve">kolas surašomas pagal </w:t>
      </w:r>
      <w:r w:rsidR="0018569A" w:rsidRPr="009F663D">
        <w:rPr>
          <w:rFonts w:eastAsia="Andale Sans UI"/>
          <w:kern w:val="2"/>
          <w:szCs w:val="24"/>
          <w:lang w:eastAsia="lt-LT"/>
        </w:rPr>
        <w:t>Reglamento 20</w:t>
      </w:r>
      <w:r w:rsidR="002E51BD">
        <w:rPr>
          <w:rFonts w:eastAsia="Andale Sans UI"/>
          <w:kern w:val="2"/>
          <w:szCs w:val="24"/>
          <w:lang w:eastAsia="lt-LT"/>
        </w:rPr>
        <w:t>1</w:t>
      </w:r>
      <w:r w:rsidR="0018569A" w:rsidRPr="009F663D">
        <w:rPr>
          <w:rFonts w:eastAsia="Andale Sans UI"/>
          <w:kern w:val="2"/>
          <w:szCs w:val="24"/>
          <w:lang w:eastAsia="lt-LT"/>
        </w:rPr>
        <w:t xml:space="preserve"> punkte</w:t>
      </w:r>
      <w:r w:rsidRPr="0018569A">
        <w:rPr>
          <w:rFonts w:eastAsia="Andale Sans UI"/>
          <w:kern w:val="2"/>
          <w:szCs w:val="24"/>
          <w:lang w:eastAsia="lt-LT"/>
        </w:rPr>
        <w:t xml:space="preserve"> nurodytus reikalavimus ne vėliau </w:t>
      </w:r>
      <w:r w:rsidRPr="0018569A">
        <w:rPr>
          <w:rFonts w:eastAsia="Andale Sans UI"/>
          <w:kern w:val="2"/>
          <w:szCs w:val="24"/>
          <w:lang w:eastAsia="lt-LT"/>
        </w:rPr>
        <w:lastRenderedPageBreak/>
        <w:t xml:space="preserve">kaip per 5 darbo dienas po posėdžio. Pasibaigus kalendoriniams metams, posėdžio protokolai ir kiti posėdžio dokumentai </w:t>
      </w:r>
      <w:r w:rsidRPr="0018569A">
        <w:rPr>
          <w:rFonts w:eastAsia="Andale Sans UI"/>
          <w:color w:val="FF0000"/>
          <w:kern w:val="2"/>
          <w:szCs w:val="24"/>
          <w:lang w:eastAsia="lt-LT"/>
        </w:rPr>
        <w:t>1</w:t>
      </w:r>
      <w:r w:rsidRPr="0018569A">
        <w:rPr>
          <w:rFonts w:eastAsia="Andale Sans UI"/>
          <w:kern w:val="2"/>
          <w:szCs w:val="24"/>
          <w:lang w:eastAsia="lt-LT"/>
        </w:rPr>
        <w:t xml:space="preserve"> metus, bet ne ilgiau kaip iki Savivaldybės tarybos kadencijos pabaigos, saugomi, o po to perduodami į Savivaldybės archyvą.</w:t>
      </w:r>
    </w:p>
    <w:p w:rsidR="003E1001" w:rsidRPr="0018569A" w:rsidRDefault="003E1001" w:rsidP="003E1001">
      <w:pPr>
        <w:ind w:firstLine="720"/>
        <w:jc w:val="both"/>
        <w:rPr>
          <w:lang w:eastAsia="lt-LT"/>
        </w:rPr>
      </w:pPr>
      <w:r w:rsidRPr="0018569A">
        <w:t>20</w:t>
      </w:r>
      <w:r w:rsidR="002E51BD">
        <w:t>1</w:t>
      </w:r>
      <w:r w:rsidRPr="0018569A">
        <w:t xml:space="preserve">. Posėdžio protokole nurodoma: </w:t>
      </w:r>
      <w:r w:rsidRPr="0018569A">
        <w:rPr>
          <w:lang w:eastAsia="lt-LT"/>
        </w:rPr>
        <w:t>Savivaldybės tarybos komiteto pavadinimas,</w:t>
      </w:r>
      <w:r w:rsidRPr="0018569A">
        <w:t xml:space="preserve"> posėdžio vieta ir laikas, posėdžio eilės numeris, posėdžio pirmininko vardas</w:t>
      </w:r>
      <w:r w:rsidRPr="0018569A">
        <w:rPr>
          <w:lang w:eastAsia="lt-LT"/>
        </w:rPr>
        <w:t xml:space="preserve"> </w:t>
      </w:r>
      <w:r w:rsidRPr="0018569A">
        <w:t>pavardė,</w:t>
      </w:r>
      <w:r w:rsidRPr="0018569A">
        <w:rPr>
          <w:lang w:eastAsia="lt-LT"/>
        </w:rPr>
        <w:t xml:space="preserve"> sekretoriaus  vardas ir pavardė,</w:t>
      </w:r>
      <w:r w:rsidRPr="0018569A">
        <w:t xml:space="preserve"> posėdyje dalyvavę komiteto nariai, į posėdį kviesti asmenys, posėdžio darbotvarkė; taip pat nurodoma </w:t>
      </w:r>
      <w:r w:rsidRPr="0018569A">
        <w:rPr>
          <w:lang w:eastAsia="lt-LT"/>
        </w:rPr>
        <w:t>kiekvieno klausimo pranešėjo ir papildomo pranešėjo vardas, pavardė,</w:t>
      </w:r>
      <w:r w:rsidRPr="0018569A">
        <w:t xml:space="preserve"> </w:t>
      </w:r>
      <w:r w:rsidRPr="0018569A">
        <w:rPr>
          <w:lang w:eastAsia="lt-LT"/>
        </w:rPr>
        <w:t>diskusijose dalyvavusių asmenų vardai ir pavardės,</w:t>
      </w:r>
      <w:r w:rsidRPr="0018569A">
        <w:t xml:space="preserve"> trumpas jų kalbų  </w:t>
      </w:r>
      <w:r w:rsidRPr="0018569A">
        <w:rPr>
          <w:lang w:eastAsia="lt-LT"/>
        </w:rPr>
        <w:t>ir paklausimų išdėstymas</w:t>
      </w:r>
      <w:r w:rsidRPr="0018569A">
        <w:t xml:space="preserve">, svarstytu klausimu priimtas nutarimas, </w:t>
      </w:r>
      <w:r w:rsidRPr="0018569A">
        <w:rPr>
          <w:lang w:eastAsia="lt-LT"/>
        </w:rPr>
        <w:t> nurodant balsavimo rezultatus.</w:t>
      </w:r>
      <w:r w:rsidRPr="0018569A">
        <w:t xml:space="preserve"> </w:t>
      </w:r>
      <w:r w:rsidRPr="0018569A">
        <w:rPr>
          <w:lang w:eastAsia="lt-LT"/>
        </w:rPr>
        <w:t xml:space="preserve">Prie protokolo pridedamas posėdžio garso įrašas elektronine laikmena. </w:t>
      </w:r>
    </w:p>
    <w:p w:rsidR="00D77610" w:rsidRPr="004B031E" w:rsidRDefault="00F124AF" w:rsidP="00D77610">
      <w:pPr>
        <w:ind w:firstLine="720"/>
        <w:jc w:val="both"/>
        <w:rPr>
          <w:szCs w:val="24"/>
        </w:rPr>
      </w:pPr>
      <w:r w:rsidRPr="00661962">
        <w:rPr>
          <w:spacing w:val="-2"/>
          <w:szCs w:val="24"/>
        </w:rPr>
        <w:t>20</w:t>
      </w:r>
      <w:r w:rsidR="002E51BD">
        <w:rPr>
          <w:spacing w:val="-2"/>
          <w:szCs w:val="24"/>
        </w:rPr>
        <w:t>2</w:t>
      </w:r>
      <w:r w:rsidR="00D77610" w:rsidRPr="00661962">
        <w:rPr>
          <w:spacing w:val="-2"/>
          <w:szCs w:val="24"/>
        </w:rPr>
        <w:t xml:space="preserve">. </w:t>
      </w:r>
      <w:r w:rsidRPr="00661962">
        <w:rPr>
          <w:lang w:eastAsia="lt-LT"/>
        </w:rPr>
        <w:t>Komitetai</w:t>
      </w:r>
      <w:r w:rsidRPr="004B031E">
        <w:rPr>
          <w:lang w:eastAsia="lt-LT"/>
        </w:rPr>
        <w:t xml:space="preserve"> pagal savo kompetenciją:</w:t>
      </w:r>
      <w:r w:rsidR="00D77610" w:rsidRPr="004B031E">
        <w:rPr>
          <w:spacing w:val="1"/>
          <w:szCs w:val="24"/>
        </w:rPr>
        <w:t xml:space="preserve"> </w:t>
      </w:r>
    </w:p>
    <w:p w:rsidR="00D77610" w:rsidRPr="004B031E" w:rsidRDefault="003E1001" w:rsidP="00D77610">
      <w:pPr>
        <w:shd w:val="clear" w:color="auto" w:fill="FFFFFF"/>
        <w:ind w:firstLine="720"/>
        <w:jc w:val="both"/>
        <w:rPr>
          <w:szCs w:val="24"/>
        </w:rPr>
      </w:pPr>
      <w:r w:rsidRPr="004B031E">
        <w:rPr>
          <w:spacing w:val="5"/>
          <w:szCs w:val="24"/>
        </w:rPr>
        <w:t>20</w:t>
      </w:r>
      <w:r w:rsidR="002E51BD">
        <w:rPr>
          <w:spacing w:val="5"/>
          <w:szCs w:val="24"/>
        </w:rPr>
        <w:t>2</w:t>
      </w:r>
      <w:r w:rsidR="00D77610" w:rsidRPr="004B031E">
        <w:rPr>
          <w:spacing w:val="5"/>
          <w:szCs w:val="24"/>
        </w:rPr>
        <w:t>.1. savo iniciatyva arba Savivaldybės tarybos pavedimu pagal savo kompetenciją rengia Savivaldybės t</w:t>
      </w:r>
      <w:r w:rsidR="00D77610" w:rsidRPr="004B031E">
        <w:rPr>
          <w:spacing w:val="1"/>
          <w:szCs w:val="24"/>
        </w:rPr>
        <w:t>arybos sprendimų projektus;</w:t>
      </w:r>
    </w:p>
    <w:p w:rsidR="00D77610" w:rsidRPr="004B031E" w:rsidRDefault="003E1001" w:rsidP="00D77610">
      <w:pPr>
        <w:shd w:val="clear" w:color="auto" w:fill="FFFFFF"/>
        <w:ind w:firstLine="720"/>
        <w:jc w:val="both"/>
        <w:rPr>
          <w:szCs w:val="24"/>
        </w:rPr>
      </w:pPr>
      <w:r w:rsidRPr="004B031E">
        <w:rPr>
          <w:spacing w:val="1"/>
          <w:szCs w:val="24"/>
        </w:rPr>
        <w:t>20</w:t>
      </w:r>
      <w:r w:rsidR="002E51BD">
        <w:rPr>
          <w:spacing w:val="1"/>
          <w:szCs w:val="24"/>
        </w:rPr>
        <w:t>2</w:t>
      </w:r>
      <w:r w:rsidR="00D77610" w:rsidRPr="004B031E">
        <w:rPr>
          <w:spacing w:val="1"/>
          <w:szCs w:val="24"/>
        </w:rPr>
        <w:t xml:space="preserve">.2. svarsto pagal savo kompetenciją parengtus Savivaldybės tarybos sprendimų projektus, teikia Savivaldybės tarybai pasiūlymus ir išvadas </w:t>
      </w:r>
      <w:r w:rsidR="00D77610" w:rsidRPr="004B031E">
        <w:rPr>
          <w:szCs w:val="24"/>
        </w:rPr>
        <w:t>dėl jų;</w:t>
      </w:r>
    </w:p>
    <w:p w:rsidR="00D77610" w:rsidRPr="004B031E" w:rsidRDefault="00F124AF" w:rsidP="00D77610">
      <w:pPr>
        <w:shd w:val="clear" w:color="auto" w:fill="FFFFFF"/>
        <w:tabs>
          <w:tab w:val="left" w:pos="720"/>
        </w:tabs>
        <w:ind w:firstLine="720"/>
        <w:jc w:val="both"/>
        <w:rPr>
          <w:lang w:eastAsia="lt-LT"/>
        </w:rPr>
      </w:pPr>
      <w:r w:rsidRPr="004B031E">
        <w:rPr>
          <w:szCs w:val="24"/>
        </w:rPr>
        <w:t>20</w:t>
      </w:r>
      <w:r w:rsidR="002E51BD">
        <w:rPr>
          <w:szCs w:val="24"/>
        </w:rPr>
        <w:t>2</w:t>
      </w:r>
      <w:r w:rsidR="00D77610" w:rsidRPr="004B031E">
        <w:rPr>
          <w:szCs w:val="24"/>
        </w:rPr>
        <w:t xml:space="preserve">.3. svarsto Savivaldybės biudžeto projektą ir </w:t>
      </w:r>
      <w:r w:rsidR="00D77610" w:rsidRPr="004B031E">
        <w:rPr>
          <w:lang w:eastAsia="lt-LT"/>
        </w:rPr>
        <w:t>metinių ataskaitų rinkinį;</w:t>
      </w:r>
    </w:p>
    <w:p w:rsidR="00D77610" w:rsidRPr="004B031E" w:rsidRDefault="003E1001" w:rsidP="00D77610">
      <w:pPr>
        <w:shd w:val="clear" w:color="auto" w:fill="FFFFFF"/>
        <w:tabs>
          <w:tab w:val="left" w:pos="720"/>
        </w:tabs>
        <w:ind w:firstLine="720"/>
        <w:jc w:val="both"/>
        <w:rPr>
          <w:kern w:val="2"/>
          <w:szCs w:val="24"/>
          <w:lang w:eastAsia="lt-LT"/>
        </w:rPr>
      </w:pPr>
      <w:r w:rsidRPr="004B031E">
        <w:rPr>
          <w:szCs w:val="24"/>
        </w:rPr>
        <w:t>20</w:t>
      </w:r>
      <w:r w:rsidR="002E51BD">
        <w:rPr>
          <w:szCs w:val="24"/>
        </w:rPr>
        <w:t>2</w:t>
      </w:r>
      <w:r w:rsidR="00D77610" w:rsidRPr="004B031E">
        <w:rPr>
          <w:szCs w:val="24"/>
        </w:rPr>
        <w:t xml:space="preserve">.4. </w:t>
      </w:r>
      <w:r w:rsidR="00D77610" w:rsidRPr="004B031E">
        <w:rPr>
          <w:kern w:val="2"/>
          <w:szCs w:val="24"/>
          <w:lang w:eastAsia="lt-LT"/>
        </w:rPr>
        <w:t xml:space="preserve">nagrinėja ir vertina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(išplėstinės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sprendimus,</w:t>
      </w:r>
      <w:r w:rsidR="00D77610" w:rsidRPr="004B031E">
        <w:rPr>
          <w:kern w:val="2"/>
          <w:szCs w:val="24"/>
          <w:lang w:eastAsia="lt-LT"/>
        </w:rPr>
        <w:t xml:space="preserve"> gyventojų, įmonių, įstaigų ir organizacijų pasiūlymus pagal savo veiklos sritis </w:t>
      </w:r>
      <w:r w:rsidR="00D77610" w:rsidRPr="004B031E">
        <w:rPr>
          <w:bCs/>
          <w:kern w:val="2"/>
          <w:szCs w:val="24"/>
          <w:lang w:eastAsia="lt-LT"/>
        </w:rPr>
        <w:t>ir teikia išvadas dėl jų</w:t>
      </w:r>
      <w:r w:rsidR="004B031E" w:rsidRPr="004B031E">
        <w:rPr>
          <w:kern w:val="2"/>
          <w:szCs w:val="24"/>
          <w:lang w:eastAsia="lt-LT"/>
        </w:rPr>
        <w:t>.</w:t>
      </w:r>
    </w:p>
    <w:p w:rsidR="00D77610" w:rsidRPr="009631F5" w:rsidRDefault="003E1001" w:rsidP="00D77610">
      <w:pPr>
        <w:ind w:firstLine="720"/>
        <w:jc w:val="both"/>
        <w:rPr>
          <w:spacing w:val="1"/>
          <w:szCs w:val="24"/>
        </w:rPr>
      </w:pPr>
      <w:r w:rsidRPr="004B031E">
        <w:rPr>
          <w:spacing w:val="1"/>
          <w:szCs w:val="24"/>
        </w:rPr>
        <w:t>20</w:t>
      </w:r>
      <w:r w:rsidR="002E51BD">
        <w:rPr>
          <w:spacing w:val="1"/>
          <w:szCs w:val="24"/>
        </w:rPr>
        <w:t>3</w:t>
      </w:r>
      <w:r w:rsidR="00F124AF" w:rsidRPr="004B031E">
        <w:rPr>
          <w:spacing w:val="1"/>
          <w:szCs w:val="24"/>
        </w:rPr>
        <w:t>.</w:t>
      </w:r>
      <w:r w:rsidR="00D77610" w:rsidRPr="004B031E">
        <w:rPr>
          <w:spacing w:val="1"/>
          <w:szCs w:val="24"/>
        </w:rPr>
        <w:t xml:space="preserve"> Pagrindinė komiteto veiklos forma yra komiteto posėdžiai. Prireikus komitetas gali rengti ir išvažiuojamuosius posėdžius. </w:t>
      </w:r>
      <w:r w:rsidR="00C2357F" w:rsidRPr="009631F5">
        <w:rPr>
          <w:spacing w:val="1"/>
          <w:szCs w:val="24"/>
        </w:rPr>
        <w:t>Tarybos sudaromų komitetų posėdžiai gali vykti nuotoliniu būdu arba mišriuoju būdu kaip reglamentuota Vietos savivaldos įstatyme ir Reglamento VII skyriuje.</w:t>
      </w:r>
    </w:p>
    <w:p w:rsidR="00C01661" w:rsidRPr="004B031E" w:rsidRDefault="004B4723" w:rsidP="004B4723">
      <w:pPr>
        <w:ind w:firstLine="720"/>
        <w:jc w:val="both"/>
        <w:rPr>
          <w:lang w:eastAsia="lt-LT"/>
        </w:rPr>
      </w:pPr>
      <w:r w:rsidRPr="004B031E">
        <w:rPr>
          <w:szCs w:val="24"/>
          <w:lang w:eastAsia="lt-LT"/>
        </w:rPr>
        <w:t>20</w:t>
      </w:r>
      <w:r w:rsidR="002E51BD">
        <w:rPr>
          <w:szCs w:val="24"/>
          <w:lang w:eastAsia="lt-LT"/>
        </w:rPr>
        <w:t>4</w:t>
      </w:r>
      <w:r w:rsidRPr="004B031E">
        <w:rPr>
          <w:szCs w:val="24"/>
          <w:lang w:eastAsia="lt-LT"/>
        </w:rPr>
        <w:t xml:space="preserve">. </w:t>
      </w:r>
      <w:r w:rsidR="00C01661" w:rsidRPr="004B031E">
        <w:rPr>
          <w:lang w:eastAsia="lt-LT"/>
        </w:rPr>
        <w:t>Komitetai turi teisę:</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00C01661" w:rsidRPr="004B031E">
        <w:rPr>
          <w:lang w:eastAsia="lt-LT"/>
        </w:rPr>
        <w:t>.1.</w:t>
      </w:r>
      <w:r w:rsidRPr="004B031E">
        <w:rPr>
          <w:lang w:eastAsia="lt-LT"/>
        </w:rPr>
        <w:t xml:space="preserve"> </w:t>
      </w:r>
      <w:r w:rsidR="00C01661" w:rsidRPr="004B031E">
        <w:rPr>
          <w:lang w:eastAsia="lt-LT"/>
        </w:rPr>
        <w:t>kviesti į posėdžius Savivaldy</w:t>
      </w:r>
      <w:r w:rsidRPr="004B031E">
        <w:rPr>
          <w:lang w:eastAsia="lt-LT"/>
        </w:rPr>
        <w:t xml:space="preserve">bės </w:t>
      </w:r>
      <w:r w:rsidR="00425883" w:rsidRPr="004B031E">
        <w:rPr>
          <w:lang w:eastAsia="lt-LT"/>
        </w:rPr>
        <w:t xml:space="preserve">administracijos </w:t>
      </w:r>
      <w:r w:rsidRPr="004B031E">
        <w:rPr>
          <w:lang w:eastAsia="lt-LT"/>
        </w:rPr>
        <w:t>padalinių, S</w:t>
      </w:r>
      <w:r w:rsidR="00C01661" w:rsidRPr="004B031E">
        <w:rPr>
          <w:lang w:eastAsia="lt-LT"/>
        </w:rPr>
        <w:t xml:space="preserve">avivaldybės teritorijoje esančių valstybės ir savivaldybės įmonių, kurių steigėja yra </w:t>
      </w:r>
      <w:r w:rsidRPr="004B031E">
        <w:rPr>
          <w:lang w:eastAsia="lt-LT"/>
        </w:rPr>
        <w:t>Savivaldybės t</w:t>
      </w:r>
      <w:r w:rsidR="00C01661" w:rsidRPr="004B031E">
        <w:rPr>
          <w:lang w:eastAsia="lt-LT"/>
        </w:rPr>
        <w:t>aryba, biudžetinių ir viešųjų įstaigų vadovus ar atstovus. Komiteto kvietimu valstybės tarnautojai jų darbo laiku privalo atvykti į komiteto posėdį ir duoti paaiškinimus svarstomais klausimais;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.2. </w:t>
      </w:r>
      <w:r w:rsidR="00C01661" w:rsidRPr="004B031E">
        <w:rPr>
          <w:rFonts w:eastAsia="Andale Sans UI"/>
          <w:kern w:val="2"/>
          <w:szCs w:val="24"/>
          <w:lang w:eastAsia="lt-LT"/>
        </w:rPr>
        <w:t>gauti komiteto įgaliojimams vyk</w:t>
      </w:r>
      <w:r w:rsidRPr="004B031E">
        <w:rPr>
          <w:rFonts w:eastAsia="Andale Sans UI"/>
          <w:kern w:val="2"/>
          <w:szCs w:val="24"/>
          <w:lang w:eastAsia="lt-LT"/>
        </w:rPr>
        <w:t>dyti reikalingą informaciją iš S</w:t>
      </w:r>
      <w:r w:rsidR="00C01661" w:rsidRPr="004B031E">
        <w:rPr>
          <w:rFonts w:eastAsia="Andale Sans UI"/>
          <w:kern w:val="2"/>
          <w:szCs w:val="24"/>
          <w:lang w:eastAsia="lt-LT"/>
        </w:rPr>
        <w:t>avivaldybės institucijų, įstaigų ir valstybės ar Savivaldybės valdomų įmonių;</w:t>
      </w:r>
      <w:r w:rsidR="00C01661" w:rsidRPr="004B031E">
        <w:t xml:space="preserve"> </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.3. </w:t>
      </w:r>
      <w:r w:rsidR="00C01661" w:rsidRPr="004B031E">
        <w:rPr>
          <w:lang w:eastAsia="lt-LT"/>
        </w:rPr>
        <w:t xml:space="preserve">tikrinti, kaip vykdomi </w:t>
      </w:r>
      <w:r w:rsidRPr="004B031E">
        <w:rPr>
          <w:lang w:eastAsia="lt-LT"/>
        </w:rPr>
        <w:t>Savivaldybės t</w:t>
      </w:r>
      <w:r w:rsidR="00C01661" w:rsidRPr="004B031E">
        <w:rPr>
          <w:lang w:eastAsia="lt-LT"/>
        </w:rPr>
        <w:t>arybos sprendimai, kaip atsižvelgiama į jų išvadas</w:t>
      </w:r>
      <w:r w:rsidR="004B031E" w:rsidRPr="004B031E">
        <w:rPr>
          <w:lang w:eastAsia="lt-LT"/>
        </w:rPr>
        <w:t>, rekomendacijas</w:t>
      </w:r>
      <w:r w:rsidR="00C01661" w:rsidRPr="004B031E">
        <w:rPr>
          <w:lang w:eastAsia="lt-LT"/>
        </w:rPr>
        <w:t xml:space="preserve"> ir pasiūlymus;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.4. </w:t>
      </w:r>
      <w:r w:rsidR="00C01661" w:rsidRPr="004B031E">
        <w:rPr>
          <w:lang w:eastAsia="lt-LT"/>
        </w:rPr>
        <w:t>teikti paklausimus vis</w:t>
      </w:r>
      <w:r w:rsidRPr="004B031E">
        <w:rPr>
          <w:lang w:eastAsia="lt-LT"/>
        </w:rPr>
        <w:t>oms S</w:t>
      </w:r>
      <w:r w:rsidR="00C01661" w:rsidRPr="004B031E">
        <w:rPr>
          <w:lang w:eastAsia="lt-LT"/>
        </w:rPr>
        <w:t>avivaldybės teritorijoje esančioms įstaigoms, įmonėms, organizacijoms ir pareigūnams;</w:t>
      </w:r>
    </w:p>
    <w:p w:rsidR="00FD009E" w:rsidRPr="004B031E" w:rsidRDefault="004B4723" w:rsidP="00FD009E">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.5. </w:t>
      </w:r>
      <w:r w:rsidR="00C01661" w:rsidRPr="004B031E">
        <w:rPr>
          <w:lang w:eastAsia="lt-LT"/>
        </w:rPr>
        <w:t xml:space="preserve">kviesti į posėdžius </w:t>
      </w:r>
      <w:r w:rsidR="00C01661" w:rsidRPr="00661962">
        <w:rPr>
          <w:lang w:eastAsia="lt-LT"/>
        </w:rPr>
        <w:t xml:space="preserve">kitus </w:t>
      </w:r>
      <w:r w:rsidR="00C34BCA" w:rsidRPr="001E3692">
        <w:rPr>
          <w:lang w:eastAsia="lt-LT"/>
        </w:rPr>
        <w:t>t</w:t>
      </w:r>
      <w:r w:rsidR="00C01661" w:rsidRPr="00661962">
        <w:rPr>
          <w:lang w:eastAsia="lt-LT"/>
        </w:rPr>
        <w:t>arybos narius, valstybinių</w:t>
      </w:r>
      <w:r w:rsidR="00C01661" w:rsidRPr="004B031E">
        <w:rPr>
          <w:lang w:eastAsia="lt-LT"/>
        </w:rPr>
        <w:t xml:space="preserve"> institucijų, visuomeninių organizacijų atstovus, taip pa</w:t>
      </w:r>
      <w:r w:rsidR="003E1001" w:rsidRPr="004B031E">
        <w:rPr>
          <w:lang w:eastAsia="lt-LT"/>
        </w:rPr>
        <w:t>t specialistus ir kitus asmenis;</w:t>
      </w:r>
    </w:p>
    <w:p w:rsidR="003E1001" w:rsidRPr="004B031E" w:rsidRDefault="003E1001" w:rsidP="003E1001">
      <w:pPr>
        <w:shd w:val="clear" w:color="auto" w:fill="FFFFFF"/>
        <w:ind w:firstLine="720"/>
        <w:jc w:val="both"/>
        <w:rPr>
          <w:szCs w:val="24"/>
        </w:rPr>
      </w:pPr>
      <w:r w:rsidRPr="004B031E">
        <w:rPr>
          <w:szCs w:val="24"/>
        </w:rPr>
        <w:t>20</w:t>
      </w:r>
      <w:r w:rsidR="002E51BD">
        <w:rPr>
          <w:szCs w:val="24"/>
        </w:rPr>
        <w:t>4</w:t>
      </w:r>
      <w:r w:rsidRPr="004B031E">
        <w:rPr>
          <w:szCs w:val="24"/>
        </w:rPr>
        <w:t>.6. pasiūlyti Savivaldybės tarybai papildyti arba pakeisti Savivaldybės tarybos posėdžio darbotvarkę. Sprendimą dėl komiteto pasiūl</w:t>
      </w:r>
      <w:r w:rsidR="00425883" w:rsidRPr="004B031E">
        <w:rPr>
          <w:szCs w:val="24"/>
        </w:rPr>
        <w:t>ymo priima Savivaldybės taryba;</w:t>
      </w:r>
    </w:p>
    <w:p w:rsidR="00425883" w:rsidRPr="004B031E" w:rsidRDefault="00425883" w:rsidP="00425883">
      <w:pPr>
        <w:shd w:val="clear" w:color="auto" w:fill="FFFFFF"/>
        <w:ind w:firstLine="720"/>
        <w:jc w:val="both"/>
        <w:rPr>
          <w:spacing w:val="2"/>
          <w:szCs w:val="24"/>
        </w:rPr>
      </w:pPr>
      <w:r w:rsidRPr="004B031E">
        <w:rPr>
          <w:spacing w:val="5"/>
          <w:szCs w:val="24"/>
        </w:rPr>
        <w:t>20</w:t>
      </w:r>
      <w:r w:rsidR="002E51BD">
        <w:rPr>
          <w:spacing w:val="5"/>
          <w:szCs w:val="24"/>
        </w:rPr>
        <w:t>4</w:t>
      </w:r>
      <w:r w:rsidRPr="004B031E">
        <w:rPr>
          <w:spacing w:val="5"/>
          <w:szCs w:val="24"/>
        </w:rPr>
        <w:t xml:space="preserve">.7. pateikti Savivaldybės tarybai siūlymus, kad tarybos sprendimų </w:t>
      </w:r>
      <w:r w:rsidR="004B031E" w:rsidRPr="004B031E">
        <w:rPr>
          <w:spacing w:val="3"/>
          <w:szCs w:val="24"/>
        </w:rPr>
        <w:t>projektai bei kiti S</w:t>
      </w:r>
      <w:r w:rsidRPr="004B031E">
        <w:rPr>
          <w:spacing w:val="3"/>
          <w:szCs w:val="24"/>
        </w:rPr>
        <w:t xml:space="preserve">avivaldybės gyventojams ir juridiniams asmenims svarbūs klausimai </w:t>
      </w:r>
      <w:r w:rsidRPr="004B031E">
        <w:rPr>
          <w:spacing w:val="2"/>
          <w:szCs w:val="24"/>
        </w:rPr>
        <w:t>būt</w:t>
      </w:r>
      <w:r w:rsidR="004B031E">
        <w:rPr>
          <w:spacing w:val="2"/>
          <w:szCs w:val="24"/>
        </w:rPr>
        <w:t>ų teikiami svarstyti visuomenei;</w:t>
      </w:r>
    </w:p>
    <w:p w:rsidR="00425883" w:rsidRPr="004B031E" w:rsidRDefault="00425883" w:rsidP="00425883">
      <w:pPr>
        <w:shd w:val="clear" w:color="auto" w:fill="FFFFFF"/>
        <w:ind w:firstLine="720"/>
        <w:jc w:val="both"/>
        <w:rPr>
          <w:szCs w:val="24"/>
        </w:rPr>
      </w:pPr>
      <w:r w:rsidRPr="004B031E">
        <w:rPr>
          <w:spacing w:val="1"/>
          <w:szCs w:val="24"/>
        </w:rPr>
        <w:t>20</w:t>
      </w:r>
      <w:r w:rsidR="002E51BD">
        <w:rPr>
          <w:spacing w:val="1"/>
          <w:szCs w:val="24"/>
        </w:rPr>
        <w:t>4</w:t>
      </w:r>
      <w:r w:rsidRPr="004B031E">
        <w:rPr>
          <w:spacing w:val="1"/>
          <w:szCs w:val="24"/>
        </w:rPr>
        <w:t>.8. savo kompetencijos klausimais turi teisę reikalauti iš A</w:t>
      </w:r>
      <w:r w:rsidRPr="004B031E">
        <w:rPr>
          <w:spacing w:val="3"/>
          <w:szCs w:val="24"/>
        </w:rPr>
        <w:t xml:space="preserve">dministracijos direktoriaus, Savivaldybės įstaigų ir valdomų įmonių vadovų </w:t>
      </w:r>
      <w:r w:rsidRPr="004B031E">
        <w:rPr>
          <w:spacing w:val="2"/>
          <w:szCs w:val="24"/>
        </w:rPr>
        <w:t>ataskaitinių duomenų ar kitos klausimui nagrinėti reikalingos medžiagos.</w:t>
      </w:r>
    </w:p>
    <w:p w:rsidR="00235A7A" w:rsidRPr="004B031E" w:rsidRDefault="00235A7A" w:rsidP="00235A7A">
      <w:pPr>
        <w:tabs>
          <w:tab w:val="left" w:pos="1560"/>
        </w:tabs>
        <w:ind w:firstLine="720"/>
        <w:jc w:val="both"/>
        <w:rPr>
          <w:lang w:eastAsia="lt-LT"/>
        </w:rPr>
      </w:pPr>
      <w:r w:rsidRPr="004B031E">
        <w:rPr>
          <w:lang w:eastAsia="lt-LT"/>
        </w:rPr>
        <w:t>20</w:t>
      </w:r>
      <w:r w:rsidR="002E51BD">
        <w:rPr>
          <w:lang w:eastAsia="lt-LT"/>
        </w:rPr>
        <w:t>5</w:t>
      </w:r>
      <w:r w:rsidRPr="004B031E">
        <w:rPr>
          <w:lang w:eastAsia="lt-LT"/>
        </w:rPr>
        <w:t xml:space="preserve">. Komitetai pagal savo kompetenciją priima rekomendacinius sprendimus. Savivaldybės institucijos su jų veikla susijusius komitetų sprendimus privalo apsvarstyti ir pranešti komitetams apie priimtus sprendimus. Savivaldybės administracija, </w:t>
      </w:r>
      <w:r w:rsidR="004B031E">
        <w:rPr>
          <w:lang w:eastAsia="lt-LT"/>
        </w:rPr>
        <w:t>jos padaliniai, S</w:t>
      </w:r>
      <w:r w:rsidRPr="004B031E">
        <w:rPr>
          <w:lang w:eastAsia="lt-LT"/>
        </w:rPr>
        <w:t>avivaldybės biudžetinės ir viešosios įstaigos bei Savivaldybės kontroliuojamos įmonės su jų veikla susijusius komitetų sprendimus turi apsvarstyti ir apie svarstymo rezultatus pranešti komitetams.</w:t>
      </w:r>
    </w:p>
    <w:p w:rsidR="001E5601" w:rsidRDefault="00235A7A" w:rsidP="00235A7A">
      <w:pPr>
        <w:tabs>
          <w:tab w:val="left" w:pos="1560"/>
        </w:tabs>
        <w:ind w:firstLine="720"/>
        <w:jc w:val="both"/>
        <w:rPr>
          <w:rFonts w:eastAsia="Andale Sans UI"/>
          <w:color w:val="00B050"/>
          <w:kern w:val="2"/>
          <w:szCs w:val="24"/>
          <w:lang w:eastAsia="lt-LT"/>
        </w:rPr>
      </w:pPr>
      <w:r w:rsidRPr="001E5601">
        <w:rPr>
          <w:lang w:eastAsia="lt-LT"/>
        </w:rPr>
        <w:t>20</w:t>
      </w:r>
      <w:r w:rsidR="00D30349">
        <w:rPr>
          <w:lang w:eastAsia="lt-LT"/>
        </w:rPr>
        <w:t>6</w:t>
      </w:r>
      <w:r w:rsidRPr="001E5601">
        <w:rPr>
          <w:lang w:eastAsia="lt-LT"/>
        </w:rPr>
        <w:t>.</w:t>
      </w:r>
      <w:r w:rsidRPr="001E5601">
        <w:rPr>
          <w:rFonts w:eastAsia="Andale Sans UI"/>
          <w:kern w:val="2"/>
          <w:szCs w:val="24"/>
          <w:lang w:eastAsia="lt-LT"/>
        </w:rPr>
        <w:t xml:space="preserve"> </w:t>
      </w:r>
      <w:r w:rsidR="001E5601" w:rsidRPr="001E5601">
        <w:rPr>
          <w:rFonts w:eastAsia="Andale Sans UI"/>
          <w:kern w:val="2"/>
          <w:szCs w:val="24"/>
          <w:lang w:eastAsia="lt-LT"/>
        </w:rPr>
        <w:t>S</w:t>
      </w:r>
      <w:r w:rsidR="001E5601" w:rsidRPr="001E5601">
        <w:rPr>
          <w:rFonts w:eastAsia="Calibri"/>
          <w:szCs w:val="24"/>
        </w:rPr>
        <w:t>avi</w:t>
      </w:r>
      <w:r w:rsidR="001E5601">
        <w:rPr>
          <w:rFonts w:eastAsia="Calibri"/>
          <w:szCs w:val="24"/>
        </w:rPr>
        <w:t xml:space="preserve">valdybės taryba privalo sudaryti Kontrolės komitetą. Kontrolės komitetas sudaromas iš vienodo visų Savivaldybės tarybos narių frakcijų, grupių ir į jokią frakciją ar grupę nesusivienijusių deleguotų </w:t>
      </w:r>
      <w:r w:rsidR="00332A86">
        <w:rPr>
          <w:rFonts w:eastAsia="Calibri"/>
          <w:szCs w:val="24"/>
        </w:rPr>
        <w:t>S</w:t>
      </w:r>
      <w:r w:rsidR="001E5601">
        <w:rPr>
          <w:rFonts w:eastAsia="Calibri"/>
          <w:szCs w:val="24"/>
        </w:rPr>
        <w:t xml:space="preserve">avivaldybės tarybos narių skaičiaus. </w:t>
      </w:r>
      <w:r w:rsidR="001E5601">
        <w:rPr>
          <w:szCs w:val="24"/>
        </w:rPr>
        <w:t xml:space="preserve">Kontrolės komiteto sudėtis turi </w:t>
      </w:r>
      <w:r w:rsidR="001E5601">
        <w:rPr>
          <w:szCs w:val="24"/>
        </w:rPr>
        <w:lastRenderedPageBreak/>
        <w:t xml:space="preserve">būti pakeista ne vėliau kaip per 2 mėnesius, pasikeitus </w:t>
      </w:r>
      <w:r w:rsidR="001E5601">
        <w:rPr>
          <w:rFonts w:eastAsia="Calibri"/>
          <w:szCs w:val="24"/>
        </w:rPr>
        <w:t xml:space="preserve">Savivaldybės tarybos narių </w:t>
      </w:r>
      <w:r w:rsidR="001E5601">
        <w:rPr>
          <w:szCs w:val="24"/>
        </w:rPr>
        <w:t xml:space="preserve">frakcijų ar grupių skaičiui. </w:t>
      </w:r>
      <w:r w:rsidR="001E5601">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B7441B" w:rsidRDefault="00235A7A" w:rsidP="00B7441B">
      <w:pPr>
        <w:tabs>
          <w:tab w:val="left" w:pos="1560"/>
        </w:tabs>
        <w:ind w:firstLine="720"/>
        <w:jc w:val="both"/>
        <w:rPr>
          <w:szCs w:val="24"/>
        </w:rPr>
      </w:pPr>
      <w:r w:rsidRPr="001E5601">
        <w:rPr>
          <w:rFonts w:eastAsia="Andale Sans UI"/>
          <w:kern w:val="2"/>
          <w:szCs w:val="24"/>
          <w:lang w:eastAsia="lt-LT"/>
        </w:rPr>
        <w:t>20</w:t>
      </w:r>
      <w:r w:rsidR="00D30349">
        <w:rPr>
          <w:rFonts w:eastAsia="Andale Sans UI"/>
          <w:kern w:val="2"/>
          <w:szCs w:val="24"/>
          <w:lang w:eastAsia="lt-LT"/>
        </w:rPr>
        <w:t>7</w:t>
      </w:r>
      <w:r w:rsidRPr="001E5601">
        <w:rPr>
          <w:rFonts w:eastAsia="Andale Sans UI"/>
          <w:kern w:val="2"/>
          <w:szCs w:val="24"/>
          <w:lang w:eastAsia="lt-LT"/>
        </w:rPr>
        <w:t xml:space="preserve">. Kontrolės komitetas </w:t>
      </w:r>
      <w:r w:rsidRPr="001E5601">
        <w:t>dirba pagal Savivaldybės tarybos patvirtintą veiklos programą.</w:t>
      </w:r>
      <w:r w:rsidR="00B7441B">
        <w:t xml:space="preserve"> </w:t>
      </w:r>
      <w:r w:rsidR="00B7441B">
        <w:rPr>
          <w:szCs w:val="24"/>
        </w:rPr>
        <w:t>Savivaldybės taryba Kontrolės komiteto veiklos programą patvirtina per vieną mėnesį nuo Kontrolės komiteto sudarymo, o kai Kontrolės komitetas sudarytas, – per vieną mėnesį nuo kalendorinių metų pradžios.</w:t>
      </w:r>
    </w:p>
    <w:p w:rsidR="00235A7A" w:rsidRPr="00D81D51" w:rsidRDefault="00235A7A" w:rsidP="002A29BD">
      <w:pPr>
        <w:autoSpaceDE w:val="0"/>
        <w:autoSpaceDN w:val="0"/>
        <w:adjustRightInd w:val="0"/>
        <w:ind w:firstLine="720"/>
        <w:jc w:val="both"/>
        <w:rPr>
          <w:rFonts w:eastAsia="Andale Sans UI"/>
          <w:kern w:val="2"/>
          <w:szCs w:val="24"/>
          <w:lang w:eastAsia="lt-LT"/>
        </w:rPr>
      </w:pPr>
      <w:r w:rsidRPr="00D81D51">
        <w:t>20</w:t>
      </w:r>
      <w:r w:rsidR="00D30349">
        <w:t>8</w:t>
      </w:r>
      <w:r w:rsidRPr="00D81D51">
        <w:t xml:space="preserve">. </w:t>
      </w:r>
      <w:r w:rsidRPr="00D81D51">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D81D51">
        <w:rPr>
          <w:kern w:val="2"/>
          <w:szCs w:val="24"/>
          <w:lang w:eastAsia="lt-LT"/>
        </w:rPr>
        <w:t xml:space="preserve">arybos </w:t>
      </w:r>
      <w:r w:rsidRPr="00D81D51">
        <w:t xml:space="preserve">posėdžių </w:t>
      </w:r>
      <w:r w:rsidRPr="00D81D51">
        <w:rPr>
          <w:kern w:val="2"/>
          <w:szCs w:val="24"/>
          <w:lang w:eastAsia="lt-LT"/>
        </w:rPr>
        <w:t>sekretoriui</w:t>
      </w:r>
      <w:r w:rsidR="002A29BD">
        <w:rPr>
          <w:rFonts w:eastAsia="Andale Sans UI"/>
          <w:kern w:val="2"/>
          <w:szCs w:val="24"/>
          <w:lang w:eastAsia="lt-LT"/>
        </w:rPr>
        <w:t xml:space="preserve"> (-</w:t>
      </w:r>
      <w:proofErr w:type="spellStart"/>
      <w:r w:rsidR="002A29BD">
        <w:rPr>
          <w:rFonts w:eastAsia="Andale Sans UI"/>
          <w:kern w:val="2"/>
          <w:szCs w:val="24"/>
          <w:lang w:eastAsia="lt-LT"/>
        </w:rPr>
        <w:t>iams</w:t>
      </w:r>
      <w:proofErr w:type="spellEnd"/>
      <w:r w:rsidR="002A29BD" w:rsidRPr="006F4E6E">
        <w:rPr>
          <w:rFonts w:eastAsia="Andale Sans UI"/>
          <w:kern w:val="2"/>
          <w:szCs w:val="24"/>
          <w:lang w:eastAsia="lt-LT"/>
        </w:rPr>
        <w:t>)</w:t>
      </w:r>
      <w:r w:rsidR="002A29BD" w:rsidRPr="006F4E6E">
        <w:rPr>
          <w:lang w:eastAsia="lt-LT"/>
        </w:rPr>
        <w:t xml:space="preserve"> ar padaliniui, techniškai aptarnaujančiam Savivaldybės tarybą,</w:t>
      </w:r>
      <w:r w:rsidRPr="006F4E6E">
        <w:rPr>
          <w:rFonts w:eastAsia="Andale Sans UI"/>
          <w:kern w:val="2"/>
          <w:szCs w:val="24"/>
          <w:lang w:eastAsia="lt-LT"/>
        </w:rPr>
        <w:t xml:space="preserve"> </w:t>
      </w:r>
      <w:r w:rsidRPr="00D81D51">
        <w:rPr>
          <w:rFonts w:eastAsia="Andale Sans UI"/>
          <w:kern w:val="2"/>
          <w:szCs w:val="24"/>
          <w:lang w:eastAsia="lt-LT"/>
        </w:rPr>
        <w:t>k</w:t>
      </w:r>
      <w:r w:rsidR="002A29BD">
        <w:rPr>
          <w:rFonts w:eastAsia="Andale Sans UI"/>
          <w:kern w:val="2"/>
          <w:szCs w:val="24"/>
          <w:lang w:eastAsia="lt-LT"/>
        </w:rPr>
        <w:t>urie</w:t>
      </w:r>
      <w:r w:rsidRPr="00D81D51">
        <w:rPr>
          <w:rFonts w:eastAsia="Andale Sans UI"/>
          <w:kern w:val="2"/>
          <w:szCs w:val="24"/>
          <w:lang w:eastAsia="lt-LT"/>
        </w:rPr>
        <w:t xml:space="preserve"> paskelbia ją Savivaldybės interneto svetainėje ir išsiunčia </w:t>
      </w:r>
      <w:r w:rsidRPr="00661962">
        <w:rPr>
          <w:rFonts w:eastAsia="Andale Sans UI"/>
          <w:kern w:val="2"/>
          <w:szCs w:val="24"/>
          <w:lang w:eastAsia="lt-LT"/>
        </w:rPr>
        <w:t xml:space="preserve">kiekvienam </w:t>
      </w:r>
      <w:r w:rsidR="00C34BCA" w:rsidRPr="001E3692">
        <w:rPr>
          <w:rFonts w:eastAsia="Andale Sans UI"/>
          <w:kern w:val="2"/>
          <w:szCs w:val="24"/>
          <w:lang w:eastAsia="lt-LT"/>
        </w:rPr>
        <w:t>t</w:t>
      </w:r>
      <w:r w:rsidRPr="00661962">
        <w:rPr>
          <w:rFonts w:eastAsia="Andale Sans UI"/>
          <w:kern w:val="2"/>
          <w:szCs w:val="24"/>
          <w:lang w:eastAsia="lt-LT"/>
        </w:rPr>
        <w:t>arybos nariui</w:t>
      </w:r>
      <w:r w:rsidRPr="00D81D51">
        <w:rPr>
          <w:rFonts w:eastAsia="Andale Sans UI"/>
          <w:kern w:val="2"/>
          <w:szCs w:val="24"/>
          <w:lang w:eastAsia="lt-LT"/>
        </w:rPr>
        <w:t xml:space="preserve"> elektroniniu paštu.</w:t>
      </w:r>
    </w:p>
    <w:p w:rsidR="009C417B" w:rsidRPr="009C417B" w:rsidRDefault="006005EF" w:rsidP="009C417B">
      <w:pPr>
        <w:tabs>
          <w:tab w:val="left" w:pos="1134"/>
        </w:tabs>
        <w:ind w:firstLine="709"/>
        <w:jc w:val="both"/>
        <w:rPr>
          <w:szCs w:val="24"/>
        </w:rPr>
      </w:pPr>
      <w:r w:rsidRPr="009C417B">
        <w:rPr>
          <w:szCs w:val="24"/>
        </w:rPr>
        <w:t>2</w:t>
      </w:r>
      <w:r w:rsidR="00D30349">
        <w:rPr>
          <w:szCs w:val="24"/>
        </w:rPr>
        <w:t>09</w:t>
      </w:r>
      <w:r w:rsidRPr="009C417B">
        <w:rPr>
          <w:szCs w:val="24"/>
        </w:rPr>
        <w:t>.</w:t>
      </w:r>
      <w:r w:rsidR="00BB1422" w:rsidRPr="009C417B">
        <w:rPr>
          <w:szCs w:val="24"/>
        </w:rPr>
        <w:t xml:space="preserve"> </w:t>
      </w:r>
      <w:r w:rsidR="009C417B" w:rsidRPr="009C417B">
        <w:rPr>
          <w:rFonts w:eastAsia="Andale Sans UI"/>
          <w:kern w:val="2"/>
          <w:szCs w:val="24"/>
          <w:lang w:eastAsia="lt-LT"/>
        </w:rPr>
        <w:t>Kontrolės komitetas</w:t>
      </w:r>
      <w:r w:rsidR="009C417B" w:rsidRPr="009C417B">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6005EF" w:rsidRPr="006307B5" w:rsidRDefault="009F01CE" w:rsidP="009F01CE">
      <w:pPr>
        <w:tabs>
          <w:tab w:val="left" w:pos="1134"/>
        </w:tabs>
        <w:ind w:firstLine="709"/>
        <w:jc w:val="both"/>
        <w:rPr>
          <w:lang w:eastAsia="lt-LT"/>
        </w:rPr>
      </w:pPr>
      <w:r w:rsidRPr="006307B5">
        <w:rPr>
          <w:szCs w:val="24"/>
        </w:rPr>
        <w:t>2</w:t>
      </w:r>
      <w:r w:rsidR="00D30349">
        <w:rPr>
          <w:szCs w:val="24"/>
        </w:rPr>
        <w:t>10</w:t>
      </w:r>
      <w:r w:rsidRPr="006307B5">
        <w:rPr>
          <w:szCs w:val="24"/>
        </w:rPr>
        <w:t xml:space="preserve">. </w:t>
      </w:r>
      <w:r w:rsidR="006005EF" w:rsidRPr="006307B5">
        <w:rPr>
          <w:rFonts w:eastAsia="Andale Sans UI"/>
          <w:kern w:val="2"/>
          <w:szCs w:val="24"/>
          <w:lang w:eastAsia="lt-LT"/>
        </w:rPr>
        <w:t>T</w:t>
      </w:r>
      <w:r w:rsidR="006005EF" w:rsidRPr="006307B5">
        <w:t xml:space="preserve">arybos narys, pretenduojantis tapti </w:t>
      </w:r>
      <w:r w:rsidRPr="006307B5">
        <w:t>Savivaldybės t</w:t>
      </w:r>
      <w:r w:rsidR="006005EF" w:rsidRPr="006307B5">
        <w:t xml:space="preserve">arybos sudaromo komiteto </w:t>
      </w:r>
      <w:r w:rsidRPr="006307B5">
        <w:t>pirmininku, privalo užpildyti V</w:t>
      </w:r>
      <w:r w:rsidR="006005EF" w:rsidRPr="006307B5">
        <w:t xml:space="preserve">idaus reikalų ministro patvirtintos formos deklaraciją, joje pateikdamas duomenis dėl jo atitikties nepriekaištingos reputacijos reikalavimams. Ši deklaracija </w:t>
      </w:r>
      <w:r w:rsidR="006005EF" w:rsidRPr="00661962">
        <w:t>pateikiama merui.</w:t>
      </w:r>
      <w:r w:rsidR="006005EF" w:rsidRPr="006307B5">
        <w:t xml:space="preserve"> </w:t>
      </w:r>
      <w:r w:rsidRPr="006307B5">
        <w:t>Savivaldybės t</w:t>
      </w:r>
      <w:r w:rsidR="006005EF" w:rsidRPr="006307B5">
        <w:rPr>
          <w:rFonts w:eastAsia="Andale Sans UI"/>
          <w:kern w:val="2"/>
          <w:szCs w:val="24"/>
          <w:lang w:eastAsia="ar-SA"/>
        </w:rPr>
        <w:t>arybai priėmus sprendimą dėl komiteto pirmininko skyrimo, komiteto pirmininko deklaracija ne vėliau kaip per 3 darbo dienas paskelbiama viešai Savivaldybės interneto svetainėje</w:t>
      </w:r>
      <w:r w:rsidR="006307B5">
        <w:rPr>
          <w:rFonts w:eastAsia="Andale Sans UI"/>
          <w:kern w:val="2"/>
          <w:szCs w:val="24"/>
          <w:lang w:eastAsia="ar-SA"/>
        </w:rPr>
        <w:t xml:space="preserve"> </w:t>
      </w:r>
      <w:hyperlink r:id="rId20" w:history="1">
        <w:r w:rsidR="006307B5" w:rsidRPr="00E74222">
          <w:rPr>
            <w:rStyle w:val="Hipersaitas"/>
            <w:rFonts w:eastAsia="Andale Sans UI"/>
            <w:kern w:val="2"/>
            <w:szCs w:val="24"/>
            <w:lang w:eastAsia="ar-SA"/>
          </w:rPr>
          <w:t>www.plunge.lt</w:t>
        </w:r>
      </w:hyperlink>
      <w:r w:rsidR="006307B5">
        <w:rPr>
          <w:rFonts w:eastAsia="Andale Sans UI"/>
          <w:kern w:val="2"/>
          <w:szCs w:val="24"/>
          <w:lang w:eastAsia="ar-SA"/>
        </w:rPr>
        <w:t xml:space="preserve"> </w:t>
      </w:r>
      <w:r w:rsidR="006005EF" w:rsidRPr="006307B5">
        <w:rPr>
          <w:rFonts w:eastAsia="Andale Sans UI"/>
          <w:kern w:val="2"/>
          <w:szCs w:val="24"/>
          <w:lang w:eastAsia="ar-SA"/>
        </w:rPr>
        <w:t xml:space="preserve">ir skelbiama tol, </w:t>
      </w:r>
      <w:r w:rsidR="006005EF" w:rsidRPr="00661962">
        <w:rPr>
          <w:rFonts w:eastAsia="Andale Sans UI"/>
          <w:kern w:val="2"/>
          <w:szCs w:val="24"/>
          <w:lang w:eastAsia="ar-SA"/>
        </w:rPr>
        <w:t xml:space="preserve">kol </w:t>
      </w:r>
      <w:r w:rsidR="00C34BCA" w:rsidRPr="001E3692">
        <w:rPr>
          <w:rFonts w:eastAsia="Andale Sans UI"/>
          <w:kern w:val="2"/>
          <w:szCs w:val="24"/>
          <w:lang w:eastAsia="ar-SA"/>
        </w:rPr>
        <w:t>t</w:t>
      </w:r>
      <w:r w:rsidR="006005EF" w:rsidRPr="00661962">
        <w:rPr>
          <w:rFonts w:eastAsia="Andale Sans UI"/>
          <w:kern w:val="2"/>
          <w:szCs w:val="24"/>
          <w:lang w:eastAsia="ar-SA"/>
        </w:rPr>
        <w:t>arybos narys eina</w:t>
      </w:r>
      <w:r w:rsidR="006005EF" w:rsidRPr="006307B5">
        <w:rPr>
          <w:rFonts w:eastAsia="Andale Sans UI"/>
          <w:kern w:val="2"/>
          <w:szCs w:val="24"/>
          <w:lang w:eastAsia="ar-SA"/>
        </w:rPr>
        <w:t xml:space="preserve"> komiteto pirmininko pareigas. Už deklaracijos paskelbimą Savivaldybės interneto svetainėje atsako </w:t>
      </w:r>
      <w:r w:rsidRPr="006307B5">
        <w:rPr>
          <w:rFonts w:eastAsia="Andale Sans UI"/>
          <w:kern w:val="2"/>
          <w:szCs w:val="24"/>
          <w:lang w:eastAsia="ar-SA"/>
        </w:rPr>
        <w:t>Savivaldybės t</w:t>
      </w:r>
      <w:r w:rsidR="006005EF" w:rsidRPr="006307B5">
        <w:rPr>
          <w:kern w:val="2"/>
          <w:szCs w:val="24"/>
          <w:lang w:eastAsia="lt-LT"/>
        </w:rPr>
        <w:t xml:space="preserve">arybos </w:t>
      </w:r>
      <w:r w:rsidR="006005EF" w:rsidRPr="006307B5">
        <w:t xml:space="preserve">posėdžių </w:t>
      </w:r>
      <w:r w:rsidR="006005EF" w:rsidRPr="00661962">
        <w:rPr>
          <w:kern w:val="2"/>
          <w:szCs w:val="24"/>
          <w:lang w:eastAsia="lt-LT"/>
        </w:rPr>
        <w:t>sekretorius</w:t>
      </w:r>
      <w:r w:rsidR="00D938F4" w:rsidRPr="00661962">
        <w:rPr>
          <w:kern w:val="2"/>
          <w:szCs w:val="24"/>
          <w:lang w:eastAsia="lt-LT"/>
        </w:rPr>
        <w:t xml:space="preserve"> (-</w:t>
      </w:r>
      <w:proofErr w:type="spellStart"/>
      <w:r w:rsidR="00D938F4" w:rsidRPr="00661962">
        <w:rPr>
          <w:kern w:val="2"/>
          <w:szCs w:val="24"/>
          <w:lang w:eastAsia="lt-LT"/>
        </w:rPr>
        <w:t>iai</w:t>
      </w:r>
      <w:proofErr w:type="spellEnd"/>
      <w:r w:rsidR="00D938F4" w:rsidRPr="00661962">
        <w:rPr>
          <w:kern w:val="2"/>
          <w:szCs w:val="24"/>
          <w:lang w:eastAsia="lt-LT"/>
        </w:rPr>
        <w:t>)</w:t>
      </w:r>
      <w:r w:rsidRPr="00661962">
        <w:rPr>
          <w:kern w:val="2"/>
          <w:szCs w:val="24"/>
          <w:lang w:eastAsia="lt-LT"/>
        </w:rPr>
        <w:t xml:space="preserve"> </w:t>
      </w:r>
      <w:r w:rsidR="006307B5" w:rsidRPr="00661962">
        <w:rPr>
          <w:kern w:val="2"/>
          <w:szCs w:val="24"/>
          <w:lang w:eastAsia="lt-LT"/>
        </w:rPr>
        <w:t>ar</w:t>
      </w:r>
      <w:r w:rsidRPr="00661962">
        <w:rPr>
          <w:kern w:val="2"/>
          <w:szCs w:val="24"/>
          <w:lang w:eastAsia="lt-LT"/>
        </w:rPr>
        <w:t xml:space="preserve"> </w:t>
      </w:r>
      <w:r w:rsidRPr="00661962">
        <w:rPr>
          <w:lang w:eastAsia="lt-LT"/>
        </w:rPr>
        <w:t>padalinys, techniškai aptarnaujantis Savivaldybės</w:t>
      </w:r>
      <w:r w:rsidRPr="006307B5">
        <w:rPr>
          <w:lang w:eastAsia="lt-LT"/>
        </w:rPr>
        <w:t xml:space="preserve"> tarybą.</w:t>
      </w:r>
      <w:r w:rsidR="006005EF" w:rsidRPr="006307B5">
        <w:t xml:space="preserve"> </w:t>
      </w:r>
    </w:p>
    <w:p w:rsidR="006005EF" w:rsidRPr="00915F9A" w:rsidRDefault="009F01CE" w:rsidP="006005EF">
      <w:pPr>
        <w:widowControl w:val="0"/>
        <w:suppressAutoHyphens/>
        <w:ind w:firstLine="720"/>
        <w:jc w:val="both"/>
      </w:pPr>
      <w:r w:rsidRPr="00B329E5">
        <w:rPr>
          <w:szCs w:val="24"/>
        </w:rPr>
        <w:t>21</w:t>
      </w:r>
      <w:r w:rsidR="00D30349">
        <w:rPr>
          <w:szCs w:val="24"/>
        </w:rPr>
        <w:t>1</w:t>
      </w:r>
      <w:r w:rsidRPr="00B329E5">
        <w:rPr>
          <w:szCs w:val="24"/>
        </w:rPr>
        <w:t xml:space="preserve">. </w:t>
      </w:r>
      <w:r w:rsidR="006005EF" w:rsidRPr="00B329E5">
        <w:rPr>
          <w:kern w:val="2"/>
          <w:szCs w:val="24"/>
          <w:lang w:eastAsia="lt-LT"/>
        </w:rPr>
        <w:t xml:space="preserve">Komitetų darbe gali dalyvauti </w:t>
      </w:r>
      <w:r w:rsidR="006005EF" w:rsidRPr="00B329E5">
        <w:rPr>
          <w:bCs/>
          <w:kern w:val="2"/>
          <w:szCs w:val="24"/>
          <w:lang w:eastAsia="lt-LT"/>
        </w:rPr>
        <w:t>visi suinteresuoti asmenys.</w:t>
      </w:r>
      <w:r w:rsidR="006005EF" w:rsidRPr="00B329E5">
        <w:rPr>
          <w:kern w:val="2"/>
          <w:szCs w:val="24"/>
          <w:lang w:eastAsia="lt-LT"/>
        </w:rPr>
        <w:t xml:space="preserve"> Norėdami pasisakyti komiteto posėdyje, suinteresuoti asmenys turi </w:t>
      </w:r>
      <w:r w:rsidR="000C47B1" w:rsidRPr="00915F9A">
        <w:rPr>
          <w:kern w:val="2"/>
          <w:szCs w:val="24"/>
          <w:lang w:eastAsia="lt-LT"/>
        </w:rPr>
        <w:t>prasinešti</w:t>
      </w:r>
      <w:r w:rsidR="006005EF" w:rsidRPr="00915F9A">
        <w:rPr>
          <w:kern w:val="2"/>
          <w:szCs w:val="24"/>
          <w:lang w:eastAsia="lt-LT"/>
        </w:rPr>
        <w:t xml:space="preserve"> </w:t>
      </w:r>
      <w:r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0C47B1" w:rsidRPr="00915F9A">
        <w:rPr>
          <w:kern w:val="2"/>
          <w:szCs w:val="24"/>
          <w:lang w:eastAsia="lt-LT"/>
        </w:rPr>
        <w:t>sekretoriui (-</w:t>
      </w:r>
      <w:proofErr w:type="spellStart"/>
      <w:r w:rsidR="000C47B1" w:rsidRPr="00915F9A">
        <w:rPr>
          <w:kern w:val="2"/>
          <w:szCs w:val="24"/>
          <w:lang w:eastAsia="lt-LT"/>
        </w:rPr>
        <w:t>iam</w:t>
      </w:r>
      <w:r w:rsidR="006307B5" w:rsidRPr="00915F9A">
        <w:rPr>
          <w:kern w:val="2"/>
          <w:szCs w:val="24"/>
          <w:lang w:eastAsia="lt-LT"/>
        </w:rPr>
        <w:t>s</w:t>
      </w:r>
      <w:proofErr w:type="spellEnd"/>
      <w:r w:rsidR="006307B5" w:rsidRPr="00915F9A">
        <w:rPr>
          <w:kern w:val="2"/>
          <w:szCs w:val="24"/>
          <w:lang w:eastAsia="lt-LT"/>
        </w:rPr>
        <w:t>)</w:t>
      </w:r>
      <w:r w:rsidR="000F7E0F" w:rsidRPr="00915F9A">
        <w:rPr>
          <w:kern w:val="2"/>
          <w:szCs w:val="24"/>
          <w:lang w:eastAsia="lt-LT"/>
        </w:rPr>
        <w:t xml:space="preserve"> ar </w:t>
      </w:r>
      <w:r w:rsidR="00915F9A" w:rsidRPr="00915F9A">
        <w:rPr>
          <w:lang w:eastAsia="lt-LT"/>
        </w:rPr>
        <w:t>padaliniui, techniškai aptarnaujančiam Savivaldybės tarybą</w:t>
      </w:r>
      <w:r w:rsidR="006005EF" w:rsidRPr="00915F9A">
        <w:rPr>
          <w:kern w:val="2"/>
          <w:szCs w:val="24"/>
          <w:lang w:eastAsia="lt-LT"/>
        </w:rPr>
        <w:t xml:space="preserve"> likus ne mažiau kaip valandai iki komiteto posėdžio. Apie </w:t>
      </w:r>
      <w:r w:rsidR="00915F9A" w:rsidRPr="00915F9A">
        <w:rPr>
          <w:kern w:val="2"/>
          <w:szCs w:val="24"/>
          <w:lang w:eastAsia="lt-LT"/>
        </w:rPr>
        <w:t>prasinešusius</w:t>
      </w:r>
      <w:r w:rsidR="006005EF" w:rsidRPr="00915F9A">
        <w:rPr>
          <w:kern w:val="2"/>
          <w:szCs w:val="24"/>
          <w:lang w:eastAsia="lt-LT"/>
        </w:rPr>
        <w:t xml:space="preserve"> pasisakyti asmenis </w:t>
      </w:r>
      <w:r w:rsidR="002B29E0"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6005EF" w:rsidRPr="00915F9A">
        <w:rPr>
          <w:kern w:val="2"/>
          <w:szCs w:val="24"/>
          <w:lang w:eastAsia="lt-LT"/>
        </w:rPr>
        <w:t>sekretorius</w:t>
      </w:r>
      <w:r w:rsidR="006307B5" w:rsidRPr="00915F9A">
        <w:rPr>
          <w:kern w:val="2"/>
          <w:szCs w:val="24"/>
          <w:lang w:eastAsia="lt-LT"/>
        </w:rPr>
        <w:t xml:space="preserve"> (-</w:t>
      </w:r>
      <w:proofErr w:type="spellStart"/>
      <w:r w:rsidR="006307B5" w:rsidRPr="00915F9A">
        <w:rPr>
          <w:kern w:val="2"/>
          <w:szCs w:val="24"/>
          <w:lang w:eastAsia="lt-LT"/>
        </w:rPr>
        <w:t>iai</w:t>
      </w:r>
      <w:proofErr w:type="spellEnd"/>
      <w:r w:rsidR="006307B5" w:rsidRPr="00915F9A">
        <w:rPr>
          <w:kern w:val="2"/>
          <w:szCs w:val="24"/>
          <w:lang w:eastAsia="lt-LT"/>
        </w:rPr>
        <w:t>)</w:t>
      </w:r>
      <w:r w:rsidR="00915F9A" w:rsidRPr="00915F9A">
        <w:rPr>
          <w:kern w:val="2"/>
          <w:szCs w:val="24"/>
          <w:lang w:eastAsia="lt-LT"/>
        </w:rPr>
        <w:t xml:space="preserve"> ar </w:t>
      </w:r>
      <w:r w:rsidR="00915F9A" w:rsidRPr="00915F9A">
        <w:rPr>
          <w:lang w:eastAsia="lt-LT"/>
        </w:rPr>
        <w:t>padalinys, techniškai aptarnaujantis Savivaldybės tarybą</w:t>
      </w:r>
      <w:r w:rsidR="006005EF" w:rsidRPr="00915F9A">
        <w:rPr>
          <w:kern w:val="2"/>
          <w:szCs w:val="24"/>
          <w:lang w:eastAsia="lt-LT"/>
        </w:rPr>
        <w:t xml:space="preserve"> informuoja komiteto pirmininką. </w:t>
      </w:r>
      <w:r w:rsidR="006005EF" w:rsidRPr="00915F9A">
        <w:rPr>
          <w:bCs/>
          <w:kern w:val="2"/>
          <w:szCs w:val="24"/>
          <w:lang w:eastAsia="lt-LT"/>
        </w:rPr>
        <w:t>Komiteto posėdyje dalyvaujančių suinteresuotų asmenų kalbėjimo trukmę ir laiką nustato posėdžio pirmininkas.</w:t>
      </w:r>
      <w:r w:rsidR="006005EF" w:rsidRPr="00915F9A">
        <w:t xml:space="preserve"> </w:t>
      </w:r>
    </w:p>
    <w:p w:rsidR="006005EF" w:rsidRPr="00B329E5" w:rsidRDefault="002B29E0" w:rsidP="006005EF">
      <w:pPr>
        <w:widowControl w:val="0"/>
        <w:suppressAutoHyphens/>
        <w:ind w:firstLine="720"/>
        <w:jc w:val="both"/>
        <w:rPr>
          <w:lang w:eastAsia="lt-LT"/>
        </w:rPr>
      </w:pPr>
      <w:r w:rsidRPr="00B329E5">
        <w:rPr>
          <w:szCs w:val="24"/>
          <w:lang w:eastAsia="lt-LT"/>
        </w:rPr>
        <w:t>21</w:t>
      </w:r>
      <w:r w:rsidR="00AF1F6D">
        <w:rPr>
          <w:szCs w:val="24"/>
          <w:lang w:eastAsia="lt-LT"/>
        </w:rPr>
        <w:t>2</w:t>
      </w:r>
      <w:r w:rsidRPr="00B329E5">
        <w:rPr>
          <w:szCs w:val="24"/>
          <w:lang w:eastAsia="lt-LT"/>
        </w:rPr>
        <w:t xml:space="preserve">. </w:t>
      </w:r>
      <w:r w:rsidR="006005EF" w:rsidRPr="00B329E5">
        <w:t xml:space="preserve">Tarybos komitetų darbe patariamojo balso teise gali dalyvauti jiems nepriklausantys </w:t>
      </w:r>
      <w:r w:rsidR="00C34BCA" w:rsidRPr="001E3692">
        <w:t>t</w:t>
      </w:r>
      <w:r w:rsidR="006005EF" w:rsidRPr="00661962">
        <w:t>arybos nariai, suinteresuoti</w:t>
      </w:r>
      <w:r w:rsidR="006005EF" w:rsidRPr="00B329E5">
        <w:t xml:space="preserve"> asmenys. Šie asmenys gali užduoti klausimus, pasisakyti, bet neturi </w:t>
      </w:r>
      <w:r w:rsidR="006005EF" w:rsidRPr="00B329E5">
        <w:lastRenderedPageBreak/>
        <w:t>balsavimo teisės.</w:t>
      </w:r>
    </w:p>
    <w:p w:rsidR="00B10682" w:rsidRPr="00697E81" w:rsidRDefault="0067296B" w:rsidP="00B10682">
      <w:pPr>
        <w:ind w:firstLine="720"/>
        <w:jc w:val="both"/>
        <w:rPr>
          <w:spacing w:val="1"/>
          <w:szCs w:val="24"/>
        </w:rPr>
      </w:pPr>
      <w:r w:rsidRPr="00B329E5">
        <w:rPr>
          <w:szCs w:val="24"/>
        </w:rPr>
        <w:t>21</w:t>
      </w:r>
      <w:r w:rsidR="00AF1F6D">
        <w:rPr>
          <w:szCs w:val="24"/>
        </w:rPr>
        <w:t>3</w:t>
      </w:r>
      <w:r w:rsidR="00B10682" w:rsidRPr="00B329E5">
        <w:rPr>
          <w:szCs w:val="24"/>
        </w:rPr>
        <w:t xml:space="preserve">. Komitetų posėdžiai būtinai šaukiami prieš paskelbtą Savivaldybės tarybos posėdį. Šiuose komitetų posėdžiuose svarstomi Savivaldybės tarybos posėdžio darbotvarkės klausimai ir parengiamos pastabos bei pasiūlymai dėl </w:t>
      </w:r>
      <w:r w:rsidR="00B10682" w:rsidRPr="009F663D">
        <w:rPr>
          <w:szCs w:val="24"/>
        </w:rPr>
        <w:t>parengtų tarybos sprendimų</w:t>
      </w:r>
      <w:r w:rsidR="00B10682" w:rsidRPr="00CD41E5">
        <w:rPr>
          <w:szCs w:val="24"/>
        </w:rPr>
        <w:t xml:space="preserve"> projektų. Komitetų posėdžiai negali vykti Savivaldybės tarybos posėdžio laiku. </w:t>
      </w:r>
    </w:p>
    <w:p w:rsidR="008F3363" w:rsidRPr="00697E81" w:rsidRDefault="003E1001" w:rsidP="008F3363">
      <w:pPr>
        <w:ind w:firstLine="720"/>
        <w:jc w:val="both"/>
        <w:rPr>
          <w:szCs w:val="24"/>
        </w:rPr>
      </w:pPr>
      <w:r w:rsidRPr="00697E81">
        <w:rPr>
          <w:spacing w:val="2"/>
          <w:szCs w:val="24"/>
        </w:rPr>
        <w:t>21</w:t>
      </w:r>
      <w:r w:rsidR="00AF1F6D">
        <w:rPr>
          <w:spacing w:val="2"/>
          <w:szCs w:val="24"/>
        </w:rPr>
        <w:t>4</w:t>
      </w:r>
      <w:r w:rsidR="008F3363" w:rsidRPr="00697E81">
        <w:rPr>
          <w:spacing w:val="2"/>
          <w:szCs w:val="24"/>
        </w:rPr>
        <w:t xml:space="preserve">. </w:t>
      </w:r>
      <w:r w:rsidR="008F3363" w:rsidRPr="00697E81">
        <w:rPr>
          <w:szCs w:val="24"/>
        </w:rPr>
        <w:t>Komitetas gali turėti Savivaldybės tarybos patvirtintus nuostatus, kuriuose Savivaldybės taryba turi nustatyti jo specialiąją kompetenciją.</w:t>
      </w:r>
    </w:p>
    <w:p w:rsidR="008F3363" w:rsidRPr="00B329E5" w:rsidRDefault="003E1001" w:rsidP="008F3363">
      <w:pPr>
        <w:shd w:val="clear" w:color="auto" w:fill="FFFFFF"/>
        <w:ind w:firstLine="720"/>
        <w:jc w:val="both"/>
        <w:rPr>
          <w:szCs w:val="24"/>
        </w:rPr>
      </w:pPr>
      <w:r w:rsidRPr="00697E81">
        <w:rPr>
          <w:spacing w:val="2"/>
          <w:szCs w:val="24"/>
        </w:rPr>
        <w:t>21</w:t>
      </w:r>
      <w:r w:rsidR="00AF1F6D">
        <w:rPr>
          <w:spacing w:val="2"/>
          <w:szCs w:val="24"/>
        </w:rPr>
        <w:t>5</w:t>
      </w:r>
      <w:r w:rsidR="008F3363" w:rsidRPr="00697E81">
        <w:rPr>
          <w:spacing w:val="2"/>
          <w:szCs w:val="24"/>
        </w:rPr>
        <w:t xml:space="preserve">. </w:t>
      </w:r>
      <w:r w:rsidR="008F3363" w:rsidRPr="00697E81">
        <w:rPr>
          <w:szCs w:val="24"/>
        </w:rPr>
        <w:t>Komitetui pateikto Savivaldybės tarybos sprendimo projekto rengėjas arba rengėjo tiesioginis vadovas privalo dalyvauti svarstant tarybos sprendimo projektą</w:t>
      </w:r>
      <w:r w:rsidR="008F3363" w:rsidRPr="00B329E5">
        <w:rPr>
          <w:szCs w:val="24"/>
        </w:rPr>
        <w:t xml:space="preserve"> komiteto posėdyje.</w:t>
      </w:r>
    </w:p>
    <w:p w:rsidR="008F3363" w:rsidRPr="00B329E5" w:rsidRDefault="00425883" w:rsidP="008F3363">
      <w:pPr>
        <w:shd w:val="clear" w:color="auto" w:fill="FFFFFF"/>
        <w:ind w:firstLine="720"/>
        <w:jc w:val="both"/>
        <w:rPr>
          <w:szCs w:val="24"/>
        </w:rPr>
      </w:pPr>
      <w:r w:rsidRPr="00B329E5">
        <w:rPr>
          <w:spacing w:val="2"/>
          <w:szCs w:val="24"/>
        </w:rPr>
        <w:t>21</w:t>
      </w:r>
      <w:r w:rsidR="00AF1F6D">
        <w:rPr>
          <w:spacing w:val="2"/>
          <w:szCs w:val="24"/>
        </w:rPr>
        <w:t>6</w:t>
      </w:r>
      <w:r w:rsidR="008F3363" w:rsidRPr="00B329E5">
        <w:rPr>
          <w:spacing w:val="2"/>
          <w:szCs w:val="24"/>
        </w:rPr>
        <w:t xml:space="preserve">. Keli komitetai savo iniciatyva, jų pirmininkų susitarimu, gali sušaukti bendrą komitetų </w:t>
      </w:r>
      <w:r w:rsidR="008F3363" w:rsidRPr="00B329E5">
        <w:rPr>
          <w:spacing w:val="7"/>
          <w:szCs w:val="24"/>
        </w:rPr>
        <w:t>posėdį. Bendram komitetų po</w:t>
      </w:r>
      <w:r w:rsidR="008F3363" w:rsidRPr="00B329E5">
        <w:rPr>
          <w:szCs w:val="24"/>
        </w:rPr>
        <w:t xml:space="preserve">sėdžiui pirmininkauja vienas iš komitetų pirmininkų, išrinktas balsavimo būdu. </w:t>
      </w:r>
      <w:r w:rsidR="008F3363" w:rsidRPr="00B329E5">
        <w:rPr>
          <w:spacing w:val="7"/>
          <w:szCs w:val="24"/>
        </w:rPr>
        <w:t xml:space="preserve">Sprendimai </w:t>
      </w:r>
      <w:r w:rsidR="008F3363" w:rsidRPr="00B329E5">
        <w:rPr>
          <w:spacing w:val="4"/>
          <w:szCs w:val="24"/>
        </w:rPr>
        <w:t xml:space="preserve">priimami visų komitetų narių, dalyvaujančių posėdyje, balsų dauguma. Posėdžio </w:t>
      </w:r>
      <w:r w:rsidR="008F3363" w:rsidRPr="00B329E5">
        <w:rPr>
          <w:spacing w:val="2"/>
          <w:szCs w:val="24"/>
        </w:rPr>
        <w:t>protokolą pasirašo visų komitetų, sušaukusių bendrą posėdį, pirmininkai.</w:t>
      </w:r>
    </w:p>
    <w:p w:rsidR="008F3363" w:rsidRPr="00B329E5" w:rsidRDefault="00425883" w:rsidP="008F3363">
      <w:pPr>
        <w:shd w:val="clear" w:color="auto" w:fill="FFFFFF"/>
        <w:ind w:firstLine="720"/>
        <w:jc w:val="both"/>
        <w:rPr>
          <w:szCs w:val="24"/>
        </w:rPr>
      </w:pPr>
      <w:r w:rsidRPr="00B329E5">
        <w:rPr>
          <w:spacing w:val="1"/>
          <w:szCs w:val="24"/>
        </w:rPr>
        <w:t>21</w:t>
      </w:r>
      <w:r w:rsidR="00AF1F6D">
        <w:rPr>
          <w:spacing w:val="1"/>
          <w:szCs w:val="24"/>
        </w:rPr>
        <w:t>7</w:t>
      </w:r>
      <w:r w:rsidR="008F3363" w:rsidRPr="00B329E5">
        <w:rPr>
          <w:spacing w:val="1"/>
          <w:szCs w:val="24"/>
        </w:rPr>
        <w:t>. Komitetai, svarstydami savo kompetencijos klausimus, turi lygias teises.</w:t>
      </w:r>
    </w:p>
    <w:p w:rsidR="008F3363" w:rsidRPr="003D52AF" w:rsidRDefault="00425883" w:rsidP="008F3363">
      <w:pPr>
        <w:shd w:val="clear" w:color="auto" w:fill="FFFFFF"/>
        <w:ind w:firstLine="720"/>
        <w:jc w:val="both"/>
        <w:rPr>
          <w:szCs w:val="24"/>
        </w:rPr>
      </w:pPr>
      <w:r w:rsidRPr="003D52AF">
        <w:rPr>
          <w:spacing w:val="4"/>
          <w:szCs w:val="24"/>
        </w:rPr>
        <w:t>21</w:t>
      </w:r>
      <w:r w:rsidR="00AF1F6D">
        <w:rPr>
          <w:spacing w:val="4"/>
          <w:szCs w:val="24"/>
        </w:rPr>
        <w:t>8</w:t>
      </w:r>
      <w:r w:rsidR="008F3363" w:rsidRPr="003D52AF">
        <w:rPr>
          <w:spacing w:val="4"/>
          <w:szCs w:val="24"/>
        </w:rPr>
        <w:t xml:space="preserve">. Komitetų pirmininkai arba komitetų atstovai Savivaldybės tarybos posėdžiuose daro </w:t>
      </w:r>
      <w:r w:rsidR="008F3363" w:rsidRPr="003D52AF">
        <w:rPr>
          <w:spacing w:val="5"/>
          <w:szCs w:val="24"/>
        </w:rPr>
        <w:t xml:space="preserve">pranešimus komiteto kompetencijos klausimais, gali daryti papildomus pranešimus </w:t>
      </w:r>
      <w:r w:rsidR="008F3363" w:rsidRPr="003D52AF">
        <w:rPr>
          <w:spacing w:val="6"/>
          <w:szCs w:val="24"/>
        </w:rPr>
        <w:t xml:space="preserve">visais svarstomais klausimais. Komiteto teikiamiems Savivaldybės tarybai svarstyti klausimams </w:t>
      </w:r>
      <w:r w:rsidR="008F3363" w:rsidRPr="003D52AF">
        <w:rPr>
          <w:spacing w:val="2"/>
          <w:szCs w:val="24"/>
        </w:rPr>
        <w:t>pristatyti arba komiteto pasiūlymams bei išvadoms pateikti dėl kitų svarstomų klausimų komitetas skiria pranešėjus.</w:t>
      </w:r>
    </w:p>
    <w:p w:rsidR="008F3363" w:rsidRPr="003D52AF" w:rsidRDefault="00425883" w:rsidP="008F3363">
      <w:pPr>
        <w:shd w:val="clear" w:color="auto" w:fill="FFFFFF"/>
        <w:tabs>
          <w:tab w:val="left" w:pos="900"/>
        </w:tabs>
        <w:ind w:firstLine="720"/>
        <w:jc w:val="both"/>
        <w:rPr>
          <w:szCs w:val="24"/>
        </w:rPr>
      </w:pPr>
      <w:r w:rsidRPr="003D52AF">
        <w:rPr>
          <w:spacing w:val="4"/>
          <w:szCs w:val="24"/>
        </w:rPr>
        <w:t>2</w:t>
      </w:r>
      <w:r w:rsidR="00AF1F6D">
        <w:rPr>
          <w:spacing w:val="4"/>
          <w:szCs w:val="24"/>
        </w:rPr>
        <w:t>19</w:t>
      </w:r>
      <w:r w:rsidR="008F3363" w:rsidRPr="003D52AF">
        <w:rPr>
          <w:spacing w:val="4"/>
          <w:szCs w:val="24"/>
        </w:rPr>
        <w:t xml:space="preserve">. Komitetai, bendrame posėdyje svarstę klausimus ir kartu rengę Savivaldybės tarybos </w:t>
      </w:r>
      <w:r w:rsidR="008F3363" w:rsidRPr="003D52AF">
        <w:rPr>
          <w:spacing w:val="1"/>
          <w:szCs w:val="24"/>
        </w:rPr>
        <w:t xml:space="preserve">sprendimų projektus, gali daryti bendrą pranešimą arba Savivaldybės tarybai atskirai pateikti savo pastabas bei </w:t>
      </w:r>
      <w:r w:rsidR="008F3363" w:rsidRPr="003D52AF">
        <w:rPr>
          <w:spacing w:val="2"/>
          <w:szCs w:val="24"/>
        </w:rPr>
        <w:t>pasiūlymus.</w:t>
      </w:r>
    </w:p>
    <w:p w:rsidR="008F3363" w:rsidRPr="003D52AF" w:rsidRDefault="00425883" w:rsidP="008F3363">
      <w:pPr>
        <w:shd w:val="clear" w:color="auto" w:fill="FFFFFF"/>
        <w:tabs>
          <w:tab w:val="left" w:pos="720"/>
        </w:tabs>
        <w:ind w:firstLine="720"/>
        <w:jc w:val="both"/>
        <w:rPr>
          <w:szCs w:val="24"/>
        </w:rPr>
      </w:pPr>
      <w:r w:rsidRPr="003D52AF">
        <w:rPr>
          <w:spacing w:val="2"/>
          <w:szCs w:val="24"/>
        </w:rPr>
        <w:t>2</w:t>
      </w:r>
      <w:r w:rsidR="00AF1F6D">
        <w:rPr>
          <w:spacing w:val="2"/>
          <w:szCs w:val="24"/>
        </w:rPr>
        <w:t>20</w:t>
      </w:r>
      <w:r w:rsidR="008F3363" w:rsidRPr="003D52AF">
        <w:rPr>
          <w:spacing w:val="2"/>
          <w:szCs w:val="24"/>
        </w:rPr>
        <w:t>.</w:t>
      </w:r>
      <w:r w:rsidR="008F3363" w:rsidRPr="003D52AF">
        <w:rPr>
          <w:szCs w:val="24"/>
        </w:rPr>
        <w:t xml:space="preserve"> </w:t>
      </w:r>
      <w:r w:rsidR="008F3363" w:rsidRPr="003D52AF">
        <w:rPr>
          <w:spacing w:val="2"/>
          <w:szCs w:val="24"/>
        </w:rPr>
        <w:t>Komitetų rekomendaciniai sprendimai teikiami Savivaldybės administracijai, S</w:t>
      </w:r>
      <w:r w:rsidR="008F3363" w:rsidRPr="003D52AF">
        <w:rPr>
          <w:spacing w:val="12"/>
          <w:szCs w:val="24"/>
        </w:rPr>
        <w:t xml:space="preserve">avivaldybės įstaigoms bei valdomoms įmonėms. </w:t>
      </w:r>
    </w:p>
    <w:p w:rsidR="008F3363" w:rsidRPr="003D52AF" w:rsidRDefault="00425883" w:rsidP="008F3363">
      <w:pPr>
        <w:shd w:val="clear" w:color="auto" w:fill="FFFFFF"/>
        <w:ind w:firstLine="720"/>
        <w:jc w:val="both"/>
        <w:rPr>
          <w:szCs w:val="24"/>
        </w:rPr>
      </w:pPr>
      <w:r w:rsidRPr="003D52AF">
        <w:rPr>
          <w:spacing w:val="2"/>
          <w:szCs w:val="24"/>
        </w:rPr>
        <w:t>22</w:t>
      </w:r>
      <w:r w:rsidR="00AF1F6D">
        <w:rPr>
          <w:spacing w:val="2"/>
          <w:szCs w:val="24"/>
        </w:rPr>
        <w:t>1</w:t>
      </w:r>
      <w:r w:rsidR="008F3363" w:rsidRPr="003D52AF">
        <w:rPr>
          <w:spacing w:val="2"/>
          <w:szCs w:val="24"/>
        </w:rPr>
        <w:t xml:space="preserve">. Išimties atvejais, jeigu svarstomi klausimai yra susiję su kitų Savivaldybės teritorijoje esančių įstaigų ir įmonių tiesiogine veikla, komitetas gali kviesti į posėdžius </w:t>
      </w:r>
      <w:r w:rsidR="008F3363" w:rsidRPr="003D52AF">
        <w:rPr>
          <w:spacing w:val="7"/>
          <w:szCs w:val="24"/>
        </w:rPr>
        <w:t xml:space="preserve">atitinkamų įmonių bei įstaigų vadovus ar jų atstovus ir prašyti juos papildomos informacijos. </w:t>
      </w:r>
      <w:r w:rsidR="008F3363" w:rsidRPr="003D52AF">
        <w:rPr>
          <w:spacing w:val="5"/>
          <w:szCs w:val="24"/>
        </w:rPr>
        <w:t xml:space="preserve">Komitetas apie klausimų svarstymą ir kvietimą į posėdį turi pranešti kviečiamiems </w:t>
      </w:r>
      <w:r w:rsidR="008F3363" w:rsidRPr="003D52AF">
        <w:rPr>
          <w:spacing w:val="2"/>
          <w:szCs w:val="24"/>
        </w:rPr>
        <w:t xml:space="preserve">asmenims ne vėliau kaip prieš 3 darbo dienas </w:t>
      </w:r>
      <w:r w:rsidR="008F3363" w:rsidRPr="003D52AF">
        <w:rPr>
          <w:szCs w:val="24"/>
        </w:rPr>
        <w:t>iki komiteto posėdžio dienos</w:t>
      </w:r>
      <w:r w:rsidR="008F3363" w:rsidRPr="003D52AF">
        <w:rPr>
          <w:spacing w:val="2"/>
          <w:szCs w:val="24"/>
        </w:rPr>
        <w:t>.</w:t>
      </w:r>
      <w:r w:rsidR="008F3363" w:rsidRPr="003D52AF">
        <w:rPr>
          <w:szCs w:val="24"/>
        </w:rPr>
        <w:t xml:space="preserve"> </w:t>
      </w:r>
    </w:p>
    <w:p w:rsidR="008F3363" w:rsidRPr="003D52AF" w:rsidRDefault="00A25F2B" w:rsidP="008F3363">
      <w:pPr>
        <w:shd w:val="clear" w:color="auto" w:fill="FFFFFF"/>
        <w:ind w:firstLine="720"/>
        <w:jc w:val="both"/>
        <w:rPr>
          <w:szCs w:val="24"/>
        </w:rPr>
      </w:pPr>
      <w:r w:rsidRPr="003D52AF">
        <w:rPr>
          <w:spacing w:val="2"/>
          <w:szCs w:val="24"/>
        </w:rPr>
        <w:t>22</w:t>
      </w:r>
      <w:r w:rsidR="00AF1F6D">
        <w:rPr>
          <w:spacing w:val="2"/>
          <w:szCs w:val="24"/>
        </w:rPr>
        <w:t>2</w:t>
      </w:r>
      <w:r w:rsidRPr="003D52AF">
        <w:rPr>
          <w:spacing w:val="2"/>
          <w:szCs w:val="24"/>
        </w:rPr>
        <w:t xml:space="preserve">. </w:t>
      </w:r>
      <w:r w:rsidR="008F3363" w:rsidRPr="003D52AF">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F3363" w:rsidRPr="003D52AF" w:rsidRDefault="00A25F2B" w:rsidP="008F3363">
      <w:pPr>
        <w:shd w:val="clear" w:color="auto" w:fill="FFFFFF"/>
        <w:ind w:firstLine="720"/>
        <w:jc w:val="both"/>
        <w:rPr>
          <w:spacing w:val="1"/>
          <w:szCs w:val="24"/>
        </w:rPr>
      </w:pPr>
      <w:r w:rsidRPr="003D52AF">
        <w:rPr>
          <w:spacing w:val="6"/>
          <w:szCs w:val="24"/>
        </w:rPr>
        <w:t>22</w:t>
      </w:r>
      <w:r w:rsidR="00AF1F6D">
        <w:rPr>
          <w:spacing w:val="6"/>
          <w:szCs w:val="24"/>
        </w:rPr>
        <w:t>3</w:t>
      </w:r>
      <w:r w:rsidR="008F3363" w:rsidRPr="003D52AF">
        <w:rPr>
          <w:spacing w:val="6"/>
          <w:szCs w:val="24"/>
        </w:rPr>
        <w:t xml:space="preserve">. Komiteto narys, kurio pasiūlymams komitetas nepritarė, gali raštu juos </w:t>
      </w:r>
      <w:r w:rsidR="008F3363" w:rsidRPr="003D52AF">
        <w:rPr>
          <w:spacing w:val="1"/>
          <w:szCs w:val="24"/>
        </w:rPr>
        <w:t>pateikti svarstyti Savivaldybės tarybai, jeigu tam pritaria dar bent vienas komiteto narys.</w:t>
      </w:r>
    </w:p>
    <w:p w:rsidR="008F3363" w:rsidRPr="003D52AF" w:rsidRDefault="00A25F2B" w:rsidP="008F3363">
      <w:pPr>
        <w:shd w:val="clear" w:color="auto" w:fill="FFFFFF"/>
        <w:ind w:firstLine="720"/>
        <w:jc w:val="both"/>
        <w:rPr>
          <w:szCs w:val="24"/>
        </w:rPr>
      </w:pPr>
      <w:r w:rsidRPr="003D52AF">
        <w:rPr>
          <w:spacing w:val="1"/>
          <w:szCs w:val="24"/>
        </w:rPr>
        <w:t>22</w:t>
      </w:r>
      <w:r w:rsidR="00AF1F6D">
        <w:rPr>
          <w:spacing w:val="1"/>
          <w:szCs w:val="24"/>
        </w:rPr>
        <w:t>4</w:t>
      </w:r>
      <w:r w:rsidR="008F3363" w:rsidRPr="003D52AF">
        <w:rPr>
          <w:spacing w:val="1"/>
          <w:szCs w:val="24"/>
        </w:rPr>
        <w:t xml:space="preserve">. </w:t>
      </w:r>
      <w:r w:rsidR="008F3363" w:rsidRPr="003D52AF">
        <w:rPr>
          <w:szCs w:val="24"/>
        </w:rPr>
        <w:t xml:space="preserve">Komiteto narys turi teisę susipažinti su visais komitetui teiktais dokumentais bei kita medžiaga, o prireikus </w:t>
      </w:r>
      <w:r w:rsidR="00332A86">
        <w:rPr>
          <w:szCs w:val="24"/>
        </w:rPr>
        <w:t>–</w:t>
      </w:r>
      <w:r w:rsidR="008F3363" w:rsidRPr="003D52AF">
        <w:rPr>
          <w:szCs w:val="24"/>
        </w:rPr>
        <w:t xml:space="preserve"> jais naudotis savo veikloje.</w:t>
      </w:r>
      <w:r w:rsidR="008F3363" w:rsidRPr="003D52AF">
        <w:rPr>
          <w:spacing w:val="1"/>
          <w:szCs w:val="24"/>
        </w:rPr>
        <w:t xml:space="preserve"> </w:t>
      </w:r>
    </w:p>
    <w:p w:rsidR="00216AF4" w:rsidRDefault="00216AF4" w:rsidP="00B84B9D">
      <w:pPr>
        <w:shd w:val="clear" w:color="auto" w:fill="FFFFFF"/>
        <w:tabs>
          <w:tab w:val="left" w:pos="142"/>
        </w:tabs>
        <w:jc w:val="center"/>
        <w:rPr>
          <w:rFonts w:eastAsia="Lucida Sans Unicode"/>
          <w:b/>
          <w:kern w:val="1"/>
          <w:szCs w:val="24"/>
        </w:rPr>
      </w:pPr>
    </w:p>
    <w:p w:rsidR="00B84B9D" w:rsidRDefault="0074649C" w:rsidP="00B84B9D">
      <w:pPr>
        <w:shd w:val="clear" w:color="auto" w:fill="FFFFFF"/>
        <w:tabs>
          <w:tab w:val="left" w:pos="142"/>
        </w:tabs>
        <w:jc w:val="center"/>
        <w:rPr>
          <w:rFonts w:eastAsia="Lucida Sans Unicode"/>
          <w:b/>
          <w:kern w:val="1"/>
          <w:szCs w:val="24"/>
        </w:rPr>
      </w:pPr>
      <w:r>
        <w:rPr>
          <w:rFonts w:eastAsia="Lucida Sans Unicode"/>
          <w:b/>
          <w:kern w:val="1"/>
          <w:szCs w:val="24"/>
        </w:rPr>
        <w:t>XV</w:t>
      </w:r>
      <w:r w:rsidR="00B84B9D">
        <w:rPr>
          <w:rFonts w:eastAsia="Lucida Sans Unicode"/>
          <w:b/>
          <w:kern w:val="1"/>
          <w:szCs w:val="24"/>
        </w:rPr>
        <w:t xml:space="preserve"> SKYRIUS</w:t>
      </w:r>
    </w:p>
    <w:p w:rsidR="00B84B9D" w:rsidRDefault="00B84B9D" w:rsidP="00B84B9D">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06683E" w:rsidRDefault="0006683E" w:rsidP="0006683E">
      <w:pPr>
        <w:tabs>
          <w:tab w:val="left" w:pos="1134"/>
        </w:tabs>
        <w:ind w:firstLine="720"/>
        <w:jc w:val="both"/>
        <w:rPr>
          <w:szCs w:val="24"/>
        </w:rPr>
      </w:pPr>
    </w:p>
    <w:p w:rsidR="00A66CCA" w:rsidRPr="00942108" w:rsidRDefault="00A66CCA" w:rsidP="00A66CCA">
      <w:pPr>
        <w:ind w:firstLine="720"/>
        <w:jc w:val="both"/>
        <w:rPr>
          <w:color w:val="00B050"/>
          <w:lang w:eastAsia="lt-LT"/>
        </w:rPr>
      </w:pPr>
      <w:r w:rsidRPr="006B7806">
        <w:rPr>
          <w:szCs w:val="24"/>
          <w:lang w:eastAsia="lt-LT"/>
        </w:rPr>
        <w:t>22</w:t>
      </w:r>
      <w:r w:rsidR="00AF1F6D">
        <w:rPr>
          <w:szCs w:val="24"/>
          <w:lang w:eastAsia="lt-LT"/>
        </w:rPr>
        <w:t>5</w:t>
      </w:r>
      <w:r w:rsidRPr="006B7806">
        <w:rPr>
          <w:szCs w:val="24"/>
          <w:lang w:eastAsia="lt-LT"/>
        </w:rPr>
        <w:t>. Savivaldybės t</w:t>
      </w:r>
      <w:r w:rsidRPr="006B7806">
        <w:rPr>
          <w:lang w:eastAsia="lt-LT"/>
        </w:rPr>
        <w:t xml:space="preserve">aryba savo įgaliojimų laikui sudaro Etikos </w:t>
      </w:r>
      <w:r w:rsidR="00942108" w:rsidRPr="006B7806">
        <w:rPr>
          <w:lang w:eastAsia="lt-LT"/>
        </w:rPr>
        <w:t>ir  Antikorupcijos komisijas</w:t>
      </w:r>
      <w:r w:rsidRPr="006B7806">
        <w:rPr>
          <w:lang w:eastAsia="lt-LT"/>
        </w:rPr>
        <w:t>.</w:t>
      </w:r>
      <w:r w:rsidRPr="00942108">
        <w:rPr>
          <w:color w:val="00B050"/>
          <w:lang w:eastAsia="lt-LT"/>
        </w:rPr>
        <w:t xml:space="preserve"> </w:t>
      </w:r>
    </w:p>
    <w:p w:rsidR="00A66CCA" w:rsidRPr="00C66E57" w:rsidRDefault="00942108" w:rsidP="00A66CCA">
      <w:pPr>
        <w:widowControl w:val="0"/>
        <w:suppressAutoHyphens/>
        <w:ind w:firstLine="720"/>
        <w:jc w:val="both"/>
        <w:rPr>
          <w:lang w:eastAsia="lt-LT"/>
        </w:rPr>
      </w:pPr>
      <w:r w:rsidRPr="00C66E57">
        <w:rPr>
          <w:szCs w:val="24"/>
          <w:lang w:eastAsia="lt-LT"/>
        </w:rPr>
        <w:t>22</w:t>
      </w:r>
      <w:r w:rsidR="00DD0118">
        <w:rPr>
          <w:szCs w:val="24"/>
          <w:lang w:eastAsia="lt-LT"/>
        </w:rPr>
        <w:t>6</w:t>
      </w:r>
      <w:r w:rsidRPr="00C66E57">
        <w:rPr>
          <w:szCs w:val="24"/>
          <w:lang w:eastAsia="lt-LT"/>
        </w:rPr>
        <w:t xml:space="preserve">. </w:t>
      </w:r>
      <w:r w:rsidR="00A66CCA" w:rsidRPr="00C66E57">
        <w:rPr>
          <w:rFonts w:eastAsia="Andale Sans UI"/>
          <w:kern w:val="2"/>
          <w:szCs w:val="24"/>
          <w:lang w:eastAsia="ar-SA"/>
        </w:rPr>
        <w:t xml:space="preserve">Tarybos narys, pretenduojantis tapti </w:t>
      </w:r>
      <w:r w:rsidRPr="00C66E57">
        <w:rPr>
          <w:rFonts w:eastAsia="Andale Sans UI"/>
          <w:kern w:val="2"/>
          <w:szCs w:val="24"/>
          <w:lang w:eastAsia="ar-SA"/>
        </w:rPr>
        <w:t>Savivaldybės t</w:t>
      </w:r>
      <w:r w:rsidR="00A66CCA" w:rsidRPr="00C66E57">
        <w:rPr>
          <w:rFonts w:eastAsia="Andale Sans UI"/>
          <w:kern w:val="2"/>
          <w:szCs w:val="24"/>
          <w:lang w:eastAsia="ar-SA"/>
        </w:rPr>
        <w:t xml:space="preserve">arybos sudaromos komisijos pirmininku, privalo užpildyti Lietuvos Respublikos vidaus reikalų ministro patvirtintos formos deklaraciją, joje pateikdamas duomenis dėl jo atitikties nepriekaištingos reputacijos reikalavimams. Ši deklaracija </w:t>
      </w:r>
      <w:r w:rsidR="00A66CCA" w:rsidRPr="00661962">
        <w:rPr>
          <w:rFonts w:eastAsia="Andale Sans UI"/>
          <w:kern w:val="2"/>
          <w:szCs w:val="24"/>
          <w:lang w:eastAsia="ar-SA"/>
        </w:rPr>
        <w:t>pateikiama merui ir, priėmus sprendimą dėl Komisijos pirmininko skyrimo, ne vėliau kaip per 3 darbo dienas paskelbiama Savivaldybės interneto svetainėje</w:t>
      </w:r>
      <w:r w:rsidR="00C66E57" w:rsidRPr="00661962">
        <w:rPr>
          <w:rFonts w:eastAsia="Andale Sans UI"/>
          <w:kern w:val="2"/>
          <w:szCs w:val="24"/>
          <w:lang w:eastAsia="ar-SA"/>
        </w:rPr>
        <w:t xml:space="preserve"> </w:t>
      </w:r>
      <w:hyperlink r:id="rId21" w:history="1">
        <w:r w:rsidR="00C66E57" w:rsidRPr="00661962">
          <w:rPr>
            <w:rStyle w:val="Hipersaitas"/>
            <w:rFonts w:eastAsia="Andale Sans UI"/>
            <w:kern w:val="2"/>
            <w:szCs w:val="24"/>
            <w:lang w:eastAsia="ar-SA"/>
          </w:rPr>
          <w:t>www.plunge.lt</w:t>
        </w:r>
      </w:hyperlink>
      <w:r w:rsidR="00A66CCA" w:rsidRPr="001E3692">
        <w:rPr>
          <w:rFonts w:eastAsia="Andale Sans UI"/>
          <w:kern w:val="2"/>
          <w:szCs w:val="24"/>
          <w:lang w:eastAsia="ar-SA"/>
        </w:rPr>
        <w:t>.</w:t>
      </w:r>
      <w:r w:rsidR="00C66E57" w:rsidRPr="00661962">
        <w:rPr>
          <w:rFonts w:eastAsia="Andale Sans UI"/>
          <w:color w:val="00B050"/>
          <w:kern w:val="2"/>
          <w:szCs w:val="24"/>
          <w:lang w:eastAsia="ar-SA"/>
        </w:rPr>
        <w:t xml:space="preserve"> </w:t>
      </w:r>
      <w:r w:rsidR="00A66CCA" w:rsidRPr="00661962">
        <w:rPr>
          <w:rFonts w:eastAsia="Andale Sans UI"/>
          <w:kern w:val="2"/>
          <w:szCs w:val="24"/>
          <w:lang w:eastAsia="ar-SA"/>
        </w:rPr>
        <w:t xml:space="preserve">Deklaracija skelbiama tol, kol </w:t>
      </w:r>
      <w:r w:rsidR="00661962" w:rsidRPr="001E3692">
        <w:rPr>
          <w:rFonts w:eastAsia="Andale Sans UI"/>
          <w:kern w:val="2"/>
          <w:szCs w:val="24"/>
          <w:lang w:eastAsia="ar-SA"/>
        </w:rPr>
        <w:t>t</w:t>
      </w:r>
      <w:r w:rsidR="00A66CCA" w:rsidRPr="00661962">
        <w:rPr>
          <w:rFonts w:eastAsia="Andale Sans UI"/>
          <w:kern w:val="2"/>
          <w:szCs w:val="24"/>
          <w:lang w:eastAsia="ar-SA"/>
        </w:rPr>
        <w:t>arybos narys</w:t>
      </w:r>
      <w:r w:rsidR="00A66CCA" w:rsidRPr="00C66E57">
        <w:rPr>
          <w:rFonts w:eastAsia="Andale Sans UI"/>
          <w:kern w:val="2"/>
          <w:szCs w:val="24"/>
          <w:lang w:eastAsia="ar-SA"/>
        </w:rPr>
        <w:t xml:space="preserve"> eina komisijos pirmininko pareigas. Už deklaracijos paskelbimą Savivaldybės interneto svetainėje atsako </w:t>
      </w:r>
      <w:r w:rsidRPr="00C66E57">
        <w:rPr>
          <w:rFonts w:eastAsia="Andale Sans UI"/>
          <w:kern w:val="2"/>
          <w:szCs w:val="24"/>
          <w:lang w:eastAsia="ar-SA"/>
        </w:rPr>
        <w:t>Savivaldybės t</w:t>
      </w:r>
      <w:r w:rsidRPr="00C66E57">
        <w:rPr>
          <w:kern w:val="2"/>
          <w:szCs w:val="24"/>
          <w:lang w:eastAsia="lt-LT"/>
        </w:rPr>
        <w:t xml:space="preserve">arybos </w:t>
      </w:r>
      <w:r w:rsidRPr="00C66E57">
        <w:t xml:space="preserve">posėdžių </w:t>
      </w:r>
      <w:r w:rsidRPr="00C66E57">
        <w:rPr>
          <w:kern w:val="2"/>
          <w:szCs w:val="24"/>
          <w:lang w:eastAsia="lt-LT"/>
        </w:rPr>
        <w:t>sekretorius (-</w:t>
      </w:r>
      <w:proofErr w:type="spellStart"/>
      <w:r w:rsidRPr="00C66E57">
        <w:rPr>
          <w:kern w:val="2"/>
          <w:szCs w:val="24"/>
          <w:lang w:eastAsia="lt-LT"/>
        </w:rPr>
        <w:t>i</w:t>
      </w:r>
      <w:r w:rsidR="00F42C71">
        <w:rPr>
          <w:kern w:val="2"/>
          <w:szCs w:val="24"/>
          <w:lang w:eastAsia="lt-LT"/>
        </w:rPr>
        <w:t>ai</w:t>
      </w:r>
      <w:proofErr w:type="spellEnd"/>
      <w:r w:rsidR="00F42C71">
        <w:rPr>
          <w:kern w:val="2"/>
          <w:szCs w:val="24"/>
          <w:lang w:eastAsia="lt-LT"/>
        </w:rPr>
        <w:t>)</w:t>
      </w:r>
      <w:r w:rsidR="00C66E57" w:rsidRPr="00C66E57">
        <w:rPr>
          <w:kern w:val="2"/>
          <w:szCs w:val="24"/>
          <w:lang w:eastAsia="lt-LT"/>
        </w:rPr>
        <w:t xml:space="preserve"> ar</w:t>
      </w:r>
      <w:r w:rsidRPr="00C66E57">
        <w:rPr>
          <w:kern w:val="2"/>
          <w:szCs w:val="24"/>
          <w:lang w:eastAsia="lt-LT"/>
        </w:rPr>
        <w:t xml:space="preserve"> </w:t>
      </w:r>
      <w:r w:rsidRPr="00C66E57">
        <w:rPr>
          <w:lang w:eastAsia="lt-LT"/>
        </w:rPr>
        <w:t>padalinys, techniškai aptarnaujantis Savivaldybės tarybą.</w:t>
      </w:r>
    </w:p>
    <w:p w:rsidR="00A66CCA" w:rsidRPr="00C66E57" w:rsidRDefault="001443A5" w:rsidP="00A66CCA">
      <w:pPr>
        <w:ind w:firstLine="720"/>
        <w:jc w:val="both"/>
      </w:pPr>
      <w:r w:rsidRPr="00C66E57">
        <w:rPr>
          <w:szCs w:val="24"/>
        </w:rPr>
        <w:t>22</w:t>
      </w:r>
      <w:r w:rsidR="00DD0118">
        <w:rPr>
          <w:szCs w:val="24"/>
        </w:rPr>
        <w:t>7</w:t>
      </w:r>
      <w:r w:rsidRPr="00C66E57">
        <w:rPr>
          <w:szCs w:val="24"/>
        </w:rPr>
        <w:t xml:space="preserve">. </w:t>
      </w:r>
      <w:r w:rsidR="00A66CCA" w:rsidRPr="00C66E57">
        <w:rPr>
          <w:lang w:eastAsia="lt-LT"/>
        </w:rPr>
        <w:t xml:space="preserve">Etikos </w:t>
      </w:r>
      <w:r w:rsidRPr="00C66E57">
        <w:rPr>
          <w:lang w:eastAsia="lt-LT"/>
        </w:rPr>
        <w:t>ir Antikorupcijos komisijų</w:t>
      </w:r>
      <w:r w:rsidR="00A66CCA" w:rsidRPr="00C66E57">
        <w:rPr>
          <w:lang w:eastAsia="lt-LT"/>
        </w:rPr>
        <w:t xml:space="preserve"> įgaliojimai nustatyti Vietos savivaldos įstatyme. </w:t>
      </w:r>
      <w:r w:rsidR="00A66CCA" w:rsidRPr="00C66E57">
        <w:t xml:space="preserve">Lietuvos Respublikos korupcijos prevencijos įstatymo nustatytais atvejais </w:t>
      </w:r>
      <w:r w:rsidRPr="00C66E57">
        <w:t>Savivaldybės t</w:t>
      </w:r>
      <w:r w:rsidR="00A66CCA" w:rsidRPr="00C66E57">
        <w:t xml:space="preserve">arybos </w:t>
      </w:r>
      <w:r w:rsidR="00A66CCA" w:rsidRPr="00C66E57">
        <w:lastRenderedPageBreak/>
        <w:t>protokoliniu pavedimu Antikorupcijos komisijai gali būti pavesta at</w:t>
      </w:r>
      <w:r w:rsidRPr="00C66E57">
        <w:t>likti arba dalyvauti atliekant S</w:t>
      </w:r>
      <w:r w:rsidR="00A66CCA" w:rsidRPr="00C66E57">
        <w:t>avivaldybės institucijų parengtų norminių teisės aktų projektų antikorupcinį vertinimą.</w:t>
      </w:r>
    </w:p>
    <w:p w:rsidR="001443A5" w:rsidRPr="00C66E57" w:rsidRDefault="001443A5" w:rsidP="001443A5">
      <w:pPr>
        <w:ind w:firstLine="720"/>
        <w:jc w:val="both"/>
        <w:rPr>
          <w:lang w:eastAsia="lt-LT"/>
        </w:rPr>
      </w:pPr>
      <w:r w:rsidRPr="00C66E57">
        <w:rPr>
          <w:szCs w:val="24"/>
          <w:lang w:eastAsia="lt-LT"/>
        </w:rPr>
        <w:t>22</w:t>
      </w:r>
      <w:r w:rsidR="00DD0118">
        <w:rPr>
          <w:szCs w:val="24"/>
          <w:lang w:eastAsia="lt-LT"/>
        </w:rPr>
        <w:t>8</w:t>
      </w:r>
      <w:r w:rsidRPr="00C66E57">
        <w:rPr>
          <w:szCs w:val="24"/>
          <w:lang w:eastAsia="lt-LT"/>
        </w:rPr>
        <w:t xml:space="preserve">. Savivaldybės </w:t>
      </w:r>
      <w:r w:rsidRPr="00C66E57">
        <w:rPr>
          <w:lang w:eastAsia="lt-LT"/>
        </w:rPr>
        <w:t xml:space="preserve">tarybos </w:t>
      </w:r>
      <w:r w:rsidRPr="00803D27">
        <w:rPr>
          <w:lang w:eastAsia="lt-LT"/>
        </w:rPr>
        <w:t>sprendimu arba</w:t>
      </w:r>
      <w:r w:rsidRPr="00803D27">
        <w:t xml:space="preserve"> </w:t>
      </w:r>
      <w:r w:rsidRPr="00D45B59">
        <w:t>mero siūlymu</w:t>
      </w:r>
      <w:r w:rsidRPr="00FD2B00">
        <w:rPr>
          <w:lang w:eastAsia="lt-LT"/>
        </w:rPr>
        <w:t xml:space="preserve"> gali</w:t>
      </w:r>
      <w:r w:rsidRPr="00C66E57">
        <w:rPr>
          <w:lang w:eastAsia="lt-LT"/>
        </w:rPr>
        <w:t xml:space="preserve"> būti sudaromos ir kitos nuolatinės (tos kadencijos laikotarpiui), laikinosios (atskiriems klausimams nagrinėti) komisijos, taip pat kiti Savivaldybės tarybos sudaromi dariniai (darbo grupės, tarybos ir pan.). </w:t>
      </w:r>
      <w:r w:rsidRPr="00C66E57">
        <w:t>Komisijų ir kitų Savivaldybės tarybos darinių nuostatus tvirtina Savivaldybės taryba.</w:t>
      </w:r>
    </w:p>
    <w:p w:rsidR="001443A5" w:rsidRPr="00C66E57" w:rsidRDefault="001443A5" w:rsidP="001443A5">
      <w:pPr>
        <w:widowControl w:val="0"/>
        <w:suppressAutoHyphens/>
        <w:ind w:firstLine="720"/>
        <w:jc w:val="both"/>
        <w:rPr>
          <w:lang w:eastAsia="lt-LT"/>
        </w:rPr>
      </w:pPr>
      <w:r w:rsidRPr="00B91296">
        <w:rPr>
          <w:szCs w:val="24"/>
          <w:lang w:eastAsia="lt-LT"/>
        </w:rPr>
        <w:t>2</w:t>
      </w:r>
      <w:r w:rsidR="00B91296">
        <w:rPr>
          <w:szCs w:val="24"/>
          <w:lang w:eastAsia="lt-LT"/>
        </w:rPr>
        <w:t>29</w:t>
      </w:r>
      <w:r w:rsidRPr="00B91296">
        <w:rPr>
          <w:szCs w:val="24"/>
          <w:lang w:eastAsia="lt-LT"/>
        </w:rPr>
        <w:t>.</w:t>
      </w:r>
      <w:r w:rsidRPr="00B91296">
        <w:rPr>
          <w:color w:val="FF0000"/>
          <w:szCs w:val="24"/>
          <w:lang w:eastAsia="lt-LT"/>
        </w:rPr>
        <w:t xml:space="preserve"> </w:t>
      </w:r>
      <w:r w:rsidRPr="00C66E57">
        <w:rPr>
          <w:szCs w:val="24"/>
          <w:lang w:eastAsia="lt-LT"/>
        </w:rPr>
        <w:t>Savivaldybės t</w:t>
      </w:r>
      <w:r w:rsidRPr="00C66E57">
        <w:rPr>
          <w:kern w:val="2"/>
          <w:szCs w:val="24"/>
          <w:lang w:eastAsia="lt-LT"/>
        </w:rPr>
        <w:t xml:space="preserve">arybos sudaromų komisijų ir kitų darinių (toliau – komisijos) nariais gali </w:t>
      </w:r>
      <w:r w:rsidRPr="00803D27">
        <w:rPr>
          <w:kern w:val="2"/>
          <w:szCs w:val="24"/>
          <w:lang w:eastAsia="lt-LT"/>
        </w:rPr>
        <w:t xml:space="preserve">būti </w:t>
      </w:r>
      <w:r w:rsidR="00661962" w:rsidRPr="001E3692">
        <w:rPr>
          <w:kern w:val="2"/>
          <w:szCs w:val="24"/>
          <w:lang w:eastAsia="lt-LT"/>
        </w:rPr>
        <w:t>t</w:t>
      </w:r>
      <w:r w:rsidRPr="00803D27">
        <w:rPr>
          <w:kern w:val="2"/>
          <w:szCs w:val="24"/>
          <w:lang w:eastAsia="lt-LT"/>
        </w:rPr>
        <w:t>arybos nariai</w:t>
      </w:r>
      <w:r w:rsidRPr="00D45B59">
        <w:rPr>
          <w:kern w:val="2"/>
          <w:szCs w:val="24"/>
          <w:lang w:eastAsia="lt-LT"/>
        </w:rPr>
        <w:t>,</w:t>
      </w:r>
      <w:r w:rsidRPr="00C66E57">
        <w:rPr>
          <w:kern w:val="2"/>
          <w:szCs w:val="24"/>
          <w:lang w:eastAsia="lt-LT"/>
        </w:rPr>
        <w:t xml:space="preserve"> valstybės tarnautojai, ekspertai, </w:t>
      </w:r>
      <w:r w:rsidRPr="00C66E57">
        <w:rPr>
          <w:rFonts w:eastAsia="Andale Sans UI"/>
          <w:kern w:val="2"/>
          <w:szCs w:val="24"/>
          <w:lang w:eastAsia="ar-SA"/>
        </w:rPr>
        <w:t xml:space="preserve">gyvenamųjų vietovių bendruomenių atstovai: </w:t>
      </w:r>
      <w:proofErr w:type="spellStart"/>
      <w:r w:rsidRPr="00C66E57">
        <w:rPr>
          <w:rFonts w:eastAsia="Andale Sans UI"/>
          <w:kern w:val="2"/>
          <w:szCs w:val="24"/>
          <w:lang w:eastAsia="ar-SA"/>
        </w:rPr>
        <w:t>seniūnaičiai</w:t>
      </w:r>
      <w:proofErr w:type="spellEnd"/>
      <w:r w:rsidRPr="00C66E57">
        <w:rPr>
          <w:rFonts w:eastAsia="Andale Sans UI"/>
          <w:kern w:val="2"/>
          <w:szCs w:val="24"/>
          <w:lang w:eastAsia="ar-SA"/>
        </w:rPr>
        <w:t xml:space="preserve">, išplėstinės </w:t>
      </w:r>
      <w:proofErr w:type="spellStart"/>
      <w:r w:rsidRPr="00C66E57">
        <w:rPr>
          <w:rFonts w:eastAsia="Andale Sans UI"/>
          <w:kern w:val="2"/>
          <w:szCs w:val="24"/>
          <w:lang w:eastAsia="ar-SA"/>
        </w:rPr>
        <w:t>seniūnaičių</w:t>
      </w:r>
      <w:proofErr w:type="spellEnd"/>
      <w:r w:rsidRPr="00C66E57">
        <w:rPr>
          <w:rFonts w:eastAsia="Andale Sans UI"/>
          <w:kern w:val="2"/>
          <w:szCs w:val="24"/>
          <w:lang w:eastAsia="ar-SA"/>
        </w:rPr>
        <w:t xml:space="preserve"> sueigos deleguoti atstovai, visuomenės atstovai (Lietuvos Respublikoje įregistruotų viešųjų juridinių asmenų, išskyrus valstybės </w:t>
      </w:r>
      <w:r w:rsidRPr="00803D27">
        <w:rPr>
          <w:rFonts w:eastAsia="Andale Sans UI"/>
          <w:kern w:val="2"/>
          <w:szCs w:val="24"/>
          <w:lang w:eastAsia="ar-SA"/>
        </w:rPr>
        <w:t xml:space="preserve">ar </w:t>
      </w:r>
      <w:r w:rsidR="00661962" w:rsidRPr="001E3692">
        <w:rPr>
          <w:rFonts w:eastAsia="Andale Sans UI"/>
          <w:kern w:val="2"/>
          <w:szCs w:val="24"/>
          <w:lang w:eastAsia="ar-SA"/>
        </w:rPr>
        <w:t>S</w:t>
      </w:r>
      <w:r w:rsidRPr="00803D27">
        <w:rPr>
          <w:rFonts w:eastAsia="Andale Sans UI"/>
          <w:kern w:val="2"/>
          <w:szCs w:val="24"/>
          <w:lang w:eastAsia="ar-SA"/>
        </w:rPr>
        <w:t>avivaldybės</w:t>
      </w:r>
      <w:r w:rsidRPr="00D45B59">
        <w:rPr>
          <w:kern w:val="2"/>
          <w:szCs w:val="24"/>
          <w:lang w:eastAsia="lt-LT"/>
        </w:rPr>
        <w:t xml:space="preserve"> </w:t>
      </w:r>
      <w:r w:rsidRPr="00FD2B00">
        <w:rPr>
          <w:rFonts w:eastAsia="Andale Sans UI"/>
          <w:kern w:val="2"/>
          <w:szCs w:val="24"/>
          <w:lang w:eastAsia="ar-SA"/>
        </w:rPr>
        <w:t xml:space="preserve">institucijas ar įstaigas, įgalioti atstovai), bendruomeninių organizacijų atstovai, kiti </w:t>
      </w:r>
      <w:r w:rsidR="00661962" w:rsidRPr="001E3692">
        <w:rPr>
          <w:rFonts w:eastAsia="Andale Sans UI"/>
          <w:kern w:val="2"/>
          <w:szCs w:val="24"/>
          <w:lang w:eastAsia="ar-SA"/>
        </w:rPr>
        <w:t>S</w:t>
      </w:r>
      <w:r w:rsidRPr="00803D27">
        <w:rPr>
          <w:rFonts w:eastAsia="Andale Sans UI"/>
          <w:kern w:val="2"/>
          <w:szCs w:val="24"/>
          <w:lang w:eastAsia="ar-SA"/>
        </w:rPr>
        <w:t>avivaldybės gyventojai</w:t>
      </w:r>
      <w:r w:rsidRPr="00FD2B00">
        <w:rPr>
          <w:kern w:val="2"/>
          <w:szCs w:val="24"/>
          <w:lang w:eastAsia="lt-LT"/>
        </w:rPr>
        <w:t>. Komisijoje turi būti ne mažiau kaip trys nariai (įskaitant pirmininką).</w:t>
      </w:r>
      <w:r w:rsidRPr="00C66E57">
        <w:rPr>
          <w:kern w:val="2"/>
          <w:szCs w:val="24"/>
          <w:lang w:eastAsia="lt-LT"/>
        </w:rPr>
        <w:t xml:space="preserve"> </w:t>
      </w:r>
    </w:p>
    <w:p w:rsidR="001443A5" w:rsidRPr="00C66E57" w:rsidRDefault="001443A5" w:rsidP="001443A5">
      <w:pPr>
        <w:widowControl w:val="0"/>
        <w:suppressAutoHyphens/>
        <w:ind w:firstLine="720"/>
        <w:jc w:val="both"/>
      </w:pPr>
      <w:r w:rsidRPr="00C66E57">
        <w:rPr>
          <w:szCs w:val="24"/>
        </w:rPr>
        <w:t>2</w:t>
      </w:r>
      <w:r w:rsidR="00B91296">
        <w:rPr>
          <w:szCs w:val="24"/>
        </w:rPr>
        <w:t>30</w:t>
      </w:r>
      <w:r w:rsidRPr="00C66E57">
        <w:rPr>
          <w:szCs w:val="24"/>
        </w:rPr>
        <w:t xml:space="preserve">. </w:t>
      </w:r>
      <w:r w:rsidRPr="00C66E57">
        <w:t>Sudaromos komisijos gali būti vardinės (nurodant asmenis) arba pareiginės (nurodant pareigas).</w:t>
      </w:r>
    </w:p>
    <w:p w:rsidR="00723FF0" w:rsidRPr="00C66E57" w:rsidRDefault="00723FF0" w:rsidP="00723FF0">
      <w:pPr>
        <w:widowControl w:val="0"/>
        <w:suppressAutoHyphens/>
        <w:ind w:firstLine="720"/>
        <w:jc w:val="both"/>
        <w:rPr>
          <w:lang w:eastAsia="lt-LT"/>
        </w:rPr>
      </w:pPr>
      <w:r w:rsidRPr="00C66E57">
        <w:rPr>
          <w:szCs w:val="24"/>
          <w:lang w:eastAsia="lt-LT"/>
        </w:rPr>
        <w:t>23</w:t>
      </w:r>
      <w:r w:rsidR="00B91296">
        <w:rPr>
          <w:szCs w:val="24"/>
          <w:lang w:eastAsia="lt-LT"/>
        </w:rPr>
        <w:t>1</w:t>
      </w:r>
      <w:r w:rsidRPr="00C66E57">
        <w:rPr>
          <w:szCs w:val="24"/>
          <w:lang w:eastAsia="lt-LT"/>
        </w:rPr>
        <w:t xml:space="preserve">. </w:t>
      </w:r>
      <w:r w:rsidRPr="00C66E57">
        <w:t xml:space="preserve">Jei į komisijas ar kitus Savivaldybės tarybos darinius </w:t>
      </w:r>
      <w:r w:rsidRPr="00803D27">
        <w:t xml:space="preserve">įtraukiami </w:t>
      </w:r>
      <w:r w:rsidR="00661962" w:rsidRPr="001E3692">
        <w:t>t</w:t>
      </w:r>
      <w:r w:rsidRPr="00803D27">
        <w:t>arybos nariai</w:t>
      </w:r>
      <w:r w:rsidRPr="00D45B59">
        <w:t>, jie įtraukiami laikantis proporcinio daugumos ir mažumos atstovavimo principo. T</w:t>
      </w:r>
      <w:r w:rsidRPr="00FD2B00">
        <w:t xml:space="preserve">okiu atveju </w:t>
      </w:r>
      <w:r w:rsidR="00661962" w:rsidRPr="001E3692">
        <w:t>t</w:t>
      </w:r>
      <w:r w:rsidRPr="00803D27">
        <w:t>arybo</w:t>
      </w:r>
      <w:r w:rsidRPr="00D45B59">
        <w:t>s</w:t>
      </w:r>
      <w:r w:rsidRPr="00C66E57">
        <w:t xml:space="preserve"> narius deleguoja </w:t>
      </w:r>
      <w:r w:rsidRPr="009F663D">
        <w:rPr>
          <w:rFonts w:eastAsia="Andale Sans UI"/>
          <w:bCs/>
          <w:kern w:val="2"/>
          <w:szCs w:val="24"/>
          <w:lang w:eastAsia="lt-LT"/>
        </w:rPr>
        <w:t xml:space="preserve">frakcijos, </w:t>
      </w:r>
      <w:r w:rsidR="00697E81" w:rsidRPr="001E3692">
        <w:rPr>
          <w:rFonts w:eastAsia="Andale Sans UI"/>
          <w:bCs/>
          <w:kern w:val="2"/>
          <w:szCs w:val="24"/>
          <w:lang w:eastAsia="lt-LT"/>
        </w:rPr>
        <w:t>t</w:t>
      </w:r>
      <w:r w:rsidRPr="009F663D">
        <w:rPr>
          <w:rFonts w:eastAsia="Andale Sans UI"/>
          <w:bCs/>
          <w:kern w:val="2"/>
          <w:szCs w:val="24"/>
          <w:lang w:eastAsia="lt-LT"/>
        </w:rPr>
        <w:t>arybos narių grupės</w:t>
      </w:r>
      <w:r w:rsidRPr="00CD41E5">
        <w:rPr>
          <w:rFonts w:eastAsia="Andale Sans UI"/>
          <w:bCs/>
          <w:kern w:val="2"/>
          <w:szCs w:val="24"/>
          <w:lang w:eastAsia="lt-LT"/>
        </w:rPr>
        <w:t xml:space="preserve">, </w:t>
      </w:r>
      <w:r w:rsidRPr="00697E81">
        <w:t xml:space="preserve">į jokią frakciją ar grupę nesusivieniję </w:t>
      </w:r>
      <w:r w:rsidR="00661962" w:rsidRPr="001E3692">
        <w:t>t</w:t>
      </w:r>
      <w:r w:rsidRPr="009F663D">
        <w:t>arybos</w:t>
      </w:r>
      <w:r w:rsidRPr="00CD41E5">
        <w:t xml:space="preserve"> nariai.</w:t>
      </w:r>
      <w:r w:rsidRPr="00697E81">
        <w:rPr>
          <w:rFonts w:eastAsia="Andale Sans UI"/>
          <w:bCs/>
          <w:kern w:val="2"/>
          <w:szCs w:val="24"/>
          <w:lang w:eastAsia="lt-LT"/>
        </w:rPr>
        <w:t xml:space="preserve"> Nepateikus savo deleguojamo nario kandidatūros, laikoma, kad frakcija, </w:t>
      </w:r>
      <w:r w:rsidR="00697E81" w:rsidRPr="001E3692">
        <w:rPr>
          <w:rFonts w:eastAsia="Andale Sans UI"/>
          <w:bCs/>
          <w:kern w:val="2"/>
          <w:szCs w:val="24"/>
          <w:lang w:eastAsia="lt-LT"/>
        </w:rPr>
        <w:t>t</w:t>
      </w:r>
      <w:r w:rsidRPr="009F663D">
        <w:rPr>
          <w:rFonts w:eastAsia="Andale Sans UI"/>
          <w:bCs/>
          <w:kern w:val="2"/>
          <w:szCs w:val="24"/>
          <w:lang w:eastAsia="lt-LT"/>
        </w:rPr>
        <w:t>arybos narių grupė</w:t>
      </w:r>
      <w:r w:rsidRPr="00C66E57">
        <w:rPr>
          <w:rFonts w:eastAsia="Andale Sans UI"/>
          <w:bCs/>
          <w:kern w:val="2"/>
          <w:szCs w:val="24"/>
          <w:lang w:eastAsia="lt-LT"/>
        </w:rPr>
        <w:t xml:space="preserve"> ar </w:t>
      </w:r>
      <w:r w:rsidRPr="00C66E57">
        <w:t xml:space="preserve">į jokią frakciją ar grupę </w:t>
      </w:r>
      <w:r w:rsidRPr="00803D27">
        <w:t xml:space="preserve">nesusivieniję </w:t>
      </w:r>
      <w:r w:rsidR="00661962" w:rsidRPr="001E3692">
        <w:t>t</w:t>
      </w:r>
      <w:r w:rsidRPr="00803D27">
        <w:t>arybos nariai</w:t>
      </w:r>
      <w:r w:rsidRPr="00D45B59">
        <w:rPr>
          <w:rFonts w:eastAsia="Andale Sans UI"/>
          <w:bCs/>
          <w:kern w:val="2"/>
          <w:szCs w:val="24"/>
          <w:lang w:eastAsia="lt-LT"/>
        </w:rPr>
        <w:t xml:space="preserve"> atsisakė</w:t>
      </w:r>
      <w:r w:rsidRPr="00FD2B00">
        <w:rPr>
          <w:rFonts w:eastAsia="Andale Sans UI"/>
          <w:bCs/>
          <w:kern w:val="2"/>
          <w:szCs w:val="24"/>
          <w:lang w:eastAsia="lt-LT"/>
        </w:rPr>
        <w:t xml:space="preserve"> teisės</w:t>
      </w:r>
      <w:r w:rsidRPr="00C66E57">
        <w:rPr>
          <w:rFonts w:eastAsia="Andale Sans UI"/>
          <w:bCs/>
          <w:kern w:val="2"/>
          <w:szCs w:val="24"/>
          <w:lang w:eastAsia="lt-LT"/>
        </w:rPr>
        <w:t xml:space="preserve"> deleguoti savo atstovą (-</w:t>
      </w:r>
      <w:proofErr w:type="spellStart"/>
      <w:r w:rsidRPr="00C66E57">
        <w:rPr>
          <w:rFonts w:eastAsia="Andale Sans UI"/>
          <w:bCs/>
          <w:kern w:val="2"/>
          <w:szCs w:val="24"/>
          <w:lang w:eastAsia="lt-LT"/>
        </w:rPr>
        <w:t>us</w:t>
      </w:r>
      <w:proofErr w:type="spellEnd"/>
      <w:r w:rsidRPr="00C66E57">
        <w:rPr>
          <w:rFonts w:eastAsia="Andale Sans UI"/>
          <w:bCs/>
          <w:kern w:val="2"/>
          <w:szCs w:val="24"/>
          <w:lang w:eastAsia="lt-LT"/>
        </w:rPr>
        <w:t>). Komisijų sudėtis viešinama Savivaldybės interneto svetainėje</w:t>
      </w:r>
      <w:r w:rsidR="00C66E57" w:rsidRPr="00C66E57">
        <w:rPr>
          <w:rFonts w:eastAsia="Andale Sans UI"/>
          <w:bCs/>
          <w:kern w:val="2"/>
          <w:szCs w:val="24"/>
          <w:lang w:eastAsia="lt-LT"/>
        </w:rPr>
        <w:t xml:space="preserve"> </w:t>
      </w:r>
      <w:hyperlink r:id="rId22" w:history="1">
        <w:r w:rsidR="00C66E57" w:rsidRPr="00E74222">
          <w:rPr>
            <w:rStyle w:val="Hipersaitas"/>
            <w:rFonts w:eastAsia="Andale Sans UI"/>
            <w:bCs/>
            <w:kern w:val="2"/>
            <w:szCs w:val="24"/>
            <w:lang w:eastAsia="lt-LT"/>
          </w:rPr>
          <w:t>www.plunge.lt</w:t>
        </w:r>
      </w:hyperlink>
      <w:r w:rsidR="00C66E57">
        <w:rPr>
          <w:rFonts w:eastAsia="Andale Sans UI"/>
          <w:bCs/>
          <w:color w:val="00B050"/>
          <w:kern w:val="2"/>
          <w:szCs w:val="24"/>
          <w:lang w:eastAsia="lt-LT"/>
        </w:rPr>
        <w:t xml:space="preserve"> </w:t>
      </w:r>
      <w:r w:rsidRPr="00C66E57">
        <w:rPr>
          <w:rFonts w:eastAsia="Andale Sans UI"/>
          <w:bCs/>
          <w:kern w:val="2"/>
          <w:szCs w:val="24"/>
          <w:lang w:eastAsia="lt-LT"/>
        </w:rPr>
        <w:t>jų galiojimo laikotarpiu.</w:t>
      </w:r>
      <w:r w:rsidRPr="00C66E57">
        <w:t xml:space="preserve"> </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2</w:t>
      </w:r>
      <w:r w:rsidRPr="00C66E57">
        <w:rPr>
          <w:szCs w:val="24"/>
          <w:lang w:eastAsia="lt-LT"/>
        </w:rPr>
        <w:t>. Savivaldybės t</w:t>
      </w:r>
      <w:r w:rsidRPr="00C66E57">
        <w:rPr>
          <w:lang w:eastAsia="lt-LT"/>
        </w:rPr>
        <w:t xml:space="preserve">arybos sudaromos komisijos savo veikloje vadovaujasi Lietuvos Respublikos Konstitucija, įstatymais, kitais teisės aktais, taip pat Savivaldybės tarybos patvirtintais veiklos nuostatais. </w:t>
      </w:r>
    </w:p>
    <w:p w:rsidR="00723FF0" w:rsidRPr="00C66E57" w:rsidRDefault="00723FF0" w:rsidP="00723FF0">
      <w:pPr>
        <w:ind w:firstLine="720"/>
        <w:jc w:val="both"/>
        <w:rPr>
          <w:lang w:eastAsia="lt-LT"/>
        </w:rPr>
      </w:pPr>
      <w:r w:rsidRPr="00C66E57">
        <w:rPr>
          <w:lang w:eastAsia="lt-LT"/>
        </w:rPr>
        <w:t>23</w:t>
      </w:r>
      <w:r w:rsidR="00B91296">
        <w:rPr>
          <w:lang w:eastAsia="lt-LT"/>
        </w:rPr>
        <w:t>3</w:t>
      </w:r>
      <w:r w:rsidRPr="00C66E57">
        <w:rPr>
          <w:lang w:eastAsia="lt-LT"/>
        </w:rPr>
        <w:t>. Komisijos veiklos nuostatuose turi būti formuluojamos jos funkcijos, uždaviniai ir tikslai, narių teisės ir pareigos, sprendimų priėmimas ir jų įforminimas, taip pat sprendimų įgyvendinimo ir atsiskaitymo Savivaldybės tarybai tvarka.</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4</w:t>
      </w:r>
      <w:r w:rsidRPr="00C66E57">
        <w:rPr>
          <w:szCs w:val="24"/>
          <w:lang w:eastAsia="lt-LT"/>
        </w:rPr>
        <w:t xml:space="preserve">. </w:t>
      </w:r>
      <w:r w:rsidRPr="00C66E57">
        <w:rPr>
          <w:lang w:eastAsia="lt-LT"/>
        </w:rPr>
        <w:t xml:space="preserve">Antikorupcijos komisija Savivaldybės </w:t>
      </w:r>
      <w:r w:rsidRPr="00803D27">
        <w:rPr>
          <w:lang w:eastAsia="lt-LT"/>
        </w:rPr>
        <w:t>t</w:t>
      </w:r>
      <w:r w:rsidRPr="00803D27">
        <w:t xml:space="preserve">arybos ar </w:t>
      </w:r>
      <w:r w:rsidRPr="00D45B59">
        <w:t>mero</w:t>
      </w:r>
      <w:r w:rsidRPr="00FD2B00">
        <w:t xml:space="preserve"> iniciatyva dalyvauja atliekant </w:t>
      </w:r>
      <w:r w:rsidR="00661962" w:rsidRPr="001E3692">
        <w:t>S</w:t>
      </w:r>
      <w:r w:rsidRPr="00803D27">
        <w:t>avivaldybės</w:t>
      </w:r>
      <w:r w:rsidRPr="00D45B59">
        <w:t xml:space="preserve"> institucijų teisė</w:t>
      </w:r>
      <w:r w:rsidRPr="00FD2B00">
        <w:t>s aktų projektų antikorupcinį vertinimą</w:t>
      </w:r>
      <w:r w:rsidRPr="00C66E57">
        <w:t xml:space="preserve">. Mero iniciatyva įtraukti Antikorupcijos komisiją į teisės aktų projektų antikorupcinį vertinimą </w:t>
      </w:r>
      <w:r w:rsidRPr="00803D27">
        <w:t>įgyvendinama mero</w:t>
      </w:r>
      <w:r w:rsidRPr="00C66E57">
        <w:t xml:space="preserve"> potvarkiu, o Savivaldybės tarybos iniciatyva – protokoliniu Savivaldybės tarybos sprendimu Savivaldybės tarybos posėdžio metu. </w:t>
      </w:r>
    </w:p>
    <w:p w:rsidR="00723FF0" w:rsidRPr="00C66E57" w:rsidRDefault="00486639" w:rsidP="00723FF0">
      <w:pPr>
        <w:widowControl w:val="0"/>
        <w:suppressAutoHyphens/>
        <w:ind w:firstLine="720"/>
        <w:jc w:val="both"/>
        <w:rPr>
          <w:lang w:eastAsia="lt-LT"/>
        </w:rPr>
      </w:pPr>
      <w:r w:rsidRPr="00C66E57">
        <w:rPr>
          <w:szCs w:val="24"/>
          <w:lang w:eastAsia="lt-LT"/>
        </w:rPr>
        <w:t>23</w:t>
      </w:r>
      <w:r w:rsidR="00B91296">
        <w:rPr>
          <w:szCs w:val="24"/>
          <w:lang w:eastAsia="lt-LT"/>
        </w:rPr>
        <w:t>5</w:t>
      </w:r>
      <w:r w:rsidRPr="00C66E57">
        <w:rPr>
          <w:szCs w:val="24"/>
          <w:lang w:eastAsia="lt-LT"/>
        </w:rPr>
        <w:t>. Savivaldybės t</w:t>
      </w:r>
      <w:r w:rsidR="00723FF0" w:rsidRPr="00C66E57">
        <w:t xml:space="preserve">arybos komisijų darbe patariamojo balso teise gali dalyvauti jiems </w:t>
      </w:r>
      <w:r w:rsidR="00723FF0" w:rsidRPr="00803D27">
        <w:t xml:space="preserve">nepriklausantys </w:t>
      </w:r>
      <w:r w:rsidR="00661962" w:rsidRPr="001E3692">
        <w:t>t</w:t>
      </w:r>
      <w:r w:rsidR="00723FF0" w:rsidRPr="00803D27">
        <w:t>arybos nariai</w:t>
      </w:r>
      <w:r w:rsidR="00723FF0" w:rsidRPr="00D45B59">
        <w:t>, suinteresuoti</w:t>
      </w:r>
      <w:r w:rsidR="00723FF0" w:rsidRPr="00C66E57">
        <w:t xml:space="preserve"> asmenys. Šie asmenys gali užduoti klausimus, pasisakyti, bet neturi balsavimo teisės.</w:t>
      </w:r>
    </w:p>
    <w:p w:rsidR="00EE1BEF" w:rsidRDefault="0066230E" w:rsidP="00EE1BEF">
      <w:pPr>
        <w:ind w:firstLine="720"/>
        <w:jc w:val="both"/>
        <w:rPr>
          <w:lang w:eastAsia="lt-LT"/>
        </w:rPr>
      </w:pPr>
      <w:r w:rsidRPr="00C66E57">
        <w:rPr>
          <w:szCs w:val="24"/>
          <w:lang w:eastAsia="lt-LT"/>
        </w:rPr>
        <w:t>23</w:t>
      </w:r>
      <w:r w:rsidR="00B91296">
        <w:rPr>
          <w:szCs w:val="24"/>
          <w:lang w:eastAsia="lt-LT"/>
        </w:rPr>
        <w:t>6</w:t>
      </w:r>
      <w:r w:rsidRPr="00C66E57">
        <w:rPr>
          <w:szCs w:val="24"/>
          <w:lang w:eastAsia="lt-LT"/>
        </w:rPr>
        <w:t>. Savivaldybės t</w:t>
      </w:r>
      <w:r w:rsidR="00723FF0" w:rsidRPr="00C66E57">
        <w:rPr>
          <w:lang w:eastAsia="lt-LT"/>
        </w:rPr>
        <w:t xml:space="preserve">arybos sudaromų komisijų posėdžiai protokoluojami. Posėdžių protokolai, pasibaigus kalendoriniams metams, vienus metus, bet ne ilgiau kaip iki kadencijos </w:t>
      </w:r>
      <w:r w:rsidRPr="00C66E57">
        <w:rPr>
          <w:lang w:eastAsia="lt-LT"/>
        </w:rPr>
        <w:t xml:space="preserve">pabaigos, saugomi, </w:t>
      </w:r>
      <w:r w:rsidR="00723FF0" w:rsidRPr="00C66E57">
        <w:rPr>
          <w:lang w:eastAsia="lt-LT"/>
        </w:rPr>
        <w:t>o vėliau perduodami į Savivaldybės archyvą. Laikinųjų komisijų protokolai turi būti perduoti į Savivaldybės archyvą ne vėliau kaip per 10 darbo dienų pasibaigus komisijos įgaliojimų laikui.</w:t>
      </w:r>
    </w:p>
    <w:p w:rsidR="0066230E" w:rsidRPr="00EE1BEF" w:rsidRDefault="00C66E57" w:rsidP="0066230E">
      <w:pPr>
        <w:ind w:firstLine="720"/>
        <w:jc w:val="both"/>
        <w:rPr>
          <w:szCs w:val="24"/>
        </w:rPr>
      </w:pPr>
      <w:r>
        <w:rPr>
          <w:lang w:eastAsia="lt-LT"/>
        </w:rPr>
        <w:t>23</w:t>
      </w:r>
      <w:r w:rsidR="00B91296">
        <w:rPr>
          <w:lang w:eastAsia="lt-LT"/>
        </w:rPr>
        <w:t>7</w:t>
      </w:r>
      <w:r>
        <w:rPr>
          <w:lang w:eastAsia="lt-LT"/>
        </w:rPr>
        <w:t xml:space="preserve">. </w:t>
      </w:r>
      <w:r w:rsidR="00EE1BEF">
        <w:rPr>
          <w:szCs w:val="24"/>
          <w:lang w:eastAsia="lt-LT" w:bidi="lo-LA"/>
        </w:rPr>
        <w:t>Tarybos sudaromų komisijų posėdžiai gali vykti nuotoliniu būdu arba mišriuoju būdu kaip reglamentuota Vietos savivaldos įstatyme</w:t>
      </w:r>
      <w:r w:rsidR="00C2357F">
        <w:rPr>
          <w:szCs w:val="24"/>
          <w:lang w:eastAsia="lt-LT" w:bidi="lo-LA"/>
        </w:rPr>
        <w:t xml:space="preserve"> ir </w:t>
      </w:r>
      <w:r w:rsidR="00C2357F" w:rsidRPr="005C4154">
        <w:rPr>
          <w:szCs w:val="24"/>
          <w:lang w:eastAsia="lt-LT" w:bidi="lo-LA"/>
        </w:rPr>
        <w:t>Reglamento VII skyriuje</w:t>
      </w:r>
      <w:r w:rsidR="00EE1BEF" w:rsidRPr="005C4154">
        <w:rPr>
          <w:szCs w:val="24"/>
          <w:lang w:eastAsia="lt-LT" w:bidi="lo-LA"/>
        </w:rPr>
        <w:t xml:space="preserve">. </w:t>
      </w:r>
      <w:r w:rsidR="00EE1BEF" w:rsidRPr="00EE1BEF">
        <w:rPr>
          <w:rFonts w:eastAsia="Lucida Sans Unicode"/>
          <w:kern w:val="1"/>
          <w:szCs w:val="24"/>
        </w:rPr>
        <w:t>Komisijų</w:t>
      </w:r>
      <w:r w:rsidR="0066230E" w:rsidRPr="00EE1BEF">
        <w:rPr>
          <w:rFonts w:eastAsia="Lucida Sans Unicode"/>
          <w:kern w:val="1"/>
          <w:szCs w:val="24"/>
        </w:rPr>
        <w:t xml:space="preserve"> p</w:t>
      </w:r>
      <w:r w:rsidR="0066230E" w:rsidRPr="00EE1BEF">
        <w:rPr>
          <w:szCs w:val="24"/>
        </w:rPr>
        <w:t xml:space="preserve">osėdžius protokoluoja ir techniškai aptarnauja Administracijos direktoriaus paskirtas darbuotojas. </w:t>
      </w:r>
    </w:p>
    <w:p w:rsidR="00723FF0" w:rsidRDefault="0066230E" w:rsidP="00723FF0">
      <w:pPr>
        <w:ind w:firstLine="720"/>
        <w:jc w:val="both"/>
        <w:rPr>
          <w:rFonts w:eastAsia="Andale Sans UI"/>
          <w:color w:val="00B050"/>
          <w:kern w:val="2"/>
          <w:szCs w:val="24"/>
          <w:lang w:eastAsia="lt-LT"/>
        </w:rPr>
      </w:pPr>
      <w:r w:rsidRPr="00EE1BEF">
        <w:rPr>
          <w:lang w:eastAsia="lt-LT"/>
        </w:rPr>
        <w:t>23</w:t>
      </w:r>
      <w:r w:rsidR="00B91296">
        <w:rPr>
          <w:lang w:eastAsia="lt-LT"/>
        </w:rPr>
        <w:t>8</w:t>
      </w:r>
      <w:r w:rsidRPr="00EE1BEF">
        <w:rPr>
          <w:lang w:eastAsia="lt-LT"/>
        </w:rPr>
        <w:t>. Savivaldybės t</w:t>
      </w:r>
      <w:r w:rsidR="00723FF0" w:rsidRPr="00EE1BEF">
        <w:t xml:space="preserve">arybos komisijų, išskyrus Etikos komisiją, posėdžiai transliuojami tiesiogiai ir daromas garso ir vaizdo įrašas. </w:t>
      </w:r>
      <w:r w:rsidR="00723FF0" w:rsidRPr="00EE1BEF">
        <w:rPr>
          <w:rFonts w:eastAsia="Andale Sans UI"/>
          <w:kern w:val="2"/>
          <w:szCs w:val="24"/>
          <w:lang w:eastAsia="lt-LT"/>
        </w:rPr>
        <w:t>Komisijų posėdžių garso ir vaizdo įrašai saugomi informacinėse laikmenose ir skelbiami Savivaldybės internet</w:t>
      </w:r>
      <w:r w:rsidR="00EE1BEF" w:rsidRPr="00EE1BEF">
        <w:rPr>
          <w:rFonts w:eastAsia="Andale Sans UI"/>
          <w:kern w:val="2"/>
          <w:szCs w:val="24"/>
          <w:lang w:eastAsia="lt-LT"/>
        </w:rPr>
        <w:t xml:space="preserve">o svetainėje </w:t>
      </w:r>
      <w:hyperlink r:id="rId23" w:history="1">
        <w:r w:rsidR="00EE1BEF" w:rsidRPr="00E74222">
          <w:rPr>
            <w:rStyle w:val="Hipersaitas"/>
            <w:rFonts w:eastAsia="Andale Sans UI"/>
            <w:kern w:val="2"/>
            <w:szCs w:val="24"/>
            <w:lang w:eastAsia="lt-LT"/>
          </w:rPr>
          <w:t>www.plunge.lt</w:t>
        </w:r>
      </w:hyperlink>
      <w:r w:rsidR="00EE1BEF" w:rsidRPr="001E3692">
        <w:rPr>
          <w:rFonts w:eastAsia="Andale Sans UI"/>
          <w:kern w:val="2"/>
          <w:szCs w:val="24"/>
          <w:lang w:eastAsia="lt-LT"/>
        </w:rPr>
        <w:t>.</w:t>
      </w:r>
    </w:p>
    <w:p w:rsidR="00892214" w:rsidRPr="0066230E" w:rsidRDefault="00892214" w:rsidP="00723FF0">
      <w:pPr>
        <w:ind w:firstLine="720"/>
        <w:jc w:val="both"/>
        <w:rPr>
          <w:rFonts w:eastAsia="Andale Sans UI"/>
          <w:color w:val="00B050"/>
          <w:kern w:val="2"/>
          <w:szCs w:val="24"/>
          <w:lang w:eastAsia="lt-LT"/>
        </w:rPr>
      </w:pPr>
    </w:p>
    <w:p w:rsidR="006346E6" w:rsidRDefault="00A62451" w:rsidP="005B614A">
      <w:pPr>
        <w:shd w:val="clear" w:color="auto" w:fill="FFFFFF"/>
        <w:jc w:val="center"/>
        <w:rPr>
          <w:b/>
          <w:caps/>
          <w:szCs w:val="24"/>
        </w:rPr>
      </w:pPr>
      <w:r>
        <w:rPr>
          <w:b/>
          <w:caps/>
          <w:szCs w:val="24"/>
        </w:rPr>
        <w:t>XVI</w:t>
      </w:r>
      <w:r w:rsidR="006346E6">
        <w:rPr>
          <w:b/>
          <w:caps/>
          <w:szCs w:val="24"/>
        </w:rPr>
        <w:t xml:space="preserve"> SKYRIUS</w:t>
      </w:r>
    </w:p>
    <w:p w:rsidR="006346E6" w:rsidRDefault="006346E6" w:rsidP="005B614A">
      <w:pPr>
        <w:shd w:val="clear" w:color="auto" w:fill="FFFFFF"/>
        <w:jc w:val="center"/>
        <w:rPr>
          <w:b/>
          <w:caps/>
          <w:szCs w:val="24"/>
        </w:rPr>
      </w:pPr>
      <w:r>
        <w:rPr>
          <w:b/>
          <w:caps/>
          <w:szCs w:val="24"/>
        </w:rPr>
        <w:t>SAVIVALDYBĖS tarybos kolegija</w:t>
      </w:r>
    </w:p>
    <w:p w:rsidR="00613676" w:rsidRDefault="00613676" w:rsidP="00565BA7">
      <w:pPr>
        <w:ind w:firstLine="720"/>
        <w:jc w:val="both"/>
        <w:rPr>
          <w:szCs w:val="24"/>
        </w:rPr>
      </w:pPr>
    </w:p>
    <w:p w:rsidR="006346E6" w:rsidRDefault="00A62451" w:rsidP="00596714">
      <w:pPr>
        <w:ind w:firstLine="720"/>
        <w:jc w:val="both"/>
        <w:rPr>
          <w:szCs w:val="24"/>
        </w:rPr>
      </w:pPr>
      <w:r>
        <w:rPr>
          <w:szCs w:val="24"/>
        </w:rPr>
        <w:t>2</w:t>
      </w:r>
      <w:r w:rsidR="00B91296">
        <w:rPr>
          <w:szCs w:val="24"/>
        </w:rPr>
        <w:t>39</w:t>
      </w:r>
      <w:r>
        <w:rPr>
          <w:szCs w:val="24"/>
        </w:rPr>
        <w:t>.</w:t>
      </w:r>
      <w:r w:rsidR="006346E6" w:rsidRPr="006346E6">
        <w:rPr>
          <w:bCs/>
          <w:szCs w:val="24"/>
        </w:rPr>
        <w:t xml:space="preserve"> </w:t>
      </w:r>
      <w:r w:rsidR="006346E6">
        <w:rPr>
          <w:bCs/>
          <w:szCs w:val="24"/>
        </w:rPr>
        <w:t xml:space="preserve">Savivaldybės tarybos </w:t>
      </w:r>
      <w:r w:rsidR="006346E6" w:rsidRPr="00803D27">
        <w:rPr>
          <w:bCs/>
          <w:szCs w:val="24"/>
        </w:rPr>
        <w:t xml:space="preserve">įgaliojimų laikui iš </w:t>
      </w:r>
      <w:r w:rsidRPr="00803D27">
        <w:rPr>
          <w:bCs/>
          <w:szCs w:val="24"/>
        </w:rPr>
        <w:t>m</w:t>
      </w:r>
      <w:r w:rsidR="00596714" w:rsidRPr="00D45B59">
        <w:rPr>
          <w:bCs/>
          <w:szCs w:val="24"/>
        </w:rPr>
        <w:t>ero</w:t>
      </w:r>
      <w:r w:rsidR="00596714" w:rsidRPr="00FD2B00">
        <w:rPr>
          <w:bCs/>
          <w:szCs w:val="24"/>
        </w:rPr>
        <w:t>, vicemer</w:t>
      </w:r>
      <w:r w:rsidRPr="00FD2B00">
        <w:rPr>
          <w:bCs/>
          <w:szCs w:val="24"/>
        </w:rPr>
        <w:t>o</w:t>
      </w:r>
      <w:r>
        <w:rPr>
          <w:bCs/>
          <w:szCs w:val="24"/>
        </w:rPr>
        <w:t xml:space="preserve"> (-ų)</w:t>
      </w:r>
      <w:r w:rsidR="00596714">
        <w:rPr>
          <w:bCs/>
          <w:szCs w:val="24"/>
        </w:rPr>
        <w:t>, S</w:t>
      </w:r>
      <w:r w:rsidR="006346E6">
        <w:rPr>
          <w:bCs/>
          <w:szCs w:val="24"/>
        </w:rPr>
        <w:t>avivaldybės</w:t>
      </w:r>
      <w:r w:rsidR="00596714">
        <w:rPr>
          <w:bCs/>
          <w:szCs w:val="24"/>
        </w:rPr>
        <w:t xml:space="preserve"> administracijos direktoriaus, S</w:t>
      </w:r>
      <w:r w:rsidR="006346E6">
        <w:rPr>
          <w:bCs/>
          <w:szCs w:val="24"/>
        </w:rPr>
        <w:t xml:space="preserve">avivaldybės tarybos komitetų pirmininkų, Etikos komisijos </w:t>
      </w:r>
      <w:r w:rsidR="006346E6">
        <w:rPr>
          <w:bCs/>
          <w:szCs w:val="24"/>
        </w:rPr>
        <w:lastRenderedPageBreak/>
        <w:t>pirmininko, Antikorupcijos komisijos pi</w:t>
      </w:r>
      <w:r w:rsidR="00596714">
        <w:rPr>
          <w:bCs/>
          <w:szCs w:val="24"/>
        </w:rPr>
        <w:t>rmininko ir opozicijos lyderio S</w:t>
      </w:r>
      <w:r w:rsidR="006346E6">
        <w:rPr>
          <w:bCs/>
          <w:szCs w:val="24"/>
        </w:rPr>
        <w:t>avivaldy</w:t>
      </w:r>
      <w:r w:rsidR="00596714">
        <w:rPr>
          <w:bCs/>
          <w:szCs w:val="24"/>
        </w:rPr>
        <w:t xml:space="preserve">bės tarybos sprendimu sudaroma </w:t>
      </w:r>
      <w:r w:rsidR="00596714" w:rsidRPr="009F663D">
        <w:rPr>
          <w:bCs/>
          <w:szCs w:val="24"/>
        </w:rPr>
        <w:t>S</w:t>
      </w:r>
      <w:r w:rsidR="006346E6" w:rsidRPr="009F663D">
        <w:rPr>
          <w:bCs/>
          <w:szCs w:val="24"/>
        </w:rPr>
        <w:t xml:space="preserve">avivaldybės kolegija </w:t>
      </w:r>
      <w:r w:rsidR="006346E6" w:rsidRPr="00CD41E5">
        <w:rPr>
          <w:bCs/>
          <w:szCs w:val="24"/>
        </w:rPr>
        <w:t>(toliau – kolegija).</w:t>
      </w:r>
    </w:p>
    <w:p w:rsidR="00EE2D4E" w:rsidRDefault="00EE2D4E" w:rsidP="00EE2D4E">
      <w:pPr>
        <w:ind w:firstLine="720"/>
        <w:jc w:val="both"/>
        <w:rPr>
          <w:bCs/>
          <w:szCs w:val="24"/>
        </w:rPr>
      </w:pPr>
      <w:r>
        <w:rPr>
          <w:bCs/>
          <w:szCs w:val="24"/>
        </w:rPr>
        <w:t>2</w:t>
      </w:r>
      <w:r w:rsidR="00B91296">
        <w:rPr>
          <w:bCs/>
          <w:szCs w:val="24"/>
        </w:rPr>
        <w:t>40</w:t>
      </w:r>
      <w:r w:rsidR="006346E6">
        <w:rPr>
          <w:bCs/>
          <w:szCs w:val="24"/>
        </w:rPr>
        <w:t xml:space="preserve">. Kolegijos darbo tvarka ir posėdžių organizavimo tvarka </w:t>
      </w:r>
      <w:r w:rsidR="006346E6" w:rsidRPr="00EE2D4E">
        <w:rPr>
          <w:bCs/>
          <w:szCs w:val="24"/>
        </w:rPr>
        <w:t xml:space="preserve">nustatoma </w:t>
      </w:r>
      <w:r w:rsidR="00596714" w:rsidRPr="00EE2D4E">
        <w:rPr>
          <w:bCs/>
          <w:szCs w:val="24"/>
        </w:rPr>
        <w:t>Reglamento ši</w:t>
      </w:r>
      <w:r w:rsidR="008D7545" w:rsidRPr="00EE2D4E">
        <w:rPr>
          <w:bCs/>
          <w:szCs w:val="24"/>
        </w:rPr>
        <w:t>ame skyriuje</w:t>
      </w:r>
      <w:r>
        <w:rPr>
          <w:bCs/>
          <w:szCs w:val="24"/>
        </w:rPr>
        <w:t>.</w:t>
      </w:r>
    </w:p>
    <w:p w:rsidR="00EE2D4E" w:rsidRDefault="00EE2D4E" w:rsidP="00EE2D4E">
      <w:pPr>
        <w:ind w:firstLine="720"/>
        <w:jc w:val="both"/>
        <w:rPr>
          <w:lang w:eastAsia="lt-LT"/>
        </w:rPr>
      </w:pPr>
      <w:r>
        <w:rPr>
          <w:bCs/>
          <w:szCs w:val="24"/>
        </w:rPr>
        <w:t>24</w:t>
      </w:r>
      <w:r w:rsidR="00B91296">
        <w:rPr>
          <w:bCs/>
          <w:szCs w:val="24"/>
        </w:rPr>
        <w:t>1</w:t>
      </w:r>
      <w:r>
        <w:rPr>
          <w:bCs/>
          <w:szCs w:val="24"/>
        </w:rPr>
        <w:t xml:space="preserve">. </w:t>
      </w:r>
      <w:r>
        <w:rPr>
          <w:lang w:eastAsia="lt-LT"/>
        </w:rPr>
        <w:t>Kolegija yra Savivaldybės tarybos patariamasis organas.</w:t>
      </w:r>
    </w:p>
    <w:p w:rsidR="006346E6" w:rsidRDefault="00EE2D4E" w:rsidP="00093FAF">
      <w:pPr>
        <w:ind w:firstLine="720"/>
        <w:jc w:val="both"/>
        <w:rPr>
          <w:szCs w:val="24"/>
        </w:rPr>
      </w:pPr>
      <w:r>
        <w:rPr>
          <w:bCs/>
          <w:szCs w:val="24"/>
        </w:rPr>
        <w:t>24</w:t>
      </w:r>
      <w:r w:rsidR="00B91296">
        <w:rPr>
          <w:bCs/>
          <w:szCs w:val="24"/>
        </w:rPr>
        <w:t>2</w:t>
      </w:r>
      <w:r w:rsidR="00D1341E">
        <w:rPr>
          <w:bCs/>
          <w:szCs w:val="24"/>
        </w:rPr>
        <w:t>. Kolegija</w:t>
      </w:r>
      <w:r w:rsidR="006346E6">
        <w:rPr>
          <w:bCs/>
          <w:szCs w:val="24"/>
        </w:rPr>
        <w:t>:</w:t>
      </w:r>
      <w:r w:rsidR="00093FAF" w:rsidRPr="00093FAF">
        <w:rPr>
          <w:rFonts w:eastAsia="TimesNewRomanPSMT"/>
          <w:color w:val="FF0000"/>
          <w:szCs w:val="24"/>
          <w:u w:val="single"/>
        </w:rPr>
        <w:t xml:space="preserve"> </w:t>
      </w:r>
    </w:p>
    <w:p w:rsidR="006346E6" w:rsidRDefault="00EE2D4E" w:rsidP="00596714">
      <w:pPr>
        <w:ind w:firstLine="720"/>
        <w:jc w:val="both"/>
        <w:rPr>
          <w:szCs w:val="24"/>
        </w:rPr>
      </w:pPr>
      <w:r>
        <w:rPr>
          <w:bCs/>
          <w:szCs w:val="24"/>
        </w:rPr>
        <w:t>24</w:t>
      </w:r>
      <w:r w:rsidR="00B91296">
        <w:rPr>
          <w:bCs/>
          <w:szCs w:val="24"/>
        </w:rPr>
        <w:t>2</w:t>
      </w:r>
      <w:r w:rsidR="00596714">
        <w:rPr>
          <w:bCs/>
          <w:szCs w:val="24"/>
        </w:rPr>
        <w:t>.1. analizuoja S</w:t>
      </w:r>
      <w:r w:rsidR="006346E6">
        <w:rPr>
          <w:bCs/>
          <w:szCs w:val="24"/>
        </w:rPr>
        <w:t>avivaldybės teritorijoje esančių valstybės institucijų pad</w:t>
      </w:r>
      <w:r w:rsidR="00596714">
        <w:rPr>
          <w:bCs/>
          <w:szCs w:val="24"/>
        </w:rPr>
        <w:t>alinių veiklą, teikia siūlymus S</w:t>
      </w:r>
      <w:r w:rsidR="006346E6">
        <w:rPr>
          <w:bCs/>
          <w:szCs w:val="24"/>
        </w:rPr>
        <w:t>avivaldybės tarybai dėl šių padalinių veiklos gerinimo ir jų vadovų išklausymo;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2</w:t>
      </w:r>
      <w:r w:rsidR="00596714">
        <w:rPr>
          <w:bCs/>
          <w:szCs w:val="24"/>
        </w:rPr>
        <w:t>.</w:t>
      </w:r>
      <w:r w:rsidR="006346E6">
        <w:rPr>
          <w:bCs/>
          <w:i/>
          <w:szCs w:val="24"/>
        </w:rPr>
        <w:t xml:space="preserve"> </w:t>
      </w:r>
      <w:r w:rsidR="00596714">
        <w:rPr>
          <w:bCs/>
          <w:szCs w:val="24"/>
        </w:rPr>
        <w:t>svarsto ir teikia siūlymus dėl S</w:t>
      </w:r>
      <w:r w:rsidR="006346E6">
        <w:rPr>
          <w:bCs/>
          <w:szCs w:val="24"/>
        </w:rPr>
        <w:t xml:space="preserve">avivaldybės strateginio </w:t>
      </w:r>
      <w:r w:rsidR="006346E6">
        <w:rPr>
          <w:szCs w:val="24"/>
          <w:lang w:eastAsia="lt-LT"/>
        </w:rPr>
        <w:t xml:space="preserve">planavimo dokumentų </w:t>
      </w:r>
      <w:r w:rsidR="006346E6">
        <w:rPr>
          <w:bCs/>
          <w:szCs w:val="24"/>
        </w:rPr>
        <w:t>rengimo;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3</w:t>
      </w:r>
      <w:r w:rsidR="00596714">
        <w:rPr>
          <w:bCs/>
          <w:szCs w:val="24"/>
        </w:rPr>
        <w:t xml:space="preserve">. </w:t>
      </w:r>
      <w:r w:rsidR="00596714" w:rsidRPr="00803D27">
        <w:rPr>
          <w:bCs/>
          <w:szCs w:val="24"/>
        </w:rPr>
        <w:t xml:space="preserve">numato </w:t>
      </w:r>
      <w:r w:rsidR="00803D27" w:rsidRPr="001E3692">
        <w:rPr>
          <w:bCs/>
          <w:szCs w:val="24"/>
        </w:rPr>
        <w:t>m</w:t>
      </w:r>
      <w:r w:rsidR="00596714" w:rsidRPr="00803D27">
        <w:rPr>
          <w:bCs/>
          <w:szCs w:val="24"/>
        </w:rPr>
        <w:t>ero</w:t>
      </w:r>
      <w:r w:rsidR="00596714" w:rsidRPr="00D45B59">
        <w:rPr>
          <w:bCs/>
          <w:szCs w:val="24"/>
        </w:rPr>
        <w:t xml:space="preserve"> ir</w:t>
      </w:r>
      <w:r w:rsidR="00596714">
        <w:rPr>
          <w:bCs/>
          <w:szCs w:val="24"/>
        </w:rPr>
        <w:t xml:space="preserve"> S</w:t>
      </w:r>
      <w:r w:rsidR="006346E6">
        <w:rPr>
          <w:bCs/>
          <w:szCs w:val="24"/>
        </w:rPr>
        <w:t>avivaldybės tarybos narių kvalifikacijos tobulinimo prioritetus (kiekvienais metais);</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4</w:t>
      </w:r>
      <w:r w:rsidR="00596714">
        <w:rPr>
          <w:bCs/>
          <w:szCs w:val="24"/>
        </w:rPr>
        <w:t>.</w:t>
      </w:r>
      <w:r w:rsidR="006346E6">
        <w:rPr>
          <w:bCs/>
          <w:szCs w:val="24"/>
        </w:rPr>
        <w:t xml:space="preserve"> svarsto </w:t>
      </w:r>
      <w:r w:rsidR="006346E6" w:rsidRPr="00803D27">
        <w:rPr>
          <w:bCs/>
          <w:szCs w:val="24"/>
        </w:rPr>
        <w:t xml:space="preserve">klausimus dėl </w:t>
      </w:r>
      <w:r w:rsidR="00803D27" w:rsidRPr="001E3692">
        <w:rPr>
          <w:bCs/>
          <w:szCs w:val="24"/>
        </w:rPr>
        <w:t>m</w:t>
      </w:r>
      <w:r w:rsidR="006346E6" w:rsidRPr="00803D27">
        <w:rPr>
          <w:bCs/>
          <w:szCs w:val="24"/>
        </w:rPr>
        <w:t>ero</w:t>
      </w:r>
      <w:r w:rsidR="006346E6" w:rsidRPr="00D45B59">
        <w:rPr>
          <w:bCs/>
          <w:szCs w:val="24"/>
        </w:rPr>
        <w:t xml:space="preserve"> politinio</w:t>
      </w:r>
      <w:r w:rsidR="006346E6">
        <w:rPr>
          <w:bCs/>
          <w:szCs w:val="24"/>
        </w:rPr>
        <w:t xml:space="preserve"> (asmeninio) pasitikėjimo valstybės tarnautojų pareigybių skaičiaus nustatymo;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5</w:t>
      </w:r>
      <w:r w:rsidR="00596714">
        <w:rPr>
          <w:bCs/>
          <w:szCs w:val="24"/>
        </w:rPr>
        <w:t>.</w:t>
      </w:r>
      <w:r w:rsidR="006346E6">
        <w:rPr>
          <w:bCs/>
          <w:szCs w:val="24"/>
        </w:rPr>
        <w:t xml:space="preserve"> susipažįsta su specialiųjų ir detaliųjų planų projektais, dėl</w:t>
      </w:r>
      <w:r w:rsidR="00596714">
        <w:rPr>
          <w:bCs/>
          <w:szCs w:val="24"/>
        </w:rPr>
        <w:t xml:space="preserve"> jų gali teikti </w:t>
      </w:r>
      <w:r w:rsidR="00596714" w:rsidRPr="00803D27">
        <w:rPr>
          <w:bCs/>
          <w:szCs w:val="24"/>
        </w:rPr>
        <w:t xml:space="preserve">rekomendacijas </w:t>
      </w:r>
      <w:r w:rsidRPr="00803D27">
        <w:rPr>
          <w:bCs/>
          <w:szCs w:val="24"/>
        </w:rPr>
        <w:t>m</w:t>
      </w:r>
      <w:r w:rsidR="006346E6" w:rsidRPr="00D45B59">
        <w:rPr>
          <w:bCs/>
          <w:szCs w:val="24"/>
        </w:rPr>
        <w:t>erui</w:t>
      </w:r>
      <w:r w:rsidR="006346E6" w:rsidRPr="00FD2B00">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6</w:t>
      </w:r>
      <w:r w:rsidR="00596714">
        <w:rPr>
          <w:bCs/>
          <w:szCs w:val="24"/>
        </w:rPr>
        <w:t>.</w:t>
      </w:r>
      <w:r w:rsidR="006346E6">
        <w:rPr>
          <w:bCs/>
          <w:szCs w:val="24"/>
        </w:rPr>
        <w:t xml:space="preserve"> svarsto </w:t>
      </w:r>
      <w:r w:rsidR="00596714">
        <w:rPr>
          <w:iCs/>
          <w:szCs w:val="24"/>
        </w:rPr>
        <w:t>S</w:t>
      </w:r>
      <w:r w:rsidR="006346E6">
        <w:rPr>
          <w:iCs/>
          <w:szCs w:val="24"/>
        </w:rPr>
        <w:t xml:space="preserve">avivaldybės įstaigų </w:t>
      </w:r>
      <w:r w:rsidR="006346E6">
        <w:rPr>
          <w:bCs/>
          <w:iCs/>
          <w:szCs w:val="24"/>
        </w:rPr>
        <w:t>metinių</w:t>
      </w:r>
      <w:r w:rsidR="006346E6">
        <w:rPr>
          <w:iCs/>
          <w:szCs w:val="24"/>
        </w:rPr>
        <w:t xml:space="preserve"> ataskait</w:t>
      </w:r>
      <w:r w:rsidR="006346E6">
        <w:rPr>
          <w:bCs/>
          <w:iCs/>
          <w:szCs w:val="24"/>
        </w:rPr>
        <w:t>ų rinkinius</w:t>
      </w:r>
      <w:r w:rsidR="006346E6">
        <w:rPr>
          <w:iCs/>
          <w:szCs w:val="24"/>
        </w:rPr>
        <w:t xml:space="preserve"> </w:t>
      </w:r>
      <w:r w:rsidR="00596714">
        <w:rPr>
          <w:bCs/>
          <w:iCs/>
          <w:szCs w:val="24"/>
        </w:rPr>
        <w:t>ir S</w:t>
      </w:r>
      <w:r w:rsidR="006346E6">
        <w:rPr>
          <w:bCs/>
          <w:iCs/>
          <w:szCs w:val="24"/>
        </w:rPr>
        <w:t>avivaldybės valdomų įmonių metinių finansinių ataskaitų rinkinius, metinius pranešimus ir (arba) veiklos ataskaitas</w:t>
      </w:r>
      <w:r w:rsidR="006346E6">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7</w:t>
      </w:r>
      <w:r w:rsidR="00596714">
        <w:rPr>
          <w:bCs/>
          <w:szCs w:val="24"/>
        </w:rPr>
        <w:t>.</w:t>
      </w:r>
      <w:r w:rsidR="006346E6">
        <w:rPr>
          <w:bCs/>
          <w:szCs w:val="24"/>
        </w:rPr>
        <w:t xml:space="preserve"> svarsto ir teikia pasiūlymus dėl </w:t>
      </w:r>
      <w:r w:rsidR="00596714">
        <w:rPr>
          <w:szCs w:val="24"/>
        </w:rPr>
        <w:t>S</w:t>
      </w:r>
      <w:r w:rsidR="006346E6">
        <w:rPr>
          <w:szCs w:val="24"/>
        </w:rPr>
        <w:t>avivaldybės tarybos posėdžių darbotvarkių papildymo;</w:t>
      </w:r>
    </w:p>
    <w:p w:rsidR="006346E6" w:rsidRDefault="00EE2D4E" w:rsidP="00596714">
      <w:pPr>
        <w:ind w:firstLine="720"/>
        <w:jc w:val="both"/>
        <w:rPr>
          <w:szCs w:val="24"/>
        </w:rPr>
      </w:pPr>
      <w:r>
        <w:rPr>
          <w:szCs w:val="24"/>
        </w:rPr>
        <w:t>24</w:t>
      </w:r>
      <w:r w:rsidR="00B91296">
        <w:rPr>
          <w:szCs w:val="24"/>
        </w:rPr>
        <w:t>2</w:t>
      </w:r>
      <w:r w:rsidR="00596714">
        <w:rPr>
          <w:szCs w:val="24"/>
        </w:rPr>
        <w:t>.8. teikia S</w:t>
      </w:r>
      <w:r w:rsidR="006346E6">
        <w:rPr>
          <w:szCs w:val="24"/>
        </w:rPr>
        <w:t>avivaldy</w:t>
      </w:r>
      <w:r w:rsidR="00093FAF">
        <w:rPr>
          <w:szCs w:val="24"/>
        </w:rPr>
        <w:t>bės tarybos sprendimų projektus;</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.9. svarsto ir teikia pasiūlymus Savivaldybės tarybai dėl to, kuriame Savivaldybės tarybos posėdyje bus organizuojama Savivaldybės tarybos mažumos valanda;</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.10. svarsto ir teikia pasiūlymus Savivaldybės tarybai dėl to, kuriame Savivaldybės tarybos posėdyje bus svarstoma Savivaldybės tarybos mažumos darbotvarkė;</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 svarsto ir teikia </w:t>
      </w:r>
      <w:r w:rsidR="00093FAF" w:rsidRPr="009F663D">
        <w:rPr>
          <w:rFonts w:eastAsia="TimesNewRomanPSMT"/>
          <w:szCs w:val="24"/>
        </w:rPr>
        <w:t>pasiūlymus tarybai</w:t>
      </w:r>
      <w:r w:rsidR="00093FAF" w:rsidRPr="00CD41E5">
        <w:rPr>
          <w:rFonts w:eastAsia="TimesNewRomanPSMT"/>
          <w:szCs w:val="24"/>
        </w:rPr>
        <w:t xml:space="preserve"> dėl:</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.11.1. </w:t>
      </w:r>
      <w:r w:rsidR="00093FAF" w:rsidRPr="00803D27">
        <w:rPr>
          <w:rFonts w:eastAsia="TimesNewRomanPSMT"/>
          <w:szCs w:val="24"/>
        </w:rPr>
        <w:t>tarybos narių,</w:t>
      </w:r>
      <w:r w:rsidR="00093FAF" w:rsidRPr="00366EAE">
        <w:rPr>
          <w:rFonts w:eastAsia="TimesNewRomanPSMT"/>
          <w:szCs w:val="24"/>
        </w:rPr>
        <w:t xml:space="preserve"> deleguojamų į Regiono plėtros tarybos kolegiją;</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.11.</w:t>
      </w:r>
      <w:r w:rsidR="00093FAF" w:rsidRPr="00803D27">
        <w:rPr>
          <w:rFonts w:eastAsia="TimesNewRomanPSMT"/>
          <w:szCs w:val="24"/>
        </w:rPr>
        <w:t>2. tarybos narių, valstybės</w:t>
      </w:r>
      <w:r w:rsidR="00093FAF" w:rsidRPr="00366EAE">
        <w:rPr>
          <w:rFonts w:eastAsia="TimesNewRomanPSMT"/>
          <w:szCs w:val="24"/>
        </w:rPr>
        <w:t xml:space="preserve"> tarnautojų ir ekspertų, deleguojamų į komisijas, kandidatūrų;</w:t>
      </w:r>
    </w:p>
    <w:p w:rsidR="00093FAF" w:rsidRPr="00697E81"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.12. savo </w:t>
      </w:r>
      <w:r w:rsidR="00093FAF" w:rsidRPr="00803D27">
        <w:rPr>
          <w:rFonts w:eastAsia="TimesNewRomanPSMT"/>
          <w:szCs w:val="24"/>
        </w:rPr>
        <w:t>iniciatyva ar tarybos narių iniciatyva</w:t>
      </w:r>
      <w:r w:rsidR="00093FAF" w:rsidRPr="00366EAE">
        <w:rPr>
          <w:rFonts w:eastAsia="TimesNewRomanPSMT"/>
          <w:szCs w:val="24"/>
        </w:rPr>
        <w:t xml:space="preserve"> svarsto ir teikia pasiūlymus dėl naujų </w:t>
      </w:r>
      <w:r w:rsidR="00093FAF" w:rsidRPr="009F663D">
        <w:rPr>
          <w:rFonts w:eastAsia="TimesNewRomanPSMT"/>
          <w:szCs w:val="24"/>
        </w:rPr>
        <w:t>tarybos</w:t>
      </w:r>
      <w:r w:rsidR="002A5358" w:rsidRPr="009F663D">
        <w:rPr>
          <w:rFonts w:eastAsia="TimesNewRomanPSMT"/>
          <w:szCs w:val="24"/>
        </w:rPr>
        <w:t xml:space="preserve"> </w:t>
      </w:r>
      <w:r w:rsidR="00093FAF" w:rsidRPr="00CD41E5">
        <w:rPr>
          <w:rFonts w:eastAsia="TimesNewRomanPSMT"/>
          <w:szCs w:val="24"/>
        </w:rPr>
        <w:t>komitetų ar komisijų s</w:t>
      </w:r>
      <w:r w:rsidR="00093FAF" w:rsidRPr="00697E81">
        <w:rPr>
          <w:rFonts w:eastAsia="TimesNewRomanPSMT"/>
          <w:szCs w:val="24"/>
        </w:rPr>
        <w:t>teigimo ir jų įgaliojimų, dėl esamų komitetų ar komisijų įgaliojimų pakeitimo</w:t>
      </w:r>
      <w:r w:rsidR="002A5358" w:rsidRPr="00697E81">
        <w:rPr>
          <w:rFonts w:eastAsia="TimesNewRomanPSMT"/>
          <w:szCs w:val="24"/>
        </w:rPr>
        <w:t xml:space="preserve"> </w:t>
      </w:r>
      <w:r w:rsidR="00093FAF" w:rsidRPr="00697E81">
        <w:rPr>
          <w:rFonts w:eastAsia="TimesNewRomanPSMT"/>
          <w:szCs w:val="24"/>
        </w:rPr>
        <w:t>(išskyrus Kontrolės komitetą, Etikos ir Antikorupcijos komisijas), dėl esamų komitetų ar komisijų</w:t>
      </w:r>
      <w:r w:rsidR="002A5358" w:rsidRPr="00697E81">
        <w:rPr>
          <w:rFonts w:eastAsia="TimesNewRomanPSMT"/>
          <w:szCs w:val="24"/>
        </w:rPr>
        <w:t xml:space="preserve"> </w:t>
      </w:r>
      <w:r w:rsidR="00093FAF" w:rsidRPr="00697E81">
        <w:rPr>
          <w:rFonts w:eastAsia="TimesNewRomanPSMT"/>
          <w:szCs w:val="24"/>
        </w:rPr>
        <w:t>narių skaičiaus pakeitimo, dėl konkrečių esamų komitetų ar komisijų narių pakeitimo, dėl</w:t>
      </w:r>
      <w:r w:rsidR="002A5358" w:rsidRPr="00697E81">
        <w:rPr>
          <w:rFonts w:eastAsia="TimesNewRomanPSMT"/>
          <w:szCs w:val="24"/>
        </w:rPr>
        <w:t xml:space="preserve"> </w:t>
      </w:r>
      <w:r w:rsidR="00093FAF" w:rsidRPr="00697E81">
        <w:rPr>
          <w:rFonts w:eastAsia="TimesNewRomanPSMT"/>
          <w:szCs w:val="24"/>
        </w:rPr>
        <w:t>rekomendacijų pateikimo keičiant komitetų ar komisijų pirmininkus ar pavaduotojus (išskyrus</w:t>
      </w:r>
      <w:r w:rsidR="002A5358" w:rsidRPr="00697E81">
        <w:rPr>
          <w:rFonts w:eastAsia="TimesNewRomanPSMT"/>
          <w:szCs w:val="24"/>
        </w:rPr>
        <w:t xml:space="preserve"> </w:t>
      </w:r>
      <w:r w:rsidR="00093FAF" w:rsidRPr="00697E81">
        <w:rPr>
          <w:rFonts w:eastAsia="TimesNewRomanPSMT"/>
          <w:szCs w:val="24"/>
        </w:rPr>
        <w:t xml:space="preserve">išimtis, nustatytas </w:t>
      </w:r>
      <w:r w:rsidR="002A5358" w:rsidRPr="00697E81">
        <w:rPr>
          <w:rFonts w:eastAsia="TimesNewRomanPSMT"/>
          <w:szCs w:val="24"/>
        </w:rPr>
        <w:t>Į</w:t>
      </w:r>
      <w:r w:rsidR="00093FAF" w:rsidRPr="00697E81">
        <w:rPr>
          <w:rFonts w:eastAsia="TimesNewRomanPSMT"/>
          <w:szCs w:val="24"/>
        </w:rPr>
        <w:t>statyme);</w:t>
      </w:r>
    </w:p>
    <w:p w:rsidR="00093FAF" w:rsidRPr="00697E81" w:rsidRDefault="00EE2D4E" w:rsidP="00093FAF">
      <w:pPr>
        <w:autoSpaceDE w:val="0"/>
        <w:autoSpaceDN w:val="0"/>
        <w:adjustRightInd w:val="0"/>
        <w:ind w:firstLine="720"/>
        <w:jc w:val="both"/>
        <w:rPr>
          <w:rFonts w:eastAsia="TimesNewRomanPSMT"/>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 xml:space="preserve">.13. kolegijos narių daugumos siūlymu svarsto ir teikia rekomendacijas </w:t>
      </w:r>
      <w:r w:rsidR="008010E0" w:rsidRPr="00697E81">
        <w:rPr>
          <w:rFonts w:eastAsia="TimesNewRomanPSMT"/>
          <w:szCs w:val="24"/>
        </w:rPr>
        <w:t xml:space="preserve">Savivaldybės </w:t>
      </w:r>
      <w:r w:rsidR="00093FAF" w:rsidRPr="00697E81">
        <w:rPr>
          <w:rFonts w:eastAsia="TimesNewRomanPSMT"/>
          <w:szCs w:val="24"/>
        </w:rPr>
        <w:t>tarybai dėl</w:t>
      </w:r>
      <w:r w:rsidR="008010E0" w:rsidRPr="00697E81">
        <w:rPr>
          <w:rFonts w:eastAsia="TimesNewRomanPSMT"/>
          <w:szCs w:val="24"/>
        </w:rPr>
        <w:t xml:space="preserve"> </w:t>
      </w:r>
      <w:r w:rsidR="00093FAF" w:rsidRPr="00697E81">
        <w:rPr>
          <w:rFonts w:eastAsia="TimesNewRomanPSMT"/>
          <w:szCs w:val="24"/>
        </w:rPr>
        <w:t xml:space="preserve">pakartotinio svarstymo tų tarybos sprendimų projektų, kuriems </w:t>
      </w:r>
      <w:r w:rsidR="008010E0" w:rsidRPr="00697E81">
        <w:rPr>
          <w:rFonts w:eastAsia="TimesNewRomanPSMT"/>
          <w:szCs w:val="24"/>
        </w:rPr>
        <w:t xml:space="preserve">Savivaldybės </w:t>
      </w:r>
      <w:r w:rsidR="00093FAF" w:rsidRPr="00697E81">
        <w:rPr>
          <w:rFonts w:eastAsia="TimesNewRomanPSMT"/>
          <w:szCs w:val="24"/>
        </w:rPr>
        <w:t>taryba nepritarė. Šiuo atveju kolegija</w:t>
      </w:r>
      <w:r w:rsidR="008010E0" w:rsidRPr="00697E81">
        <w:rPr>
          <w:rFonts w:eastAsia="TimesNewRomanPSMT"/>
          <w:szCs w:val="24"/>
        </w:rPr>
        <w:t xml:space="preserve"> </w:t>
      </w:r>
      <w:r w:rsidR="00093FAF" w:rsidRPr="00697E81">
        <w:rPr>
          <w:rFonts w:eastAsia="TimesNewRomanPSMT"/>
          <w:szCs w:val="24"/>
        </w:rPr>
        <w:t xml:space="preserve">gali rekomenduoti atitinkamam komitetui ar komitetams pakartotinai svarstyti atmestą </w:t>
      </w:r>
      <w:r w:rsidR="008010E0" w:rsidRPr="00697E81">
        <w:rPr>
          <w:rFonts w:eastAsia="TimesNewRomanPSMT"/>
          <w:szCs w:val="24"/>
        </w:rPr>
        <w:t xml:space="preserve">Savivaldybės </w:t>
      </w:r>
      <w:r w:rsidR="00093FAF" w:rsidRPr="00697E81">
        <w:rPr>
          <w:rFonts w:eastAsia="TimesNewRomanPSMT"/>
          <w:szCs w:val="24"/>
        </w:rPr>
        <w:t>tarybos</w:t>
      </w:r>
      <w:r w:rsidR="008010E0" w:rsidRPr="00697E81">
        <w:rPr>
          <w:rFonts w:eastAsia="TimesNewRomanPSMT"/>
          <w:szCs w:val="24"/>
        </w:rPr>
        <w:t xml:space="preserve"> </w:t>
      </w:r>
      <w:r w:rsidR="00093FAF" w:rsidRPr="00697E81">
        <w:rPr>
          <w:rFonts w:eastAsia="TimesNewRomanPSMT"/>
          <w:szCs w:val="24"/>
        </w:rPr>
        <w:t>sprendimo projektą arba kolegijos sprendimu yra paruošiamas atitinkamas tarybos sprendimo</w:t>
      </w:r>
      <w:r w:rsidR="008010E0" w:rsidRPr="00697E81">
        <w:rPr>
          <w:rFonts w:eastAsia="TimesNewRomanPSMT"/>
          <w:szCs w:val="24"/>
        </w:rPr>
        <w:t xml:space="preserve"> </w:t>
      </w:r>
      <w:r w:rsidR="00093FAF" w:rsidRPr="00697E81">
        <w:rPr>
          <w:rFonts w:eastAsia="TimesNewRomanPSMT"/>
          <w:szCs w:val="24"/>
        </w:rPr>
        <w:t>projektas;</w:t>
      </w:r>
    </w:p>
    <w:p w:rsidR="00093FAF" w:rsidRPr="00697E81" w:rsidRDefault="00EE2D4E" w:rsidP="008010E0">
      <w:pPr>
        <w:autoSpaceDE w:val="0"/>
        <w:autoSpaceDN w:val="0"/>
        <w:adjustRightInd w:val="0"/>
        <w:ind w:firstLine="720"/>
        <w:jc w:val="both"/>
        <w:rPr>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.14. svarsto ir pateikia savo rekomendacijas (pastabas, pakeitimus, pasiūlymus)</w:t>
      </w:r>
      <w:r w:rsidR="008010E0" w:rsidRPr="00697E81">
        <w:rPr>
          <w:rFonts w:eastAsia="TimesNewRomanPSMT"/>
          <w:szCs w:val="24"/>
        </w:rPr>
        <w:t xml:space="preserve"> </w:t>
      </w:r>
      <w:r w:rsidR="00093FAF" w:rsidRPr="00697E81">
        <w:rPr>
          <w:rFonts w:eastAsia="TimesNewRomanPSMT"/>
          <w:szCs w:val="24"/>
        </w:rPr>
        <w:t>atitinkamiems komitetams ir tarybos sprendimų projektų rengėjams dėl tų tarybos sprendimų</w:t>
      </w:r>
      <w:r w:rsidR="008010E0" w:rsidRPr="00697E81">
        <w:rPr>
          <w:rFonts w:eastAsia="TimesNewRomanPSMT"/>
          <w:szCs w:val="24"/>
        </w:rPr>
        <w:t xml:space="preserve"> </w:t>
      </w:r>
      <w:r w:rsidR="00093FAF" w:rsidRPr="00697E81">
        <w:rPr>
          <w:rFonts w:eastAsia="TimesNewRomanPSMT"/>
          <w:szCs w:val="24"/>
        </w:rPr>
        <w:t>projektų, kurie buvo nukreipti kolegijai arba kolegijos sprendimu yra paruošiamas atitinkamas</w:t>
      </w:r>
      <w:r w:rsidR="008010E0" w:rsidRPr="00697E81">
        <w:rPr>
          <w:rFonts w:eastAsia="TimesNewRomanPSMT"/>
          <w:szCs w:val="24"/>
        </w:rPr>
        <w:t xml:space="preserve"> </w:t>
      </w:r>
      <w:r w:rsidR="00093FAF" w:rsidRPr="00697E81">
        <w:rPr>
          <w:rFonts w:eastAsia="TimesNewRomanPSMT"/>
          <w:szCs w:val="24"/>
        </w:rPr>
        <w:t>tarybos sprendimo projektas.</w:t>
      </w:r>
    </w:p>
    <w:p w:rsidR="00EE2D4E" w:rsidRPr="00697E81" w:rsidRDefault="00EE2D4E" w:rsidP="00EE2D4E">
      <w:pPr>
        <w:ind w:firstLine="720"/>
        <w:jc w:val="both"/>
        <w:rPr>
          <w:lang w:eastAsia="lt-LT"/>
        </w:rPr>
      </w:pPr>
      <w:r w:rsidRPr="00697E81">
        <w:rPr>
          <w:lang w:eastAsia="lt-LT"/>
        </w:rPr>
        <w:t>24</w:t>
      </w:r>
      <w:r w:rsidR="00B91296">
        <w:rPr>
          <w:lang w:eastAsia="lt-LT"/>
        </w:rPr>
        <w:t>3</w:t>
      </w:r>
      <w:r w:rsidRPr="00697E81">
        <w:rPr>
          <w:lang w:eastAsia="lt-LT"/>
        </w:rPr>
        <w:t>. Kolegijos posėdžiai yra teisėti, jeigu juose dalyvauja kolegijos narių dauguma.</w:t>
      </w:r>
    </w:p>
    <w:p w:rsidR="00EE2D4E" w:rsidRDefault="00233108" w:rsidP="00EE2D4E">
      <w:pPr>
        <w:ind w:firstLine="720"/>
        <w:jc w:val="both"/>
        <w:rPr>
          <w:lang w:eastAsia="lt-LT"/>
        </w:rPr>
      </w:pPr>
      <w:r w:rsidRPr="00697E81">
        <w:rPr>
          <w:szCs w:val="24"/>
          <w:lang w:eastAsia="lt-LT"/>
        </w:rPr>
        <w:t>24</w:t>
      </w:r>
      <w:r w:rsidR="00B91296">
        <w:rPr>
          <w:szCs w:val="24"/>
          <w:lang w:eastAsia="lt-LT"/>
        </w:rPr>
        <w:t>4</w:t>
      </w:r>
      <w:r w:rsidRPr="00697E81">
        <w:rPr>
          <w:szCs w:val="24"/>
          <w:lang w:eastAsia="lt-LT"/>
        </w:rPr>
        <w:t xml:space="preserve">. </w:t>
      </w:r>
      <w:r w:rsidR="00EE2D4E" w:rsidRPr="00697E81">
        <w:rPr>
          <w:lang w:eastAsia="lt-LT"/>
        </w:rPr>
        <w:t>Kolegijos posėdžius prireikus šaukia meras, o kai jo nėra – vicemeras. Apie kolegijos posėdžio laiką ir svarstyti parengtus klausimus praneša meras, o jo nesant – vicemeras</w:t>
      </w:r>
      <w:r w:rsidR="00A0133E" w:rsidRPr="00697E81">
        <w:rPr>
          <w:lang w:eastAsia="lt-LT"/>
        </w:rPr>
        <w:t>,</w:t>
      </w:r>
      <w:r w:rsidR="00EE2D4E" w:rsidRPr="00697E81">
        <w:rPr>
          <w:lang w:eastAsia="lt-LT"/>
        </w:rPr>
        <w:t xml:space="preserve"> ne vėliau</w:t>
      </w:r>
      <w:r w:rsidR="00EE2D4E">
        <w:rPr>
          <w:lang w:eastAsia="lt-LT"/>
        </w:rPr>
        <w:t xml:space="preserve"> kaip likus 1 darbo dienai iki posėdžio pradžios. Kolegijos posėdžiams pirmininkauja </w:t>
      </w:r>
      <w:r w:rsidR="00EE2D4E" w:rsidRPr="00803D27">
        <w:rPr>
          <w:lang w:eastAsia="lt-LT"/>
        </w:rPr>
        <w:t>meras, jo</w:t>
      </w:r>
      <w:r w:rsidR="00EE2D4E">
        <w:rPr>
          <w:lang w:eastAsia="lt-LT"/>
        </w:rPr>
        <w:t xml:space="preserve"> nesant – vicemeras, o jo nesant </w:t>
      </w:r>
      <w:r w:rsidR="00EE2D4E" w:rsidRPr="00803D27">
        <w:rPr>
          <w:lang w:eastAsia="lt-LT"/>
        </w:rPr>
        <w:t xml:space="preserve">– kitas </w:t>
      </w:r>
      <w:r w:rsidR="00EE2D4E" w:rsidRPr="00803D27">
        <w:rPr>
          <w:szCs w:val="24"/>
        </w:rPr>
        <w:t>mero pareig</w:t>
      </w:r>
      <w:r w:rsidR="00EE2D4E" w:rsidRPr="00D45B59">
        <w:rPr>
          <w:szCs w:val="24"/>
        </w:rPr>
        <w:t>as laikinai einantis tarybos narys</w:t>
      </w:r>
      <w:r w:rsidR="00EE2D4E" w:rsidRPr="00FD2B00">
        <w:rPr>
          <w:lang w:eastAsia="lt-LT"/>
        </w:rPr>
        <w:t>.</w:t>
      </w:r>
    </w:p>
    <w:p w:rsidR="00EE2D4E" w:rsidRDefault="00233108" w:rsidP="00EE2D4E">
      <w:pPr>
        <w:ind w:firstLine="720"/>
        <w:jc w:val="both"/>
        <w:rPr>
          <w:lang w:eastAsia="lt-LT"/>
        </w:rPr>
      </w:pPr>
      <w:r>
        <w:rPr>
          <w:szCs w:val="24"/>
          <w:lang w:eastAsia="lt-LT"/>
        </w:rPr>
        <w:t>24</w:t>
      </w:r>
      <w:r w:rsidR="00B91296">
        <w:rPr>
          <w:szCs w:val="24"/>
          <w:lang w:eastAsia="lt-LT"/>
        </w:rPr>
        <w:t>5</w:t>
      </w:r>
      <w:r>
        <w:rPr>
          <w:szCs w:val="24"/>
          <w:lang w:eastAsia="lt-LT"/>
        </w:rPr>
        <w:t xml:space="preserve">. </w:t>
      </w:r>
      <w:r w:rsidR="00EE2D4E">
        <w:rPr>
          <w:lang w:eastAsia="lt-LT"/>
        </w:rPr>
        <w:t xml:space="preserve">Kolegijos posėdžiai protokoluojami. Posėdžio protokolus ir sprendimus pasirašo posėdžio pirmininkas ir </w:t>
      </w:r>
      <w:r>
        <w:rPr>
          <w:lang w:eastAsia="lt-LT"/>
        </w:rPr>
        <w:t>Savivaldybės t</w:t>
      </w:r>
      <w:r w:rsidR="00EE2D4E">
        <w:rPr>
          <w:lang w:eastAsia="lt-LT"/>
        </w:rPr>
        <w:t xml:space="preserve">arybos posėdžių </w:t>
      </w:r>
      <w:r w:rsidR="00EE2D4E" w:rsidRPr="00803D27">
        <w:rPr>
          <w:lang w:eastAsia="lt-LT"/>
        </w:rPr>
        <w:t>sekretorius ar kitas mero paskirtas</w:t>
      </w:r>
      <w:r w:rsidR="00EE2D4E">
        <w:rPr>
          <w:lang w:eastAsia="lt-LT"/>
        </w:rPr>
        <w:t xml:space="preserve"> valstybės tarnautojas (darbuotojas).</w:t>
      </w:r>
    </w:p>
    <w:p w:rsidR="00EE2D4E" w:rsidRDefault="00233108" w:rsidP="00EE2D4E">
      <w:pPr>
        <w:ind w:firstLine="720"/>
        <w:jc w:val="both"/>
        <w:rPr>
          <w:lang w:eastAsia="lt-LT"/>
        </w:rPr>
      </w:pPr>
      <w:r>
        <w:rPr>
          <w:szCs w:val="24"/>
          <w:lang w:eastAsia="lt-LT"/>
        </w:rPr>
        <w:lastRenderedPageBreak/>
        <w:t>24</w:t>
      </w:r>
      <w:r w:rsidR="00B91296">
        <w:rPr>
          <w:szCs w:val="24"/>
          <w:lang w:eastAsia="lt-LT"/>
        </w:rPr>
        <w:t>6</w:t>
      </w:r>
      <w:r>
        <w:rPr>
          <w:szCs w:val="24"/>
          <w:lang w:eastAsia="lt-LT"/>
        </w:rPr>
        <w:t xml:space="preserve">. </w:t>
      </w:r>
      <w:r w:rsidR="00EE2D4E">
        <w:rPr>
          <w:lang w:eastAsia="lt-LT"/>
        </w:rPr>
        <w:t xml:space="preserve">Kolegijos posėdžio </w:t>
      </w:r>
      <w:r w:rsidR="00EE2D4E" w:rsidRPr="00803D27">
        <w:rPr>
          <w:lang w:eastAsia="lt-LT"/>
        </w:rPr>
        <w:t>darbotvarkę sudaro meras, o jo</w:t>
      </w:r>
      <w:r w:rsidR="00EE2D4E">
        <w:rPr>
          <w:lang w:eastAsia="lt-LT"/>
        </w:rPr>
        <w:t xml:space="preserve"> nesant – vicemeras.</w:t>
      </w:r>
    </w:p>
    <w:p w:rsidR="00EE2D4E" w:rsidRDefault="00233108" w:rsidP="00EE2D4E">
      <w:pPr>
        <w:ind w:firstLine="720"/>
        <w:jc w:val="both"/>
        <w:rPr>
          <w:lang w:eastAsia="lt-LT"/>
        </w:rPr>
      </w:pPr>
      <w:r>
        <w:rPr>
          <w:szCs w:val="24"/>
          <w:lang w:eastAsia="lt-LT"/>
        </w:rPr>
        <w:t>24</w:t>
      </w:r>
      <w:r w:rsidR="00B91296">
        <w:rPr>
          <w:szCs w:val="24"/>
          <w:lang w:eastAsia="lt-LT"/>
        </w:rPr>
        <w:t>7</w:t>
      </w:r>
      <w:r>
        <w:rPr>
          <w:szCs w:val="24"/>
          <w:lang w:eastAsia="lt-LT"/>
        </w:rPr>
        <w:t>.</w:t>
      </w:r>
      <w:r w:rsidR="00EE2D4E">
        <w:rPr>
          <w:lang w:eastAsia="lt-LT"/>
        </w:rPr>
        <w:t xml:space="preserve"> Posėdžio pirmininkas turi teisę leisti posėdyje kalbėti </w:t>
      </w:r>
      <w:r w:rsidR="00A0133E">
        <w:rPr>
          <w:lang w:eastAsia="lt-LT"/>
        </w:rPr>
        <w:t>s</w:t>
      </w:r>
      <w:r w:rsidR="00EE2D4E">
        <w:rPr>
          <w:lang w:eastAsia="lt-LT"/>
        </w:rPr>
        <w:t xml:space="preserve">avivaldybės kontrolieriui, </w:t>
      </w:r>
      <w:r>
        <w:rPr>
          <w:lang w:eastAsia="lt-LT"/>
        </w:rPr>
        <w:t xml:space="preserve">Administracijos </w:t>
      </w:r>
      <w:r w:rsidR="00EE2D4E">
        <w:rPr>
          <w:lang w:eastAsia="lt-LT"/>
        </w:rPr>
        <w:t>direktoriui ir kviestiesiems asmenims.</w:t>
      </w:r>
    </w:p>
    <w:p w:rsidR="00EE2D4E" w:rsidRDefault="00233108" w:rsidP="00EE2D4E">
      <w:pPr>
        <w:ind w:firstLine="720"/>
        <w:jc w:val="both"/>
        <w:rPr>
          <w:lang w:eastAsia="lt-LT"/>
        </w:rPr>
      </w:pPr>
      <w:r>
        <w:rPr>
          <w:szCs w:val="24"/>
          <w:lang w:eastAsia="lt-LT"/>
        </w:rPr>
        <w:t>24</w:t>
      </w:r>
      <w:r w:rsidR="00B91296">
        <w:rPr>
          <w:szCs w:val="24"/>
          <w:lang w:eastAsia="lt-LT"/>
        </w:rPr>
        <w:t>8</w:t>
      </w:r>
      <w:r w:rsidR="00EE2D4E">
        <w:rPr>
          <w:szCs w:val="24"/>
          <w:lang w:eastAsia="lt-LT"/>
        </w:rPr>
        <w:t>.</w:t>
      </w:r>
      <w:r>
        <w:rPr>
          <w:szCs w:val="24"/>
          <w:lang w:eastAsia="lt-LT"/>
        </w:rPr>
        <w:t xml:space="preserve"> </w:t>
      </w:r>
      <w:r w:rsidR="00EE2D4E">
        <w:rPr>
          <w:lang w:eastAsia="lt-LT"/>
        </w:rPr>
        <w:t>Per posėdį galima kalbėti tik posėdžio pirmininkui leidus.</w:t>
      </w:r>
    </w:p>
    <w:p w:rsidR="00EE2D4E" w:rsidRPr="00CD41E5" w:rsidRDefault="00233108" w:rsidP="00EE2D4E">
      <w:pPr>
        <w:ind w:firstLine="720"/>
        <w:jc w:val="both"/>
        <w:rPr>
          <w:lang w:eastAsia="lt-LT"/>
        </w:rPr>
      </w:pPr>
      <w:r>
        <w:rPr>
          <w:szCs w:val="24"/>
          <w:lang w:eastAsia="lt-LT"/>
        </w:rPr>
        <w:t>2</w:t>
      </w:r>
      <w:r w:rsidR="00B91296">
        <w:rPr>
          <w:szCs w:val="24"/>
          <w:lang w:eastAsia="lt-LT"/>
        </w:rPr>
        <w:t>49</w:t>
      </w:r>
      <w:r>
        <w:rPr>
          <w:szCs w:val="24"/>
          <w:lang w:eastAsia="lt-LT"/>
        </w:rPr>
        <w:t xml:space="preserve">. </w:t>
      </w:r>
      <w:r w:rsidR="00EE2D4E">
        <w:rPr>
          <w:lang w:eastAsia="lt-LT"/>
        </w:rPr>
        <w:t xml:space="preserve">Jeigu nagrinėtu klausimu sprendimas nebuvo priimtas, pakartotinai šis klausimas gali būti teikiamas </w:t>
      </w:r>
      <w:r w:rsidR="00EE2D4E" w:rsidRPr="009F663D">
        <w:rPr>
          <w:lang w:eastAsia="lt-LT"/>
        </w:rPr>
        <w:t>kitame kolegijos</w:t>
      </w:r>
      <w:r w:rsidR="00EE2D4E" w:rsidRPr="00CD41E5">
        <w:rPr>
          <w:lang w:eastAsia="lt-LT"/>
        </w:rPr>
        <w:t xml:space="preserve"> posėdyje.</w:t>
      </w:r>
    </w:p>
    <w:p w:rsidR="00EE2D4E" w:rsidRPr="00697E81" w:rsidRDefault="00233108" w:rsidP="00EE2D4E">
      <w:pPr>
        <w:ind w:firstLine="720"/>
        <w:jc w:val="both"/>
        <w:rPr>
          <w:lang w:eastAsia="lt-LT"/>
        </w:rPr>
      </w:pPr>
      <w:r w:rsidRPr="00697E81">
        <w:rPr>
          <w:szCs w:val="24"/>
          <w:lang w:eastAsia="lt-LT"/>
        </w:rPr>
        <w:t>2</w:t>
      </w:r>
      <w:r w:rsidR="00803D27" w:rsidRPr="00697E81">
        <w:rPr>
          <w:szCs w:val="24"/>
          <w:lang w:eastAsia="lt-LT"/>
        </w:rPr>
        <w:t>5</w:t>
      </w:r>
      <w:r w:rsidR="00B91296">
        <w:rPr>
          <w:szCs w:val="24"/>
          <w:lang w:eastAsia="lt-LT"/>
        </w:rPr>
        <w:t>0</w:t>
      </w:r>
      <w:r w:rsidRPr="00697E81">
        <w:rPr>
          <w:szCs w:val="24"/>
          <w:lang w:eastAsia="lt-LT"/>
        </w:rPr>
        <w:t xml:space="preserve">. </w:t>
      </w:r>
      <w:r w:rsidR="00EE2D4E" w:rsidRPr="00697E81">
        <w:rPr>
          <w:lang w:eastAsia="lt-LT"/>
        </w:rPr>
        <w:t>Kolegijos sprendimai priimami dalyvaujančių kolegijos narių balsų dauguma. Jeigu balsai pasiskirsto po lygiai, lemia posėdžio pirmininko balsas.</w:t>
      </w:r>
    </w:p>
    <w:p w:rsidR="00366EAE" w:rsidRPr="00697E81" w:rsidRDefault="00233108" w:rsidP="00366EAE">
      <w:pPr>
        <w:ind w:firstLine="720"/>
        <w:jc w:val="both"/>
        <w:rPr>
          <w:lang w:eastAsia="lt-LT"/>
        </w:rPr>
      </w:pPr>
      <w:r w:rsidRPr="00697E81">
        <w:rPr>
          <w:szCs w:val="24"/>
          <w:lang w:eastAsia="lt-LT"/>
        </w:rPr>
        <w:t>25</w:t>
      </w:r>
      <w:r w:rsidR="00B91296">
        <w:rPr>
          <w:szCs w:val="24"/>
          <w:lang w:eastAsia="lt-LT"/>
        </w:rPr>
        <w:t>1</w:t>
      </w:r>
      <w:r w:rsidRPr="00697E81">
        <w:rPr>
          <w:szCs w:val="24"/>
          <w:lang w:eastAsia="lt-LT"/>
        </w:rPr>
        <w:t xml:space="preserve">. </w:t>
      </w:r>
      <w:r w:rsidR="00EE2D4E" w:rsidRPr="00697E81">
        <w:rPr>
          <w:lang w:eastAsia="lt-LT"/>
        </w:rPr>
        <w:t xml:space="preserve">Kolegiją techniškai aptarnauja </w:t>
      </w:r>
      <w:r w:rsidR="00366EAE" w:rsidRPr="00697E81">
        <w:rPr>
          <w:lang w:eastAsia="lt-LT"/>
        </w:rPr>
        <w:t>Savivaldybės tarybos posėdžių sekretorius ar kitas mero paskirtas valstybės tarnautojas (darbuotojas).</w:t>
      </w:r>
    </w:p>
    <w:p w:rsidR="00233108" w:rsidRPr="00334DF5" w:rsidRDefault="00233108" w:rsidP="00366EAE">
      <w:pPr>
        <w:widowControl w:val="0"/>
        <w:suppressAutoHyphens/>
        <w:ind w:firstLine="720"/>
        <w:jc w:val="both"/>
        <w:rPr>
          <w:szCs w:val="24"/>
        </w:rPr>
      </w:pPr>
      <w:r w:rsidRPr="00697E81">
        <w:rPr>
          <w:szCs w:val="24"/>
        </w:rPr>
        <w:t>25</w:t>
      </w:r>
      <w:r w:rsidR="00B91296">
        <w:rPr>
          <w:szCs w:val="24"/>
        </w:rPr>
        <w:t>2</w:t>
      </w:r>
      <w:r w:rsidRPr="00697E81">
        <w:rPr>
          <w:szCs w:val="24"/>
        </w:rPr>
        <w:t>.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w:t>
      </w:r>
      <w:r w:rsidRPr="00334DF5">
        <w:rPr>
          <w:szCs w:val="24"/>
        </w:rPr>
        <w:t xml:space="preserve"> </w:t>
      </w:r>
      <w:r w:rsidRPr="00803D27">
        <w:rPr>
          <w:szCs w:val="24"/>
        </w:rPr>
        <w:t>bei mero kv</w:t>
      </w:r>
      <w:r w:rsidRPr="00D45B59">
        <w:rPr>
          <w:szCs w:val="24"/>
        </w:rPr>
        <w:t>iesti</w:t>
      </w:r>
      <w:r w:rsidRPr="00334DF5">
        <w:rPr>
          <w:szCs w:val="24"/>
        </w:rPr>
        <w:t xml:space="preserve"> asmenys.</w:t>
      </w:r>
    </w:p>
    <w:p w:rsidR="00EE2D4E" w:rsidRDefault="00767E31" w:rsidP="00EE2D4E">
      <w:pPr>
        <w:ind w:firstLine="720"/>
        <w:jc w:val="both"/>
        <w:rPr>
          <w:lang w:eastAsia="lt-LT"/>
        </w:rPr>
      </w:pPr>
      <w:r>
        <w:rPr>
          <w:lang w:eastAsia="lt-LT"/>
        </w:rPr>
        <w:t xml:space="preserve"> </w:t>
      </w:r>
    </w:p>
    <w:p w:rsidR="00233108" w:rsidRDefault="00233108" w:rsidP="00233108">
      <w:pPr>
        <w:shd w:val="clear" w:color="auto" w:fill="FFFFFF"/>
        <w:jc w:val="center"/>
        <w:rPr>
          <w:b/>
          <w:caps/>
          <w:szCs w:val="24"/>
        </w:rPr>
      </w:pPr>
      <w:r>
        <w:rPr>
          <w:b/>
          <w:caps/>
          <w:szCs w:val="24"/>
        </w:rPr>
        <w:t>XVII SKYRIUS</w:t>
      </w:r>
    </w:p>
    <w:p w:rsidR="00233108" w:rsidRPr="005326B7" w:rsidRDefault="00233108" w:rsidP="00233108">
      <w:pPr>
        <w:shd w:val="clear" w:color="auto" w:fill="FFFFFF"/>
        <w:jc w:val="center"/>
        <w:rPr>
          <w:b/>
          <w:caps/>
          <w:szCs w:val="24"/>
        </w:rPr>
      </w:pPr>
      <w:r w:rsidRPr="005326B7">
        <w:rPr>
          <w:b/>
          <w:caps/>
          <w:szCs w:val="24"/>
        </w:rPr>
        <w:t>SAVIVALDYBĖS tarybos NARIO VEIKLOS APMOKĖJIMAS</w:t>
      </w:r>
    </w:p>
    <w:p w:rsidR="00EE2D4E" w:rsidRPr="00233108" w:rsidRDefault="00EE2D4E" w:rsidP="009667F6">
      <w:pPr>
        <w:ind w:firstLine="720"/>
        <w:jc w:val="both"/>
        <w:rPr>
          <w:b/>
          <w:color w:val="00B050"/>
          <w:szCs w:val="24"/>
        </w:rPr>
      </w:pPr>
    </w:p>
    <w:p w:rsidR="00E75BBE" w:rsidRDefault="00E75BBE" w:rsidP="00E75BBE">
      <w:pPr>
        <w:ind w:firstLine="720"/>
        <w:jc w:val="both"/>
        <w:rPr>
          <w:rFonts w:eastAsia="Calibri"/>
          <w:color w:val="FF0000"/>
          <w:szCs w:val="24"/>
        </w:rPr>
      </w:pPr>
      <w:r w:rsidRPr="00334DF5">
        <w:rPr>
          <w:rFonts w:eastAsia="Calibri"/>
          <w:szCs w:val="24"/>
          <w:lang w:eastAsia="lt-LT"/>
        </w:rPr>
        <w:t>25</w:t>
      </w:r>
      <w:r>
        <w:rPr>
          <w:rFonts w:eastAsia="Calibri"/>
          <w:szCs w:val="24"/>
          <w:lang w:eastAsia="lt-LT"/>
        </w:rPr>
        <w:t>3</w:t>
      </w:r>
      <w:r w:rsidRPr="00334DF5">
        <w:rPr>
          <w:rFonts w:eastAsia="Calibri"/>
          <w:szCs w:val="24"/>
          <w:lang w:eastAsia="lt-LT"/>
        </w:rPr>
        <w:t xml:space="preserve">. Savivaldybės </w:t>
      </w:r>
      <w:r w:rsidRPr="00334DF5">
        <w:rPr>
          <w:rFonts w:eastAsia="Calibri"/>
          <w:szCs w:val="24"/>
        </w:rPr>
        <w:t xml:space="preserve">tarybos nariams už darbo laiką atliekant </w:t>
      </w:r>
      <w:r>
        <w:rPr>
          <w:rFonts w:eastAsia="Calibri"/>
          <w:szCs w:val="24"/>
        </w:rPr>
        <w:t>S</w:t>
      </w:r>
      <w:r w:rsidRPr="00334DF5">
        <w:rPr>
          <w:rFonts w:eastAsia="Calibri"/>
          <w:szCs w:val="24"/>
        </w:rPr>
        <w:t xml:space="preserve">avivaldybės tarybos nario pareigas yra atlyginama (apmokama). Šis atlyginimas apskaičiuojamas pagal </w:t>
      </w:r>
      <w:r w:rsidRPr="00334DF5">
        <w:rPr>
          <w:bCs/>
          <w:szCs w:val="24"/>
        </w:rPr>
        <w:t xml:space="preserve">Lietuvos statistikos departamento skelbiamą paskutinio Lietuvos ūkio vidutinio mėnesinio darbo užmokesčio (toliau – VMDU) </w:t>
      </w:r>
      <w:r w:rsidRPr="00334DF5">
        <w:rPr>
          <w:rFonts w:eastAsia="Calibri"/>
          <w:szCs w:val="24"/>
        </w:rPr>
        <w:t xml:space="preserve">dydį. Tarybos narių atlyginimas nustatomas </w:t>
      </w:r>
      <w:r w:rsidRPr="002B5E62">
        <w:rPr>
          <w:rFonts w:eastAsia="Calibri"/>
          <w:color w:val="FF0000"/>
          <w:szCs w:val="24"/>
        </w:rPr>
        <w:t>1</w:t>
      </w:r>
      <w:r>
        <w:rPr>
          <w:rFonts w:eastAsia="Calibri"/>
          <w:color w:val="00B050"/>
          <w:szCs w:val="24"/>
        </w:rPr>
        <w:t xml:space="preserve"> </w:t>
      </w:r>
      <w:r w:rsidRPr="00334DF5">
        <w:rPr>
          <w:rFonts w:eastAsia="Calibri"/>
          <w:color w:val="FF0000"/>
          <w:szCs w:val="24"/>
        </w:rPr>
        <w:t xml:space="preserve">VMDU dydžio </w:t>
      </w:r>
      <w:r w:rsidRPr="005855F0">
        <w:rPr>
          <w:rFonts w:eastAsia="Calibri"/>
          <w:color w:val="FF0000"/>
          <w:szCs w:val="24"/>
        </w:rPr>
        <w:t>(</w:t>
      </w:r>
      <w:r>
        <w:rPr>
          <w:rFonts w:eastAsia="Calibri"/>
          <w:color w:val="FF0000"/>
          <w:szCs w:val="24"/>
        </w:rPr>
        <w:t xml:space="preserve">ne mažesniu </w:t>
      </w:r>
      <w:r w:rsidRPr="005855F0">
        <w:rPr>
          <w:rFonts w:eastAsia="Calibri"/>
          <w:color w:val="FF0000"/>
          <w:szCs w:val="24"/>
        </w:rPr>
        <w:t>negu 0,5 VMDU dydžiu ir ne didesniu negu 1 VMDU dydžiu)</w:t>
      </w:r>
      <w:r w:rsidRPr="001E3692">
        <w:rPr>
          <w:rFonts w:eastAsia="Calibri"/>
          <w:szCs w:val="24"/>
        </w:rPr>
        <w:t>;</w:t>
      </w:r>
      <w:r>
        <w:rPr>
          <w:rFonts w:eastAsia="Calibri"/>
          <w:color w:val="00B050"/>
          <w:szCs w:val="24"/>
        </w:rPr>
        <w:t xml:space="preserve"> </w:t>
      </w:r>
      <w:r w:rsidRPr="00334DF5">
        <w:rPr>
          <w:rFonts w:eastAsia="Calibri"/>
          <w:szCs w:val="24"/>
        </w:rPr>
        <w:t xml:space="preserve">Savivaldybės tarybos opozicijos lyderio ir nuolatinių savivaldybės tarybos komitetų ir komisijų pirmininkų – </w:t>
      </w:r>
      <w:r w:rsidRPr="002B5E62">
        <w:rPr>
          <w:rFonts w:eastAsia="Calibri"/>
          <w:color w:val="FF0000"/>
          <w:szCs w:val="24"/>
        </w:rPr>
        <w:t xml:space="preserve">1,2 </w:t>
      </w:r>
      <w:r w:rsidRPr="00334DF5">
        <w:rPr>
          <w:rFonts w:eastAsia="Calibri"/>
          <w:color w:val="FF0000"/>
          <w:szCs w:val="24"/>
        </w:rPr>
        <w:t xml:space="preserve">VMDU dydžio </w:t>
      </w:r>
      <w:r w:rsidRPr="005855F0">
        <w:rPr>
          <w:rFonts w:eastAsia="Calibri"/>
          <w:color w:val="FF0000"/>
          <w:szCs w:val="24"/>
        </w:rPr>
        <w:t>(0,2 VMDU didesnio dydžio)</w:t>
      </w:r>
      <w:r w:rsidRPr="00334DF5">
        <w:rPr>
          <w:rFonts w:eastAsia="Calibri"/>
          <w:szCs w:val="24"/>
        </w:rPr>
        <w:t xml:space="preserve">; nuolatinių savivaldybės tarybos komitetų ir komisijų pirmininkų pavaduotojų – </w:t>
      </w:r>
      <w:r w:rsidRPr="002B5E62">
        <w:rPr>
          <w:rFonts w:eastAsia="Calibri"/>
          <w:color w:val="FF0000"/>
          <w:szCs w:val="24"/>
        </w:rPr>
        <w:t xml:space="preserve">1,1 </w:t>
      </w:r>
      <w:r w:rsidRPr="00334DF5">
        <w:rPr>
          <w:rFonts w:eastAsia="Calibri"/>
          <w:szCs w:val="24"/>
        </w:rPr>
        <w:t>VMDU dydžio</w:t>
      </w:r>
      <w:r>
        <w:rPr>
          <w:rFonts w:eastAsia="Calibri"/>
          <w:color w:val="00B050"/>
          <w:szCs w:val="24"/>
        </w:rPr>
        <w:t xml:space="preserve"> </w:t>
      </w:r>
      <w:r w:rsidRPr="005855F0">
        <w:rPr>
          <w:rFonts w:eastAsia="Calibri"/>
          <w:color w:val="FF0000"/>
          <w:szCs w:val="24"/>
        </w:rPr>
        <w:t>(0,1 VMDU didesnio dydžio).</w:t>
      </w:r>
    </w:p>
    <w:p w:rsidR="00E75BBE" w:rsidRPr="00AB677B" w:rsidRDefault="00E75BBE" w:rsidP="00E75BBE">
      <w:pPr>
        <w:tabs>
          <w:tab w:val="left" w:pos="426"/>
          <w:tab w:val="left" w:pos="840"/>
        </w:tabs>
        <w:ind w:firstLine="720"/>
        <w:jc w:val="both"/>
        <w:rPr>
          <w:szCs w:val="24"/>
        </w:rPr>
      </w:pPr>
      <w:r w:rsidRPr="00AB677B">
        <w:rPr>
          <w:szCs w:val="24"/>
        </w:rPr>
        <w:t>25</w:t>
      </w:r>
      <w:r>
        <w:rPr>
          <w:szCs w:val="24"/>
        </w:rPr>
        <w:t>4</w:t>
      </w:r>
      <w:r w:rsidRPr="00AB677B">
        <w:rPr>
          <w:szCs w:val="24"/>
        </w:rPr>
        <w:t>. Tarybos nariai, norėdami, kad jiems būtų atlyginama už laiką, kurį jie praleido dirbdami Savivaldybės tarybos, komitetų ir komisijų posėdžiuose</w:t>
      </w:r>
      <w:r>
        <w:rPr>
          <w:szCs w:val="24"/>
        </w:rPr>
        <w:t xml:space="preserve"> </w:t>
      </w:r>
      <w:r w:rsidRPr="00AB677B">
        <w:rPr>
          <w:szCs w:val="24"/>
        </w:rPr>
        <w:t>Savivaldybės tarybos posėdžio sekretoriui</w:t>
      </w:r>
      <w:r>
        <w:rPr>
          <w:szCs w:val="24"/>
        </w:rPr>
        <w:t xml:space="preserve"> (-</w:t>
      </w:r>
      <w:proofErr w:type="spellStart"/>
      <w:r>
        <w:rPr>
          <w:szCs w:val="24"/>
        </w:rPr>
        <w:t>iams</w:t>
      </w:r>
      <w:proofErr w:type="spellEnd"/>
      <w:r>
        <w:rPr>
          <w:szCs w:val="24"/>
        </w:rPr>
        <w:t>)</w:t>
      </w:r>
      <w:r w:rsidRPr="00AB677B">
        <w:rPr>
          <w:szCs w:val="24"/>
        </w:rPr>
        <w:t xml:space="preserve"> ar </w:t>
      </w:r>
      <w:r w:rsidRPr="00AB677B">
        <w:rPr>
          <w:lang w:eastAsia="lt-LT"/>
        </w:rPr>
        <w:t>pad</w:t>
      </w:r>
      <w:r>
        <w:rPr>
          <w:lang w:eastAsia="lt-LT"/>
        </w:rPr>
        <w:t>aliniui, techniškai aptarnaujančiam Savivaldybės tarybą,</w:t>
      </w:r>
      <w:r w:rsidRPr="006307B5">
        <w:t xml:space="preserve"> </w:t>
      </w:r>
      <w:r w:rsidRPr="00AB677B">
        <w:rPr>
          <w:szCs w:val="24"/>
        </w:rPr>
        <w:t>privalo pateikti:</w:t>
      </w:r>
    </w:p>
    <w:p w:rsidR="00E75BBE" w:rsidRPr="00941B6B" w:rsidRDefault="00E75BBE" w:rsidP="00E75BBE">
      <w:pPr>
        <w:tabs>
          <w:tab w:val="left" w:pos="426"/>
          <w:tab w:val="left" w:pos="840"/>
        </w:tabs>
        <w:ind w:firstLine="720"/>
        <w:jc w:val="both"/>
      </w:pPr>
      <w:r w:rsidRPr="00252B8F">
        <w:rPr>
          <w:szCs w:val="24"/>
        </w:rPr>
        <w:t>25</w:t>
      </w:r>
      <w:r>
        <w:rPr>
          <w:szCs w:val="24"/>
        </w:rPr>
        <w:t>4</w:t>
      </w:r>
      <w:r w:rsidRPr="00252B8F">
        <w:rPr>
          <w:szCs w:val="24"/>
        </w:rPr>
        <w:t xml:space="preserve">.1. </w:t>
      </w:r>
      <w:r>
        <w:t xml:space="preserve">dirbantys tarybos nariai – šiuos dokumentus: iš pagrindinės darbovietės pažymą, kad pagrindinėje darbovietėje negavo atlyginimo už laiką, praleistą Savivaldybės tarybos, komitetų, komisijų, kolegijos posėdžiuose ar vykdydami kitas tarybos nario pareigas bei  </w:t>
      </w:r>
      <w:r w:rsidRPr="00941B6B">
        <w:t>prašymą dėl atlyginimo pervedimo, neapmokestinamo pajamų dydžio taikymo (NPD), pensijų kaupimo (2 priedas).</w:t>
      </w:r>
      <w:r w:rsidRPr="00941B6B">
        <w:rPr>
          <w:color w:val="FF0000"/>
        </w:rPr>
        <w:t xml:space="preserve"> </w:t>
      </w:r>
      <w:r w:rsidRPr="00941B6B">
        <w:t xml:space="preserve">Darbo laikas Savivaldybės tarybos, komitetų, komisijų bei kolegijos posėdžiuose, jeigu už jį apmokama, negali sutapti su tarybos nario darbo laiku darbovietėje. </w:t>
      </w:r>
    </w:p>
    <w:p w:rsidR="00E75BBE" w:rsidRDefault="00E75BBE" w:rsidP="00E75BBE">
      <w:pPr>
        <w:ind w:firstLine="720"/>
        <w:jc w:val="both"/>
        <w:rPr>
          <w:color w:val="FF0000"/>
        </w:rPr>
      </w:pPr>
      <w:r w:rsidRPr="00941B6B">
        <w:t>254.2. nedirbantys tarybos nariai – prašymą dėl atlyginimo pervedimo, neapmokestinamo pajamų dydžio taikymo (NPD), pensijų kaupimo (3 priedas).</w:t>
      </w:r>
    </w:p>
    <w:p w:rsidR="00E75BBE" w:rsidRDefault="00E75BBE" w:rsidP="00E75BBE">
      <w:pPr>
        <w:ind w:firstLine="720"/>
        <w:jc w:val="both"/>
        <w:rPr>
          <w:color w:val="000000"/>
          <w:lang w:eastAsia="lt-LT"/>
        </w:rPr>
      </w:pPr>
      <w:r>
        <w:rPr>
          <w:rFonts w:eastAsia="Calibri"/>
          <w:szCs w:val="24"/>
        </w:rPr>
        <w:t xml:space="preserve">255. Tarybos narys turi teisę atsisakyti šio </w:t>
      </w:r>
      <w:r w:rsidRPr="009F663D">
        <w:rPr>
          <w:rFonts w:eastAsia="Calibri"/>
          <w:szCs w:val="24"/>
        </w:rPr>
        <w:t>R</w:t>
      </w:r>
      <w:r w:rsidRPr="00CD41E5">
        <w:rPr>
          <w:rFonts w:eastAsia="Calibri"/>
          <w:szCs w:val="24"/>
        </w:rPr>
        <w:t>eglamento 25</w:t>
      </w:r>
      <w:r>
        <w:rPr>
          <w:rFonts w:eastAsia="Calibri"/>
          <w:szCs w:val="24"/>
        </w:rPr>
        <w:t>3</w:t>
      </w:r>
      <w:r w:rsidRPr="009F663D">
        <w:rPr>
          <w:rFonts w:eastAsia="Calibri"/>
          <w:szCs w:val="24"/>
        </w:rPr>
        <w:t xml:space="preserve"> punkte</w:t>
      </w:r>
      <w:r>
        <w:rPr>
          <w:rFonts w:eastAsia="Calibri"/>
          <w:szCs w:val="24"/>
        </w:rPr>
        <w:t xml:space="preserve"> nustatyto atlyginimo, pateikdamas Savivaldybės tarybos posėdžių sekretoriui </w:t>
      </w:r>
      <w:r w:rsidRPr="00AB677B">
        <w:rPr>
          <w:szCs w:val="24"/>
        </w:rPr>
        <w:t xml:space="preserve">ar </w:t>
      </w:r>
      <w:r w:rsidRPr="00AB677B">
        <w:rPr>
          <w:lang w:eastAsia="lt-LT"/>
        </w:rPr>
        <w:t>pad</w:t>
      </w:r>
      <w:r>
        <w:rPr>
          <w:lang w:eastAsia="lt-LT"/>
        </w:rPr>
        <w:t>aliniui, techniškai aptarnaujančiam Savivaldybės tarybą,</w:t>
      </w:r>
      <w:r>
        <w:rPr>
          <w:rFonts w:eastAsia="Calibri"/>
          <w:szCs w:val="24"/>
        </w:rPr>
        <w:t xml:space="preserve"> prašymą (4 priedas) dėl Savivaldybės tarybos nario pareigų atlikimo neatlygintinai (tai yra visuomeniniais pagrindais). </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6</w:t>
      </w:r>
      <w:r w:rsidRPr="004F675F">
        <w:rPr>
          <w:rFonts w:eastAsia="TimesNewRomanPSMT"/>
          <w:szCs w:val="24"/>
        </w:rPr>
        <w:t>. Tarybos narių faktiškai dirbto laiko trukmės apskaičiavimas ir apmokėjimas nustatomas šiuo Reglamento skyriumi ir Įstatymu.</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 xml:space="preserve">. </w:t>
      </w:r>
      <w:r w:rsidRPr="00D45B59">
        <w:rPr>
          <w:rFonts w:eastAsia="TimesNewRomanPSMT"/>
          <w:szCs w:val="24"/>
        </w:rPr>
        <w:t>Kiekvienam tarybos nariui</w:t>
      </w:r>
      <w:r w:rsidRPr="00FD2B00">
        <w:rPr>
          <w:rFonts w:eastAsia="TimesNewRomanPSMT"/>
          <w:szCs w:val="24"/>
        </w:rPr>
        <w:t xml:space="preserve"> į faktinį darbo laiko įskaičiuojamas jo, kaip tarybos nario,</w:t>
      </w:r>
      <w:r w:rsidRPr="004F675F">
        <w:rPr>
          <w:rFonts w:eastAsia="TimesNewRomanPSMT"/>
          <w:szCs w:val="24"/>
        </w:rPr>
        <w:t xml:space="preserve"> praleistas laikas:</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.1. Savivaldybės tarybos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7.2. komitetų</w:t>
      </w:r>
      <w:r w:rsidRPr="004F675F">
        <w:rPr>
          <w:rFonts w:eastAsia="TimesNewRomanPSMT"/>
          <w:szCs w:val="24"/>
        </w:rPr>
        <w:t xml:space="preserve"> ir komisijų, kurių Savivaldybės tarybos sprendimu nariu jis yra paskirtas, posėdžiuose bei laikinų komisijų, kurių nariu jis yra,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 xml:space="preserve">.3. </w:t>
      </w:r>
      <w:r w:rsidRPr="00D45B59">
        <w:rPr>
          <w:rFonts w:eastAsia="TimesNewRomanPSMT"/>
          <w:szCs w:val="24"/>
        </w:rPr>
        <w:t>tarybos narių frakcijos</w:t>
      </w:r>
      <w:r>
        <w:rPr>
          <w:rFonts w:eastAsia="TimesNewRomanPSMT"/>
          <w:szCs w:val="24"/>
        </w:rPr>
        <w:t>, grupės</w:t>
      </w:r>
      <w:r w:rsidRPr="004F675F">
        <w:rPr>
          <w:rFonts w:eastAsia="TimesNewRomanPSMT"/>
          <w:szCs w:val="24"/>
        </w:rPr>
        <w:t xml:space="preserve"> ar mišriosios grupės, kurios jis yra nariu,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.4</w:t>
      </w:r>
      <w:r w:rsidRPr="006F4E6E">
        <w:rPr>
          <w:rFonts w:eastAsia="TimesNewRomanPSMT"/>
          <w:szCs w:val="24"/>
        </w:rPr>
        <w:t xml:space="preserve">. laikas, </w:t>
      </w:r>
      <w:r w:rsidRPr="009F663D">
        <w:rPr>
          <w:szCs w:val="24"/>
          <w:lang w:eastAsia="lt-LT" w:bidi="lo-LA"/>
        </w:rPr>
        <w:t xml:space="preserve">sugaištas ruošiantis </w:t>
      </w:r>
      <w:r w:rsidRPr="001E3692">
        <w:rPr>
          <w:szCs w:val="24"/>
          <w:lang w:eastAsia="lt-LT" w:bidi="lo-LA"/>
        </w:rPr>
        <w:t>t</w:t>
      </w:r>
      <w:r w:rsidRPr="009F663D">
        <w:rPr>
          <w:szCs w:val="24"/>
          <w:lang w:eastAsia="lt-LT" w:bidi="lo-LA"/>
        </w:rPr>
        <w:t>arybos</w:t>
      </w:r>
      <w:r w:rsidRPr="00CD41E5">
        <w:rPr>
          <w:szCs w:val="24"/>
          <w:lang w:eastAsia="lt-LT" w:bidi="lo-LA"/>
        </w:rPr>
        <w:t>, komitetų</w:t>
      </w:r>
      <w:r w:rsidRPr="006F4E6E">
        <w:rPr>
          <w:szCs w:val="24"/>
          <w:lang w:eastAsia="lt-LT" w:bidi="lo-LA"/>
        </w:rPr>
        <w:t>, komi</w:t>
      </w:r>
      <w:r>
        <w:rPr>
          <w:szCs w:val="24"/>
          <w:lang w:eastAsia="lt-LT" w:bidi="lo-LA"/>
        </w:rPr>
        <w:t xml:space="preserve">sijų ir darbo grupių posėdžiams bei </w:t>
      </w:r>
      <w:r w:rsidRPr="004F675F">
        <w:rPr>
          <w:rFonts w:eastAsia="TimesNewRomanPSMT"/>
          <w:szCs w:val="24"/>
        </w:rPr>
        <w:t>priimant Savivaldybės nuolatinius gyventojus;</w:t>
      </w:r>
    </w:p>
    <w:p w:rsidR="00E75BBE" w:rsidRPr="004F675F" w:rsidRDefault="00E75BBE" w:rsidP="00E75BBE">
      <w:pPr>
        <w:autoSpaceDE w:val="0"/>
        <w:autoSpaceDN w:val="0"/>
        <w:adjustRightInd w:val="0"/>
        <w:ind w:firstLine="720"/>
        <w:jc w:val="both"/>
        <w:rPr>
          <w:rFonts w:eastAsia="TimesNewRomanPSMT"/>
          <w:bCs/>
          <w:szCs w:val="24"/>
        </w:rPr>
      </w:pPr>
      <w:r w:rsidRPr="004F675F">
        <w:rPr>
          <w:rFonts w:eastAsia="TimesNewRomanPSMT"/>
          <w:szCs w:val="24"/>
        </w:rPr>
        <w:t>25</w:t>
      </w:r>
      <w:r>
        <w:rPr>
          <w:rFonts w:eastAsia="TimesNewRomanPSMT"/>
          <w:szCs w:val="24"/>
        </w:rPr>
        <w:t>7</w:t>
      </w:r>
      <w:r w:rsidRPr="004F675F">
        <w:rPr>
          <w:rFonts w:eastAsia="TimesNewRomanPSMT"/>
          <w:szCs w:val="24"/>
        </w:rPr>
        <w:t xml:space="preserve">.5. Savivaldybės tarybos </w:t>
      </w:r>
      <w:r w:rsidRPr="004F675F">
        <w:rPr>
          <w:rFonts w:eastAsia="TimesNewRomanPSMT"/>
          <w:bCs/>
          <w:szCs w:val="24"/>
        </w:rPr>
        <w:t>kolegijos posėdžiuose</w:t>
      </w:r>
      <w:r>
        <w:rPr>
          <w:rFonts w:eastAsia="TimesNewRomanPSMT"/>
          <w:bCs/>
          <w:szCs w:val="24"/>
        </w:rPr>
        <w:t>.</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lastRenderedPageBreak/>
        <w:t>25</w:t>
      </w:r>
      <w:r>
        <w:rPr>
          <w:rFonts w:eastAsia="TimesNewRomanPS-ItalicMT"/>
          <w:iCs/>
          <w:szCs w:val="24"/>
        </w:rPr>
        <w:t>8</w:t>
      </w:r>
      <w:r w:rsidRPr="00A4413F">
        <w:rPr>
          <w:rFonts w:eastAsia="TimesNewRomanPS-ItalicMT"/>
          <w:iCs/>
          <w:szCs w:val="24"/>
        </w:rPr>
        <w:t xml:space="preserve">. Kiekvieno Savivaldybės tarybos nario darbo laiko </w:t>
      </w:r>
      <w:r w:rsidRPr="00D45B59">
        <w:rPr>
          <w:rFonts w:eastAsia="TimesNewRomanPS-ItalicMT"/>
          <w:iCs/>
          <w:szCs w:val="24"/>
        </w:rPr>
        <w:t>apskaitą tarybos narių darbo</w:t>
      </w:r>
      <w:r w:rsidRPr="00A4413F">
        <w:rPr>
          <w:rFonts w:eastAsia="TimesNewRomanPS-ItalicMT"/>
          <w:iCs/>
          <w:szCs w:val="24"/>
        </w:rPr>
        <w:t xml:space="preserve"> laiko apskaitos žiniaraštyje fiksuoja Savivaldybės tarybos posėdžių sekretorius </w:t>
      </w:r>
      <w:r>
        <w:rPr>
          <w:szCs w:val="24"/>
        </w:rPr>
        <w:t>(-</w:t>
      </w:r>
      <w:proofErr w:type="spellStart"/>
      <w:r>
        <w:rPr>
          <w:szCs w:val="24"/>
        </w:rPr>
        <w:t>iai</w:t>
      </w:r>
      <w:proofErr w:type="spellEnd"/>
      <w:r>
        <w:rPr>
          <w:szCs w:val="24"/>
        </w:rPr>
        <w:t>)</w:t>
      </w:r>
      <w:r w:rsidRPr="00A4413F">
        <w:rPr>
          <w:szCs w:val="24"/>
        </w:rPr>
        <w:t xml:space="preserve"> ar </w:t>
      </w:r>
      <w:r w:rsidRPr="00A4413F">
        <w:rPr>
          <w:lang w:eastAsia="lt-LT"/>
        </w:rPr>
        <w:t>padalinys, techniškai aptarnaujantis Savivaldybės tarybą</w:t>
      </w:r>
      <w:r w:rsidRPr="00A4413F">
        <w:rPr>
          <w:rFonts w:eastAsia="TimesNewRomanPS-ItalicMT"/>
          <w:iCs/>
          <w:szCs w:val="24"/>
        </w:rPr>
        <w:t>, vadovaudamasis protokolų ir/</w:t>
      </w:r>
      <w:r w:rsidRPr="00D45B59">
        <w:rPr>
          <w:rFonts w:eastAsia="TimesNewRomanPS-ItalicMT"/>
          <w:iCs/>
          <w:szCs w:val="24"/>
        </w:rPr>
        <w:t>ar tarybos narių</w:t>
      </w:r>
      <w:r w:rsidRPr="00A4413F">
        <w:rPr>
          <w:rFonts w:eastAsia="TimesNewRomanPS-ItalicMT"/>
          <w:iCs/>
          <w:szCs w:val="24"/>
        </w:rPr>
        <w:t xml:space="preserve"> prašymų apmokėti už faktinį darbo laiką duomenimis.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 Faktinė kiekvieno Savivaldybės tarybos nario dirbto laiko Savivaldybės tarybos posėdyje trukmė paskaičiuojama pagal Savivaldybės tarybos posėdžio protokole fiksuotą Savivaldybės tarybos posėdžio pradžią ir pabaigą, vadovaujantis šiomis nuostatomis: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.1. Savivaldybės tarybos posėdžio pradžia ir pabaiga protokole fiksuojama pagal tą laiką, kuriuo posėdį pradėtu ir pabaigtu paskelbia posėdžio pirmininkas;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 xml:space="preserve">.2. Savivaldybės tarybos posėdžių sekretorius </w:t>
      </w:r>
      <w:r>
        <w:rPr>
          <w:szCs w:val="24"/>
        </w:rPr>
        <w:t>(-</w:t>
      </w:r>
      <w:proofErr w:type="spellStart"/>
      <w:r>
        <w:rPr>
          <w:szCs w:val="24"/>
        </w:rPr>
        <w:t>iai</w:t>
      </w:r>
      <w:proofErr w:type="spellEnd"/>
      <w:r>
        <w:rPr>
          <w:szCs w:val="24"/>
        </w:rPr>
        <w:t>)</w:t>
      </w:r>
      <w:r w:rsidRPr="00A4413F">
        <w:rPr>
          <w:szCs w:val="24"/>
        </w:rPr>
        <w:t xml:space="preserve"> ar </w:t>
      </w:r>
      <w:r w:rsidRPr="00A4413F">
        <w:rPr>
          <w:lang w:eastAsia="lt-LT"/>
        </w:rPr>
        <w:t>padalinys, techniškai aptarnaujantis Savivaldybės tarybą</w:t>
      </w:r>
      <w:r w:rsidRPr="00A4413F">
        <w:rPr>
          <w:rFonts w:eastAsia="TimesNewRomanPS-ItalicMT"/>
          <w:iCs/>
          <w:szCs w:val="24"/>
        </w:rPr>
        <w:t xml:space="preserve">, fiksuoja kiekvieno </w:t>
      </w:r>
      <w:r w:rsidRPr="00D45B59">
        <w:rPr>
          <w:rFonts w:eastAsia="TimesNewRomanPS-ItalicMT"/>
          <w:iCs/>
          <w:szCs w:val="24"/>
        </w:rPr>
        <w:t xml:space="preserve">tarybos </w:t>
      </w:r>
      <w:r w:rsidRPr="009F663D">
        <w:rPr>
          <w:rFonts w:eastAsia="TimesNewRomanPS-ItalicMT"/>
          <w:iCs/>
          <w:szCs w:val="24"/>
        </w:rPr>
        <w:t xml:space="preserve">nario </w:t>
      </w:r>
      <w:r w:rsidRPr="00CD41E5">
        <w:rPr>
          <w:rFonts w:eastAsia="TimesNewRomanPS-ItalicMT"/>
          <w:iCs/>
          <w:szCs w:val="24"/>
        </w:rPr>
        <w:t>tarybos posėdyje faktiškai</w:t>
      </w:r>
      <w:r w:rsidRPr="00A4413F">
        <w:rPr>
          <w:rFonts w:eastAsia="TimesNewRomanPS-ItalicMT"/>
          <w:iCs/>
          <w:szCs w:val="24"/>
        </w:rPr>
        <w:t xml:space="preserve"> praleistą laiką, </w:t>
      </w:r>
      <w:r w:rsidRPr="00D45B59">
        <w:rPr>
          <w:rFonts w:eastAsia="TimesNewRomanPS-ItalicMT"/>
          <w:iCs/>
          <w:szCs w:val="24"/>
        </w:rPr>
        <w:t>įvertindamas tarybos nario atėjimo</w:t>
      </w:r>
      <w:r w:rsidRPr="00A4413F">
        <w:rPr>
          <w:rFonts w:eastAsia="TimesNewRomanPS-ItalicMT"/>
          <w:iCs/>
          <w:szCs w:val="24"/>
        </w:rPr>
        <w:t xml:space="preserve"> į posėdį laiką ir išėjimo iš Savivaldybės tarybos posėdžio laiką, tai fiksuodamas Savivaldybės tarybos posėdžio protokole;</w:t>
      </w:r>
    </w:p>
    <w:p w:rsidR="00E75BBE" w:rsidRPr="00563CEA" w:rsidRDefault="00E75BBE" w:rsidP="00E75BBE">
      <w:pPr>
        <w:autoSpaceDE w:val="0"/>
        <w:autoSpaceDN w:val="0"/>
        <w:adjustRightInd w:val="0"/>
        <w:ind w:firstLine="720"/>
        <w:jc w:val="both"/>
        <w:rPr>
          <w:rFonts w:eastAsia="TimesNewRomanPS-ItalicMT"/>
          <w:iCs/>
          <w:szCs w:val="24"/>
        </w:rPr>
      </w:pPr>
      <w:r w:rsidRPr="00563CEA">
        <w:rPr>
          <w:rFonts w:eastAsia="TimesNewRomanPS-ItalicMT"/>
          <w:iCs/>
          <w:szCs w:val="24"/>
        </w:rPr>
        <w:t>2</w:t>
      </w:r>
      <w:r>
        <w:rPr>
          <w:rFonts w:eastAsia="TimesNewRomanPS-ItalicMT"/>
          <w:iCs/>
          <w:szCs w:val="24"/>
        </w:rPr>
        <w:t>59</w:t>
      </w:r>
      <w:r w:rsidRPr="00563CEA">
        <w:rPr>
          <w:rFonts w:eastAsia="TimesNewRomanPS-ItalicMT"/>
          <w:iCs/>
          <w:szCs w:val="24"/>
        </w:rPr>
        <w:t xml:space="preserve">.3. jeigu Savivaldybės tarybos posėdis vyksta trumpiau nei 0,5 valandos – faktinis darbo laikas Savivaldybės tarybos nariui skaičiuojamas 0,5 valandos, išskyrus šio </w:t>
      </w:r>
      <w:r w:rsidRPr="00D45B59">
        <w:rPr>
          <w:rFonts w:eastAsia="TimesNewRomanPS-ItalicMT"/>
          <w:iCs/>
          <w:szCs w:val="24"/>
        </w:rPr>
        <w:t>Reglamento 2</w:t>
      </w:r>
      <w:r>
        <w:rPr>
          <w:rFonts w:eastAsia="TimesNewRomanPS-ItalicMT"/>
          <w:iCs/>
          <w:szCs w:val="24"/>
        </w:rPr>
        <w:t>59</w:t>
      </w:r>
      <w:r w:rsidRPr="00D45B59">
        <w:rPr>
          <w:rFonts w:eastAsia="TimesNewRomanPS-ItalicMT"/>
          <w:iCs/>
          <w:szCs w:val="24"/>
        </w:rPr>
        <w:t>.2</w:t>
      </w:r>
      <w:r w:rsidRPr="005326B7">
        <w:rPr>
          <w:rFonts w:eastAsia="TimesNewRomanPS-ItalicMT"/>
          <w:iCs/>
          <w:szCs w:val="24"/>
        </w:rPr>
        <w:t xml:space="preserve"> </w:t>
      </w:r>
      <w:r w:rsidRPr="00563CEA">
        <w:rPr>
          <w:rFonts w:eastAsia="TimesNewRomanPS-ItalicMT"/>
          <w:iCs/>
          <w:szCs w:val="24"/>
        </w:rPr>
        <w:t>papunktyje numatytą išimtį;</w:t>
      </w:r>
    </w:p>
    <w:p w:rsidR="00E75BBE" w:rsidRPr="006F4E6E" w:rsidRDefault="00E75BBE" w:rsidP="00E75BBE">
      <w:pPr>
        <w:autoSpaceDE w:val="0"/>
        <w:autoSpaceDN w:val="0"/>
        <w:adjustRightInd w:val="0"/>
        <w:ind w:firstLine="720"/>
        <w:jc w:val="both"/>
        <w:rPr>
          <w:rFonts w:eastAsia="TimesNewRomanPS-ItalicMT"/>
          <w:iCs/>
          <w:szCs w:val="24"/>
        </w:rPr>
      </w:pPr>
      <w:r w:rsidRPr="006F4E6E">
        <w:rPr>
          <w:rFonts w:eastAsia="TimesNewRomanPS-ItalicMT"/>
          <w:iCs/>
          <w:szCs w:val="24"/>
        </w:rPr>
        <w:t>2</w:t>
      </w:r>
      <w:r>
        <w:rPr>
          <w:rFonts w:eastAsia="TimesNewRomanPS-ItalicMT"/>
          <w:iCs/>
          <w:szCs w:val="24"/>
        </w:rPr>
        <w:t>59</w:t>
      </w:r>
      <w:r w:rsidRPr="006F4E6E">
        <w:rPr>
          <w:rFonts w:eastAsia="TimesNewRomanPS-ItalicMT"/>
          <w:iCs/>
          <w:szCs w:val="24"/>
        </w:rPr>
        <w:t xml:space="preserve">.4. jeigu Savivaldybės tarybos posėdis vyksta ilgiau nei 0,5 valandos – tokiu atveju </w:t>
      </w:r>
      <w:r w:rsidRPr="00D45B59">
        <w:rPr>
          <w:rFonts w:eastAsia="TimesNewRomanPS-ItalicMT"/>
          <w:iCs/>
          <w:szCs w:val="24"/>
        </w:rPr>
        <w:t>tarybos nariui darbo</w:t>
      </w:r>
      <w:r w:rsidRPr="006F4E6E">
        <w:rPr>
          <w:rFonts w:eastAsia="TimesNewRomanPS-ItalicMT"/>
          <w:iCs/>
          <w:szCs w:val="24"/>
        </w:rPr>
        <w:t xml:space="preserve"> laiko apskaitos žiniaraštyje fiksuojamos faktiškai dirbto laiko valandos sveikąja išraiška, o prireikus jos yra apvalinamos. Darbo laiko valandų apvalinimas skaičiuojamas taip: jeigu nuo sveikojo skaičiaus trukmė yra nuo 1 min iki 29 min – tokiu atveju apvalinama link mažesnio sveikojo skaičiaus; jeigu nuo sveikojo skaičiaus trukmė yra nuo 31 min iki 59 min – tokiu atveju apvalinama link didesnio sveikojo skaičiaus.</w:t>
      </w:r>
    </w:p>
    <w:p w:rsidR="00E75BBE" w:rsidRPr="006F4E6E" w:rsidRDefault="00E75BBE" w:rsidP="00E75BBE">
      <w:pPr>
        <w:autoSpaceDE w:val="0"/>
        <w:autoSpaceDN w:val="0"/>
        <w:adjustRightInd w:val="0"/>
        <w:ind w:firstLine="720"/>
        <w:jc w:val="both"/>
        <w:rPr>
          <w:rFonts w:eastAsia="TimesNewRomanPS-ItalicMT"/>
          <w:iCs/>
          <w:szCs w:val="24"/>
        </w:rPr>
      </w:pPr>
      <w:r w:rsidRPr="006F4E6E">
        <w:rPr>
          <w:rFonts w:eastAsia="TimesNewRomanPS-ItalicMT"/>
          <w:iCs/>
          <w:szCs w:val="24"/>
        </w:rPr>
        <w:t xml:space="preserve">Analogiškai skaičiuojama Savivaldybės tarybos nario faktinė darbo laiko </w:t>
      </w:r>
      <w:r w:rsidRPr="006F4E6E">
        <w:rPr>
          <w:rFonts w:eastAsia="TimesNewRomanPS-BoldItalicMT"/>
          <w:bCs/>
          <w:iCs/>
          <w:szCs w:val="24"/>
        </w:rPr>
        <w:t xml:space="preserve">kolegijos, komitetų, </w:t>
      </w:r>
      <w:r w:rsidRPr="00D45B59">
        <w:rPr>
          <w:rFonts w:eastAsia="TimesNewRomanPS-BoldItalicMT"/>
          <w:bCs/>
          <w:iCs/>
          <w:szCs w:val="24"/>
        </w:rPr>
        <w:t>komisijų, tarybos narių frakcijos</w:t>
      </w:r>
      <w:r w:rsidRPr="006F4E6E">
        <w:rPr>
          <w:rFonts w:eastAsia="TimesNewRomanPS-BoldItalicMT"/>
          <w:bCs/>
          <w:iCs/>
          <w:szCs w:val="24"/>
        </w:rPr>
        <w:t xml:space="preserve">, grupės, ar mišriosios grupės </w:t>
      </w:r>
      <w:r w:rsidRPr="006F4E6E">
        <w:rPr>
          <w:rFonts w:eastAsia="TimesNewRomanPS-ItalicMT"/>
          <w:iCs/>
          <w:szCs w:val="24"/>
        </w:rPr>
        <w:t>posėdžiuose trukmė.</w:t>
      </w:r>
    </w:p>
    <w:p w:rsidR="00E75BBE" w:rsidRPr="00E364BA" w:rsidRDefault="00E75BBE" w:rsidP="00E75BBE">
      <w:pPr>
        <w:autoSpaceDE w:val="0"/>
        <w:autoSpaceDN w:val="0"/>
        <w:adjustRightInd w:val="0"/>
        <w:ind w:firstLine="720"/>
        <w:jc w:val="both"/>
        <w:rPr>
          <w:rFonts w:eastAsia="TimesNewRomanPS-ItalicMT"/>
          <w:iCs/>
          <w:color w:val="7030A0"/>
          <w:szCs w:val="24"/>
        </w:rPr>
      </w:pPr>
      <w:r w:rsidRPr="00326CFA">
        <w:rPr>
          <w:rFonts w:eastAsia="TimesNewRomanPS-ItalicMT"/>
          <w:iCs/>
          <w:szCs w:val="24"/>
        </w:rPr>
        <w:t>2</w:t>
      </w:r>
      <w:r>
        <w:rPr>
          <w:rFonts w:eastAsia="TimesNewRomanPS-ItalicMT"/>
          <w:iCs/>
          <w:szCs w:val="24"/>
        </w:rPr>
        <w:t>60</w:t>
      </w:r>
      <w:r w:rsidRPr="00326CFA">
        <w:rPr>
          <w:rFonts w:eastAsia="TimesNewRomanPS-ItalicMT"/>
          <w:iCs/>
          <w:szCs w:val="24"/>
        </w:rPr>
        <w:t xml:space="preserve">. Faktinė </w:t>
      </w:r>
      <w:r w:rsidRPr="00D45B59">
        <w:rPr>
          <w:rFonts w:eastAsia="TimesNewRomanPS-ItalicMT"/>
          <w:iCs/>
          <w:szCs w:val="24"/>
        </w:rPr>
        <w:t xml:space="preserve">kiekvieno tarybos nario darbo laiko </w:t>
      </w:r>
      <w:r w:rsidRPr="00FD2B00">
        <w:rPr>
          <w:rFonts w:eastAsia="TimesNewRomanPS-ItalicMT"/>
          <w:iCs/>
          <w:szCs w:val="24"/>
        </w:rPr>
        <w:t xml:space="preserve">tarybos nariui </w:t>
      </w:r>
      <w:r w:rsidRPr="00CB4832">
        <w:rPr>
          <w:rFonts w:eastAsia="TimesNewRomanPS-ItalicMT"/>
          <w:iCs/>
          <w:szCs w:val="24"/>
        </w:rPr>
        <w:t>trukmė paskaičiuojama vadovaujantis šiomis nuostatomis:</w:t>
      </w:r>
    </w:p>
    <w:p w:rsidR="00E75BBE" w:rsidRPr="002637CA" w:rsidRDefault="00E75BBE" w:rsidP="00E75BBE">
      <w:pPr>
        <w:autoSpaceDE w:val="0"/>
        <w:autoSpaceDN w:val="0"/>
        <w:ind w:firstLine="720"/>
        <w:jc w:val="both"/>
      </w:pPr>
      <w:r w:rsidRPr="002637CA">
        <w:rPr>
          <w:rFonts w:eastAsia="TimesNewRomanPS-ItalicMT"/>
          <w:iCs/>
          <w:szCs w:val="24"/>
        </w:rPr>
        <w:t>260.1</w:t>
      </w:r>
      <w:r w:rsidRPr="002637CA">
        <w:t xml:space="preserve"> kiekvienas tarybos narys, einamąjį mėnesį dalyvavęs tarybos narių frakcijos, grupės ar mišriosios grupės, kurios jis yra nariu, posėdžiuose ir skyręs</w:t>
      </w:r>
      <w:r w:rsidRPr="002637CA">
        <w:rPr>
          <w:lang w:eastAsia="lt-LT"/>
        </w:rPr>
        <w:t xml:space="preserve"> laiko ruošiantis Savivaldybės tarybos, komitetų, komisijų, kolegijos ir darbo grupių posėdžiams bei</w:t>
      </w:r>
      <w:r w:rsidRPr="002637CA">
        <w:t xml:space="preserve"> priėmęs Savivaldybės nuolatinius gyventojus, Savivaldybės tarybos posėdžių sekretoriui (-</w:t>
      </w:r>
      <w:proofErr w:type="spellStart"/>
      <w:r w:rsidRPr="002637CA">
        <w:t>iams</w:t>
      </w:r>
      <w:proofErr w:type="spellEnd"/>
      <w:r w:rsidRPr="002637CA">
        <w:t xml:space="preserve">) ar </w:t>
      </w:r>
      <w:r w:rsidRPr="002637CA">
        <w:rPr>
          <w:lang w:eastAsia="lt-LT"/>
        </w:rPr>
        <w:t>padaliniui, techniškai aptarnaujančiam Savivaldybės tarybą,</w:t>
      </w:r>
      <w:r w:rsidRPr="002637CA">
        <w:t xml:space="preserve"> pateikia deklaraciją apmokėti už faktinį darbo laiką iki ateinančio mėnesio pirmos darbo dienos. Kiekvienam tarybos nariui apmokama ne daugiau kaip už </w:t>
      </w:r>
      <w:r w:rsidRPr="002637CA">
        <w:rPr>
          <w:b/>
          <w:color w:val="FF0000"/>
        </w:rPr>
        <w:t>25 ??? val.</w:t>
      </w:r>
      <w:r w:rsidRPr="002637CA">
        <w:rPr>
          <w:color w:val="FF0000"/>
        </w:rPr>
        <w:t xml:space="preserve"> </w:t>
      </w:r>
      <w:r w:rsidRPr="002637CA">
        <w:t xml:space="preserve">per mėnesį, neskaitant faktiškai išdirbto laiko </w:t>
      </w:r>
      <w:r w:rsidRPr="002637CA">
        <w:rPr>
          <w:lang w:eastAsia="lt-LT"/>
        </w:rPr>
        <w:t>Savivaldybės tarybos, komitetų, kolegijos, Savivaldybės tarybos patvirtintų komisijų, tarybų posėdžiuose</w:t>
      </w:r>
      <w:r w:rsidRPr="002637CA">
        <w:t xml:space="preserve"> (5 priedas)</w:t>
      </w:r>
      <w:r w:rsidRPr="002637CA">
        <w:rPr>
          <w:lang w:eastAsia="lt-LT"/>
        </w:rPr>
        <w:t>.</w:t>
      </w:r>
    </w:p>
    <w:p w:rsidR="00E75BBE" w:rsidRDefault="00E75BBE" w:rsidP="00E75BBE">
      <w:pPr>
        <w:autoSpaceDE w:val="0"/>
        <w:autoSpaceDN w:val="0"/>
        <w:ind w:firstLine="720"/>
        <w:jc w:val="both"/>
        <w:rPr>
          <w:rFonts w:eastAsia="TimesNewRomanPS-ItalicMT"/>
          <w:iCs/>
          <w:szCs w:val="24"/>
        </w:rPr>
      </w:pPr>
      <w:r w:rsidRPr="00326CFA">
        <w:rPr>
          <w:rFonts w:eastAsia="TimesNewRomanPS-ItalicMT"/>
          <w:iCs/>
          <w:szCs w:val="24"/>
        </w:rPr>
        <w:t>2</w:t>
      </w:r>
      <w:r>
        <w:rPr>
          <w:rFonts w:eastAsia="TimesNewRomanPS-ItalicMT"/>
          <w:iCs/>
          <w:szCs w:val="24"/>
        </w:rPr>
        <w:t>60</w:t>
      </w:r>
      <w:r w:rsidRPr="00326CFA">
        <w:rPr>
          <w:rFonts w:eastAsia="TimesNewRomanPS-ItalicMT"/>
          <w:iCs/>
          <w:szCs w:val="24"/>
        </w:rPr>
        <w:t>.2. deklaracijoje privaloma nurodyti posėdžio/priėmimo tikslą ir esmę, dalyvavusių gyventojų skaičių (jeigu vyko priėmimas)</w:t>
      </w:r>
      <w:r>
        <w:rPr>
          <w:rFonts w:eastAsia="TimesNewRomanPS-ItalicMT"/>
          <w:iCs/>
          <w:szCs w:val="24"/>
        </w:rPr>
        <w:t>, skirtą laiką</w:t>
      </w:r>
      <w:r w:rsidRPr="005326B7">
        <w:rPr>
          <w:szCs w:val="24"/>
          <w:lang w:eastAsia="lt-LT" w:bidi="lo-LA"/>
        </w:rPr>
        <w:t xml:space="preserve"> ruošiantis Savivaldybės tarybos, komitetų, komisijų</w:t>
      </w:r>
      <w:r>
        <w:rPr>
          <w:szCs w:val="24"/>
          <w:lang w:eastAsia="lt-LT" w:bidi="lo-LA"/>
        </w:rPr>
        <w:t>, kolegijos</w:t>
      </w:r>
      <w:r w:rsidRPr="005326B7">
        <w:rPr>
          <w:szCs w:val="24"/>
          <w:lang w:eastAsia="lt-LT" w:bidi="lo-LA"/>
        </w:rPr>
        <w:t xml:space="preserve"> ir darbo grupių posėdžiams</w:t>
      </w:r>
      <w:r>
        <w:rPr>
          <w:rFonts w:eastAsia="TimesNewRomanPS-ItalicMT"/>
          <w:iCs/>
          <w:szCs w:val="24"/>
        </w:rPr>
        <w:t xml:space="preserve"> bei</w:t>
      </w:r>
      <w:r w:rsidRPr="00326CFA">
        <w:rPr>
          <w:rFonts w:eastAsia="TimesNewRomanPS-ItalicMT"/>
          <w:iCs/>
          <w:szCs w:val="24"/>
        </w:rPr>
        <w:t xml:space="preserve"> posėdžio/priėmimo trukmę;</w:t>
      </w:r>
      <w:r>
        <w:rPr>
          <w:rFonts w:eastAsia="TimesNewRomanPS-ItalicMT"/>
          <w:iCs/>
          <w:szCs w:val="24"/>
        </w:rPr>
        <w:t xml:space="preserve"> </w:t>
      </w:r>
    </w:p>
    <w:p w:rsidR="00E75BBE" w:rsidRDefault="00E75BBE" w:rsidP="00E75BBE">
      <w:pPr>
        <w:autoSpaceDE w:val="0"/>
        <w:autoSpaceDN w:val="0"/>
        <w:adjustRightInd w:val="0"/>
        <w:ind w:firstLine="720"/>
        <w:jc w:val="both"/>
        <w:rPr>
          <w:szCs w:val="24"/>
          <w:lang w:eastAsia="lt-LT" w:bidi="lo-LA"/>
        </w:rPr>
      </w:pPr>
      <w:r w:rsidRPr="001A7ED7">
        <w:rPr>
          <w:szCs w:val="24"/>
          <w:lang w:eastAsia="lt-LT" w:bidi="lo-LA"/>
        </w:rPr>
        <w:t>2</w:t>
      </w:r>
      <w:r>
        <w:rPr>
          <w:szCs w:val="24"/>
          <w:lang w:eastAsia="lt-LT" w:bidi="lo-LA"/>
        </w:rPr>
        <w:t>60</w:t>
      </w:r>
      <w:r w:rsidRPr="001A7ED7">
        <w:rPr>
          <w:szCs w:val="24"/>
          <w:lang w:eastAsia="lt-LT" w:bidi="lo-LA"/>
        </w:rPr>
        <w:t>.3 už darbą Savivaldybės tarybos, komitetų, kolegijos, Savivaldybės tarybos patvirtintų komisijų, tarybų posėdžiuose moka</w:t>
      </w:r>
      <w:r>
        <w:rPr>
          <w:szCs w:val="24"/>
          <w:lang w:eastAsia="lt-LT" w:bidi="lo-LA"/>
        </w:rPr>
        <w:t>ma už faktiškai išdirbtą laiką;</w:t>
      </w:r>
    </w:p>
    <w:p w:rsidR="00E75BBE" w:rsidRPr="00941B6B" w:rsidRDefault="00E75BBE" w:rsidP="00E75BBE">
      <w:pPr>
        <w:autoSpaceDE w:val="0"/>
        <w:autoSpaceDN w:val="0"/>
        <w:adjustRightInd w:val="0"/>
        <w:ind w:firstLine="720"/>
        <w:jc w:val="both"/>
        <w:rPr>
          <w:rFonts w:eastAsia="TimesNewRomanPS-ItalicMT"/>
          <w:iCs/>
          <w:szCs w:val="24"/>
        </w:rPr>
      </w:pPr>
      <w:r w:rsidRPr="00941B6B">
        <w:rPr>
          <w:lang w:eastAsia="lt-LT"/>
        </w:rPr>
        <w:t xml:space="preserve">260.4 Padalinio, techniškai aptarnaujančio Savivaldybės tarybą, darbuotojas užpildo bendrą Tarybos narių darbo laiką valandomis per mėnesį darbo laiko apskaitos žiniaraštyje ir  mėnesio pirmą darbo dieną per DVS  pateikia Buhalterinės apskaitos skyriui.  </w:t>
      </w:r>
    </w:p>
    <w:p w:rsidR="00CD7B2E" w:rsidRDefault="00E75BBE" w:rsidP="00CD7B2E">
      <w:pPr>
        <w:autoSpaceDE w:val="0"/>
        <w:autoSpaceDN w:val="0"/>
        <w:adjustRightInd w:val="0"/>
        <w:ind w:firstLine="720"/>
        <w:jc w:val="both"/>
        <w:rPr>
          <w:szCs w:val="24"/>
        </w:rPr>
      </w:pPr>
      <w:r w:rsidRPr="00941B6B">
        <w:rPr>
          <w:rFonts w:eastAsia="Calibri"/>
          <w:szCs w:val="24"/>
        </w:rPr>
        <w:t xml:space="preserve">261. </w:t>
      </w:r>
      <w:r w:rsidRPr="00941B6B">
        <w:t xml:space="preserve">Savivaldybės tarybos nariui, su jo, kaip tarybos nario, veikla susijusioms Reglamento šiame skyriuje numatytoms išlaidoms apmokėti, kiek jų nesuteikia ar tiesiogiai neapmoka Savivaldybės administracija, kas mėnesį skiriama </w:t>
      </w:r>
      <w:r w:rsidRPr="00941B6B">
        <w:rPr>
          <w:b/>
          <w:color w:val="FF0000"/>
        </w:rPr>
        <w:t>0,6</w:t>
      </w:r>
      <w:r w:rsidRPr="00941B6B">
        <w:rPr>
          <w:color w:val="FF0000"/>
        </w:rPr>
        <w:t xml:space="preserve"> </w:t>
      </w:r>
      <w:r w:rsidRPr="00941B6B">
        <w:t xml:space="preserve">minimalaus mėnesinio atlyginimo (MMA) dydžio išmoka, už kurią atsiskaitoma ne rečiau kaip vieną kartą per 3 mėnesius. </w:t>
      </w:r>
      <w:r w:rsidRPr="00941B6B">
        <w:rPr>
          <w:color w:val="000000"/>
          <w:szCs w:val="24"/>
          <w:shd w:val="clear" w:color="auto" w:fill="FFFFFF"/>
        </w:rPr>
        <w:t>Nustatyto dydžio išmokų limitas sumuojamas kiekvieną ketvirtį, neviršijant trijų mėnesių sumos. Numatyta</w:t>
      </w:r>
      <w:r w:rsidRPr="00941B6B">
        <w:rPr>
          <w:szCs w:val="24"/>
        </w:rPr>
        <w:t xml:space="preserve"> išmoka mokama neviršijant nurodyto ketvirčio dydžio ir nepersikelia į kitus ketvirčius.</w:t>
      </w:r>
    </w:p>
    <w:p w:rsidR="00CD7B2E" w:rsidRDefault="00CD7B2E" w:rsidP="00CD7B2E">
      <w:pPr>
        <w:autoSpaceDE w:val="0"/>
        <w:autoSpaceDN w:val="0"/>
        <w:adjustRightInd w:val="0"/>
        <w:ind w:firstLine="720"/>
        <w:jc w:val="both"/>
      </w:pPr>
      <w:r>
        <w:t>262. Išmoka gali būti panaudota:</w:t>
      </w:r>
    </w:p>
    <w:p w:rsidR="00CD7B2E" w:rsidRDefault="00CD7B2E" w:rsidP="00CD7B2E">
      <w:pPr>
        <w:ind w:firstLine="720"/>
        <w:jc w:val="both"/>
      </w:pPr>
      <w:r>
        <w:t>262.1. kanceliarinėms prekėms įsigyti;</w:t>
      </w:r>
      <w:bookmarkStart w:id="1" w:name="m_7828336999563168448_m_5095441828245365"/>
    </w:p>
    <w:p w:rsidR="00CD7B2E" w:rsidRDefault="00CD7B2E" w:rsidP="00CD7B2E">
      <w:pPr>
        <w:ind w:firstLine="720"/>
        <w:jc w:val="both"/>
      </w:pPr>
      <w:r>
        <w:t>262.2. pašto prekėms įsigyti ir paslaugoms apmokėti;</w:t>
      </w:r>
    </w:p>
    <w:p w:rsidR="00CD7B2E" w:rsidRDefault="00CD7B2E" w:rsidP="00CD7B2E">
      <w:pPr>
        <w:ind w:firstLine="720"/>
        <w:jc w:val="both"/>
      </w:pPr>
      <w:r>
        <w:lastRenderedPageBreak/>
        <w:t>262.3. </w:t>
      </w:r>
      <w:r w:rsidRPr="00941B6B">
        <w:t xml:space="preserve">mobiliajam </w:t>
      </w:r>
      <w:r>
        <w:t xml:space="preserve">telefonui, nešiojamam kompiuteriui bei jo programinei įrangai įsigyti, eksploatuoti, techninei priežiūrai, remontui ir draudimui; </w:t>
      </w:r>
    </w:p>
    <w:p w:rsidR="00CD7B2E" w:rsidRDefault="00CD7B2E" w:rsidP="00CD7B2E">
      <w:pPr>
        <w:ind w:firstLine="720"/>
        <w:jc w:val="both"/>
      </w:pPr>
      <w:r>
        <w:t>262.4. interneto įrangai įsigyti ar nuomai apmokėti;</w:t>
      </w:r>
    </w:p>
    <w:p w:rsidR="00CD7B2E" w:rsidRDefault="00CD7B2E" w:rsidP="00CD7B2E">
      <w:pPr>
        <w:ind w:firstLine="720"/>
        <w:jc w:val="both"/>
      </w:pPr>
      <w:r>
        <w:t>262.5. telefoniniam ir internetiniam ryšiui apmokėti;</w:t>
      </w:r>
    </w:p>
    <w:p w:rsidR="00CD7B2E" w:rsidRDefault="00CD7B2E" w:rsidP="00CD7B2E">
      <w:pPr>
        <w:ind w:firstLine="720"/>
        <w:jc w:val="both"/>
      </w:pPr>
      <w:r>
        <w:t>262.6. Tarybos nario veiklai naudojamos transporto priemonės eksploatavimui, techniniam aptarnavimui, remontui, draudimui, (neviršijant Tarybos nario kadencijos laikotarpio), transporto priemonės stovėjimo ir saugojimo aikštelėse išlaidoms, taksi paslaugoms apmokėti, viešojo transporto bilietams įsigyti;</w:t>
      </w:r>
    </w:p>
    <w:bookmarkEnd w:id="1"/>
    <w:p w:rsidR="00CD7B2E" w:rsidRDefault="00CD7B2E" w:rsidP="00CD7B2E">
      <w:pPr>
        <w:ind w:firstLine="720"/>
        <w:jc w:val="both"/>
      </w:pPr>
      <w:r>
        <w:t>262.7. informacijos, susijusios su  Tarybos nario veikla  spausdinimui, skaitmeninio turinio pagaminimui bei platinimui ir  viešosios informacijos rengėjų teikiamų paslaugų išlaidoms apmokėti;</w:t>
      </w:r>
    </w:p>
    <w:p w:rsidR="00CD7B2E" w:rsidRDefault="00CD7B2E" w:rsidP="00CD7B2E">
      <w:pPr>
        <w:ind w:firstLine="720"/>
        <w:jc w:val="both"/>
      </w:pPr>
      <w:r>
        <w:t>262.8. periodiniams leidiniams ir  laikraščiams pirkti;</w:t>
      </w:r>
    </w:p>
    <w:p w:rsidR="00CD7B2E" w:rsidRDefault="00CD7B2E" w:rsidP="00CD7B2E">
      <w:pPr>
        <w:ind w:firstLine="720"/>
        <w:jc w:val="both"/>
      </w:pPr>
      <w:r>
        <w:t>262.9. knygoms, gėlėms ir suvenyrams įsigyti.</w:t>
      </w:r>
    </w:p>
    <w:p w:rsidR="00E75BBE" w:rsidRDefault="00E75BBE" w:rsidP="00E75BBE">
      <w:pPr>
        <w:autoSpaceDE w:val="0"/>
        <w:autoSpaceDN w:val="0"/>
        <w:adjustRightInd w:val="0"/>
        <w:ind w:firstLine="720"/>
        <w:jc w:val="both"/>
        <w:rPr>
          <w:iCs/>
        </w:rPr>
      </w:pPr>
      <w:r>
        <w:rPr>
          <w:iCs/>
        </w:rPr>
        <w:t>263. Šio Reglamento 262</w:t>
      </w:r>
      <w:r w:rsidRPr="00E30968">
        <w:rPr>
          <w:iCs/>
        </w:rPr>
        <w:t xml:space="preserve"> punkto nustatytų lėšų prekės nepajamuojamos. Patirta išlaidų, susijusių su tarybos nario veikla, suma, pateisinta paslaugų ir prekių įsigijimo dokumentais, įskaitoma į faktines išlaidas.</w:t>
      </w:r>
    </w:p>
    <w:p w:rsidR="00E75BBE" w:rsidRPr="00941B6B" w:rsidRDefault="00E75BBE" w:rsidP="00E75BBE">
      <w:pPr>
        <w:autoSpaceDE w:val="0"/>
        <w:autoSpaceDN w:val="0"/>
        <w:adjustRightInd w:val="0"/>
        <w:ind w:firstLine="720"/>
        <w:jc w:val="both"/>
      </w:pPr>
      <w:r w:rsidRPr="00BD25A5">
        <w:rPr>
          <w:iCs/>
        </w:rPr>
        <w:t>26</w:t>
      </w:r>
      <w:r>
        <w:rPr>
          <w:iCs/>
        </w:rPr>
        <w:t>4</w:t>
      </w:r>
      <w:r w:rsidRPr="00BD25A5">
        <w:rPr>
          <w:iCs/>
        </w:rPr>
        <w:t xml:space="preserve">. </w:t>
      </w:r>
      <w:r>
        <w:t xml:space="preserve">Tarybos narys iki paskutinės ketvirčio dienos </w:t>
      </w:r>
      <w:r>
        <w:rPr>
          <w:lang w:eastAsia="lt-LT"/>
        </w:rPr>
        <w:t>padalinio, techniškai aptarnaujančio</w:t>
      </w:r>
      <w:r w:rsidRPr="00D05890">
        <w:rPr>
          <w:lang w:eastAsia="lt-LT"/>
        </w:rPr>
        <w:t xml:space="preserve"> Savivaldybės tarybą</w:t>
      </w:r>
      <w:r>
        <w:rPr>
          <w:lang w:eastAsia="lt-LT"/>
        </w:rPr>
        <w:t>, specialistui</w:t>
      </w:r>
      <w:r>
        <w:t xml:space="preserve"> pateikia prašymą </w:t>
      </w:r>
      <w:r w:rsidRPr="00941B6B">
        <w:t>tarybos nario veiklos patirtoms išlaidoms padengti (6 priedas). Kartu pateikiami išlaidas pateisinantys dokumentai, atitinkantys Lietuvos Respublikos finansinės apskaitos įstatymo nustatytus reikalavimus, taikomus apskaitos dokumentams:</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264.1. sąskaita faktūra ir mokėjimą įrodantis dokumentas (kasos čekis ar mokėjimo nurodymas);</w:t>
      </w:r>
    </w:p>
    <w:p w:rsidR="00E75BBE" w:rsidRPr="00941B6B" w:rsidRDefault="00E75BBE" w:rsidP="00E75BBE">
      <w:pPr>
        <w:autoSpaceDE w:val="0"/>
        <w:autoSpaceDN w:val="0"/>
        <w:ind w:firstLine="720"/>
        <w:jc w:val="both"/>
        <w:rPr>
          <w:rFonts w:eastAsia="Calibri"/>
          <w:szCs w:val="24"/>
        </w:rPr>
      </w:pPr>
      <w:r w:rsidRPr="00941B6B">
        <w:rPr>
          <w:rFonts w:eastAsia="Calibri"/>
          <w:szCs w:val="24"/>
        </w:rPr>
        <w:t xml:space="preserve">264.2. paslaugų ir prekių pirkimo dokumentai (sąskaitos, kvitai ir pan.) turi būti išrašyti tarybos nario vardu; </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264.3. kuro įsigijimo atveju, kasos kvite turi būti atspausdintas tarybos nario vardas ir pavardė. Jeigu kvite nėra atspausdinto tarybos nario vardo ir pavardės, turi būti pridedama sąskaita faktūra, išrašyta tarybos nariui;</w:t>
      </w:r>
    </w:p>
    <w:p w:rsidR="00E75BBE" w:rsidRPr="00941B6B" w:rsidRDefault="00E75BBE" w:rsidP="00E75BBE">
      <w:pPr>
        <w:autoSpaceDE w:val="0"/>
        <w:autoSpaceDN w:val="0"/>
        <w:ind w:firstLine="720"/>
        <w:jc w:val="both"/>
        <w:rPr>
          <w:rFonts w:eastAsia="Calibri"/>
          <w:szCs w:val="24"/>
        </w:rPr>
      </w:pPr>
      <w:r w:rsidRPr="00941B6B">
        <w:rPr>
          <w:rFonts w:eastAsia="Calibri"/>
          <w:szCs w:val="24"/>
        </w:rPr>
        <w:t xml:space="preserve">264.4. tarybos nario veiklai naudojamos transporto priemonės eksploatavimo, techninio aptarnavimo, remonto, draudimo paslaugų ir prekių pirkimo sąskaitose turi būti nurodyta transporto priemonės markė, modelis, valstybinis numeris. Pridedama tarybos nariui priklausančios transporto priemonės registracijos liudijimo kopija arba panaudos sutartis dėl naudojamos ne asmeninės nuosavybės teise priklausančios transporto priemonės tarybos nario veiklai. </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264.5. su prekių tiekėjais ir paslaugų teikėjais atsiskaito tarybos narys.</w:t>
      </w:r>
    </w:p>
    <w:p w:rsidR="00E75BBE" w:rsidRPr="00941B6B" w:rsidRDefault="00E75BBE" w:rsidP="00E75BBE">
      <w:pPr>
        <w:autoSpaceDE w:val="0"/>
        <w:autoSpaceDN w:val="0"/>
        <w:adjustRightInd w:val="0"/>
        <w:ind w:firstLine="720"/>
        <w:jc w:val="both"/>
        <w:rPr>
          <w:bCs/>
          <w:kern w:val="2"/>
          <w:szCs w:val="24"/>
          <w:lang w:eastAsia="lt-LT"/>
        </w:rPr>
      </w:pPr>
      <w:r w:rsidRPr="00941B6B">
        <w:rPr>
          <w:kern w:val="2"/>
          <w:szCs w:val="24"/>
          <w:lang w:eastAsia="lt-LT"/>
        </w:rPr>
        <w:t>265.</w:t>
      </w:r>
      <w:r w:rsidRPr="00941B6B">
        <w:rPr>
          <w:bCs/>
          <w:kern w:val="2"/>
          <w:szCs w:val="24"/>
          <w:lang w:eastAsia="lt-LT"/>
        </w:rPr>
        <w:t xml:space="preserve"> Prašymas su išlaidas pateisinančiais dokumentais pateikiami per DVS, arba tiesiogiai atvykus į Savivaldybę, arba elektroniniu paštu. Teikiant ataskaitą elektroniniu būdu, ji turi būti pasirašyta kvalifikuotu elektroniniu parašu.</w:t>
      </w:r>
    </w:p>
    <w:p w:rsidR="00E75BBE" w:rsidRPr="00941B6B" w:rsidRDefault="00E75BBE" w:rsidP="00E75BBE">
      <w:pPr>
        <w:autoSpaceDE w:val="0"/>
        <w:autoSpaceDN w:val="0"/>
        <w:adjustRightInd w:val="0"/>
        <w:ind w:firstLine="720"/>
        <w:jc w:val="both"/>
        <w:rPr>
          <w:bCs/>
          <w:kern w:val="2"/>
          <w:szCs w:val="24"/>
          <w:lang w:eastAsia="lt-LT"/>
        </w:rPr>
      </w:pPr>
      <w:r w:rsidRPr="00941B6B">
        <w:rPr>
          <w:bCs/>
          <w:kern w:val="2"/>
          <w:szCs w:val="24"/>
          <w:lang w:eastAsia="lt-LT"/>
        </w:rPr>
        <w:t xml:space="preserve">266. Pasibaigus dokumentų pristatymo terminui, </w:t>
      </w:r>
      <w:r w:rsidRPr="00941B6B">
        <w:rPr>
          <w:lang w:eastAsia="lt-LT"/>
        </w:rPr>
        <w:t>padalinio, techniškai aptarnaujančio Savivaldybės tarybą specialistas</w:t>
      </w:r>
      <w:r w:rsidRPr="00941B6B">
        <w:t xml:space="preserve"> </w:t>
      </w:r>
      <w:r w:rsidRPr="00941B6B">
        <w:rPr>
          <w:bCs/>
          <w:kern w:val="2"/>
          <w:szCs w:val="24"/>
          <w:lang w:eastAsia="lt-LT"/>
        </w:rPr>
        <w:t xml:space="preserve">per vieną darbo dieną dokumentus pateikia Buhalterinės apskaitos skyriui per DVS. </w:t>
      </w:r>
    </w:p>
    <w:p w:rsidR="00E75BBE" w:rsidRPr="00941B6B" w:rsidRDefault="00E75BBE" w:rsidP="00E75BBE">
      <w:pPr>
        <w:autoSpaceDE w:val="0"/>
        <w:autoSpaceDN w:val="0"/>
        <w:adjustRightInd w:val="0"/>
        <w:ind w:firstLine="720"/>
        <w:jc w:val="both"/>
        <w:rPr>
          <w:bCs/>
          <w:kern w:val="2"/>
          <w:szCs w:val="24"/>
          <w:lang w:eastAsia="lt-LT"/>
        </w:rPr>
      </w:pPr>
      <w:r w:rsidRPr="00941B6B">
        <w:rPr>
          <w:bCs/>
          <w:kern w:val="2"/>
          <w:szCs w:val="24"/>
          <w:lang w:eastAsia="lt-LT"/>
        </w:rPr>
        <w:t>267. Buhalterinės apskaitos skyrius patikrina pateiktus dokumentus ir iki kito mėnesio 25 kalendorinės dienos perveda apskaičiuotas turėtas 262 punkte išvardytas išlaidų už praėjusį ketvirtį sumas į tarybos narių nurodytas sąskaitas.</w:t>
      </w:r>
    </w:p>
    <w:p w:rsidR="00E75BBE" w:rsidRPr="00941B6B" w:rsidRDefault="00E75BBE" w:rsidP="00E75BBE">
      <w:pPr>
        <w:autoSpaceDE w:val="0"/>
        <w:autoSpaceDN w:val="0"/>
        <w:adjustRightInd w:val="0"/>
        <w:ind w:firstLine="720"/>
        <w:jc w:val="both"/>
        <w:rPr>
          <w:bCs/>
          <w:color w:val="00B050"/>
          <w:kern w:val="2"/>
          <w:szCs w:val="24"/>
          <w:lang w:eastAsia="lt-LT"/>
        </w:rPr>
      </w:pPr>
      <w:r w:rsidRPr="00941B6B">
        <w:rPr>
          <w:bCs/>
          <w:kern w:val="2"/>
          <w:szCs w:val="24"/>
          <w:lang w:eastAsia="lt-LT"/>
        </w:rPr>
        <w:t>268. Jeigu tarybos narys nustatytu laiku nepateikė dokumentų, pagrindžiančių už praėjusį ketvirtį turėtas išlaidas, nustatyta išmoka jam nemokama (išskyrus atvejus, kada dokumentai nepateikiami dėl pateisinamų priežasčių (liga, komandiruotė, atostogos ir kt.)).</w:t>
      </w:r>
    </w:p>
    <w:p w:rsidR="00E75BBE" w:rsidRPr="00941B6B" w:rsidRDefault="00E75BBE" w:rsidP="00E75BBE">
      <w:pPr>
        <w:tabs>
          <w:tab w:val="left" w:pos="1560"/>
        </w:tabs>
        <w:ind w:firstLine="720"/>
        <w:jc w:val="both"/>
        <w:rPr>
          <w:bCs/>
          <w:kern w:val="2"/>
          <w:szCs w:val="24"/>
          <w:lang w:eastAsia="lt-LT"/>
        </w:rPr>
      </w:pPr>
      <w:r w:rsidRPr="00941B6B">
        <w:rPr>
          <w:szCs w:val="24"/>
          <w:lang w:eastAsia="lt-LT"/>
        </w:rPr>
        <w:t xml:space="preserve">269. </w:t>
      </w:r>
      <w:r w:rsidRPr="00941B6B">
        <w:rPr>
          <w:bCs/>
          <w:kern w:val="2"/>
          <w:szCs w:val="24"/>
          <w:lang w:eastAsia="lt-LT"/>
        </w:rPr>
        <w:t xml:space="preserve">Informacija apie tarybos narių išmokų panaudojimą yra vieša. </w:t>
      </w:r>
    </w:p>
    <w:p w:rsidR="00E75BBE" w:rsidRPr="00941B6B" w:rsidRDefault="00E75BBE" w:rsidP="00E75BBE">
      <w:pPr>
        <w:tabs>
          <w:tab w:val="left" w:pos="1560"/>
        </w:tabs>
        <w:ind w:firstLine="720"/>
        <w:jc w:val="both"/>
        <w:rPr>
          <w:iCs/>
        </w:rPr>
      </w:pPr>
      <w:r w:rsidRPr="00941B6B">
        <w:rPr>
          <w:bCs/>
          <w:kern w:val="2"/>
          <w:szCs w:val="24"/>
          <w:lang w:eastAsia="lt-LT"/>
        </w:rPr>
        <w:t>270.</w:t>
      </w:r>
      <w:r w:rsidRPr="00941B6B">
        <w:rPr>
          <w:iCs/>
        </w:rPr>
        <w:t xml:space="preserve"> Savivaldybės kontrolierius kontroliuoja, ar tarybos nario gautos išmokos naudojamos pagal paskirtį. </w:t>
      </w:r>
    </w:p>
    <w:p w:rsidR="00E75BBE" w:rsidRPr="00941B6B" w:rsidRDefault="00E75BBE" w:rsidP="00E75BBE">
      <w:pPr>
        <w:tabs>
          <w:tab w:val="left" w:pos="1560"/>
        </w:tabs>
        <w:ind w:firstLine="720"/>
        <w:jc w:val="both"/>
      </w:pPr>
      <w:r w:rsidRPr="00941B6B">
        <w:rPr>
          <w:iCs/>
        </w:rPr>
        <w:t xml:space="preserve">271. </w:t>
      </w:r>
      <w:r w:rsidRPr="00941B6B">
        <w:t xml:space="preserve">Tarybos narys asmeniškai atsako už prašyme pateiktų išlaidų duomenų tikslumą ir pagrįstumą. Jeigu Savivaldybės kontrolierius nustato, kad tarybos narys išmokas panaudojo ne pagal šiame Reglamente nurodytą paskirtį, tarybos nariui artimiausio mėnesio išmoka yra </w:t>
      </w:r>
      <w:r w:rsidRPr="00941B6B">
        <w:lastRenderedPageBreak/>
        <w:t>mažinama ne pagal paskirtį panaudota suma, o jeigu tokios galimybės nėra dėl tarybos nario įgaliojimų pabaigos, tarybos narys, pasibaigus ataskaitiniam laikotarpiui, šią sumą turi sumokėti iš asmeninių lėšų arba ji išieškoma iš tarybos nario teisės aktų nustatyta tvarka.</w:t>
      </w:r>
    </w:p>
    <w:p w:rsidR="00E75BBE" w:rsidRPr="00941B6B" w:rsidRDefault="00E75BBE" w:rsidP="00E75BBE">
      <w:pPr>
        <w:tabs>
          <w:tab w:val="left" w:pos="1560"/>
        </w:tabs>
        <w:ind w:firstLine="720"/>
        <w:jc w:val="both"/>
        <w:rPr>
          <w:szCs w:val="24"/>
        </w:rPr>
      </w:pPr>
      <w:r w:rsidRPr="00941B6B">
        <w:rPr>
          <w:lang w:eastAsia="lt-LT"/>
        </w:rPr>
        <w:t xml:space="preserve">272. </w:t>
      </w:r>
      <w:r w:rsidRPr="00941B6B">
        <w:rPr>
          <w:szCs w:val="24"/>
        </w:rPr>
        <w:t>Tarybos nario Savivaldybės atstovavimas už Savivaldybės ribų forminamas Savivaldybės tarybos sprendimu.</w:t>
      </w:r>
    </w:p>
    <w:p w:rsidR="00E75BBE" w:rsidRPr="00941B6B" w:rsidRDefault="00E75BBE" w:rsidP="00E75BBE">
      <w:pPr>
        <w:tabs>
          <w:tab w:val="left" w:pos="1560"/>
        </w:tabs>
        <w:ind w:firstLine="720"/>
        <w:jc w:val="both"/>
      </w:pPr>
      <w:r w:rsidRPr="00941B6B">
        <w:rPr>
          <w:rFonts w:eastAsia="TimesNewRomanPS-ItalicMT"/>
          <w:iCs/>
          <w:szCs w:val="24"/>
        </w:rPr>
        <w:t>273. Savivaldybės t</w:t>
      </w:r>
      <w:r w:rsidRPr="00941B6B">
        <w:t xml:space="preserve">arybos, komitetų, komisijų, </w:t>
      </w:r>
      <w:r w:rsidRPr="00941B6B">
        <w:rPr>
          <w:lang w:eastAsia="lt-LT"/>
        </w:rPr>
        <w:t>Regiono plėtros kolegijos, kitų Įstatymo nustatytų komisijų</w:t>
      </w:r>
      <w:r w:rsidRPr="00941B6B">
        <w:t xml:space="preserve"> posėdžių laiku, taip pat dalyvaujant </w:t>
      </w:r>
      <w:r w:rsidRPr="00941B6B">
        <w:rPr>
          <w:lang w:eastAsia="lt-LT"/>
        </w:rPr>
        <w:t xml:space="preserve">mero kviečiamuose pasitarimuose, gyventojų priėmimo metu, atstovavimo Savivaldybei mero pavedimu metu </w:t>
      </w:r>
      <w:r w:rsidRPr="00941B6B">
        <w:t>tarybos narys atleidžiamas nuo tiesioginio darbo ar pareigų bet kurioje institucijoje, įstaigoje, įmonėje ar organizacijoje, išsaugant jam darbo vietą.</w:t>
      </w:r>
    </w:p>
    <w:p w:rsidR="00E75BBE" w:rsidRPr="00941B6B" w:rsidRDefault="00E75BBE" w:rsidP="00E75BBE">
      <w:pPr>
        <w:tabs>
          <w:tab w:val="left" w:pos="1560"/>
        </w:tabs>
        <w:ind w:firstLine="720"/>
        <w:jc w:val="both"/>
        <w:rPr>
          <w:lang w:eastAsia="lt-LT"/>
        </w:rPr>
      </w:pPr>
      <w:r w:rsidRPr="00941B6B">
        <w:t xml:space="preserve">274. </w:t>
      </w:r>
      <w:r w:rsidRPr="00941B6B">
        <w:rPr>
          <w:lang w:eastAsia="lt-LT"/>
        </w:rPr>
        <w:t>Jeigu pagal mero potvarkį tarybos narys atstovauja Savivaldybei už miesto ribų, Savivaldybės administracija Vyriausybės nustatyta tvarka apmoka jam komandiruotės išlaidas.</w:t>
      </w:r>
      <w:r w:rsidRPr="00941B6B">
        <w:rPr>
          <w:color w:val="00B050"/>
          <w:lang w:eastAsia="lt-LT"/>
        </w:rPr>
        <w:t xml:space="preserve"> </w:t>
      </w:r>
      <w:r w:rsidRPr="00941B6B">
        <w:rPr>
          <w:lang w:eastAsia="lt-LT"/>
        </w:rPr>
        <w:t>Grįžęs iš komandiruotės, tarybos narys per 2 darbo dienas pateikia</w:t>
      </w:r>
      <w:bookmarkStart w:id="2" w:name="_Hlk129677310"/>
      <w:r w:rsidRPr="00941B6B">
        <w:rPr>
          <w:lang w:eastAsia="lt-LT"/>
        </w:rPr>
        <w:t xml:space="preserve"> Savivaldybės tarybos posėdžio sekretoriui (-</w:t>
      </w:r>
      <w:proofErr w:type="spellStart"/>
      <w:r w:rsidRPr="00941B6B">
        <w:rPr>
          <w:lang w:eastAsia="lt-LT"/>
        </w:rPr>
        <w:t>iams</w:t>
      </w:r>
      <w:proofErr w:type="spellEnd"/>
      <w:r w:rsidRPr="00941B6B">
        <w:rPr>
          <w:lang w:eastAsia="lt-LT"/>
        </w:rPr>
        <w:t>) ar padaliniui, techniškai aptarnaujančiam Savivaldybės tarybą, avanso apyskaitą su išlaidas pateisinančiais dokumentais. Savivaldybės tarybos posėdžio sekretorius (-</w:t>
      </w:r>
      <w:proofErr w:type="spellStart"/>
      <w:r w:rsidRPr="00941B6B">
        <w:rPr>
          <w:lang w:eastAsia="lt-LT"/>
        </w:rPr>
        <w:t>iai</w:t>
      </w:r>
      <w:proofErr w:type="spellEnd"/>
      <w:r w:rsidRPr="00941B6B">
        <w:rPr>
          <w:lang w:eastAsia="lt-LT"/>
        </w:rPr>
        <w:t>) ar padalinys, techniškai aptarnaujantis Savivaldybės tarybą, per 1 darbo dieną dokumentus per DVS pateikia Buhalterinės apskaitos skyriui</w:t>
      </w:r>
      <w:bookmarkEnd w:id="2"/>
      <w:r w:rsidRPr="00941B6B">
        <w:rPr>
          <w:lang w:eastAsia="lt-LT"/>
        </w:rPr>
        <w:t>.</w:t>
      </w:r>
      <w:r w:rsidRPr="00941B6B">
        <w:t xml:space="preserve"> </w:t>
      </w:r>
      <w:r w:rsidRPr="00941B6B">
        <w:rPr>
          <w:lang w:eastAsia="lt-LT"/>
        </w:rPr>
        <w:t xml:space="preserve">Grįžęs iš komandiruotės, tarybos narys arba tarybos narių delegacijos vadovas per 3 darbo dienas pateikia ataskaitą. </w:t>
      </w:r>
    </w:p>
    <w:p w:rsidR="00E75BBE" w:rsidRPr="00D6416C" w:rsidRDefault="00E75BBE" w:rsidP="00E75BBE">
      <w:pPr>
        <w:tabs>
          <w:tab w:val="left" w:pos="1560"/>
        </w:tabs>
        <w:ind w:firstLine="720"/>
        <w:jc w:val="both"/>
        <w:rPr>
          <w:lang w:eastAsia="lt-LT"/>
        </w:rPr>
      </w:pPr>
      <w:r w:rsidRPr="00941B6B">
        <w:rPr>
          <w:lang w:eastAsia="lt-LT"/>
        </w:rPr>
        <w:t xml:space="preserve">275. Etikos komisija, nustačiusi, kad tarybos narys praleido </w:t>
      </w:r>
      <w:r w:rsidRPr="00941B6B">
        <w:t>iš eilės 3</w:t>
      </w:r>
      <w:r w:rsidRPr="00941B6B">
        <w:rPr>
          <w:b/>
          <w:bCs/>
          <w:i/>
          <w:iCs/>
        </w:rPr>
        <w:t xml:space="preserve"> </w:t>
      </w:r>
      <w:r w:rsidRPr="00941B6B">
        <w:rPr>
          <w:bCs/>
          <w:iCs/>
        </w:rPr>
        <w:t>Savivaldybės t</w:t>
      </w:r>
      <w:r w:rsidRPr="00941B6B">
        <w:rPr>
          <w:lang w:eastAsia="lt-LT"/>
        </w:rPr>
        <w:t>arybos ar komiteto posėdžius ir nepranešė Savivaldybės t</w:t>
      </w:r>
      <w:r w:rsidRPr="00941B6B">
        <w:rPr>
          <w:kern w:val="2"/>
          <w:szCs w:val="24"/>
          <w:lang w:eastAsia="lt-LT"/>
        </w:rPr>
        <w:t xml:space="preserve">arybos </w:t>
      </w:r>
      <w:r w:rsidRPr="00941B6B">
        <w:t xml:space="preserve">posėdžių </w:t>
      </w:r>
      <w:r w:rsidRPr="00941B6B">
        <w:rPr>
          <w:kern w:val="2"/>
          <w:szCs w:val="24"/>
          <w:lang w:eastAsia="lt-LT"/>
        </w:rPr>
        <w:t>sekretoriui</w:t>
      </w:r>
      <w:r w:rsidRPr="00941B6B">
        <w:rPr>
          <w:lang w:eastAsia="lt-LT"/>
        </w:rPr>
        <w:t xml:space="preserve"> apie nedalyvavimo priežastį, analizuoja</w:t>
      </w:r>
      <w:r w:rsidRPr="00D45B59">
        <w:rPr>
          <w:lang w:eastAsia="lt-LT"/>
        </w:rPr>
        <w:t xml:space="preserve"> šio </w:t>
      </w:r>
      <w:r w:rsidRPr="001E3692">
        <w:rPr>
          <w:lang w:eastAsia="lt-LT"/>
        </w:rPr>
        <w:t>t</w:t>
      </w:r>
      <w:r w:rsidRPr="00FD2B00">
        <w:rPr>
          <w:lang w:eastAsia="lt-LT"/>
        </w:rPr>
        <w:t>arybos nario nedalyvavimo priežastis</w:t>
      </w:r>
      <w:r w:rsidRPr="00D6416C">
        <w:rPr>
          <w:lang w:eastAsia="lt-LT"/>
        </w:rPr>
        <w:t xml:space="preserve"> ir pateikia Savivaldybės tarybai išvadas.</w:t>
      </w:r>
    </w:p>
    <w:p w:rsidR="00E75BBE" w:rsidRDefault="00E75BBE" w:rsidP="00E75BBE"/>
    <w:p w:rsidR="00C034B1" w:rsidRDefault="00CC6332" w:rsidP="0081019E">
      <w:pPr>
        <w:jc w:val="center"/>
        <w:rPr>
          <w:b/>
          <w:szCs w:val="24"/>
        </w:rPr>
      </w:pPr>
      <w:r>
        <w:rPr>
          <w:b/>
          <w:szCs w:val="24"/>
        </w:rPr>
        <w:t>XVIII</w:t>
      </w:r>
      <w:r w:rsidR="00C034B1">
        <w:rPr>
          <w:b/>
          <w:szCs w:val="24"/>
        </w:rPr>
        <w:t xml:space="preserve"> SKYRIUS</w:t>
      </w:r>
    </w:p>
    <w:p w:rsidR="0081019E" w:rsidRDefault="00E169E8" w:rsidP="0081019E">
      <w:pPr>
        <w:jc w:val="center"/>
        <w:rPr>
          <w:b/>
          <w:szCs w:val="24"/>
        </w:rPr>
      </w:pPr>
      <w:r>
        <w:rPr>
          <w:b/>
          <w:szCs w:val="24"/>
        </w:rPr>
        <w:t xml:space="preserve">SAVIVALDYBĖS </w:t>
      </w:r>
      <w:r w:rsidR="00CC6332">
        <w:rPr>
          <w:b/>
          <w:szCs w:val="24"/>
        </w:rPr>
        <w:t>MERO VEIKLA</w:t>
      </w:r>
    </w:p>
    <w:p w:rsidR="00BF415D" w:rsidRDefault="00BF415D" w:rsidP="00BF415D">
      <w:pPr>
        <w:rPr>
          <w:b/>
          <w:szCs w:val="24"/>
        </w:rPr>
      </w:pPr>
    </w:p>
    <w:p w:rsidR="00BF415D" w:rsidRPr="001E3692" w:rsidRDefault="00BF415D" w:rsidP="00FD2B00">
      <w:pPr>
        <w:ind w:firstLine="720"/>
        <w:jc w:val="both"/>
        <w:rPr>
          <w:szCs w:val="24"/>
        </w:rPr>
      </w:pPr>
      <w:r w:rsidRPr="00FD2B00">
        <w:rPr>
          <w:szCs w:val="24"/>
          <w:lang w:eastAsia="lt-LT"/>
        </w:rPr>
        <w:t>27</w:t>
      </w:r>
      <w:r w:rsidR="008920E7">
        <w:rPr>
          <w:szCs w:val="24"/>
          <w:lang w:eastAsia="lt-LT"/>
        </w:rPr>
        <w:t>6</w:t>
      </w:r>
      <w:r w:rsidRPr="00FD2B00">
        <w:rPr>
          <w:szCs w:val="24"/>
          <w:lang w:eastAsia="lt-LT"/>
        </w:rPr>
        <w:t>. Meras yra Savivaldybės vadovas, turintis Konstitucijoje, Vietos savivaldos įstatyme ir kituose teisės ak</w:t>
      </w:r>
      <w:r w:rsidRPr="00E364BA">
        <w:rPr>
          <w:szCs w:val="24"/>
          <w:lang w:eastAsia="lt-LT"/>
        </w:rPr>
        <w:t xml:space="preserve">tuose nustatytas teises ir pareigas. </w:t>
      </w:r>
      <w:r w:rsidRPr="009F663D">
        <w:rPr>
          <w:szCs w:val="24"/>
        </w:rPr>
        <w:t xml:space="preserve">Savo darbo </w:t>
      </w:r>
      <w:r w:rsidRPr="00CD41E5">
        <w:rPr>
          <w:szCs w:val="24"/>
        </w:rPr>
        <w:t>laiką meras tvarko pats, nepažeisdamas darbo teisės normų nustatytų maksimaliojo darbo laiko ir minimaliojo poilsio laiko tru</w:t>
      </w:r>
      <w:r w:rsidRPr="001E3692">
        <w:rPr>
          <w:szCs w:val="24"/>
        </w:rPr>
        <w:t>kmės reikalavimų.</w:t>
      </w:r>
    </w:p>
    <w:p w:rsidR="00BF415D" w:rsidRPr="001E3692" w:rsidRDefault="0089385A" w:rsidP="00E364BA">
      <w:pPr>
        <w:ind w:firstLine="720"/>
        <w:jc w:val="both"/>
        <w:rPr>
          <w:szCs w:val="24"/>
          <w:lang w:eastAsia="lt-LT"/>
        </w:rPr>
      </w:pPr>
      <w:r w:rsidRPr="001E3692">
        <w:rPr>
          <w:szCs w:val="24"/>
        </w:rPr>
        <w:t>27</w:t>
      </w:r>
      <w:r w:rsidR="008920E7">
        <w:rPr>
          <w:szCs w:val="24"/>
        </w:rPr>
        <w:t>7</w:t>
      </w:r>
      <w:r w:rsidR="00BF415D" w:rsidRPr="001E3692">
        <w:rPr>
          <w:szCs w:val="24"/>
        </w:rPr>
        <w:t xml:space="preserve">. Atstovavimo Lietuvoje ir užsienyje išlaidoms apmokėti meras gali naudoti mero fondo lėšas. </w:t>
      </w:r>
      <w:r w:rsidR="00BF415D" w:rsidRPr="001E3692">
        <w:rPr>
          <w:szCs w:val="24"/>
          <w:lang w:eastAsia="lt-LT"/>
        </w:rPr>
        <w:t>Tarybos sprendimu sudaromas mero fondas ir merui kas mėnesį skiriama iki vieno VMDU dydžio suma atstovavimo Lietuvoje ir užsienyje išlaidoms finansuoti.</w:t>
      </w:r>
    </w:p>
    <w:p w:rsidR="00BF415D" w:rsidRPr="001E3692" w:rsidRDefault="00BF415D" w:rsidP="00E364BA">
      <w:pPr>
        <w:ind w:firstLine="720"/>
        <w:jc w:val="both"/>
        <w:rPr>
          <w:szCs w:val="24"/>
          <w:lang w:eastAsia="lt-LT"/>
        </w:rPr>
      </w:pPr>
      <w:r w:rsidRPr="001E3692">
        <w:rPr>
          <w:szCs w:val="24"/>
          <w:lang w:eastAsia="lt-LT"/>
        </w:rPr>
        <w:t>27</w:t>
      </w:r>
      <w:r w:rsidR="008920E7">
        <w:rPr>
          <w:szCs w:val="24"/>
          <w:lang w:eastAsia="lt-LT"/>
        </w:rPr>
        <w:t>8</w:t>
      </w:r>
      <w:r w:rsidRPr="001E3692">
        <w:rPr>
          <w:szCs w:val="24"/>
          <w:lang w:eastAsia="lt-LT"/>
        </w:rPr>
        <w:t xml:space="preserve">.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Pr="00FD2B00">
        <w:rPr>
          <w:szCs w:val="24"/>
        </w:rPr>
        <w:t>Komandiruotės pradžia, pabaiga ir komandiruotės vieta skelbiama Savivaldybės</w:t>
      </w:r>
      <w:r w:rsidRPr="00D45B59">
        <w:rPr>
          <w:szCs w:val="24"/>
        </w:rPr>
        <w:t xml:space="preserve"> internetiniame </w:t>
      </w:r>
      <w:r w:rsidRPr="00FD2B00">
        <w:rPr>
          <w:szCs w:val="24"/>
        </w:rPr>
        <w:t>puslapyje, mero darbotvarkėje</w:t>
      </w:r>
      <w:r w:rsidRPr="00D45B59">
        <w:rPr>
          <w:szCs w:val="24"/>
        </w:rPr>
        <w:t>.</w:t>
      </w:r>
      <w:r w:rsidRPr="001E3692">
        <w:rPr>
          <w:szCs w:val="24"/>
          <w:lang w:eastAsia="lt-LT"/>
        </w:rPr>
        <w:t xml:space="preserve"> </w:t>
      </w:r>
    </w:p>
    <w:p w:rsidR="00BF415D" w:rsidRPr="009F663D" w:rsidRDefault="00BF415D" w:rsidP="009F663D">
      <w:pPr>
        <w:ind w:firstLine="720"/>
        <w:jc w:val="both"/>
        <w:rPr>
          <w:szCs w:val="24"/>
          <w:lang w:eastAsia="lt-LT"/>
        </w:rPr>
      </w:pPr>
      <w:r w:rsidRPr="00D45B59">
        <w:rPr>
          <w:szCs w:val="24"/>
          <w:lang w:eastAsia="lt-LT"/>
        </w:rPr>
        <w:t>2</w:t>
      </w:r>
      <w:r w:rsidR="008920E7">
        <w:rPr>
          <w:szCs w:val="24"/>
          <w:lang w:eastAsia="lt-LT"/>
        </w:rPr>
        <w:t>79</w:t>
      </w:r>
      <w:r w:rsidRPr="00CB4832">
        <w:rPr>
          <w:szCs w:val="24"/>
          <w:lang w:eastAsia="lt-LT"/>
        </w:rPr>
        <w:t xml:space="preserve">. </w:t>
      </w:r>
      <w:r w:rsidRPr="00E364BA">
        <w:rPr>
          <w:szCs w:val="24"/>
          <w:lang w:eastAsia="lt-LT"/>
        </w:rPr>
        <w:t>Meras teikia Savivaldybės tarybai vicemero (-ų) kandidatūras tokia tv</w:t>
      </w:r>
      <w:r w:rsidRPr="009F663D">
        <w:rPr>
          <w:szCs w:val="24"/>
          <w:lang w:eastAsia="lt-LT"/>
        </w:rPr>
        <w:t>arka:</w:t>
      </w:r>
    </w:p>
    <w:p w:rsidR="00BF415D" w:rsidRPr="00CD41E5" w:rsidRDefault="00BF415D" w:rsidP="00CD41E5">
      <w:pPr>
        <w:tabs>
          <w:tab w:val="left" w:pos="1560"/>
        </w:tabs>
        <w:ind w:firstLine="720"/>
        <w:jc w:val="both"/>
        <w:rPr>
          <w:szCs w:val="24"/>
          <w:lang w:eastAsia="lt-LT"/>
        </w:rPr>
      </w:pPr>
      <w:r w:rsidRPr="00CD41E5">
        <w:rPr>
          <w:szCs w:val="24"/>
          <w:lang w:eastAsia="lt-LT"/>
        </w:rPr>
        <w:t>2</w:t>
      </w:r>
      <w:r w:rsidR="001E0FAA">
        <w:rPr>
          <w:szCs w:val="24"/>
          <w:lang w:eastAsia="lt-LT"/>
        </w:rPr>
        <w:t>79</w:t>
      </w:r>
      <w:r w:rsidRPr="00CB4832">
        <w:rPr>
          <w:szCs w:val="24"/>
          <w:lang w:eastAsia="lt-LT"/>
        </w:rPr>
        <w:t xml:space="preserve">.1. </w:t>
      </w:r>
      <w:r w:rsidR="00FD2B00" w:rsidRPr="001E3692">
        <w:rPr>
          <w:szCs w:val="24"/>
        </w:rPr>
        <w:t>m</w:t>
      </w:r>
      <w:r w:rsidRPr="00FD2B00">
        <w:rPr>
          <w:szCs w:val="24"/>
        </w:rPr>
        <w:t>eras</w:t>
      </w:r>
      <w:r w:rsidRPr="00CB4832">
        <w:rPr>
          <w:szCs w:val="24"/>
        </w:rPr>
        <w:t xml:space="preserve"> </w:t>
      </w:r>
      <w:r w:rsidRPr="00E364BA">
        <w:rPr>
          <w:szCs w:val="24"/>
          <w:lang w:eastAsia="lt-LT"/>
        </w:rPr>
        <w:t xml:space="preserve">Savivaldybės </w:t>
      </w:r>
      <w:r w:rsidRPr="009F663D">
        <w:rPr>
          <w:szCs w:val="24"/>
        </w:rPr>
        <w:t>tarybai teikia kandidatūrą į vicemero pareigas</w:t>
      </w:r>
      <w:r w:rsidRPr="00CD41E5">
        <w:rPr>
          <w:szCs w:val="24"/>
          <w:lang w:eastAsia="lt-LT"/>
        </w:rPr>
        <w:t>;</w:t>
      </w:r>
    </w:p>
    <w:p w:rsidR="00BF415D" w:rsidRPr="009F663D" w:rsidRDefault="00BF415D">
      <w:pPr>
        <w:tabs>
          <w:tab w:val="left" w:pos="1560"/>
        </w:tabs>
        <w:ind w:firstLine="720"/>
        <w:jc w:val="both"/>
        <w:rPr>
          <w:szCs w:val="24"/>
          <w:lang w:eastAsia="lt-LT"/>
        </w:rPr>
      </w:pPr>
      <w:r w:rsidRPr="001E3692">
        <w:rPr>
          <w:szCs w:val="24"/>
          <w:lang w:eastAsia="lt-LT"/>
        </w:rPr>
        <w:t>2</w:t>
      </w:r>
      <w:r w:rsidR="001E0FAA">
        <w:rPr>
          <w:szCs w:val="24"/>
          <w:lang w:eastAsia="lt-LT"/>
        </w:rPr>
        <w:t>79</w:t>
      </w:r>
      <w:r w:rsidRPr="001E3692">
        <w:rPr>
          <w:szCs w:val="24"/>
          <w:lang w:eastAsia="lt-LT"/>
        </w:rPr>
        <w:t xml:space="preserve">.2. </w:t>
      </w:r>
      <w:r w:rsidR="00FD2B00">
        <w:rPr>
          <w:szCs w:val="24"/>
        </w:rPr>
        <w:t>t</w:t>
      </w:r>
      <w:r w:rsidRPr="00FD2B00">
        <w:rPr>
          <w:szCs w:val="24"/>
        </w:rPr>
        <w:t xml:space="preserve">eikimas įforminamas </w:t>
      </w:r>
      <w:r w:rsidRPr="00CB4832">
        <w:rPr>
          <w:szCs w:val="24"/>
        </w:rPr>
        <w:t>mero</w:t>
      </w:r>
      <w:r w:rsidRPr="00E364BA">
        <w:rPr>
          <w:szCs w:val="24"/>
        </w:rPr>
        <w:t xml:space="preserve"> potvarkiu</w:t>
      </w:r>
      <w:r w:rsidRPr="009F663D">
        <w:rPr>
          <w:szCs w:val="24"/>
          <w:lang w:eastAsia="lt-LT"/>
        </w:rPr>
        <w:t>;</w:t>
      </w:r>
    </w:p>
    <w:p w:rsidR="00BF415D" w:rsidRPr="00E364BA" w:rsidRDefault="00BF415D">
      <w:pPr>
        <w:tabs>
          <w:tab w:val="left" w:pos="1560"/>
        </w:tabs>
        <w:ind w:firstLine="720"/>
        <w:jc w:val="both"/>
        <w:rPr>
          <w:szCs w:val="24"/>
          <w:lang w:eastAsia="lt-LT"/>
        </w:rPr>
      </w:pPr>
      <w:r w:rsidRPr="00CD41E5">
        <w:rPr>
          <w:szCs w:val="24"/>
          <w:lang w:eastAsia="lt-LT"/>
        </w:rPr>
        <w:t>2</w:t>
      </w:r>
      <w:r w:rsidR="001E0FAA">
        <w:rPr>
          <w:szCs w:val="24"/>
          <w:lang w:eastAsia="lt-LT"/>
        </w:rPr>
        <w:t>79</w:t>
      </w:r>
      <w:r w:rsidRPr="00CB4832">
        <w:rPr>
          <w:szCs w:val="24"/>
          <w:lang w:eastAsia="lt-LT"/>
        </w:rPr>
        <w:t>.3. Savivaldybės t</w:t>
      </w:r>
      <w:r w:rsidRPr="00E364BA">
        <w:rPr>
          <w:szCs w:val="24"/>
        </w:rPr>
        <w:t>arybos posėdžio metu, svarstant kandidatą (-</w:t>
      </w:r>
      <w:proofErr w:type="spellStart"/>
      <w:r w:rsidRPr="00E364BA">
        <w:rPr>
          <w:szCs w:val="24"/>
        </w:rPr>
        <w:t>us</w:t>
      </w:r>
      <w:proofErr w:type="spellEnd"/>
      <w:r w:rsidRPr="00E364BA">
        <w:rPr>
          <w:szCs w:val="24"/>
        </w:rPr>
        <w:t xml:space="preserve">) į vicemero (-ų) poziciją, jį (juos) pradžioje </w:t>
      </w:r>
      <w:r w:rsidRPr="009F663D">
        <w:rPr>
          <w:szCs w:val="24"/>
        </w:rPr>
        <w:t xml:space="preserve">pristato </w:t>
      </w:r>
      <w:r w:rsidRPr="00CD41E5">
        <w:rPr>
          <w:szCs w:val="24"/>
        </w:rPr>
        <w:t xml:space="preserve">meras,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9F663D" w:rsidRDefault="00BF415D">
      <w:pPr>
        <w:tabs>
          <w:tab w:val="left" w:pos="1560"/>
        </w:tabs>
        <w:ind w:firstLine="720"/>
        <w:jc w:val="both"/>
        <w:rPr>
          <w:szCs w:val="24"/>
          <w:lang w:eastAsia="lt-LT"/>
        </w:rPr>
      </w:pPr>
      <w:r w:rsidRPr="009F663D">
        <w:rPr>
          <w:szCs w:val="24"/>
          <w:lang w:eastAsia="lt-LT"/>
        </w:rPr>
        <w:t>2</w:t>
      </w:r>
      <w:r w:rsidR="001E0FAA">
        <w:rPr>
          <w:szCs w:val="24"/>
          <w:lang w:eastAsia="lt-LT"/>
        </w:rPr>
        <w:t>79</w:t>
      </w:r>
      <w:r w:rsidRPr="001E3692">
        <w:rPr>
          <w:szCs w:val="24"/>
          <w:lang w:eastAsia="lt-LT"/>
        </w:rPr>
        <w:t xml:space="preserve">.4. </w:t>
      </w:r>
      <w:r w:rsidRPr="00FD2B00">
        <w:rPr>
          <w:szCs w:val="24"/>
        </w:rPr>
        <w:t xml:space="preserve">Vėliau </w:t>
      </w:r>
      <w:r w:rsidR="00FD2B00" w:rsidRPr="001E3692">
        <w:rPr>
          <w:szCs w:val="24"/>
        </w:rPr>
        <w:t>t</w:t>
      </w:r>
      <w:r w:rsidRPr="00FD2B00">
        <w:rPr>
          <w:szCs w:val="24"/>
        </w:rPr>
        <w:t>arybos nariams</w:t>
      </w:r>
      <w:r w:rsidRPr="00CB4832">
        <w:rPr>
          <w:szCs w:val="24"/>
        </w:rPr>
        <w:t xml:space="preserve"> prisistato kandidatas (-ai) į vicemero (-ų) poziciją,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1E3692" w:rsidRDefault="00BF415D">
      <w:pPr>
        <w:tabs>
          <w:tab w:val="left" w:pos="1560"/>
        </w:tabs>
        <w:ind w:firstLine="720"/>
        <w:jc w:val="both"/>
        <w:rPr>
          <w:szCs w:val="24"/>
          <w:lang w:eastAsia="lt-LT"/>
        </w:rPr>
      </w:pPr>
      <w:r w:rsidRPr="00CD41E5">
        <w:rPr>
          <w:szCs w:val="24"/>
          <w:lang w:eastAsia="lt-LT"/>
        </w:rPr>
        <w:t>2</w:t>
      </w:r>
      <w:r w:rsidR="001E0FAA">
        <w:rPr>
          <w:szCs w:val="24"/>
          <w:lang w:eastAsia="lt-LT"/>
        </w:rPr>
        <w:t>79</w:t>
      </w:r>
      <w:r w:rsidRPr="00CB4832">
        <w:rPr>
          <w:szCs w:val="24"/>
          <w:lang w:eastAsia="lt-LT"/>
        </w:rPr>
        <w:t xml:space="preserve">.5. </w:t>
      </w:r>
      <w:r w:rsidR="007D696F" w:rsidRPr="00E364BA">
        <w:rPr>
          <w:szCs w:val="24"/>
        </w:rPr>
        <w:t>j</w:t>
      </w:r>
      <w:r w:rsidRPr="00CD41E5">
        <w:rPr>
          <w:szCs w:val="24"/>
        </w:rPr>
        <w:t xml:space="preserve">eigu </w:t>
      </w:r>
      <w:r w:rsidRPr="001E3692">
        <w:rPr>
          <w:szCs w:val="24"/>
          <w:lang w:eastAsia="lt-LT"/>
        </w:rPr>
        <w:t xml:space="preserve">Savivaldybės </w:t>
      </w:r>
      <w:r w:rsidRPr="00D45B59">
        <w:rPr>
          <w:szCs w:val="24"/>
        </w:rPr>
        <w:t xml:space="preserve">taryba du kartus iš eilės nepritaria teikiamai kandidatūrai į vicemero (-ų) </w:t>
      </w:r>
      <w:r w:rsidRPr="00FD2B00">
        <w:rPr>
          <w:szCs w:val="24"/>
        </w:rPr>
        <w:t xml:space="preserve">pareigas, meras turi teisę savo sprendimu </w:t>
      </w:r>
      <w:r w:rsidRPr="001E3692">
        <w:rPr>
          <w:szCs w:val="24"/>
          <w:lang w:eastAsia="lt-LT"/>
        </w:rPr>
        <w:t>Savivaldybės</w:t>
      </w:r>
      <w:r w:rsidRPr="00FD2B00">
        <w:rPr>
          <w:szCs w:val="24"/>
        </w:rPr>
        <w:t xml:space="preserve"> tarybai teiktą kandidatą paskirti vicemeru;</w:t>
      </w:r>
    </w:p>
    <w:p w:rsidR="00BF415D" w:rsidRPr="001E3692" w:rsidRDefault="00BF415D">
      <w:pPr>
        <w:tabs>
          <w:tab w:val="left" w:pos="1560"/>
        </w:tabs>
        <w:ind w:firstLine="720"/>
        <w:jc w:val="both"/>
        <w:rPr>
          <w:szCs w:val="24"/>
          <w:lang w:eastAsia="lt-LT"/>
        </w:rPr>
      </w:pPr>
      <w:r w:rsidRPr="001E3692">
        <w:rPr>
          <w:szCs w:val="24"/>
          <w:lang w:eastAsia="lt-LT"/>
        </w:rPr>
        <w:t>2</w:t>
      </w:r>
      <w:r w:rsidR="001E0FAA">
        <w:rPr>
          <w:szCs w:val="24"/>
          <w:lang w:eastAsia="lt-LT"/>
        </w:rPr>
        <w:t>79</w:t>
      </w:r>
      <w:r w:rsidRPr="001E3692">
        <w:rPr>
          <w:szCs w:val="24"/>
          <w:lang w:eastAsia="lt-LT"/>
        </w:rPr>
        <w:t xml:space="preserve">.6. </w:t>
      </w:r>
      <w:r w:rsidR="00A838F7" w:rsidRPr="00FD2B00">
        <w:rPr>
          <w:szCs w:val="24"/>
        </w:rPr>
        <w:t>j</w:t>
      </w:r>
      <w:r w:rsidRPr="00FD2B00">
        <w:rPr>
          <w:szCs w:val="24"/>
        </w:rPr>
        <w:t xml:space="preserve">eigu meras, </w:t>
      </w:r>
      <w:r w:rsidRPr="001E3692">
        <w:rPr>
          <w:szCs w:val="24"/>
          <w:lang w:eastAsia="lt-LT"/>
        </w:rPr>
        <w:t xml:space="preserve">Savivaldybės </w:t>
      </w:r>
      <w:r w:rsidRPr="00FD2B00">
        <w:rPr>
          <w:szCs w:val="24"/>
        </w:rPr>
        <w:t>tarybai pirmą kartą nepritarus jo teiktai kandidatūrai, teikė kito asmens kandidatūrą į vicemero pareigas, meras turi teisę</w:t>
      </w:r>
      <w:r w:rsidRPr="00D45B59">
        <w:rPr>
          <w:szCs w:val="24"/>
        </w:rPr>
        <w:t xml:space="preserve"> savo sprendimu vicemeru paskirti pasirinktinai vieną iš </w:t>
      </w:r>
      <w:r w:rsidRPr="001E3692">
        <w:rPr>
          <w:szCs w:val="24"/>
          <w:lang w:eastAsia="lt-LT"/>
        </w:rPr>
        <w:t xml:space="preserve">Savivaldybės </w:t>
      </w:r>
      <w:r w:rsidRPr="00D45B59">
        <w:rPr>
          <w:szCs w:val="24"/>
        </w:rPr>
        <w:t>tarybai teiktų kandidatų į vicemero pareigas.</w:t>
      </w:r>
    </w:p>
    <w:p w:rsidR="00BF415D" w:rsidRPr="001E3692" w:rsidRDefault="00BF415D">
      <w:pPr>
        <w:ind w:firstLine="720"/>
        <w:jc w:val="both"/>
        <w:rPr>
          <w:szCs w:val="24"/>
          <w:lang w:eastAsia="lt-LT"/>
        </w:rPr>
      </w:pPr>
      <w:r w:rsidRPr="00D45B59">
        <w:rPr>
          <w:szCs w:val="24"/>
          <w:lang w:eastAsia="lt-LT"/>
        </w:rPr>
        <w:lastRenderedPageBreak/>
        <w:t>2</w:t>
      </w:r>
      <w:r w:rsidR="001E0FAA">
        <w:rPr>
          <w:szCs w:val="24"/>
          <w:lang w:eastAsia="lt-LT"/>
        </w:rPr>
        <w:t>80</w:t>
      </w:r>
      <w:r w:rsidRPr="00CB4832">
        <w:rPr>
          <w:szCs w:val="24"/>
          <w:lang w:eastAsia="lt-LT"/>
        </w:rPr>
        <w:t>.</w:t>
      </w:r>
      <w:r w:rsidRPr="00CB4832">
        <w:rPr>
          <w:szCs w:val="24"/>
          <w:lang w:eastAsia="lt-LT"/>
        </w:rPr>
        <w:tab/>
      </w:r>
      <w:r w:rsidRPr="00E364BA">
        <w:rPr>
          <w:szCs w:val="24"/>
        </w:rPr>
        <w:t xml:space="preserve">Vicemerui užtikrinama teisė grįžti į iki paskyrimo vicemeru eitas pareigas, </w:t>
      </w:r>
      <w:proofErr w:type="spellStart"/>
      <w:r w:rsidRPr="009F663D">
        <w:rPr>
          <w:i/>
          <w:szCs w:val="24"/>
        </w:rPr>
        <w:t>mutatis</w:t>
      </w:r>
      <w:proofErr w:type="spellEnd"/>
      <w:r w:rsidRPr="009F663D">
        <w:rPr>
          <w:i/>
          <w:szCs w:val="24"/>
        </w:rPr>
        <w:t xml:space="preserve"> </w:t>
      </w:r>
      <w:proofErr w:type="spellStart"/>
      <w:r w:rsidRPr="009F663D">
        <w:rPr>
          <w:i/>
          <w:szCs w:val="24"/>
        </w:rPr>
        <w:t>mutandis</w:t>
      </w:r>
      <w:proofErr w:type="spellEnd"/>
      <w:r w:rsidRPr="00CD41E5">
        <w:rPr>
          <w:szCs w:val="24"/>
        </w:rPr>
        <w:t xml:space="preserve"> taikant normas, nustatančias Administracijos direktoriaus teisę grįžti į iki paskyrimo Administracijos direktoriumi eitas pareigas.</w:t>
      </w:r>
    </w:p>
    <w:p w:rsidR="00BF415D" w:rsidRPr="00CD41E5" w:rsidRDefault="0089385A">
      <w:pPr>
        <w:ind w:firstLine="720"/>
        <w:jc w:val="both"/>
        <w:rPr>
          <w:szCs w:val="24"/>
          <w:lang w:eastAsia="lt-LT"/>
        </w:rPr>
      </w:pPr>
      <w:r w:rsidRPr="00D45B59">
        <w:rPr>
          <w:szCs w:val="24"/>
          <w:lang w:eastAsia="lt-LT"/>
        </w:rPr>
        <w:t>28</w:t>
      </w:r>
      <w:r w:rsidR="001E0FAA">
        <w:rPr>
          <w:szCs w:val="24"/>
          <w:lang w:eastAsia="lt-LT"/>
        </w:rPr>
        <w:t>1</w:t>
      </w:r>
      <w:r w:rsidR="00BF415D" w:rsidRPr="00FD2B00">
        <w:rPr>
          <w:szCs w:val="24"/>
          <w:lang w:eastAsia="lt-LT"/>
        </w:rPr>
        <w:t xml:space="preserve">. </w:t>
      </w:r>
      <w:r w:rsidR="00BF415D" w:rsidRPr="00CB4832">
        <w:rPr>
          <w:szCs w:val="24"/>
        </w:rPr>
        <w:t>Vicemeras</w:t>
      </w:r>
      <w:r w:rsidR="002C4DB4" w:rsidRPr="00E364BA">
        <w:rPr>
          <w:szCs w:val="24"/>
        </w:rPr>
        <w:t xml:space="preserve"> (-ai)</w:t>
      </w:r>
      <w:r w:rsidR="00BF415D" w:rsidRPr="009F663D">
        <w:rPr>
          <w:szCs w:val="24"/>
        </w:rPr>
        <w:t xml:space="preserve"> yra politinio (asmeninio) pasitikėjimo valstybės tarnautojas.</w:t>
      </w:r>
    </w:p>
    <w:p w:rsidR="00BF415D" w:rsidRPr="001E3692" w:rsidRDefault="0089385A">
      <w:pPr>
        <w:ind w:firstLine="720"/>
        <w:jc w:val="both"/>
        <w:rPr>
          <w:szCs w:val="24"/>
          <w:lang w:eastAsia="lt-LT"/>
        </w:rPr>
      </w:pPr>
      <w:r w:rsidRPr="00D45B59">
        <w:rPr>
          <w:szCs w:val="24"/>
          <w:lang w:eastAsia="lt-LT"/>
        </w:rPr>
        <w:t>28</w:t>
      </w:r>
      <w:r w:rsidR="001E0FAA">
        <w:rPr>
          <w:szCs w:val="24"/>
          <w:lang w:eastAsia="lt-LT"/>
        </w:rPr>
        <w:t>2</w:t>
      </w:r>
      <w:r w:rsidR="002C4DB4" w:rsidRPr="00FD2B00">
        <w:rPr>
          <w:szCs w:val="24"/>
          <w:lang w:eastAsia="lt-LT"/>
        </w:rPr>
        <w:t xml:space="preserve">. </w:t>
      </w:r>
      <w:r w:rsidR="00BF415D" w:rsidRPr="00CB4832">
        <w:rPr>
          <w:szCs w:val="24"/>
        </w:rPr>
        <w:t>Vicemeras</w:t>
      </w:r>
      <w:r w:rsidR="002C4DB4" w:rsidRPr="00E364BA">
        <w:rPr>
          <w:szCs w:val="24"/>
        </w:rPr>
        <w:t xml:space="preserve"> </w:t>
      </w:r>
      <w:r w:rsidR="002C4DB4" w:rsidRPr="009F663D">
        <w:rPr>
          <w:szCs w:val="24"/>
        </w:rPr>
        <w:t>(-ai)</w:t>
      </w:r>
      <w:r w:rsidR="00BF415D" w:rsidRPr="00CD41E5">
        <w:rPr>
          <w:szCs w:val="24"/>
        </w:rPr>
        <w:t xml:space="preserve"> atlieka mero nustatytas funkcijas ir pavedimus.</w:t>
      </w:r>
    </w:p>
    <w:p w:rsidR="002C4DB4" w:rsidRPr="001E3692" w:rsidRDefault="0089385A">
      <w:pPr>
        <w:ind w:firstLine="720"/>
        <w:jc w:val="both"/>
        <w:rPr>
          <w:szCs w:val="24"/>
          <w:lang w:eastAsia="lt-LT"/>
        </w:rPr>
      </w:pPr>
      <w:r w:rsidRPr="00FD2B00">
        <w:rPr>
          <w:szCs w:val="24"/>
          <w:lang w:eastAsia="lt-LT"/>
        </w:rPr>
        <w:t>28</w:t>
      </w:r>
      <w:r w:rsidR="001E0FAA">
        <w:rPr>
          <w:szCs w:val="24"/>
          <w:lang w:eastAsia="lt-LT"/>
        </w:rPr>
        <w:t>3</w:t>
      </w:r>
      <w:r w:rsidR="002C4DB4" w:rsidRPr="00FD2B00">
        <w:rPr>
          <w:szCs w:val="24"/>
          <w:lang w:eastAsia="lt-LT"/>
        </w:rPr>
        <w:t xml:space="preserve">. </w:t>
      </w:r>
      <w:r w:rsidR="002C4DB4" w:rsidRPr="00FD2B00">
        <w:rPr>
          <w:szCs w:val="24"/>
        </w:rPr>
        <w:t>Merą pavaduojantis vicemeras vykdo visus mero įgaliojimus</w:t>
      </w:r>
      <w:r w:rsidR="002C4DB4" w:rsidRPr="00D45B59">
        <w:rPr>
          <w:szCs w:val="24"/>
        </w:rPr>
        <w:t>, išskyrus šiuos:</w:t>
      </w:r>
    </w:p>
    <w:p w:rsidR="002C4DB4" w:rsidRPr="009F663D" w:rsidRDefault="0089385A">
      <w:pPr>
        <w:tabs>
          <w:tab w:val="left" w:pos="1560"/>
        </w:tabs>
        <w:ind w:firstLine="720"/>
        <w:jc w:val="both"/>
        <w:rPr>
          <w:szCs w:val="24"/>
          <w:lang w:eastAsia="lt-LT"/>
        </w:rPr>
      </w:pPr>
      <w:r w:rsidRPr="001E3692">
        <w:rPr>
          <w:szCs w:val="24"/>
          <w:lang w:eastAsia="lt-LT"/>
        </w:rPr>
        <w:t>28</w:t>
      </w:r>
      <w:r w:rsidR="001E0FAA">
        <w:rPr>
          <w:szCs w:val="24"/>
          <w:lang w:eastAsia="lt-LT"/>
        </w:rPr>
        <w:t>3</w:t>
      </w:r>
      <w:r w:rsidR="002C4DB4" w:rsidRPr="00FD2B00">
        <w:rPr>
          <w:szCs w:val="24"/>
          <w:lang w:eastAsia="lt-LT"/>
        </w:rPr>
        <w:t>.1. S</w:t>
      </w:r>
      <w:r w:rsidR="002C4DB4" w:rsidRPr="00CB4832">
        <w:rPr>
          <w:szCs w:val="24"/>
        </w:rPr>
        <w:t>avivaldybės tarybos posėdžių darbotvarkių projektų sudarymas ir Savivaldybės tarybos sprendimų projektų teikimas, Savivaldybės tarybos posėdžių šaukimas ir jiems pirminin</w:t>
      </w:r>
      <w:r w:rsidR="002C4DB4" w:rsidRPr="00E364BA">
        <w:rPr>
          <w:szCs w:val="24"/>
        </w:rPr>
        <w:t>kavimas, kuriuos vykdo laikinai Savivaldybės tarybos paskirtas tarybos narys;</w:t>
      </w:r>
    </w:p>
    <w:p w:rsidR="002C4DB4" w:rsidRPr="00E364BA" w:rsidRDefault="0089385A">
      <w:pPr>
        <w:tabs>
          <w:tab w:val="left" w:pos="1560"/>
        </w:tabs>
        <w:ind w:firstLine="720"/>
        <w:jc w:val="both"/>
        <w:rPr>
          <w:szCs w:val="24"/>
          <w:lang w:eastAsia="lt-LT"/>
        </w:rPr>
      </w:pPr>
      <w:r w:rsidRPr="00CD41E5">
        <w:rPr>
          <w:szCs w:val="24"/>
          <w:lang w:eastAsia="lt-LT"/>
        </w:rPr>
        <w:t>28</w:t>
      </w:r>
      <w:r w:rsidR="001E0FAA">
        <w:rPr>
          <w:szCs w:val="24"/>
          <w:lang w:eastAsia="lt-LT"/>
        </w:rPr>
        <w:t>3</w:t>
      </w:r>
      <w:r w:rsidR="002C4DB4" w:rsidRPr="00FD2B00">
        <w:rPr>
          <w:szCs w:val="24"/>
          <w:lang w:eastAsia="lt-LT"/>
        </w:rPr>
        <w:t>.2. S</w:t>
      </w:r>
      <w:r w:rsidR="002C4DB4" w:rsidRPr="00CB4832">
        <w:rPr>
          <w:szCs w:val="24"/>
        </w:rPr>
        <w:t>avivaldybės tarybos sprendimų ir posėdžių, kuriems pirmininkavo, protokolų pasirašymas, kuriuos pasirašo laikinai Savivaldybės tarybos paskirtas tarybos narys;</w:t>
      </w:r>
    </w:p>
    <w:p w:rsidR="002C4DB4" w:rsidRPr="001E3692" w:rsidRDefault="00D05E9A">
      <w:pPr>
        <w:tabs>
          <w:tab w:val="left" w:pos="1560"/>
        </w:tabs>
        <w:ind w:firstLine="720"/>
        <w:jc w:val="both"/>
        <w:rPr>
          <w:szCs w:val="24"/>
          <w:lang w:eastAsia="lt-LT"/>
        </w:rPr>
      </w:pPr>
      <w:r w:rsidRPr="009F663D">
        <w:rPr>
          <w:szCs w:val="24"/>
          <w:lang w:eastAsia="lt-LT"/>
        </w:rPr>
        <w:t>28</w:t>
      </w:r>
      <w:r w:rsidR="001E0FAA">
        <w:rPr>
          <w:szCs w:val="24"/>
          <w:lang w:eastAsia="lt-LT"/>
        </w:rPr>
        <w:t>3</w:t>
      </w:r>
      <w:r w:rsidR="002C4DB4" w:rsidRPr="00FD2B00">
        <w:rPr>
          <w:szCs w:val="24"/>
          <w:lang w:eastAsia="lt-LT"/>
        </w:rPr>
        <w:t>.3. S</w:t>
      </w:r>
      <w:r w:rsidR="002C4DB4" w:rsidRPr="00CB4832">
        <w:rPr>
          <w:szCs w:val="24"/>
        </w:rPr>
        <w:t>av</w:t>
      </w:r>
      <w:r w:rsidR="002C4DB4" w:rsidRPr="00E364BA">
        <w:rPr>
          <w:szCs w:val="24"/>
        </w:rPr>
        <w:t>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w:t>
      </w:r>
      <w:r w:rsidR="002C4DB4" w:rsidRPr="00CD41E5">
        <w:rPr>
          <w:szCs w:val="24"/>
        </w:rPr>
        <w:t>bo santykiais įgyvendinimas Lietuvos Respublikos darbo kodekso ir kitų teisės aktų nustatyta tvarka, kuriuos vykdo laikinai Savivaldybės tarybos</w:t>
      </w:r>
      <w:r w:rsidR="002C4DB4" w:rsidRPr="00D45B59">
        <w:rPr>
          <w:szCs w:val="24"/>
        </w:rPr>
        <w:t xml:space="preserve"> </w:t>
      </w:r>
      <w:r w:rsidR="002C4DB4" w:rsidRPr="00FD2B00">
        <w:rPr>
          <w:szCs w:val="24"/>
        </w:rPr>
        <w:t>paskirtas tarybos narys;</w:t>
      </w:r>
    </w:p>
    <w:p w:rsidR="002C4DB4" w:rsidRPr="009F663D" w:rsidRDefault="00D05E9A">
      <w:pPr>
        <w:tabs>
          <w:tab w:val="left" w:pos="1560"/>
        </w:tabs>
        <w:ind w:firstLine="720"/>
        <w:jc w:val="both"/>
        <w:rPr>
          <w:szCs w:val="24"/>
          <w:lang w:eastAsia="lt-LT"/>
        </w:rPr>
      </w:pPr>
      <w:r w:rsidRPr="001E3692">
        <w:rPr>
          <w:szCs w:val="24"/>
          <w:lang w:eastAsia="lt-LT"/>
        </w:rPr>
        <w:t>28</w:t>
      </w:r>
      <w:r w:rsidR="001E0FAA">
        <w:rPr>
          <w:szCs w:val="24"/>
          <w:lang w:eastAsia="lt-LT"/>
        </w:rPr>
        <w:t>3</w:t>
      </w:r>
      <w:r w:rsidR="002C4DB4" w:rsidRPr="00FD2B00">
        <w:rPr>
          <w:szCs w:val="24"/>
          <w:lang w:eastAsia="lt-LT"/>
        </w:rPr>
        <w:t xml:space="preserve">.4. </w:t>
      </w:r>
      <w:r w:rsidR="002C4DB4" w:rsidRPr="00CB4832">
        <w:rPr>
          <w:szCs w:val="24"/>
        </w:rPr>
        <w:t xml:space="preserve">detaliųjų planų ir vietovės lygmens specialiojo teritorijų planavimo dokumentų </w:t>
      </w:r>
      <w:r w:rsidR="002C4DB4" w:rsidRPr="00E364BA">
        <w:rPr>
          <w:szCs w:val="24"/>
        </w:rPr>
        <w:t>tvirtinimas, kuriuos tvirtina Savivaldybės taryba;</w:t>
      </w:r>
    </w:p>
    <w:p w:rsidR="002C4DB4" w:rsidRPr="00E364BA" w:rsidRDefault="00D05E9A">
      <w:pPr>
        <w:tabs>
          <w:tab w:val="left" w:pos="1560"/>
        </w:tabs>
        <w:ind w:firstLine="720"/>
        <w:jc w:val="both"/>
        <w:rPr>
          <w:szCs w:val="24"/>
          <w:lang w:eastAsia="lt-LT"/>
        </w:rPr>
      </w:pPr>
      <w:r w:rsidRPr="00CD41E5">
        <w:rPr>
          <w:szCs w:val="24"/>
          <w:lang w:eastAsia="lt-LT"/>
        </w:rPr>
        <w:t>28</w:t>
      </w:r>
      <w:r w:rsidR="001E0FAA">
        <w:rPr>
          <w:szCs w:val="24"/>
          <w:lang w:eastAsia="lt-LT"/>
        </w:rPr>
        <w:t>3</w:t>
      </w:r>
      <w:r w:rsidR="002C4DB4" w:rsidRPr="00FD2B00">
        <w:rPr>
          <w:szCs w:val="24"/>
          <w:lang w:eastAsia="lt-LT"/>
        </w:rPr>
        <w:t xml:space="preserve">.5. </w:t>
      </w:r>
      <w:r w:rsidR="002C4DB4" w:rsidRPr="00CB4832">
        <w:rPr>
          <w:szCs w:val="24"/>
        </w:rPr>
        <w:t>žemėtvarkos planavimo dokumentų tvirtinimas įstatymų nustatytais atvejais, kuriuos tvirtina Savivaldybės taryba;</w:t>
      </w:r>
    </w:p>
    <w:p w:rsidR="002C4DB4" w:rsidRPr="00CD41E5" w:rsidRDefault="002C4DB4">
      <w:pPr>
        <w:tabs>
          <w:tab w:val="left" w:pos="1560"/>
        </w:tabs>
        <w:ind w:firstLine="720"/>
        <w:jc w:val="both"/>
        <w:rPr>
          <w:szCs w:val="24"/>
          <w:lang w:eastAsia="lt-LT"/>
        </w:rPr>
      </w:pPr>
      <w:r w:rsidRPr="009F663D">
        <w:rPr>
          <w:szCs w:val="24"/>
          <w:lang w:eastAsia="lt-LT"/>
        </w:rPr>
        <w:t>28</w:t>
      </w:r>
      <w:r w:rsidR="001E0FAA">
        <w:rPr>
          <w:szCs w:val="24"/>
          <w:lang w:eastAsia="lt-LT"/>
        </w:rPr>
        <w:t>3</w:t>
      </w:r>
      <w:r w:rsidRPr="00FD2B00">
        <w:rPr>
          <w:szCs w:val="24"/>
          <w:lang w:eastAsia="lt-LT"/>
        </w:rPr>
        <w:t>.6. S</w:t>
      </w:r>
      <w:r w:rsidRPr="00CB4832">
        <w:rPr>
          <w:szCs w:val="24"/>
        </w:rPr>
        <w:t>avivaldybės valdomo išlikusio nekilnojamojo turto nuosavybės teisių religinėm</w:t>
      </w:r>
      <w:r w:rsidRPr="00E364BA">
        <w:rPr>
          <w:szCs w:val="24"/>
        </w:rPr>
        <w:t>s bendruomenėms ir bendrijoms atkūrimas, kuriuos atkuria Savivaldybės taryba;</w:t>
      </w:r>
    </w:p>
    <w:p w:rsidR="002C4DB4" w:rsidRPr="001E3692" w:rsidRDefault="002C4DB4">
      <w:pPr>
        <w:tabs>
          <w:tab w:val="left" w:pos="1560"/>
        </w:tabs>
        <w:ind w:firstLine="720"/>
        <w:jc w:val="both"/>
        <w:rPr>
          <w:szCs w:val="24"/>
          <w:lang w:eastAsia="lt-LT"/>
        </w:rPr>
      </w:pPr>
      <w:r w:rsidRPr="001E3692">
        <w:rPr>
          <w:szCs w:val="24"/>
          <w:lang w:eastAsia="lt-LT"/>
        </w:rPr>
        <w:t>28</w:t>
      </w:r>
      <w:r w:rsidR="001E0FAA">
        <w:rPr>
          <w:szCs w:val="24"/>
          <w:lang w:eastAsia="lt-LT"/>
        </w:rPr>
        <w:t>3</w:t>
      </w:r>
      <w:r w:rsidRPr="00FD2B00">
        <w:rPr>
          <w:szCs w:val="24"/>
          <w:lang w:eastAsia="lt-LT"/>
        </w:rPr>
        <w:t>.7</w:t>
      </w:r>
      <w:r w:rsidRPr="00CB4832">
        <w:rPr>
          <w:szCs w:val="24"/>
          <w:lang w:eastAsia="lt-LT"/>
        </w:rPr>
        <w:t xml:space="preserve">. </w:t>
      </w:r>
      <w:r w:rsidRPr="00E364BA">
        <w:rPr>
          <w:szCs w:val="24"/>
        </w:rPr>
        <w:t>mero</w:t>
      </w:r>
      <w:r w:rsidRPr="009F663D">
        <w:rPr>
          <w:szCs w:val="24"/>
        </w:rPr>
        <w:t xml:space="preserve"> fondo</w:t>
      </w:r>
      <w:r w:rsidRPr="00CD41E5">
        <w:rPr>
          <w:szCs w:val="24"/>
        </w:rPr>
        <w:t xml:space="preserve"> lėšų naudojimas ir atsiskaitymas už jų naudo</w:t>
      </w:r>
      <w:r w:rsidRPr="00D45B59">
        <w:rPr>
          <w:szCs w:val="24"/>
        </w:rPr>
        <w:t>jimą pagal Savivaldybės tarybos nustatytą tvarką atstovavimo Lietuvoje ir užsienyje išlaidoms apmokėti;</w:t>
      </w:r>
    </w:p>
    <w:p w:rsidR="002C4DB4" w:rsidRPr="00CD41E5" w:rsidRDefault="002C4DB4">
      <w:pPr>
        <w:tabs>
          <w:tab w:val="left" w:pos="1560"/>
        </w:tabs>
        <w:ind w:firstLine="720"/>
        <w:jc w:val="both"/>
        <w:rPr>
          <w:szCs w:val="24"/>
          <w:lang w:eastAsia="lt-LT"/>
        </w:rPr>
      </w:pPr>
      <w:r w:rsidRPr="001E3692">
        <w:rPr>
          <w:szCs w:val="24"/>
          <w:lang w:eastAsia="lt-LT"/>
        </w:rPr>
        <w:t>28</w:t>
      </w:r>
      <w:r w:rsidR="001E0FAA">
        <w:rPr>
          <w:szCs w:val="24"/>
          <w:lang w:eastAsia="lt-LT"/>
        </w:rPr>
        <w:t>3</w:t>
      </w:r>
      <w:r w:rsidRPr="00FD2B00">
        <w:rPr>
          <w:szCs w:val="24"/>
          <w:lang w:eastAsia="lt-LT"/>
        </w:rPr>
        <w:t xml:space="preserve">.8. </w:t>
      </w:r>
      <w:r w:rsidRPr="00CB4832">
        <w:rPr>
          <w:szCs w:val="24"/>
        </w:rPr>
        <w:t>vicem</w:t>
      </w:r>
      <w:r w:rsidRPr="00E364BA">
        <w:rPr>
          <w:szCs w:val="24"/>
        </w:rPr>
        <w:t>ero (-ų) kandidatūros (-ų) teikimas Savivaldybės tarybai šio Reglamento nustatyta tvarka;</w:t>
      </w:r>
    </w:p>
    <w:p w:rsidR="002C4DB4" w:rsidRPr="001E3692" w:rsidRDefault="002C4DB4">
      <w:pPr>
        <w:tabs>
          <w:tab w:val="left" w:pos="1560"/>
        </w:tabs>
        <w:ind w:firstLine="720"/>
        <w:jc w:val="both"/>
        <w:rPr>
          <w:szCs w:val="24"/>
          <w:lang w:eastAsia="lt-LT"/>
        </w:rPr>
      </w:pPr>
      <w:r w:rsidRPr="001E3692">
        <w:rPr>
          <w:szCs w:val="24"/>
          <w:lang w:eastAsia="lt-LT"/>
        </w:rPr>
        <w:t>28</w:t>
      </w:r>
      <w:r w:rsidR="001E0FAA">
        <w:rPr>
          <w:szCs w:val="24"/>
          <w:lang w:eastAsia="lt-LT"/>
        </w:rPr>
        <w:t>3</w:t>
      </w:r>
      <w:r w:rsidRPr="00FD2B00">
        <w:rPr>
          <w:szCs w:val="24"/>
          <w:lang w:eastAsia="lt-LT"/>
        </w:rPr>
        <w:t xml:space="preserve">.9. </w:t>
      </w:r>
      <w:r w:rsidRPr="00CB4832">
        <w:rPr>
          <w:szCs w:val="24"/>
        </w:rPr>
        <w:t xml:space="preserve">siūlymų Savivaldybės tarybai </w:t>
      </w:r>
      <w:r w:rsidRPr="00E364BA">
        <w:rPr>
          <w:szCs w:val="24"/>
        </w:rPr>
        <w:t xml:space="preserve">teikimas dėl </w:t>
      </w:r>
      <w:r w:rsidRPr="009F663D">
        <w:rPr>
          <w:szCs w:val="24"/>
        </w:rPr>
        <w:t>mero</w:t>
      </w:r>
      <w:r w:rsidRPr="00CD41E5">
        <w:rPr>
          <w:szCs w:val="24"/>
        </w:rPr>
        <w:t xml:space="preserve"> politinio</w:t>
      </w:r>
      <w:r w:rsidRPr="00D45B59">
        <w:rPr>
          <w:szCs w:val="24"/>
        </w:rPr>
        <w:t xml:space="preserve"> (asmeninio) pasitikėjimo valstybės tarnautojų pareigybių skaičiaus nustatymo.</w:t>
      </w:r>
    </w:p>
    <w:p w:rsidR="002C4DB4" w:rsidRPr="001E3692" w:rsidRDefault="00D05E9A">
      <w:pPr>
        <w:ind w:firstLine="720"/>
        <w:jc w:val="both"/>
        <w:rPr>
          <w:szCs w:val="24"/>
          <w:lang w:eastAsia="lt-LT"/>
        </w:rPr>
      </w:pPr>
      <w:r w:rsidRPr="00D45B59">
        <w:rPr>
          <w:szCs w:val="24"/>
          <w:lang w:eastAsia="lt-LT"/>
        </w:rPr>
        <w:t>28</w:t>
      </w:r>
      <w:r w:rsidR="001E0FAA">
        <w:rPr>
          <w:szCs w:val="24"/>
          <w:lang w:eastAsia="lt-LT"/>
        </w:rPr>
        <w:t>4</w:t>
      </w:r>
      <w:r w:rsidR="002C4DB4" w:rsidRPr="00FD2B00">
        <w:rPr>
          <w:szCs w:val="24"/>
          <w:lang w:eastAsia="lt-LT"/>
        </w:rPr>
        <w:t xml:space="preserve">. </w:t>
      </w:r>
      <w:r w:rsidR="002C4DB4" w:rsidRPr="00CB4832">
        <w:rPr>
          <w:szCs w:val="24"/>
        </w:rPr>
        <w:t xml:space="preserve">Merą </w:t>
      </w:r>
      <w:r w:rsidR="002C4DB4" w:rsidRPr="00E364BA">
        <w:rPr>
          <w:szCs w:val="24"/>
        </w:rPr>
        <w:t xml:space="preserve">pavaduoja </w:t>
      </w:r>
      <w:r w:rsidR="002C4DB4" w:rsidRPr="009F663D">
        <w:rPr>
          <w:szCs w:val="24"/>
        </w:rPr>
        <w:t>mero</w:t>
      </w:r>
      <w:r w:rsidR="002C4DB4" w:rsidRPr="00CD41E5">
        <w:rPr>
          <w:szCs w:val="24"/>
        </w:rPr>
        <w:t xml:space="preserve"> paskirtas vicemeras</w:t>
      </w:r>
      <w:r w:rsidR="002C4DB4" w:rsidRPr="00D45B59">
        <w:rPr>
          <w:szCs w:val="24"/>
        </w:rPr>
        <w:t>, kai:</w:t>
      </w:r>
    </w:p>
    <w:p w:rsidR="002C4DB4" w:rsidRPr="00CD41E5" w:rsidRDefault="00D05E9A">
      <w:pPr>
        <w:tabs>
          <w:tab w:val="left" w:pos="1560"/>
        </w:tabs>
        <w:ind w:firstLine="720"/>
        <w:jc w:val="both"/>
        <w:rPr>
          <w:szCs w:val="24"/>
          <w:lang w:eastAsia="lt-LT"/>
        </w:rPr>
      </w:pPr>
      <w:r w:rsidRPr="001E3692">
        <w:rPr>
          <w:szCs w:val="24"/>
          <w:lang w:eastAsia="lt-LT"/>
        </w:rPr>
        <w:t>28</w:t>
      </w:r>
      <w:r w:rsidR="001E0FAA">
        <w:rPr>
          <w:szCs w:val="24"/>
          <w:lang w:eastAsia="lt-LT"/>
        </w:rPr>
        <w:t>4</w:t>
      </w:r>
      <w:r w:rsidR="002C4DB4" w:rsidRPr="00FD2B00">
        <w:rPr>
          <w:szCs w:val="24"/>
          <w:lang w:eastAsia="lt-LT"/>
        </w:rPr>
        <w:t>.1</w:t>
      </w:r>
      <w:r w:rsidR="002C4DB4" w:rsidRPr="00CB4832">
        <w:rPr>
          <w:szCs w:val="24"/>
          <w:lang w:eastAsia="lt-LT"/>
        </w:rPr>
        <w:t xml:space="preserve">. </w:t>
      </w:r>
      <w:r w:rsidR="002C4DB4" w:rsidRPr="00E364BA">
        <w:rPr>
          <w:szCs w:val="24"/>
        </w:rPr>
        <w:t>meras</w:t>
      </w:r>
      <w:r w:rsidR="002C4DB4" w:rsidRPr="009F663D">
        <w:rPr>
          <w:szCs w:val="24"/>
        </w:rPr>
        <w:t xml:space="preserve"> dėl atostogų, laikinojo nedarbingumo ar kitų pateisinamų priežasčių laikinai neina savo pareigų;</w:t>
      </w:r>
    </w:p>
    <w:p w:rsidR="002C4DB4" w:rsidRPr="00D45B59" w:rsidRDefault="00D05E9A">
      <w:pPr>
        <w:tabs>
          <w:tab w:val="left" w:pos="1560"/>
        </w:tabs>
        <w:ind w:firstLine="720"/>
        <w:jc w:val="both"/>
        <w:rPr>
          <w:szCs w:val="24"/>
        </w:rPr>
      </w:pPr>
      <w:r w:rsidRPr="001E3692">
        <w:rPr>
          <w:szCs w:val="24"/>
          <w:lang w:eastAsia="lt-LT"/>
        </w:rPr>
        <w:t>28</w:t>
      </w:r>
      <w:r w:rsidR="001E0FAA">
        <w:rPr>
          <w:szCs w:val="24"/>
          <w:lang w:eastAsia="lt-LT"/>
        </w:rPr>
        <w:t>4</w:t>
      </w:r>
      <w:r w:rsidR="002C4DB4" w:rsidRPr="001E3692">
        <w:rPr>
          <w:szCs w:val="24"/>
          <w:lang w:eastAsia="lt-LT"/>
        </w:rPr>
        <w:t xml:space="preserve">.2. </w:t>
      </w:r>
      <w:r w:rsidR="002C4DB4" w:rsidRPr="00FD2B00">
        <w:rPr>
          <w:szCs w:val="24"/>
        </w:rPr>
        <w:t>mero įgaliojimai</w:t>
      </w:r>
      <w:r w:rsidR="002C4DB4" w:rsidRPr="00D45B59">
        <w:rPr>
          <w:szCs w:val="24"/>
        </w:rPr>
        <w:t xml:space="preserve"> sustabdyti teismo nutartimi.</w:t>
      </w:r>
    </w:p>
    <w:p w:rsidR="00291840" w:rsidRPr="00D45B59" w:rsidRDefault="00D05E9A">
      <w:pPr>
        <w:tabs>
          <w:tab w:val="left" w:pos="1560"/>
        </w:tabs>
        <w:ind w:firstLine="720"/>
        <w:jc w:val="both"/>
        <w:rPr>
          <w:szCs w:val="24"/>
        </w:rPr>
      </w:pPr>
      <w:r w:rsidRPr="00D45B59">
        <w:rPr>
          <w:szCs w:val="24"/>
        </w:rPr>
        <w:t>28</w:t>
      </w:r>
      <w:r w:rsidR="001E0FAA">
        <w:rPr>
          <w:szCs w:val="24"/>
        </w:rPr>
        <w:t>5</w:t>
      </w:r>
      <w:r w:rsidR="0017599A" w:rsidRPr="00FD2B00">
        <w:rPr>
          <w:szCs w:val="24"/>
        </w:rPr>
        <w:t xml:space="preserve">. </w:t>
      </w:r>
      <w:r w:rsidR="002C4DB4" w:rsidRPr="00FD2B00">
        <w:rPr>
          <w:szCs w:val="24"/>
        </w:rPr>
        <w:t xml:space="preserve">Laikinai Savivaldybės tarybos </w:t>
      </w:r>
      <w:r w:rsidR="002C4DB4" w:rsidRPr="00CB4832">
        <w:rPr>
          <w:szCs w:val="24"/>
        </w:rPr>
        <w:t xml:space="preserve">paskirtam </w:t>
      </w:r>
      <w:r w:rsidR="002C4DB4" w:rsidRPr="00E364BA">
        <w:rPr>
          <w:szCs w:val="24"/>
        </w:rPr>
        <w:t>tarybos nariui</w:t>
      </w:r>
      <w:r w:rsidR="002C4DB4" w:rsidRPr="009F663D">
        <w:rPr>
          <w:szCs w:val="24"/>
        </w:rPr>
        <w:t xml:space="preserve"> pav</w:t>
      </w:r>
      <w:r w:rsidRPr="00CD41E5">
        <w:rPr>
          <w:szCs w:val="24"/>
        </w:rPr>
        <w:t>aduojant merą</w:t>
      </w:r>
      <w:r w:rsidRPr="00D45B59">
        <w:rPr>
          <w:szCs w:val="24"/>
        </w:rPr>
        <w:t xml:space="preserve"> šio </w:t>
      </w:r>
      <w:r w:rsidRPr="00697E81">
        <w:rPr>
          <w:szCs w:val="24"/>
        </w:rPr>
        <w:t>Reglamento 28</w:t>
      </w:r>
      <w:r w:rsidR="001E0FAA">
        <w:rPr>
          <w:szCs w:val="24"/>
        </w:rPr>
        <w:t>4</w:t>
      </w:r>
      <w:r w:rsidRPr="00CD41E5">
        <w:rPr>
          <w:szCs w:val="24"/>
        </w:rPr>
        <w:t>.1-28</w:t>
      </w:r>
      <w:r w:rsidR="001E0FAA">
        <w:rPr>
          <w:szCs w:val="24"/>
        </w:rPr>
        <w:t>4</w:t>
      </w:r>
      <w:r w:rsidR="002C4DB4" w:rsidRPr="00CD41E5">
        <w:rPr>
          <w:szCs w:val="24"/>
        </w:rPr>
        <w:t>.2 papunkčiuose</w:t>
      </w:r>
      <w:r w:rsidR="002C4DB4" w:rsidRPr="00FD2B00">
        <w:rPr>
          <w:szCs w:val="24"/>
        </w:rPr>
        <w:t xml:space="preserve"> numatytais atvejais jo</w:t>
      </w:r>
      <w:r w:rsidR="00A838F7" w:rsidRPr="00FD2B00">
        <w:rPr>
          <w:szCs w:val="24"/>
        </w:rPr>
        <w:t>,</w:t>
      </w:r>
      <w:r w:rsidR="002C4DB4" w:rsidRPr="00FD2B00">
        <w:rPr>
          <w:szCs w:val="24"/>
        </w:rPr>
        <w:t xml:space="preserve"> kaip </w:t>
      </w:r>
      <w:r w:rsidR="002C4DB4" w:rsidRPr="00CB4832">
        <w:rPr>
          <w:szCs w:val="24"/>
        </w:rPr>
        <w:t>tarybos nario</w:t>
      </w:r>
      <w:r w:rsidR="00A838F7" w:rsidRPr="00E364BA">
        <w:rPr>
          <w:szCs w:val="24"/>
        </w:rPr>
        <w:t>,</w:t>
      </w:r>
      <w:r w:rsidR="002C4DB4" w:rsidRPr="009F663D">
        <w:rPr>
          <w:szCs w:val="24"/>
        </w:rPr>
        <w:t xml:space="preserve"> teisės ir pareigos nėra sustabdomos </w:t>
      </w:r>
      <w:r w:rsidR="002C4DB4" w:rsidRPr="00CD41E5">
        <w:rPr>
          <w:i/>
          <w:szCs w:val="24"/>
        </w:rPr>
        <w:t>(</w:t>
      </w:r>
      <w:r w:rsidR="002C4DB4" w:rsidRPr="00FD2B00">
        <w:rPr>
          <w:i/>
          <w:color w:val="222A35"/>
          <w:szCs w:val="24"/>
        </w:rPr>
        <w:t>tarybos nario mandatas išlieka)</w:t>
      </w:r>
      <w:r w:rsidR="002C4DB4" w:rsidRPr="00FD2B00">
        <w:rPr>
          <w:szCs w:val="24"/>
        </w:rPr>
        <w:t xml:space="preserve"> ir jam nėra taikomas</w:t>
      </w:r>
      <w:r w:rsidR="002C4DB4" w:rsidRPr="00D45B59">
        <w:rPr>
          <w:szCs w:val="24"/>
        </w:rPr>
        <w:t xml:space="preserve"> </w:t>
      </w:r>
      <w:r w:rsidR="002C4DB4" w:rsidRPr="00D45B59">
        <w:rPr>
          <w:color w:val="222A35"/>
          <w:szCs w:val="24"/>
        </w:rPr>
        <w:t xml:space="preserve">reikalavimas nedirbti kitose </w:t>
      </w:r>
      <w:r w:rsidR="002C4DB4" w:rsidRPr="00D45B59">
        <w:rPr>
          <w:szCs w:val="24"/>
        </w:rPr>
        <w:t>institucijose, įstaigose, įmonėse ir organizacijose ir negauti kito atlyginimo, išskyrus atlyginimą už mokslinę, pedagoginę ar kūrybinę veiklą.</w:t>
      </w:r>
    </w:p>
    <w:p w:rsidR="00291840" w:rsidRPr="001E3692" w:rsidRDefault="00D05E9A">
      <w:pPr>
        <w:tabs>
          <w:tab w:val="left" w:pos="1560"/>
        </w:tabs>
        <w:ind w:firstLine="720"/>
        <w:jc w:val="both"/>
        <w:rPr>
          <w:szCs w:val="24"/>
          <w:lang w:eastAsia="lt-LT"/>
        </w:rPr>
      </w:pPr>
      <w:r w:rsidRPr="00D45B59">
        <w:rPr>
          <w:szCs w:val="24"/>
        </w:rPr>
        <w:t>28</w:t>
      </w:r>
      <w:r w:rsidR="001E0FAA">
        <w:rPr>
          <w:szCs w:val="24"/>
        </w:rPr>
        <w:t>6</w:t>
      </w:r>
      <w:r w:rsidR="00291840" w:rsidRPr="00FD2B00">
        <w:rPr>
          <w:szCs w:val="24"/>
        </w:rPr>
        <w:t xml:space="preserve">. Mero pareigas laikinai eina Savivaldybės tarybos posėdyje dalyvaujančių </w:t>
      </w:r>
      <w:r w:rsidR="00291840" w:rsidRPr="00CB4832">
        <w:rPr>
          <w:szCs w:val="24"/>
        </w:rPr>
        <w:t>tarybos narių</w:t>
      </w:r>
      <w:r w:rsidR="00291840" w:rsidRPr="00E364BA">
        <w:rPr>
          <w:szCs w:val="24"/>
        </w:rPr>
        <w:t xml:space="preserve"> balsų dauguma paskirtas </w:t>
      </w:r>
      <w:r w:rsidR="00291840" w:rsidRPr="009F663D">
        <w:rPr>
          <w:szCs w:val="24"/>
        </w:rPr>
        <w:t>tarybos narys</w:t>
      </w:r>
      <w:r w:rsidR="00291840" w:rsidRPr="00CD41E5">
        <w:rPr>
          <w:szCs w:val="24"/>
        </w:rPr>
        <w:t>, kai:</w:t>
      </w:r>
    </w:p>
    <w:p w:rsidR="00291840" w:rsidRPr="00CD41E5" w:rsidRDefault="00D05E9A">
      <w:pPr>
        <w:tabs>
          <w:tab w:val="left" w:pos="1560"/>
        </w:tabs>
        <w:ind w:firstLine="720"/>
        <w:jc w:val="both"/>
        <w:rPr>
          <w:szCs w:val="24"/>
          <w:lang w:eastAsia="lt-LT"/>
        </w:rPr>
      </w:pPr>
      <w:r w:rsidRPr="001E3692">
        <w:rPr>
          <w:szCs w:val="24"/>
          <w:lang w:eastAsia="lt-LT"/>
        </w:rPr>
        <w:t>28</w:t>
      </w:r>
      <w:r w:rsidR="001E0FAA">
        <w:rPr>
          <w:szCs w:val="24"/>
          <w:lang w:eastAsia="lt-LT"/>
        </w:rPr>
        <w:t>6</w:t>
      </w:r>
      <w:r w:rsidR="00291840" w:rsidRPr="00FD2B00">
        <w:rPr>
          <w:szCs w:val="24"/>
          <w:lang w:eastAsia="lt-LT"/>
        </w:rPr>
        <w:t xml:space="preserve">.1. </w:t>
      </w:r>
      <w:r w:rsidR="00291840" w:rsidRPr="00CB4832">
        <w:rPr>
          <w:szCs w:val="24"/>
        </w:rPr>
        <w:t>mero</w:t>
      </w:r>
      <w:r w:rsidR="00291840" w:rsidRPr="00E364BA">
        <w:rPr>
          <w:szCs w:val="24"/>
        </w:rPr>
        <w:t xml:space="preserve"> įgalioj</w:t>
      </w:r>
      <w:r w:rsidR="00291840" w:rsidRPr="009F663D">
        <w:rPr>
          <w:szCs w:val="24"/>
        </w:rPr>
        <w:t>imai nutrūksta nesuėjus terminui;</w:t>
      </w:r>
    </w:p>
    <w:p w:rsidR="00291840" w:rsidRPr="001E3692" w:rsidRDefault="00D05E9A">
      <w:pPr>
        <w:tabs>
          <w:tab w:val="left" w:pos="1560"/>
        </w:tabs>
        <w:ind w:firstLine="720"/>
        <w:jc w:val="both"/>
        <w:rPr>
          <w:szCs w:val="24"/>
          <w:lang w:eastAsia="lt-LT"/>
        </w:rPr>
      </w:pPr>
      <w:r w:rsidRPr="001E3692">
        <w:rPr>
          <w:szCs w:val="24"/>
          <w:lang w:eastAsia="lt-LT"/>
        </w:rPr>
        <w:t>28</w:t>
      </w:r>
      <w:r w:rsidR="001E0FAA">
        <w:rPr>
          <w:szCs w:val="24"/>
          <w:lang w:eastAsia="lt-LT"/>
        </w:rPr>
        <w:t>6</w:t>
      </w:r>
      <w:r w:rsidR="00291840" w:rsidRPr="001E3692">
        <w:rPr>
          <w:szCs w:val="24"/>
          <w:lang w:eastAsia="lt-LT"/>
        </w:rPr>
        <w:t xml:space="preserve">.2. </w:t>
      </w:r>
      <w:r w:rsidR="00291840" w:rsidRPr="00FD2B00">
        <w:rPr>
          <w:szCs w:val="24"/>
        </w:rPr>
        <w:t>išrinktas neprisiekęs meras netenka mandato ar mero rinkimų</w:t>
      </w:r>
      <w:r w:rsidR="00291840" w:rsidRPr="00D45B59">
        <w:rPr>
          <w:szCs w:val="24"/>
        </w:rPr>
        <w:t xml:space="preserve"> rezultatai pripažįstami negaliojančiais.</w:t>
      </w:r>
    </w:p>
    <w:p w:rsidR="0033487A" w:rsidRPr="001E3692" w:rsidRDefault="00D05E9A">
      <w:pPr>
        <w:ind w:firstLine="720"/>
        <w:jc w:val="both"/>
        <w:rPr>
          <w:szCs w:val="24"/>
          <w:lang w:eastAsia="lt-LT"/>
        </w:rPr>
      </w:pPr>
      <w:r w:rsidRPr="00D45B59">
        <w:rPr>
          <w:szCs w:val="24"/>
          <w:lang w:eastAsia="lt-LT"/>
        </w:rPr>
        <w:t>28</w:t>
      </w:r>
      <w:r w:rsidR="001E0FAA">
        <w:rPr>
          <w:szCs w:val="24"/>
          <w:lang w:eastAsia="lt-LT"/>
        </w:rPr>
        <w:t>7</w:t>
      </w:r>
      <w:r w:rsidR="0033487A" w:rsidRPr="00FD2B00">
        <w:rPr>
          <w:szCs w:val="24"/>
          <w:lang w:eastAsia="lt-LT"/>
        </w:rPr>
        <w:t xml:space="preserve">. </w:t>
      </w:r>
      <w:r w:rsidR="0033487A" w:rsidRPr="00FD2B00">
        <w:rPr>
          <w:szCs w:val="24"/>
        </w:rPr>
        <w:t xml:space="preserve">Mero pareigas laikinai einantis Savivaldybės tarybos </w:t>
      </w:r>
      <w:r w:rsidR="0033487A" w:rsidRPr="00CB4832">
        <w:rPr>
          <w:szCs w:val="24"/>
        </w:rPr>
        <w:t xml:space="preserve">paskirtas </w:t>
      </w:r>
      <w:r w:rsidR="0033487A" w:rsidRPr="00E364BA">
        <w:rPr>
          <w:szCs w:val="24"/>
        </w:rPr>
        <w:t>tarybos narys</w:t>
      </w:r>
      <w:r w:rsidR="0033487A" w:rsidRPr="009F663D">
        <w:rPr>
          <w:szCs w:val="24"/>
        </w:rPr>
        <w:t xml:space="preserve"> vykdo visus </w:t>
      </w:r>
      <w:r w:rsidR="0033487A" w:rsidRPr="00CD41E5">
        <w:rPr>
          <w:szCs w:val="24"/>
        </w:rPr>
        <w:t>mero įgaliojimus, išskyrus šiuos:</w:t>
      </w:r>
    </w:p>
    <w:p w:rsidR="0033487A" w:rsidRPr="00E364BA" w:rsidRDefault="0033487A">
      <w:pPr>
        <w:tabs>
          <w:tab w:val="left" w:pos="1560"/>
        </w:tabs>
        <w:ind w:firstLine="720"/>
        <w:jc w:val="both"/>
        <w:rPr>
          <w:szCs w:val="24"/>
          <w:lang w:eastAsia="lt-LT"/>
        </w:rPr>
      </w:pPr>
      <w:r w:rsidRPr="001E3692">
        <w:rPr>
          <w:szCs w:val="24"/>
          <w:lang w:eastAsia="lt-LT"/>
        </w:rPr>
        <w:t>28</w:t>
      </w:r>
      <w:r w:rsidR="001E0FAA">
        <w:rPr>
          <w:szCs w:val="24"/>
          <w:lang w:eastAsia="lt-LT"/>
        </w:rPr>
        <w:t>7</w:t>
      </w:r>
      <w:r w:rsidRPr="00FD2B00">
        <w:rPr>
          <w:szCs w:val="24"/>
          <w:lang w:eastAsia="lt-LT"/>
        </w:rPr>
        <w:t>.1. d</w:t>
      </w:r>
      <w:r w:rsidRPr="00FD2B00">
        <w:rPr>
          <w:szCs w:val="24"/>
        </w:rPr>
        <w:t>etaliųjų planų ir vietovės lygmens specialiojo teritorijų planavimo dokumentų tvirtinimas, kuriuos tvirtina Savivaldybės taryba;</w:t>
      </w:r>
    </w:p>
    <w:p w:rsidR="0033487A" w:rsidRPr="009F663D" w:rsidRDefault="00D05E9A">
      <w:pPr>
        <w:tabs>
          <w:tab w:val="left" w:pos="1560"/>
        </w:tabs>
        <w:ind w:firstLine="720"/>
        <w:jc w:val="both"/>
        <w:rPr>
          <w:szCs w:val="24"/>
          <w:lang w:eastAsia="lt-LT"/>
        </w:rPr>
      </w:pPr>
      <w:r w:rsidRPr="00CD41E5">
        <w:rPr>
          <w:szCs w:val="24"/>
          <w:lang w:eastAsia="lt-LT"/>
        </w:rPr>
        <w:t>28</w:t>
      </w:r>
      <w:r w:rsidR="001E0FAA">
        <w:rPr>
          <w:szCs w:val="24"/>
          <w:lang w:eastAsia="lt-LT"/>
        </w:rPr>
        <w:t>7</w:t>
      </w:r>
      <w:r w:rsidR="0033487A" w:rsidRPr="00FD2B00">
        <w:rPr>
          <w:szCs w:val="24"/>
          <w:lang w:eastAsia="lt-LT"/>
        </w:rPr>
        <w:t xml:space="preserve">.2. </w:t>
      </w:r>
      <w:r w:rsidR="0033487A" w:rsidRPr="00FD2B00">
        <w:rPr>
          <w:szCs w:val="24"/>
        </w:rPr>
        <w:t>žemėtvarkos planavimo dokumentų tvirtinimas įstatymų nustatytais atvejais, kuriuos tvirtina Saviva</w:t>
      </w:r>
      <w:r w:rsidR="0033487A" w:rsidRPr="00E364BA">
        <w:rPr>
          <w:szCs w:val="24"/>
        </w:rPr>
        <w:t>ldybės taryba;</w:t>
      </w:r>
    </w:p>
    <w:p w:rsidR="0033487A" w:rsidRPr="00E364BA" w:rsidRDefault="00D05E9A">
      <w:pPr>
        <w:tabs>
          <w:tab w:val="left" w:pos="1560"/>
        </w:tabs>
        <w:ind w:firstLine="720"/>
        <w:jc w:val="both"/>
        <w:rPr>
          <w:szCs w:val="24"/>
          <w:lang w:eastAsia="lt-LT"/>
        </w:rPr>
      </w:pPr>
      <w:r w:rsidRPr="00CD41E5">
        <w:rPr>
          <w:szCs w:val="24"/>
          <w:lang w:eastAsia="lt-LT"/>
        </w:rPr>
        <w:t>28</w:t>
      </w:r>
      <w:r w:rsidR="001E0FAA">
        <w:rPr>
          <w:szCs w:val="24"/>
          <w:lang w:eastAsia="lt-LT"/>
        </w:rPr>
        <w:t>7</w:t>
      </w:r>
      <w:r w:rsidR="0033487A" w:rsidRPr="00FD2B00">
        <w:rPr>
          <w:szCs w:val="24"/>
          <w:lang w:eastAsia="lt-LT"/>
        </w:rPr>
        <w:t>.3. S</w:t>
      </w:r>
      <w:r w:rsidR="0033487A" w:rsidRPr="00FD2B00">
        <w:rPr>
          <w:szCs w:val="24"/>
        </w:rPr>
        <w:t>avivaldybės valdomo išlikusio nekilnojamojo turto nuosavybės teisių religinėms bendruomenėms ir bendrijoms atkūrimas, kuriuos atkuria Savivaldybės taryba;</w:t>
      </w:r>
    </w:p>
    <w:p w:rsidR="0033487A" w:rsidRPr="00E364BA" w:rsidRDefault="00D05E9A">
      <w:pPr>
        <w:tabs>
          <w:tab w:val="left" w:pos="1560"/>
        </w:tabs>
        <w:ind w:firstLine="720"/>
        <w:jc w:val="both"/>
        <w:rPr>
          <w:szCs w:val="24"/>
          <w:lang w:eastAsia="lt-LT"/>
        </w:rPr>
      </w:pPr>
      <w:r w:rsidRPr="00CD41E5">
        <w:rPr>
          <w:szCs w:val="24"/>
          <w:lang w:eastAsia="lt-LT"/>
        </w:rPr>
        <w:t>28</w:t>
      </w:r>
      <w:r w:rsidR="001E0FAA">
        <w:rPr>
          <w:szCs w:val="24"/>
          <w:lang w:eastAsia="lt-LT"/>
        </w:rPr>
        <w:t>7</w:t>
      </w:r>
      <w:r w:rsidR="0033487A" w:rsidRPr="00FD2B00">
        <w:rPr>
          <w:szCs w:val="24"/>
          <w:lang w:eastAsia="lt-LT"/>
        </w:rPr>
        <w:t xml:space="preserve">.4. </w:t>
      </w:r>
      <w:r w:rsidR="0033487A" w:rsidRPr="00FD2B00">
        <w:rPr>
          <w:szCs w:val="24"/>
        </w:rPr>
        <w:t>vicemero (-ų) kandidatūros (-ų) teikimas Savivaldybės tarybai šio Regla</w:t>
      </w:r>
      <w:r w:rsidR="0033487A" w:rsidRPr="00CB4832">
        <w:rPr>
          <w:szCs w:val="24"/>
        </w:rPr>
        <w:t>mento nustatyta tvarka;</w:t>
      </w:r>
    </w:p>
    <w:p w:rsidR="0033487A" w:rsidRPr="00CD41E5" w:rsidRDefault="00D05E9A">
      <w:pPr>
        <w:tabs>
          <w:tab w:val="left" w:pos="1560"/>
        </w:tabs>
        <w:ind w:firstLine="720"/>
        <w:jc w:val="both"/>
        <w:rPr>
          <w:szCs w:val="24"/>
          <w:lang w:eastAsia="lt-LT"/>
        </w:rPr>
      </w:pPr>
      <w:r w:rsidRPr="009F663D">
        <w:rPr>
          <w:szCs w:val="24"/>
          <w:lang w:eastAsia="lt-LT"/>
        </w:rPr>
        <w:lastRenderedPageBreak/>
        <w:t>28</w:t>
      </w:r>
      <w:r w:rsidR="001E0FAA">
        <w:rPr>
          <w:szCs w:val="24"/>
          <w:lang w:eastAsia="lt-LT"/>
        </w:rPr>
        <w:t>7</w:t>
      </w:r>
      <w:r w:rsidR="0033487A" w:rsidRPr="00FD2B00">
        <w:rPr>
          <w:szCs w:val="24"/>
          <w:lang w:eastAsia="lt-LT"/>
        </w:rPr>
        <w:t xml:space="preserve">.5. </w:t>
      </w:r>
      <w:r w:rsidR="0033487A" w:rsidRPr="00FD2B00">
        <w:rPr>
          <w:szCs w:val="24"/>
        </w:rPr>
        <w:t xml:space="preserve">siūlymų Savivaldybės tarybai teikimas </w:t>
      </w:r>
      <w:r w:rsidR="0033487A" w:rsidRPr="00CB4832">
        <w:rPr>
          <w:szCs w:val="24"/>
        </w:rPr>
        <w:t xml:space="preserve">dėl </w:t>
      </w:r>
      <w:r w:rsidR="0033487A" w:rsidRPr="00E364BA">
        <w:rPr>
          <w:szCs w:val="24"/>
        </w:rPr>
        <w:t>mero</w:t>
      </w:r>
      <w:r w:rsidR="0033487A" w:rsidRPr="009F663D">
        <w:rPr>
          <w:szCs w:val="24"/>
        </w:rPr>
        <w:t xml:space="preserve"> politinio (asmeninio) pasitikėjimo valstybės tarnautojų pareigybių skaičiaus nustatymo.</w:t>
      </w:r>
    </w:p>
    <w:p w:rsidR="00C2539B" w:rsidRPr="001E3692" w:rsidRDefault="00D05E9A">
      <w:pPr>
        <w:ind w:firstLine="720"/>
        <w:jc w:val="both"/>
        <w:rPr>
          <w:szCs w:val="24"/>
          <w:lang w:eastAsia="lt-LT"/>
        </w:rPr>
      </w:pPr>
      <w:r w:rsidRPr="00FD2B00">
        <w:rPr>
          <w:szCs w:val="24"/>
        </w:rPr>
        <w:t>28</w:t>
      </w:r>
      <w:r w:rsidR="001E0FAA">
        <w:rPr>
          <w:szCs w:val="24"/>
        </w:rPr>
        <w:t>8</w:t>
      </w:r>
      <w:r w:rsidR="00C2539B" w:rsidRPr="00FD2B00">
        <w:rPr>
          <w:szCs w:val="24"/>
        </w:rPr>
        <w:t>. Mero pareigas laikinai einančio tarybos nario d</w:t>
      </w:r>
      <w:r w:rsidR="00C2539B" w:rsidRPr="00D45B59">
        <w:rPr>
          <w:szCs w:val="24"/>
        </w:rPr>
        <w:t>arbo užmokestį pagal įstatymų nustatytus koeficientus tvirtina Savivaldybės taryba.</w:t>
      </w:r>
    </w:p>
    <w:p w:rsidR="00C2539B" w:rsidRPr="00E364BA" w:rsidRDefault="00D05E9A">
      <w:pPr>
        <w:ind w:firstLine="720"/>
        <w:jc w:val="both"/>
        <w:rPr>
          <w:szCs w:val="24"/>
          <w:lang w:eastAsia="lt-LT"/>
        </w:rPr>
      </w:pPr>
      <w:r w:rsidRPr="00D45B59">
        <w:rPr>
          <w:szCs w:val="24"/>
          <w:lang w:eastAsia="lt-LT"/>
        </w:rPr>
        <w:t>2</w:t>
      </w:r>
      <w:r w:rsidR="001E0FAA">
        <w:rPr>
          <w:szCs w:val="24"/>
          <w:lang w:eastAsia="lt-LT"/>
        </w:rPr>
        <w:t>89</w:t>
      </w:r>
      <w:r w:rsidR="00C2539B" w:rsidRPr="00FD2B00">
        <w:rPr>
          <w:szCs w:val="24"/>
          <w:lang w:eastAsia="lt-LT"/>
        </w:rPr>
        <w:t xml:space="preserve">. </w:t>
      </w:r>
      <w:r w:rsidR="00C2539B" w:rsidRPr="00CB4832">
        <w:rPr>
          <w:szCs w:val="24"/>
        </w:rPr>
        <w:t>Mero įgaliojimai gali būti sustabdomi teismo nutartimi. Mero įgaliojimus sustabdžius teismo nutartimi, įgaliojimų sustabdymo laikotarpiu merui mokamas 0,5 VMDU dydžio atlyginimas.</w:t>
      </w:r>
    </w:p>
    <w:p w:rsidR="00C2539B" w:rsidRPr="00E364BA" w:rsidRDefault="00D05E9A">
      <w:pPr>
        <w:ind w:firstLine="720"/>
        <w:jc w:val="both"/>
        <w:rPr>
          <w:szCs w:val="24"/>
          <w:lang w:eastAsia="lt-LT"/>
        </w:rPr>
      </w:pPr>
      <w:r w:rsidRPr="00CD41E5">
        <w:rPr>
          <w:szCs w:val="24"/>
          <w:lang w:eastAsia="lt-LT"/>
        </w:rPr>
        <w:t>2</w:t>
      </w:r>
      <w:r w:rsidRPr="00D45B59">
        <w:rPr>
          <w:szCs w:val="24"/>
          <w:lang w:eastAsia="lt-LT"/>
        </w:rPr>
        <w:t>9</w:t>
      </w:r>
      <w:r w:rsidR="001E0FAA">
        <w:rPr>
          <w:szCs w:val="24"/>
          <w:lang w:eastAsia="lt-LT"/>
        </w:rPr>
        <w:t>0</w:t>
      </w:r>
      <w:r w:rsidR="00C2539B" w:rsidRPr="00FD2B00">
        <w:rPr>
          <w:szCs w:val="24"/>
          <w:lang w:eastAsia="lt-LT"/>
        </w:rPr>
        <w:t xml:space="preserve">. </w:t>
      </w:r>
      <w:r w:rsidR="00C2539B" w:rsidRPr="00FD2B00">
        <w:rPr>
          <w:szCs w:val="24"/>
        </w:rPr>
        <w:t>Mero įgaliojimai taip pat gali būti sustabdomi Tiesioginio valdymo savivaldybės teritorijoje įstatyme nustatytu pagrindu.</w:t>
      </w:r>
    </w:p>
    <w:p w:rsidR="00C2539B" w:rsidRPr="001E3692" w:rsidRDefault="00D05E9A">
      <w:pPr>
        <w:ind w:firstLine="720"/>
        <w:jc w:val="both"/>
        <w:rPr>
          <w:szCs w:val="24"/>
          <w:lang w:eastAsia="lt-LT"/>
        </w:rPr>
      </w:pPr>
      <w:r w:rsidRPr="00CD41E5">
        <w:rPr>
          <w:szCs w:val="24"/>
          <w:lang w:eastAsia="lt-LT"/>
        </w:rPr>
        <w:t>29</w:t>
      </w:r>
      <w:r w:rsidR="00330E5B">
        <w:rPr>
          <w:szCs w:val="24"/>
          <w:lang w:eastAsia="lt-LT"/>
        </w:rPr>
        <w:t>1</w:t>
      </w:r>
      <w:r w:rsidR="00C2539B" w:rsidRPr="00FD2B00">
        <w:rPr>
          <w:szCs w:val="24"/>
          <w:lang w:eastAsia="lt-LT"/>
        </w:rPr>
        <w:t>.</w:t>
      </w:r>
      <w:r w:rsidR="00C2539B" w:rsidRPr="00FD2B00">
        <w:rPr>
          <w:szCs w:val="24"/>
          <w:lang w:eastAsia="lt-LT"/>
        </w:rPr>
        <w:tab/>
        <w:t>Mero sprendimai įforminami potvarkiais. Mero potvarkių projektus rengia Savivaldybės administracijos padaliniai ir Savivaldybės t</w:t>
      </w:r>
      <w:r w:rsidR="00C2539B" w:rsidRPr="00E364BA">
        <w:rPr>
          <w:kern w:val="2"/>
          <w:szCs w:val="24"/>
          <w:lang w:eastAsia="lt-LT"/>
        </w:rPr>
        <w:t xml:space="preserve">arybos </w:t>
      </w:r>
      <w:r w:rsidR="00C2539B" w:rsidRPr="009F663D">
        <w:rPr>
          <w:szCs w:val="24"/>
        </w:rPr>
        <w:t xml:space="preserve">posėdžių </w:t>
      </w:r>
      <w:r w:rsidR="00C2539B" w:rsidRPr="00CD41E5">
        <w:rPr>
          <w:kern w:val="2"/>
          <w:szCs w:val="24"/>
          <w:lang w:eastAsia="lt-LT"/>
        </w:rPr>
        <w:t>sekretorius</w:t>
      </w:r>
      <w:r w:rsidR="00C2539B" w:rsidRPr="001E3692">
        <w:rPr>
          <w:szCs w:val="24"/>
          <w:lang w:eastAsia="lt-LT"/>
        </w:rPr>
        <w:t>. Potvarkio projektus, išskyrus tuos, kuriuos rengia Savivaldybės t</w:t>
      </w:r>
      <w:r w:rsidR="00C2539B" w:rsidRPr="00D45B59">
        <w:rPr>
          <w:kern w:val="2"/>
          <w:szCs w:val="24"/>
          <w:lang w:eastAsia="lt-LT"/>
        </w:rPr>
        <w:t xml:space="preserve">arybos </w:t>
      </w:r>
      <w:r w:rsidR="00C2539B" w:rsidRPr="001E3692">
        <w:rPr>
          <w:szCs w:val="24"/>
        </w:rPr>
        <w:t xml:space="preserve">posėdžių </w:t>
      </w:r>
      <w:r w:rsidR="00C2539B" w:rsidRPr="00D45B59">
        <w:rPr>
          <w:kern w:val="2"/>
          <w:szCs w:val="24"/>
          <w:lang w:eastAsia="lt-LT"/>
        </w:rPr>
        <w:t>sekretorius</w:t>
      </w:r>
      <w:r w:rsidR="00C2539B" w:rsidRPr="001E3692">
        <w:rPr>
          <w:szCs w:val="24"/>
          <w:lang w:eastAsia="lt-LT"/>
        </w:rPr>
        <w:t>, turi vizuoti Savivaldybės</w:t>
      </w:r>
      <w:r w:rsidR="00C2539B" w:rsidRPr="001E3692">
        <w:rPr>
          <w:szCs w:val="24"/>
          <w:shd w:val="clear" w:color="auto" w:fill="FFFFFF"/>
          <w:lang w:eastAsia="lt-LT"/>
        </w:rPr>
        <w:t xml:space="preserve"> </w:t>
      </w:r>
      <w:r w:rsidR="00C2539B" w:rsidRPr="001E3692">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C2539B" w:rsidRPr="00CD41E5" w:rsidRDefault="00D05E9A">
      <w:pPr>
        <w:ind w:firstLine="720"/>
        <w:jc w:val="both"/>
        <w:rPr>
          <w:szCs w:val="24"/>
          <w:lang w:eastAsia="lt-LT"/>
        </w:rPr>
      </w:pPr>
      <w:r w:rsidRPr="00D45B59">
        <w:rPr>
          <w:szCs w:val="24"/>
          <w:lang w:eastAsia="lt-LT"/>
        </w:rPr>
        <w:t>29</w:t>
      </w:r>
      <w:r w:rsidR="00330E5B">
        <w:rPr>
          <w:szCs w:val="24"/>
          <w:lang w:eastAsia="lt-LT"/>
        </w:rPr>
        <w:t>2</w:t>
      </w:r>
      <w:r w:rsidR="00C2539B" w:rsidRPr="00FD2B00">
        <w:rPr>
          <w:szCs w:val="24"/>
          <w:lang w:eastAsia="lt-LT"/>
        </w:rPr>
        <w:t>. Meras atstovauja pats arba r</w:t>
      </w:r>
      <w:r w:rsidR="00C2539B" w:rsidRPr="00CB4832">
        <w:rPr>
          <w:szCs w:val="24"/>
          <w:lang w:eastAsia="lt-LT"/>
        </w:rPr>
        <w:t xml:space="preserve">aštu įgalioja atstovauti kitus asmenis Savivaldybei teisme, taip pat bendradarbiaujant su kitomis savivaldybėmis, valstybės ir užsienio šalių institucijomis, juridiniais ir fiziniais asmenimis. Mero pavedimas atstovauti Savivaldybei </w:t>
      </w:r>
      <w:r w:rsidR="00C2539B" w:rsidRPr="00E364BA">
        <w:rPr>
          <w:szCs w:val="24"/>
          <w:lang w:eastAsia="lt-LT"/>
        </w:rPr>
        <w:t xml:space="preserve">įforminamas </w:t>
      </w:r>
      <w:r w:rsidR="00C2539B" w:rsidRPr="009F663D">
        <w:rPr>
          <w:szCs w:val="24"/>
          <w:lang w:eastAsia="lt-LT"/>
        </w:rPr>
        <w:t>mero</w:t>
      </w:r>
      <w:r w:rsidR="00C2539B" w:rsidRPr="00CD41E5">
        <w:rPr>
          <w:szCs w:val="24"/>
          <w:lang w:eastAsia="lt-LT"/>
        </w:rPr>
        <w:t xml:space="preserve"> potvarkiu. </w:t>
      </w:r>
    </w:p>
    <w:p w:rsidR="00C2539B" w:rsidRPr="001E3692" w:rsidRDefault="00D05E9A">
      <w:pPr>
        <w:ind w:firstLine="720"/>
        <w:jc w:val="both"/>
        <w:rPr>
          <w:szCs w:val="24"/>
          <w:lang w:eastAsia="lt-LT"/>
        </w:rPr>
      </w:pPr>
      <w:r w:rsidRPr="00D45B59">
        <w:rPr>
          <w:szCs w:val="24"/>
          <w:lang w:eastAsia="lt-LT"/>
        </w:rPr>
        <w:t>29</w:t>
      </w:r>
      <w:r w:rsidR="00330E5B">
        <w:rPr>
          <w:szCs w:val="24"/>
          <w:lang w:eastAsia="lt-LT"/>
        </w:rPr>
        <w:t>3</w:t>
      </w:r>
      <w:r w:rsidR="00C2539B" w:rsidRPr="00FD2B00">
        <w:rPr>
          <w:szCs w:val="24"/>
          <w:lang w:eastAsia="lt-LT"/>
        </w:rPr>
        <w:t>.</w:t>
      </w:r>
      <w:r w:rsidR="00C2539B" w:rsidRPr="00FD2B00">
        <w:rPr>
          <w:szCs w:val="24"/>
          <w:lang w:eastAsia="lt-LT"/>
        </w:rPr>
        <w:tab/>
        <w:t xml:space="preserve">Meras gali siūlyti Savivaldybės tarybai pavesti Kontrolės ir audito tarnybai atlikti veiklos plane nenumatytą </w:t>
      </w:r>
      <w:r w:rsidR="00C2539B" w:rsidRPr="00E364BA">
        <w:rPr>
          <w:color w:val="000000"/>
          <w:szCs w:val="24"/>
        </w:rPr>
        <w:t>Savivaldybės administravimo subjektų ar Savivaldybės valdomų įmonių atitikties, finansinį ir veiklos auditą</w:t>
      </w:r>
      <w:r w:rsidR="00C2539B" w:rsidRPr="00CD41E5">
        <w:rPr>
          <w:szCs w:val="24"/>
          <w:lang w:eastAsia="lt-LT"/>
        </w:rPr>
        <w:t xml:space="preserve">. Dėl tokio siūlymo yra parengiamas Savivaldybės tarybos sprendimo projektas, kuris teikiamas ir svarstomas </w:t>
      </w:r>
      <w:r w:rsidR="00C2539B" w:rsidRPr="001E3692">
        <w:rPr>
          <w:szCs w:val="24"/>
          <w:lang w:eastAsia="lt-LT"/>
        </w:rPr>
        <w:t xml:space="preserve">Savivaldybės tarybos posėdyje bendra Reglamento nustatyta tvarka. </w:t>
      </w:r>
    </w:p>
    <w:p w:rsidR="00C2539B" w:rsidRPr="001E3692" w:rsidRDefault="00D05E9A">
      <w:pPr>
        <w:ind w:firstLine="720"/>
        <w:jc w:val="both"/>
        <w:rPr>
          <w:szCs w:val="24"/>
          <w:lang w:eastAsia="lt-LT"/>
        </w:rPr>
      </w:pPr>
      <w:r w:rsidRPr="00D45B59">
        <w:rPr>
          <w:szCs w:val="24"/>
          <w:lang w:eastAsia="lt-LT"/>
        </w:rPr>
        <w:t>29</w:t>
      </w:r>
      <w:r w:rsidR="00330E5B">
        <w:rPr>
          <w:szCs w:val="24"/>
          <w:lang w:eastAsia="lt-LT"/>
        </w:rPr>
        <w:t>4</w:t>
      </w:r>
      <w:r w:rsidR="00C2539B" w:rsidRPr="00FD2B00">
        <w:rPr>
          <w:szCs w:val="24"/>
          <w:lang w:eastAsia="lt-LT"/>
        </w:rPr>
        <w:t>.</w:t>
      </w:r>
      <w:r w:rsidR="00C2539B" w:rsidRPr="00FD2B00">
        <w:rPr>
          <w:szCs w:val="24"/>
          <w:lang w:eastAsia="lt-LT"/>
        </w:rPr>
        <w:tab/>
        <w:t>Savivaldybės t</w:t>
      </w:r>
      <w:r w:rsidR="00C2539B" w:rsidRPr="00FD2B00">
        <w:rPr>
          <w:szCs w:val="24"/>
        </w:rPr>
        <w:t xml:space="preserve">aryba paveda </w:t>
      </w:r>
      <w:r w:rsidR="00C2539B" w:rsidRPr="00CB4832">
        <w:rPr>
          <w:szCs w:val="24"/>
        </w:rPr>
        <w:t xml:space="preserve">vykdyti </w:t>
      </w:r>
      <w:r w:rsidR="00C2539B" w:rsidRPr="00E364BA">
        <w:rPr>
          <w:szCs w:val="24"/>
        </w:rPr>
        <w:t>merui</w:t>
      </w:r>
      <w:r w:rsidR="00C2539B" w:rsidRPr="009F663D">
        <w:rPr>
          <w:szCs w:val="24"/>
        </w:rPr>
        <w:t xml:space="preserve"> paprastosios</w:t>
      </w:r>
      <w:r w:rsidR="00C2539B" w:rsidRPr="00CD41E5">
        <w:rPr>
          <w:szCs w:val="24"/>
        </w:rPr>
        <w:t xml:space="preserve"> tarybos kompetencijos įgaliojimus:</w:t>
      </w:r>
    </w:p>
    <w:p w:rsidR="00C2539B" w:rsidRPr="00E364BA" w:rsidRDefault="00C2539B">
      <w:pPr>
        <w:tabs>
          <w:tab w:val="left" w:pos="1560"/>
        </w:tabs>
        <w:ind w:firstLine="720"/>
        <w:jc w:val="both"/>
        <w:rPr>
          <w:iCs/>
          <w:szCs w:val="24"/>
          <w:lang w:eastAsia="lt-LT"/>
        </w:rPr>
      </w:pPr>
      <w:r w:rsidRPr="001E3692">
        <w:rPr>
          <w:iCs/>
          <w:szCs w:val="24"/>
          <w:lang w:eastAsia="lt-LT"/>
        </w:rPr>
        <w:t>29</w:t>
      </w:r>
      <w:r w:rsidR="00330E5B">
        <w:rPr>
          <w:iCs/>
          <w:szCs w:val="24"/>
          <w:lang w:eastAsia="lt-LT"/>
        </w:rPr>
        <w:t>4</w:t>
      </w:r>
      <w:r w:rsidRPr="00FD2B00">
        <w:rPr>
          <w:iCs/>
          <w:szCs w:val="24"/>
          <w:lang w:eastAsia="lt-LT"/>
        </w:rPr>
        <w:t xml:space="preserve">.1. </w:t>
      </w:r>
      <w:r w:rsidRPr="00FD2B00">
        <w:rPr>
          <w:iCs/>
          <w:szCs w:val="24"/>
        </w:rPr>
        <w:t>viešųjų</w:t>
      </w:r>
      <w:r w:rsidRPr="00CB4832">
        <w:rPr>
          <w:iCs/>
          <w:szCs w:val="24"/>
        </w:rPr>
        <w:t xml:space="preserve"> įstaigų (kurių savininkė yra Savivaldybė) kolegialių organų sudarymas, kai tai numatyta viešosios įstaigos įstatuose;</w:t>
      </w:r>
    </w:p>
    <w:p w:rsidR="00C2539B" w:rsidRPr="00CB4832" w:rsidRDefault="00C2539B">
      <w:pPr>
        <w:tabs>
          <w:tab w:val="left" w:pos="1560"/>
        </w:tabs>
        <w:ind w:firstLine="720"/>
        <w:jc w:val="both"/>
        <w:rPr>
          <w:iCs/>
          <w:szCs w:val="24"/>
          <w:lang w:eastAsia="lt-LT"/>
        </w:rPr>
      </w:pPr>
      <w:r w:rsidRPr="00CD41E5">
        <w:rPr>
          <w:iCs/>
          <w:szCs w:val="24"/>
          <w:lang w:eastAsia="lt-LT"/>
        </w:rPr>
        <w:t>29</w:t>
      </w:r>
      <w:r w:rsidR="00330E5B">
        <w:rPr>
          <w:iCs/>
          <w:szCs w:val="24"/>
          <w:lang w:eastAsia="lt-LT"/>
        </w:rPr>
        <w:t>4</w:t>
      </w:r>
      <w:r w:rsidRPr="00FD2B00">
        <w:rPr>
          <w:iCs/>
          <w:szCs w:val="24"/>
          <w:lang w:eastAsia="lt-LT"/>
        </w:rPr>
        <w:t xml:space="preserve">.2. </w:t>
      </w:r>
      <w:r w:rsidRPr="00FD2B00">
        <w:rPr>
          <w:iCs/>
          <w:szCs w:val="24"/>
        </w:rPr>
        <w:t>viešųjų įstaigų (kurių savininkė yra Savivaldybė) vidaus kontrolės tvarkos nustatymas;</w:t>
      </w:r>
    </w:p>
    <w:p w:rsidR="00C2539B" w:rsidRPr="00E364BA" w:rsidRDefault="00D05E9A">
      <w:pPr>
        <w:tabs>
          <w:tab w:val="left" w:pos="1560"/>
        </w:tabs>
        <w:ind w:firstLine="720"/>
        <w:jc w:val="both"/>
        <w:rPr>
          <w:iCs/>
          <w:szCs w:val="24"/>
          <w:lang w:eastAsia="lt-LT"/>
        </w:rPr>
      </w:pPr>
      <w:r w:rsidRPr="00CB4832">
        <w:rPr>
          <w:iCs/>
          <w:szCs w:val="24"/>
          <w:lang w:eastAsia="lt-LT"/>
        </w:rPr>
        <w:t>29</w:t>
      </w:r>
      <w:r w:rsidR="00330E5B">
        <w:rPr>
          <w:iCs/>
          <w:szCs w:val="24"/>
          <w:lang w:eastAsia="lt-LT"/>
        </w:rPr>
        <w:t>4</w:t>
      </w:r>
      <w:r w:rsidR="00C2539B" w:rsidRPr="00FD2B00">
        <w:rPr>
          <w:iCs/>
          <w:szCs w:val="24"/>
          <w:lang w:eastAsia="lt-LT"/>
        </w:rPr>
        <w:t>.3. S</w:t>
      </w:r>
      <w:r w:rsidR="00C2539B" w:rsidRPr="00FD2B00">
        <w:rPr>
          <w:iCs/>
          <w:szCs w:val="24"/>
        </w:rPr>
        <w:t>avivaldybės ir vietovės lygmens spe</w:t>
      </w:r>
      <w:r w:rsidR="00C2539B" w:rsidRPr="00CB4832">
        <w:rPr>
          <w:iCs/>
          <w:szCs w:val="24"/>
        </w:rPr>
        <w:t>cialiojo teritorijų planavimo dokumentų tvirtinimas, išskyrus įstatymų nustatytus atvejus;</w:t>
      </w:r>
    </w:p>
    <w:p w:rsidR="00C2539B" w:rsidRPr="009F663D" w:rsidRDefault="00D05E9A">
      <w:pPr>
        <w:tabs>
          <w:tab w:val="left" w:pos="1560"/>
        </w:tabs>
        <w:ind w:firstLine="720"/>
        <w:jc w:val="both"/>
        <w:rPr>
          <w:iCs/>
          <w:szCs w:val="24"/>
          <w:lang w:eastAsia="lt-LT"/>
        </w:rPr>
      </w:pPr>
      <w:r w:rsidRPr="00CD41E5">
        <w:rPr>
          <w:iCs/>
          <w:szCs w:val="24"/>
          <w:lang w:eastAsia="lt-LT"/>
        </w:rPr>
        <w:t>29</w:t>
      </w:r>
      <w:r w:rsidR="00330E5B">
        <w:rPr>
          <w:iCs/>
          <w:szCs w:val="24"/>
          <w:lang w:eastAsia="lt-LT"/>
        </w:rPr>
        <w:t>4</w:t>
      </w:r>
      <w:r w:rsidR="00C2539B" w:rsidRPr="00FD2B00">
        <w:rPr>
          <w:iCs/>
          <w:szCs w:val="24"/>
          <w:lang w:eastAsia="lt-LT"/>
        </w:rPr>
        <w:t xml:space="preserve">.4. </w:t>
      </w:r>
      <w:r w:rsidR="00C2539B" w:rsidRPr="00FD2B00">
        <w:rPr>
          <w:iCs/>
          <w:szCs w:val="24"/>
        </w:rPr>
        <w:t>sprendimų dėl žemės sklypų pagrindinės žemės naudojimo paskirties ir (ar) būdo keitimo priėmimas.</w:t>
      </w:r>
      <w:r w:rsidR="00C2539B" w:rsidRPr="00E364BA">
        <w:rPr>
          <w:iCs/>
          <w:color w:val="000000"/>
          <w:szCs w:val="24"/>
        </w:rPr>
        <w:t xml:space="preserve"> </w:t>
      </w:r>
    </w:p>
    <w:p w:rsidR="00C2539B" w:rsidRPr="001E3692" w:rsidRDefault="00D05E9A">
      <w:pPr>
        <w:widowControl w:val="0"/>
        <w:suppressAutoHyphens/>
        <w:ind w:firstLine="720"/>
        <w:jc w:val="both"/>
        <w:rPr>
          <w:szCs w:val="24"/>
          <w:lang w:eastAsia="lt-LT"/>
        </w:rPr>
      </w:pPr>
      <w:r w:rsidRPr="00CD41E5">
        <w:rPr>
          <w:szCs w:val="24"/>
          <w:lang w:eastAsia="lt-LT"/>
        </w:rPr>
        <w:t>29</w:t>
      </w:r>
      <w:r w:rsidR="00330E5B">
        <w:rPr>
          <w:szCs w:val="24"/>
          <w:lang w:eastAsia="lt-LT"/>
        </w:rPr>
        <w:t>5</w:t>
      </w:r>
      <w:r w:rsidR="00001CB4" w:rsidRPr="00FD2B00">
        <w:rPr>
          <w:szCs w:val="24"/>
          <w:lang w:eastAsia="lt-LT"/>
        </w:rPr>
        <w:t xml:space="preserve">. </w:t>
      </w:r>
      <w:r w:rsidR="00C2539B" w:rsidRPr="00FD2B00">
        <w:rPr>
          <w:rFonts w:eastAsia="Andale Sans UI"/>
          <w:kern w:val="2"/>
          <w:szCs w:val="24"/>
          <w:lang w:eastAsia="lt-LT"/>
        </w:rPr>
        <w:t>Įmonių, įstaigų, organizacijų ir gyventojų raštus prii</w:t>
      </w:r>
      <w:r w:rsidR="00C2539B" w:rsidRPr="00CB4832">
        <w:rPr>
          <w:rFonts w:eastAsia="Andale Sans UI"/>
          <w:kern w:val="2"/>
          <w:szCs w:val="24"/>
          <w:lang w:eastAsia="lt-LT"/>
        </w:rPr>
        <w:t xml:space="preserve">ma, registruoja, paskirsto Savivaldybės administracijos </w:t>
      </w:r>
      <w:r w:rsidR="00C2539B" w:rsidRPr="00E364BA">
        <w:rPr>
          <w:rFonts w:eastAsia="Andale Sans UI"/>
          <w:kern w:val="2"/>
          <w:szCs w:val="24"/>
          <w:lang w:eastAsia="lt-LT"/>
        </w:rPr>
        <w:t xml:space="preserve">skyrius, organizuojantis dokumentų tvarkymą, ir tą pačią dieną, vėliausiai kitą darbo dieną perduoda </w:t>
      </w:r>
      <w:r w:rsidR="00C2539B" w:rsidRPr="00CD41E5">
        <w:rPr>
          <w:rFonts w:eastAsia="Andale Sans UI"/>
          <w:kern w:val="2"/>
          <w:szCs w:val="24"/>
          <w:lang w:eastAsia="lt-LT"/>
        </w:rPr>
        <w:t>merui.</w:t>
      </w:r>
      <w:r w:rsidR="00C2539B" w:rsidRPr="001E3692">
        <w:rPr>
          <w:szCs w:val="24"/>
        </w:rPr>
        <w:t xml:space="preserve"> </w:t>
      </w:r>
    </w:p>
    <w:p w:rsidR="00C2539B" w:rsidRPr="001E3692" w:rsidRDefault="00D05E9A">
      <w:pPr>
        <w:widowControl w:val="0"/>
        <w:suppressAutoHyphens/>
        <w:ind w:firstLine="720"/>
        <w:jc w:val="both"/>
        <w:rPr>
          <w:szCs w:val="24"/>
          <w:lang w:eastAsia="lt-LT"/>
        </w:rPr>
      </w:pPr>
      <w:r w:rsidRPr="00FD2B00">
        <w:rPr>
          <w:szCs w:val="24"/>
          <w:lang w:eastAsia="lt-LT"/>
        </w:rPr>
        <w:t>29</w:t>
      </w:r>
      <w:r w:rsidR="00330E5B">
        <w:rPr>
          <w:szCs w:val="24"/>
          <w:lang w:eastAsia="lt-LT"/>
        </w:rPr>
        <w:t>6</w:t>
      </w:r>
      <w:r w:rsidR="00C2539B" w:rsidRPr="00FD2B00">
        <w:rPr>
          <w:szCs w:val="24"/>
          <w:lang w:eastAsia="lt-LT"/>
        </w:rPr>
        <w:t>.</w:t>
      </w:r>
      <w:r w:rsidR="00C2539B" w:rsidRPr="00FD2B00">
        <w:rPr>
          <w:szCs w:val="24"/>
          <w:lang w:eastAsia="lt-LT"/>
        </w:rPr>
        <w:tab/>
      </w:r>
      <w:r w:rsidR="00C2539B" w:rsidRPr="00FD2B00">
        <w:rPr>
          <w:rFonts w:eastAsia="Andale Sans UI"/>
          <w:kern w:val="2"/>
          <w:szCs w:val="24"/>
          <w:lang w:eastAsia="lt-LT"/>
        </w:rPr>
        <w:t>Savivaldybės administracijos skyrius, organizuojantis dokumentų tvarkymą, raštus pagal mero rezoliucijas paskirsto vykdytojams.</w:t>
      </w:r>
      <w:r w:rsidR="00C2539B" w:rsidRPr="001E3692">
        <w:rPr>
          <w:szCs w:val="24"/>
        </w:rPr>
        <w:t xml:space="preserve"> </w:t>
      </w:r>
    </w:p>
    <w:p w:rsidR="00C2539B" w:rsidRPr="001E3692" w:rsidRDefault="00D05E9A">
      <w:pPr>
        <w:widowControl w:val="0"/>
        <w:suppressAutoHyphens/>
        <w:ind w:firstLine="720"/>
        <w:jc w:val="both"/>
        <w:rPr>
          <w:szCs w:val="24"/>
        </w:rPr>
      </w:pPr>
      <w:r w:rsidRPr="00FD2B00">
        <w:rPr>
          <w:szCs w:val="24"/>
        </w:rPr>
        <w:t>29</w:t>
      </w:r>
      <w:r w:rsidR="00330E5B">
        <w:rPr>
          <w:szCs w:val="24"/>
        </w:rPr>
        <w:t>7</w:t>
      </w:r>
      <w:r w:rsidR="00001CB4" w:rsidRPr="00FD2B00">
        <w:rPr>
          <w:szCs w:val="24"/>
        </w:rPr>
        <w:t xml:space="preserve">. </w:t>
      </w:r>
      <w:r w:rsidR="00C2539B" w:rsidRPr="00FD2B00">
        <w:rPr>
          <w:rFonts w:eastAsia="Andale Sans UI"/>
          <w:kern w:val="2"/>
          <w:szCs w:val="24"/>
          <w:lang w:eastAsia="lt-LT"/>
        </w:rPr>
        <w:t xml:space="preserve">Interesantų apskaitą tvarko, mero potvarkių ir pavedimų vykdymą kontroliuoja, apibendrintą informaciją merui pateikia </w:t>
      </w:r>
      <w:r w:rsidR="00001CB4" w:rsidRPr="00FD2B00">
        <w:rPr>
          <w:rFonts w:eastAsia="Andale Sans UI"/>
          <w:kern w:val="2"/>
          <w:szCs w:val="24"/>
          <w:lang w:eastAsia="lt-LT"/>
        </w:rPr>
        <w:t>Admi</w:t>
      </w:r>
      <w:r w:rsidR="00001CB4" w:rsidRPr="00D45B59">
        <w:rPr>
          <w:rFonts w:eastAsia="Andale Sans UI"/>
          <w:kern w:val="2"/>
          <w:szCs w:val="24"/>
          <w:lang w:eastAsia="lt-LT"/>
        </w:rPr>
        <w:t xml:space="preserve">nistracijos </w:t>
      </w:r>
      <w:r w:rsidR="00C2539B" w:rsidRPr="00D45B59">
        <w:rPr>
          <w:rFonts w:eastAsia="Andale Sans UI"/>
          <w:kern w:val="2"/>
          <w:szCs w:val="24"/>
          <w:lang w:eastAsia="lt-LT"/>
        </w:rPr>
        <w:t>direktorius ir Savivaldybės administracijos skyrius, organizuojantis dokumentų tvarkymą.</w:t>
      </w:r>
      <w:r w:rsidR="00C2539B" w:rsidRPr="001E3692">
        <w:rPr>
          <w:szCs w:val="24"/>
        </w:rPr>
        <w:t xml:space="preserve"> </w:t>
      </w:r>
    </w:p>
    <w:p w:rsidR="00C2539B" w:rsidRPr="00CB4832" w:rsidRDefault="00D05E9A">
      <w:pPr>
        <w:widowControl w:val="0"/>
        <w:suppressAutoHyphens/>
        <w:ind w:firstLine="720"/>
        <w:jc w:val="both"/>
        <w:rPr>
          <w:szCs w:val="24"/>
        </w:rPr>
      </w:pPr>
      <w:r w:rsidRPr="00D45B59">
        <w:rPr>
          <w:szCs w:val="24"/>
        </w:rPr>
        <w:t>29</w:t>
      </w:r>
      <w:r w:rsidR="00330E5B">
        <w:rPr>
          <w:szCs w:val="24"/>
        </w:rPr>
        <w:t>8</w:t>
      </w:r>
      <w:r w:rsidR="00001CB4" w:rsidRPr="00FD2B00">
        <w:rPr>
          <w:szCs w:val="24"/>
        </w:rPr>
        <w:t xml:space="preserve">. </w:t>
      </w:r>
      <w:r w:rsidR="00C2539B" w:rsidRPr="00FD2B00">
        <w:rPr>
          <w:szCs w:val="24"/>
        </w:rPr>
        <w:t xml:space="preserve">Meras </w:t>
      </w:r>
      <w:r w:rsidR="00C2539B" w:rsidRPr="00CB4832">
        <w:rPr>
          <w:szCs w:val="24"/>
        </w:rPr>
        <w:t xml:space="preserve">išeina atostogų išleisdamas potvarkį. </w:t>
      </w:r>
    </w:p>
    <w:p w:rsidR="00C2539B" w:rsidRPr="001E3692" w:rsidRDefault="00330E5B">
      <w:pPr>
        <w:widowControl w:val="0"/>
        <w:suppressAutoHyphens/>
        <w:ind w:firstLine="720"/>
        <w:jc w:val="both"/>
        <w:rPr>
          <w:szCs w:val="24"/>
        </w:rPr>
      </w:pPr>
      <w:r>
        <w:rPr>
          <w:szCs w:val="24"/>
        </w:rPr>
        <w:t>299</w:t>
      </w:r>
      <w:r w:rsidR="00001CB4" w:rsidRPr="00CD41E5">
        <w:rPr>
          <w:szCs w:val="24"/>
        </w:rPr>
        <w:t xml:space="preserve">. </w:t>
      </w:r>
      <w:r w:rsidR="00C2539B" w:rsidRPr="00FD2B00">
        <w:rPr>
          <w:szCs w:val="24"/>
        </w:rPr>
        <w:t>Atostogų suteikimo merui tvarka:</w:t>
      </w:r>
    </w:p>
    <w:p w:rsidR="00C2539B" w:rsidRPr="001E3692" w:rsidRDefault="00330E5B">
      <w:pPr>
        <w:widowControl w:val="0"/>
        <w:tabs>
          <w:tab w:val="left" w:pos="1560"/>
        </w:tabs>
        <w:suppressAutoHyphens/>
        <w:ind w:firstLine="720"/>
        <w:jc w:val="both"/>
        <w:rPr>
          <w:szCs w:val="24"/>
        </w:rPr>
      </w:pPr>
      <w:r>
        <w:rPr>
          <w:szCs w:val="24"/>
        </w:rPr>
        <w:t>299</w:t>
      </w:r>
      <w:r w:rsidR="00001CB4" w:rsidRPr="001E3692">
        <w:rPr>
          <w:szCs w:val="24"/>
        </w:rPr>
        <w:t xml:space="preserve">.1. </w:t>
      </w:r>
      <w:r w:rsidR="00C2539B" w:rsidRPr="00FD2B00">
        <w:rPr>
          <w:szCs w:val="24"/>
        </w:rPr>
        <w:t>atostogų suteikimą merui sprendžia pats meras;</w:t>
      </w:r>
    </w:p>
    <w:p w:rsidR="00C2539B" w:rsidRPr="001E3692" w:rsidRDefault="00330E5B">
      <w:pPr>
        <w:widowControl w:val="0"/>
        <w:tabs>
          <w:tab w:val="left" w:pos="1560"/>
        </w:tabs>
        <w:suppressAutoHyphens/>
        <w:ind w:firstLine="720"/>
        <w:jc w:val="both"/>
        <w:rPr>
          <w:szCs w:val="24"/>
        </w:rPr>
      </w:pPr>
      <w:r>
        <w:rPr>
          <w:szCs w:val="24"/>
        </w:rPr>
        <w:t>299</w:t>
      </w:r>
      <w:r w:rsidR="00001CB4" w:rsidRPr="001E3692">
        <w:rPr>
          <w:szCs w:val="24"/>
        </w:rPr>
        <w:t xml:space="preserve">.2. </w:t>
      </w:r>
      <w:r w:rsidR="00C2539B" w:rsidRPr="00FD2B00">
        <w:rPr>
          <w:szCs w:val="24"/>
        </w:rPr>
        <w:t>mero ir vicemero (-ų) atostogų laikotarpiai negali sutapti.</w:t>
      </w:r>
    </w:p>
    <w:p w:rsidR="00C2539B" w:rsidRPr="00FD2B00" w:rsidRDefault="00330E5B">
      <w:pPr>
        <w:widowControl w:val="0"/>
        <w:tabs>
          <w:tab w:val="left" w:pos="1560"/>
        </w:tabs>
        <w:suppressAutoHyphens/>
        <w:ind w:firstLine="720"/>
        <w:jc w:val="both"/>
        <w:rPr>
          <w:szCs w:val="24"/>
        </w:rPr>
      </w:pPr>
      <w:r>
        <w:rPr>
          <w:szCs w:val="24"/>
        </w:rPr>
        <w:t>299</w:t>
      </w:r>
      <w:r w:rsidR="00001CB4" w:rsidRPr="001E3692">
        <w:rPr>
          <w:szCs w:val="24"/>
        </w:rPr>
        <w:t xml:space="preserve">.3. </w:t>
      </w:r>
      <w:r w:rsidR="00C2539B" w:rsidRPr="001E3692">
        <w:rPr>
          <w:szCs w:val="24"/>
        </w:rPr>
        <w:t>Potvarkyje nurodomas vicemeras (-ai)</w:t>
      </w:r>
      <w:r w:rsidR="00445156" w:rsidRPr="001E3692">
        <w:rPr>
          <w:szCs w:val="24"/>
        </w:rPr>
        <w:t>,</w:t>
      </w:r>
      <w:r w:rsidR="00C2539B" w:rsidRPr="001E3692">
        <w:rPr>
          <w:szCs w:val="24"/>
        </w:rPr>
        <w:t xml:space="preserve"> pavaduosiantys merą jo atostogų metu. Mero atostogų, ligos metu ar kitais atvejais, kai meras dėl kitų pateisinamų priežasčių negali vykdyti savo pareigų, Vietos savivaldos įstatyme nustatytas funkcijas vykdo </w:t>
      </w:r>
      <w:r w:rsidR="00001CB4" w:rsidRPr="001E3692">
        <w:rPr>
          <w:szCs w:val="24"/>
        </w:rPr>
        <w:t>Savivaldybės t</w:t>
      </w:r>
      <w:r w:rsidR="00C2539B" w:rsidRPr="001E3692">
        <w:rPr>
          <w:szCs w:val="24"/>
        </w:rPr>
        <w:t xml:space="preserve">arybos iš anksto paskirtas </w:t>
      </w:r>
      <w:r w:rsidR="00B2497C">
        <w:rPr>
          <w:szCs w:val="24"/>
        </w:rPr>
        <w:t>t</w:t>
      </w:r>
      <w:r w:rsidR="00C2539B" w:rsidRPr="00FD2B00">
        <w:rPr>
          <w:szCs w:val="24"/>
        </w:rPr>
        <w:t>arybos narys.</w:t>
      </w:r>
    </w:p>
    <w:p w:rsidR="00001CB4" w:rsidRPr="00D45B59" w:rsidRDefault="00330E5B">
      <w:pPr>
        <w:autoSpaceDE w:val="0"/>
        <w:autoSpaceDN w:val="0"/>
        <w:adjustRightInd w:val="0"/>
        <w:ind w:firstLine="720"/>
        <w:jc w:val="both"/>
        <w:rPr>
          <w:szCs w:val="24"/>
        </w:rPr>
      </w:pPr>
      <w:r>
        <w:rPr>
          <w:rFonts w:eastAsia="TimesNewRomanPSMT"/>
          <w:szCs w:val="24"/>
        </w:rPr>
        <w:lastRenderedPageBreak/>
        <w:t>300</w:t>
      </w:r>
      <w:r w:rsidR="00001CB4" w:rsidRPr="00CD41E5">
        <w:rPr>
          <w:rFonts w:eastAsia="TimesNewRomanPSMT"/>
          <w:szCs w:val="24"/>
        </w:rPr>
        <w:t>. Meras į komandiruotes siunčiamas mero potvarkiais. Komandiruot</w:t>
      </w:r>
      <w:r w:rsidR="00001CB4" w:rsidRPr="00FD2B00">
        <w:rPr>
          <w:rFonts w:eastAsia="TimesNewRomanPSMT"/>
          <w:szCs w:val="24"/>
        </w:rPr>
        <w:t>ės pradžia, pabaiga ir komandiruotės vieta skelbiama Savivaldybės internetiniame puslapyje, mero darbotvarkėje</w:t>
      </w:r>
      <w:r w:rsidR="00001CB4" w:rsidRPr="00D45B59">
        <w:rPr>
          <w:rFonts w:eastAsia="TimesNewRomanPSMT"/>
          <w:szCs w:val="24"/>
        </w:rPr>
        <w:t>.</w:t>
      </w:r>
    </w:p>
    <w:p w:rsidR="00BF415D" w:rsidRPr="00D6416C" w:rsidRDefault="00BF415D" w:rsidP="00BF415D">
      <w:pPr>
        <w:ind w:firstLine="720"/>
        <w:jc w:val="both"/>
        <w:rPr>
          <w:b/>
          <w:szCs w:val="24"/>
        </w:rPr>
      </w:pPr>
    </w:p>
    <w:p w:rsidR="00001CB4" w:rsidRDefault="00001CB4" w:rsidP="00001CB4">
      <w:pPr>
        <w:jc w:val="center"/>
        <w:rPr>
          <w:b/>
          <w:caps/>
          <w:szCs w:val="24"/>
        </w:rPr>
      </w:pPr>
      <w:r>
        <w:rPr>
          <w:b/>
          <w:caps/>
          <w:szCs w:val="24"/>
        </w:rPr>
        <w:t>XIX SKYRIUS</w:t>
      </w:r>
    </w:p>
    <w:p w:rsidR="00001CB4" w:rsidRDefault="00001CB4" w:rsidP="00001CB4">
      <w:pPr>
        <w:jc w:val="center"/>
        <w:rPr>
          <w:b/>
          <w:caps/>
          <w:szCs w:val="24"/>
        </w:rPr>
      </w:pPr>
      <w:r>
        <w:rPr>
          <w:b/>
          <w:caps/>
          <w:szCs w:val="24"/>
        </w:rPr>
        <w:t>Savivaldybės biudžeto RENGIMAS, Tvirtinimas, TIKSLINIMAS IR KONTROLĖ</w:t>
      </w:r>
    </w:p>
    <w:p w:rsidR="00001CB4" w:rsidRDefault="00001CB4" w:rsidP="00271A50">
      <w:pPr>
        <w:ind w:firstLine="720"/>
        <w:jc w:val="both"/>
        <w:rPr>
          <w:color w:val="00B050"/>
          <w:szCs w:val="24"/>
        </w:rPr>
      </w:pPr>
    </w:p>
    <w:p w:rsidR="00271A50" w:rsidRPr="00001CB4" w:rsidRDefault="000302CE" w:rsidP="00271A50">
      <w:pPr>
        <w:ind w:firstLine="720"/>
        <w:jc w:val="both"/>
        <w:rPr>
          <w:szCs w:val="24"/>
        </w:rPr>
      </w:pPr>
      <w:r>
        <w:rPr>
          <w:szCs w:val="24"/>
        </w:rPr>
        <w:t>30</w:t>
      </w:r>
      <w:r w:rsidR="00D51E79">
        <w:rPr>
          <w:szCs w:val="24"/>
        </w:rPr>
        <w:t>1</w:t>
      </w:r>
      <w:r w:rsidR="00001CB4" w:rsidRPr="00001CB4">
        <w:rPr>
          <w:szCs w:val="24"/>
        </w:rPr>
        <w:t>.</w:t>
      </w:r>
      <w:r w:rsidR="00271A50" w:rsidRPr="00001CB4">
        <w:rPr>
          <w:szCs w:val="24"/>
        </w:rPr>
        <w:t xml:space="preserve"> </w:t>
      </w:r>
      <w:r w:rsidR="00001CB4" w:rsidRPr="00001CB4">
        <w:rPr>
          <w:szCs w:val="24"/>
        </w:rPr>
        <w:t>S</w:t>
      </w:r>
      <w:r w:rsidR="00271A50" w:rsidRPr="00001CB4">
        <w:rPr>
          <w:szCs w:val="24"/>
        </w:rPr>
        <w:t>avivaldybė turi savarankišką biudžetą. Savivaldybės biudžetas sudaromas ir tvirtinamas vieniems biudžetiniams metams. Savivaldybių biudžetų rengimo, svarstymo ir tvirtinimo procedūra nustatyta Lietuvos Respublikos biudžeto</w:t>
      </w:r>
      <w:r w:rsidR="00271A50" w:rsidRPr="00001CB4">
        <w:rPr>
          <w:bCs/>
          <w:szCs w:val="24"/>
        </w:rPr>
        <w:t xml:space="preserve"> </w:t>
      </w:r>
      <w:r w:rsidR="00271A50" w:rsidRPr="00001CB4">
        <w:rPr>
          <w:szCs w:val="24"/>
        </w:rPr>
        <w:t xml:space="preserve">sandaros įstatyme ir Vyriausybės nutarimu tvirtinamose taisyklėse. </w:t>
      </w:r>
    </w:p>
    <w:p w:rsidR="002B760D" w:rsidRDefault="002B760D" w:rsidP="002B760D">
      <w:pPr>
        <w:ind w:firstLine="720"/>
        <w:jc w:val="both"/>
        <w:rPr>
          <w:szCs w:val="24"/>
        </w:rPr>
      </w:pPr>
      <w:r>
        <w:rPr>
          <w:szCs w:val="24"/>
        </w:rPr>
        <w:t>302</w:t>
      </w:r>
      <w:r w:rsidRPr="00001CB4">
        <w:rPr>
          <w:szCs w:val="24"/>
        </w:rPr>
        <w:t>. Savivaldybės biudžeto sudarymo pagrindas yra patvirtinti Savivaldybės strateginio planavimo dokumentai, taip pat savivaldybių funkcijoms įgyvendinti reikalingų lėšų skaičiavimai.</w:t>
      </w:r>
    </w:p>
    <w:p w:rsidR="00665351" w:rsidRPr="002B760D" w:rsidRDefault="00665351" w:rsidP="00665351">
      <w:pPr>
        <w:tabs>
          <w:tab w:val="left" w:pos="720"/>
          <w:tab w:val="left" w:pos="9638"/>
        </w:tabs>
        <w:ind w:firstLine="720"/>
        <w:jc w:val="both"/>
        <w:rPr>
          <w:szCs w:val="24"/>
        </w:rPr>
      </w:pPr>
      <w:r w:rsidRPr="002B760D">
        <w:rPr>
          <w:szCs w:val="24"/>
        </w:rPr>
        <w:t>303. Biudžeto projekto rengimą organizuoja meras, remdamasis Biudžeto sandaros įstatymu, kitais į</w:t>
      </w:r>
      <w:r>
        <w:rPr>
          <w:szCs w:val="24"/>
        </w:rPr>
        <w:t xml:space="preserve">statymais, Seimo patvirtintais </w:t>
      </w:r>
      <w:r w:rsidRPr="00757710">
        <w:rPr>
          <w:szCs w:val="24"/>
        </w:rPr>
        <w:t>s</w:t>
      </w:r>
      <w:r w:rsidRPr="002B760D">
        <w:rPr>
          <w:szCs w:val="24"/>
        </w:rPr>
        <w:t xml:space="preserve">avivaldybių biudžetų finansiniais rodikliais, Vyriausybės, Savivaldybės tarybos patvirtintomis biudžetų sudarymo ir vykdymo taisyklėmis. Administracijos parengtas biudžeto projektas teikiamas svarstyti Savivaldybės tarybos komitetams. </w:t>
      </w:r>
    </w:p>
    <w:p w:rsidR="00665351" w:rsidRPr="002B760D" w:rsidRDefault="00665351" w:rsidP="00665351">
      <w:pPr>
        <w:tabs>
          <w:tab w:val="left" w:pos="720"/>
          <w:tab w:val="left" w:pos="9638"/>
        </w:tabs>
        <w:ind w:firstLine="720"/>
        <w:jc w:val="both"/>
        <w:rPr>
          <w:szCs w:val="24"/>
        </w:rPr>
      </w:pPr>
      <w:r w:rsidRPr="002B760D">
        <w:rPr>
          <w:szCs w:val="24"/>
        </w:rPr>
        <w:t>304. Biudžetas svarstomas ir priimamas šia tvarka:</w:t>
      </w:r>
    </w:p>
    <w:p w:rsidR="00665351" w:rsidRPr="002B760D" w:rsidRDefault="00665351" w:rsidP="00665351">
      <w:pPr>
        <w:tabs>
          <w:tab w:val="left" w:pos="9638"/>
        </w:tabs>
        <w:ind w:firstLine="720"/>
        <w:jc w:val="both"/>
        <w:rPr>
          <w:szCs w:val="24"/>
        </w:rPr>
      </w:pPr>
      <w:r w:rsidRPr="002B760D">
        <w:rPr>
          <w:szCs w:val="24"/>
        </w:rPr>
        <w:t>304.1. Me</w:t>
      </w:r>
      <w:r>
        <w:rPr>
          <w:szCs w:val="24"/>
        </w:rPr>
        <w:t xml:space="preserve">ras teikia biudžeto </w:t>
      </w:r>
      <w:r w:rsidRPr="002B760D">
        <w:rPr>
          <w:szCs w:val="24"/>
        </w:rPr>
        <w:t>projektą</w:t>
      </w:r>
      <w:r w:rsidRPr="00757710">
        <w:rPr>
          <w:szCs w:val="24"/>
        </w:rPr>
        <w:t xml:space="preserve"> </w:t>
      </w:r>
      <w:r>
        <w:rPr>
          <w:szCs w:val="24"/>
        </w:rPr>
        <w:t>komitetams</w:t>
      </w:r>
      <w:r w:rsidRPr="002B760D">
        <w:rPr>
          <w:szCs w:val="24"/>
        </w:rPr>
        <w:t xml:space="preserve">; </w:t>
      </w:r>
      <w:r>
        <w:rPr>
          <w:szCs w:val="24"/>
        </w:rPr>
        <w:t xml:space="preserve"> </w:t>
      </w:r>
    </w:p>
    <w:p w:rsidR="00665351" w:rsidRPr="002B760D" w:rsidRDefault="00665351" w:rsidP="00665351">
      <w:pPr>
        <w:tabs>
          <w:tab w:val="left" w:pos="9638"/>
        </w:tabs>
        <w:ind w:firstLine="720"/>
        <w:jc w:val="both"/>
        <w:rPr>
          <w:szCs w:val="24"/>
        </w:rPr>
      </w:pPr>
      <w:r w:rsidRPr="002B760D">
        <w:rPr>
          <w:szCs w:val="24"/>
        </w:rPr>
        <w:t>304.2. komitetai išnagrinėja biudžeto projektą, pagal savo kompetenciją suformuoja išvadas bei pataisas ir savo siūlymus pateikia Ekonomikos, finansų ir biudžeto komitetui;</w:t>
      </w:r>
    </w:p>
    <w:p w:rsidR="00665351" w:rsidRPr="002B760D" w:rsidRDefault="00665351" w:rsidP="00665351">
      <w:pPr>
        <w:ind w:firstLine="720"/>
        <w:jc w:val="both"/>
        <w:rPr>
          <w:spacing w:val="-5"/>
          <w:szCs w:val="24"/>
          <w:lang w:eastAsia="lt-LT"/>
        </w:rPr>
      </w:pPr>
      <w:r w:rsidRPr="002B760D">
        <w:rPr>
          <w:spacing w:val="-3"/>
          <w:szCs w:val="24"/>
          <w:lang w:eastAsia="lt-LT"/>
        </w:rPr>
        <w:t xml:space="preserve">304.3. parengtas biudžeto projektas skelbiamas </w:t>
      </w:r>
      <w:r w:rsidRPr="002B760D">
        <w:rPr>
          <w:szCs w:val="24"/>
          <w:lang w:eastAsia="lt-LT"/>
        </w:rPr>
        <w:t xml:space="preserve">Savivaldybės interneto </w:t>
      </w:r>
      <w:r w:rsidRPr="00EE1BEF">
        <w:rPr>
          <w:rFonts w:eastAsia="Andale Sans UI"/>
          <w:kern w:val="2"/>
          <w:szCs w:val="24"/>
          <w:lang w:eastAsia="lt-LT"/>
        </w:rPr>
        <w:t xml:space="preserve">svetainėje </w:t>
      </w:r>
      <w:hyperlink r:id="rId24" w:history="1">
        <w:r w:rsidRPr="00E74222">
          <w:rPr>
            <w:rStyle w:val="Hipersaitas"/>
            <w:rFonts w:eastAsia="Andale Sans UI"/>
            <w:kern w:val="2"/>
            <w:szCs w:val="24"/>
            <w:lang w:eastAsia="lt-LT"/>
          </w:rPr>
          <w:t>www.plunge.lt</w:t>
        </w:r>
      </w:hyperlink>
      <w:r>
        <w:rPr>
          <w:rStyle w:val="Hipersaitas"/>
          <w:rFonts w:eastAsia="Andale Sans UI"/>
          <w:kern w:val="2"/>
          <w:szCs w:val="24"/>
          <w:lang w:eastAsia="lt-LT"/>
        </w:rPr>
        <w:t>.</w:t>
      </w:r>
      <w:r w:rsidRPr="00C80247">
        <w:rPr>
          <w:color w:val="00B0F0"/>
          <w:szCs w:val="24"/>
          <w:lang w:eastAsia="lt-LT"/>
        </w:rPr>
        <w:t xml:space="preserve"> </w:t>
      </w:r>
      <w:r w:rsidRPr="002B760D">
        <w:rPr>
          <w:szCs w:val="24"/>
          <w:lang w:eastAsia="lt-LT"/>
        </w:rPr>
        <w:t>G</w:t>
      </w:r>
      <w:r w:rsidRPr="002B760D">
        <w:rPr>
          <w:spacing w:val="-3"/>
          <w:szCs w:val="24"/>
          <w:lang w:eastAsia="lt-LT"/>
        </w:rPr>
        <w:t xml:space="preserve">yventojai </w:t>
      </w:r>
      <w:r w:rsidRPr="002B760D">
        <w:rPr>
          <w:spacing w:val="-5"/>
          <w:szCs w:val="24"/>
          <w:lang w:eastAsia="lt-LT"/>
        </w:rPr>
        <w:t>savo pastabas ir pasiūlymus</w:t>
      </w:r>
      <w:r w:rsidRPr="002B760D">
        <w:rPr>
          <w:spacing w:val="-3"/>
          <w:szCs w:val="24"/>
          <w:lang w:eastAsia="lt-LT"/>
        </w:rPr>
        <w:t xml:space="preserve"> dėl Savivaldybės biudžeto projekto </w:t>
      </w:r>
      <w:r>
        <w:rPr>
          <w:spacing w:val="-5"/>
          <w:szCs w:val="24"/>
          <w:lang w:eastAsia="lt-LT"/>
        </w:rPr>
        <w:t>gali</w:t>
      </w:r>
      <w:r w:rsidRPr="002B760D">
        <w:rPr>
          <w:spacing w:val="-5"/>
          <w:szCs w:val="24"/>
          <w:lang w:eastAsia="lt-LT"/>
        </w:rPr>
        <w:t xml:space="preserve"> </w:t>
      </w:r>
      <w:r>
        <w:rPr>
          <w:spacing w:val="-5"/>
          <w:szCs w:val="24"/>
          <w:lang w:eastAsia="lt-LT"/>
        </w:rPr>
        <w:t>M</w:t>
      </w:r>
      <w:r w:rsidRPr="002B760D">
        <w:rPr>
          <w:spacing w:val="-5"/>
          <w:szCs w:val="24"/>
          <w:lang w:eastAsia="lt-LT"/>
        </w:rPr>
        <w:t xml:space="preserve">erui </w:t>
      </w:r>
      <w:r>
        <w:rPr>
          <w:spacing w:val="-5"/>
          <w:szCs w:val="24"/>
          <w:lang w:eastAsia="lt-LT"/>
        </w:rPr>
        <w:t xml:space="preserve">pateikti raštu ar elektroniniu paštu. Taip pat gyventojai gali </w:t>
      </w:r>
      <w:r w:rsidRPr="002B760D">
        <w:rPr>
          <w:spacing w:val="-5"/>
          <w:szCs w:val="24"/>
          <w:lang w:eastAsia="lt-LT"/>
        </w:rPr>
        <w:t>dalyvauti komitet</w:t>
      </w:r>
      <w:r>
        <w:rPr>
          <w:spacing w:val="-5"/>
          <w:szCs w:val="24"/>
          <w:lang w:eastAsia="lt-LT"/>
        </w:rPr>
        <w:t>ų posėdžiuose svarstant biudžeto projektą</w:t>
      </w:r>
      <w:r w:rsidRPr="002B760D">
        <w:rPr>
          <w:spacing w:val="-5"/>
          <w:szCs w:val="24"/>
          <w:lang w:eastAsia="lt-LT"/>
        </w:rPr>
        <w:t>;</w:t>
      </w:r>
      <w:r>
        <w:rPr>
          <w:spacing w:val="-5"/>
          <w:szCs w:val="24"/>
          <w:lang w:eastAsia="lt-LT"/>
        </w:rPr>
        <w:t xml:space="preserve">  </w:t>
      </w:r>
    </w:p>
    <w:p w:rsidR="00665351" w:rsidRPr="002B760D" w:rsidRDefault="00665351" w:rsidP="00665351">
      <w:pPr>
        <w:tabs>
          <w:tab w:val="left" w:pos="900"/>
          <w:tab w:val="left" w:pos="9638"/>
        </w:tabs>
        <w:ind w:firstLine="720"/>
        <w:jc w:val="both"/>
        <w:rPr>
          <w:szCs w:val="24"/>
        </w:rPr>
      </w:pPr>
      <w:r w:rsidRPr="002B760D">
        <w:rPr>
          <w:szCs w:val="24"/>
        </w:rPr>
        <w:t>304.4. Meras teikia Savivaldybės tarybai patikslintą (nepatikslintą) biudžeto projektą sprendimui priimti. Savivaldybės tarybos posėdyje Meras informuoja, kurie komitetų, frakcijų, tarybos narių, bend</w:t>
      </w:r>
      <w:r>
        <w:rPr>
          <w:szCs w:val="24"/>
        </w:rPr>
        <w:t>ruomenės atstovų pasiūlymai bei</w:t>
      </w:r>
      <w:r w:rsidRPr="002B760D">
        <w:rPr>
          <w:szCs w:val="24"/>
        </w:rPr>
        <w:t xml:space="preserve"> pataisos dėl biudžeto projekto </w:t>
      </w:r>
      <w:r>
        <w:rPr>
          <w:szCs w:val="24"/>
        </w:rPr>
        <w:t xml:space="preserve">buvo priimti, kurie – </w:t>
      </w:r>
      <w:r w:rsidRPr="002B760D">
        <w:rPr>
          <w:szCs w:val="24"/>
        </w:rPr>
        <w:t xml:space="preserve">atmesti, motyvuoja priežastis, atsako į tarybos narių klausimus; </w:t>
      </w:r>
    </w:p>
    <w:p w:rsidR="00665351" w:rsidRDefault="00665351" w:rsidP="00665351">
      <w:pPr>
        <w:tabs>
          <w:tab w:val="left" w:pos="720"/>
          <w:tab w:val="left" w:pos="900"/>
          <w:tab w:val="left" w:pos="9638"/>
        </w:tabs>
        <w:ind w:firstLine="720"/>
        <w:jc w:val="both"/>
        <w:rPr>
          <w:szCs w:val="24"/>
        </w:rPr>
      </w:pPr>
      <w:r w:rsidRPr="002B760D">
        <w:rPr>
          <w:szCs w:val="24"/>
        </w:rPr>
        <w:t>304.5. pirmą kartą Savivaldybės tarybai nepatvirtinus pateikto biudžeto projekto, pataisytas projektas ne vėliau kaip per 14 dienų vėl turi būti svarstomas komitetu</w:t>
      </w:r>
      <w:r>
        <w:rPr>
          <w:szCs w:val="24"/>
        </w:rPr>
        <w:t>ose Reglamento nustatyta tvarka.</w:t>
      </w:r>
      <w:r w:rsidRPr="002B760D">
        <w:rPr>
          <w:szCs w:val="24"/>
        </w:rPr>
        <w:t xml:space="preserve"> </w:t>
      </w:r>
    </w:p>
    <w:p w:rsidR="002B760D" w:rsidRPr="002B760D" w:rsidRDefault="002B760D" w:rsidP="002B760D">
      <w:pPr>
        <w:ind w:firstLine="720"/>
        <w:jc w:val="both"/>
        <w:rPr>
          <w:szCs w:val="24"/>
        </w:rPr>
      </w:pPr>
      <w:r w:rsidRPr="002B760D">
        <w:rPr>
          <w:szCs w:val="24"/>
        </w:rPr>
        <w:t>305. Biudžetiniais metais Savivaldybės taryba mero siūlymu biudžetą gali tikslinti.</w:t>
      </w:r>
    </w:p>
    <w:p w:rsidR="002B760D" w:rsidRPr="002B760D" w:rsidRDefault="002B760D" w:rsidP="002B760D">
      <w:pPr>
        <w:ind w:firstLine="720"/>
        <w:jc w:val="both"/>
        <w:rPr>
          <w:szCs w:val="24"/>
        </w:rPr>
      </w:pPr>
      <w:r w:rsidRPr="002B760D">
        <w:rPr>
          <w:bCs/>
          <w:szCs w:val="24"/>
        </w:rPr>
        <w:t>306.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2B760D" w:rsidRPr="002B760D" w:rsidRDefault="002B760D" w:rsidP="002B760D">
      <w:pPr>
        <w:ind w:firstLine="720"/>
        <w:jc w:val="both"/>
        <w:rPr>
          <w:szCs w:val="24"/>
        </w:rPr>
      </w:pPr>
      <w:r w:rsidRPr="002B760D">
        <w:rPr>
          <w:szCs w:val="24"/>
        </w:rPr>
        <w:t xml:space="preserve">307. Prireikus valstybės kontrolieriaus sprendimu Lietuvos Respublikos valstybės kontrolė gali atlikti savivaldybių, taip pat savivaldybių įstaigų ir savivaldybių valdomų įmonių finansinį, atitikties ir veiklos auditą. </w:t>
      </w:r>
    </w:p>
    <w:p w:rsidR="002B760D" w:rsidRDefault="002B760D" w:rsidP="00001CB4">
      <w:pPr>
        <w:ind w:firstLine="720"/>
        <w:jc w:val="both"/>
        <w:rPr>
          <w:szCs w:val="24"/>
        </w:rPr>
      </w:pPr>
    </w:p>
    <w:p w:rsidR="00937402" w:rsidRDefault="00937402" w:rsidP="00937402">
      <w:pPr>
        <w:jc w:val="center"/>
        <w:rPr>
          <w:rFonts w:eastAsia="MS Mincho"/>
          <w:b/>
          <w:bCs/>
          <w:szCs w:val="24"/>
        </w:rPr>
      </w:pPr>
      <w:r>
        <w:rPr>
          <w:rFonts w:eastAsia="MS Mincho"/>
          <w:b/>
          <w:bCs/>
          <w:szCs w:val="24"/>
        </w:rPr>
        <w:t>XX SKYRIUS</w:t>
      </w:r>
    </w:p>
    <w:p w:rsidR="00937402" w:rsidRDefault="00937402" w:rsidP="001E3692">
      <w:pPr>
        <w:keepNext/>
        <w:ind w:firstLine="720"/>
        <w:jc w:val="both"/>
        <w:rPr>
          <w:strike/>
          <w:lang w:eastAsia="lt-LT"/>
        </w:rPr>
      </w:pPr>
      <w:r>
        <w:rPr>
          <w:b/>
          <w:bCs/>
          <w:caps/>
          <w:lang w:eastAsia="lt-LT"/>
        </w:rPr>
        <w:t>PAGRINDINĖS BENDRAVIMO SU GYVENTOJAIS FORMOS IR BŪDAI</w:t>
      </w:r>
    </w:p>
    <w:p w:rsidR="00937402" w:rsidRDefault="00937402" w:rsidP="001E3692">
      <w:pPr>
        <w:ind w:firstLine="720"/>
        <w:jc w:val="both"/>
        <w:rPr>
          <w:lang w:eastAsia="lt-LT"/>
        </w:rPr>
      </w:pPr>
    </w:p>
    <w:p w:rsidR="00937402" w:rsidRPr="00D6416C" w:rsidRDefault="009631F5" w:rsidP="00736AA7">
      <w:pPr>
        <w:tabs>
          <w:tab w:val="left" w:pos="4536"/>
        </w:tabs>
        <w:ind w:firstLine="720"/>
        <w:jc w:val="both"/>
        <w:rPr>
          <w:lang w:eastAsia="lt-LT"/>
        </w:rPr>
      </w:pPr>
      <w:r w:rsidRPr="009631F5">
        <w:rPr>
          <w:szCs w:val="24"/>
          <w:lang w:eastAsia="lt-LT"/>
        </w:rPr>
        <w:t>308</w:t>
      </w:r>
      <w:r w:rsidR="00937402" w:rsidRPr="009631F5">
        <w:rPr>
          <w:szCs w:val="24"/>
          <w:lang w:eastAsia="lt-LT"/>
        </w:rPr>
        <w:t xml:space="preserve">. </w:t>
      </w:r>
      <w:r w:rsidR="00937402" w:rsidRPr="00D6416C">
        <w:rPr>
          <w:szCs w:val="24"/>
        </w:rPr>
        <w:t xml:space="preserve">Kiekvienas tarybos narys, vykdydamas jam, </w:t>
      </w:r>
      <w:r w:rsidR="00937402" w:rsidRPr="00CB4832">
        <w:rPr>
          <w:szCs w:val="24"/>
        </w:rPr>
        <w:t>kaip tarybos nariui</w:t>
      </w:r>
      <w:r w:rsidR="00505C45" w:rsidRPr="00E364BA">
        <w:rPr>
          <w:szCs w:val="24"/>
        </w:rPr>
        <w:t>,</w:t>
      </w:r>
      <w:r w:rsidR="00937402" w:rsidRPr="009F663D">
        <w:rPr>
          <w:szCs w:val="24"/>
        </w:rPr>
        <w:t xml:space="preserve"> Vietos</w:t>
      </w:r>
      <w:r w:rsidR="00937402" w:rsidRPr="00D6416C">
        <w:rPr>
          <w:szCs w:val="24"/>
        </w:rPr>
        <w:t xml:space="preserve"> savivaldos įstatyme numatytas pareigas, </w:t>
      </w:r>
      <w:r w:rsidR="00937402" w:rsidRPr="009F663D">
        <w:rPr>
          <w:szCs w:val="24"/>
        </w:rPr>
        <w:t xml:space="preserve">veiklą tarp </w:t>
      </w:r>
      <w:r w:rsidR="00937402" w:rsidRPr="00CD41E5">
        <w:rPr>
          <w:szCs w:val="24"/>
        </w:rPr>
        <w:t>tarybos posėdžių</w:t>
      </w:r>
      <w:r w:rsidR="00937402" w:rsidRPr="00D6416C">
        <w:rPr>
          <w:szCs w:val="24"/>
        </w:rPr>
        <w:t xml:space="preserve"> tęsia </w:t>
      </w:r>
      <w:r w:rsidR="00937402" w:rsidRPr="00D6416C">
        <w:t>komitetuose, komisijose, Savivaldybės tarybos narių frakcijose, grupėse ir mišrioje grupėje, taip pat priimdamas Savivaldybės nuolatinius gyventojus</w:t>
      </w:r>
      <w:r w:rsidR="00937402" w:rsidRPr="00D6416C">
        <w:rPr>
          <w:lang w:eastAsia="lt-LT"/>
        </w:rPr>
        <w:t>.</w:t>
      </w:r>
    </w:p>
    <w:p w:rsidR="00937402" w:rsidRPr="00B14EE3" w:rsidRDefault="009631F5" w:rsidP="00736AA7">
      <w:pPr>
        <w:tabs>
          <w:tab w:val="left" w:pos="4536"/>
        </w:tabs>
        <w:ind w:firstLine="720"/>
        <w:jc w:val="both"/>
        <w:rPr>
          <w:lang w:eastAsia="lt-LT"/>
        </w:rPr>
      </w:pPr>
      <w:r>
        <w:rPr>
          <w:szCs w:val="24"/>
          <w:lang w:eastAsia="lt-LT"/>
        </w:rPr>
        <w:t>309</w:t>
      </w:r>
      <w:r w:rsidR="00937402" w:rsidRPr="00D6416C">
        <w:rPr>
          <w:szCs w:val="24"/>
          <w:lang w:eastAsia="lt-LT"/>
        </w:rPr>
        <w:t xml:space="preserve">. </w:t>
      </w:r>
      <w:r w:rsidR="00937402" w:rsidRPr="00D6416C">
        <w:rPr>
          <w:szCs w:val="24"/>
        </w:rPr>
        <w:t xml:space="preserve">Savivaldybės nuolatinių gyventojų priėmimą </w:t>
      </w:r>
      <w:r w:rsidR="00937402" w:rsidRPr="00CB4832">
        <w:rPr>
          <w:szCs w:val="24"/>
        </w:rPr>
        <w:t>kiekvienas tarybos narys</w:t>
      </w:r>
      <w:r w:rsidR="00937402" w:rsidRPr="00E364BA">
        <w:rPr>
          <w:szCs w:val="24"/>
        </w:rPr>
        <w:t xml:space="preserve"> vykdo ir už jį atsiskaito šio Reglamento nustatyta tvarka savarankiškai</w:t>
      </w:r>
      <w:r w:rsidR="00937402" w:rsidRPr="00CD41E5">
        <w:t>.</w:t>
      </w:r>
    </w:p>
    <w:p w:rsidR="00937402" w:rsidRPr="00D6416C" w:rsidRDefault="000302CE">
      <w:pPr>
        <w:tabs>
          <w:tab w:val="left" w:pos="4536"/>
        </w:tabs>
        <w:ind w:firstLine="720"/>
        <w:jc w:val="both"/>
        <w:rPr>
          <w:lang w:eastAsia="lt-LT"/>
        </w:rPr>
      </w:pPr>
      <w:r w:rsidRPr="00B14EE3">
        <w:rPr>
          <w:szCs w:val="24"/>
          <w:lang w:eastAsia="lt-LT"/>
        </w:rPr>
        <w:t>31</w:t>
      </w:r>
      <w:r w:rsidR="009631F5">
        <w:rPr>
          <w:szCs w:val="24"/>
          <w:lang w:eastAsia="lt-LT"/>
        </w:rPr>
        <w:t>0</w:t>
      </w:r>
      <w:r w:rsidR="00937402" w:rsidRPr="00B14EE3">
        <w:rPr>
          <w:szCs w:val="24"/>
          <w:lang w:eastAsia="lt-LT"/>
        </w:rPr>
        <w:t xml:space="preserve">. </w:t>
      </w:r>
      <w:r w:rsidR="00937402" w:rsidRPr="00B14EE3">
        <w:rPr>
          <w:lang w:eastAsia="lt-LT"/>
        </w:rPr>
        <w:t xml:space="preserve">Bendravimas su gyventojais gali vykti gyventojams raštu kreipiantis į </w:t>
      </w:r>
      <w:r w:rsidR="00B14EE3" w:rsidRPr="001E3692">
        <w:rPr>
          <w:lang w:eastAsia="lt-LT"/>
        </w:rPr>
        <w:t>t</w:t>
      </w:r>
      <w:r w:rsidR="00937402" w:rsidRPr="00CB4832">
        <w:rPr>
          <w:lang w:eastAsia="lt-LT"/>
        </w:rPr>
        <w:t>arybos narius</w:t>
      </w:r>
      <w:r w:rsidR="00937402" w:rsidRPr="00E364BA">
        <w:rPr>
          <w:lang w:eastAsia="lt-LT"/>
        </w:rPr>
        <w:t xml:space="preserve"> arba asmeniškai susitinkant </w:t>
      </w:r>
      <w:r w:rsidR="00B14EE3" w:rsidRPr="001E3692">
        <w:rPr>
          <w:lang w:eastAsia="lt-LT"/>
        </w:rPr>
        <w:t>t</w:t>
      </w:r>
      <w:r w:rsidR="00937402" w:rsidRPr="00CB4832">
        <w:rPr>
          <w:lang w:eastAsia="lt-LT"/>
        </w:rPr>
        <w:t>arybos narių</w:t>
      </w:r>
      <w:r w:rsidR="00937402" w:rsidRPr="00E364BA">
        <w:rPr>
          <w:lang w:eastAsia="lt-LT"/>
        </w:rPr>
        <w:t xml:space="preserve"> pasirinktu laiku.</w:t>
      </w:r>
    </w:p>
    <w:p w:rsidR="00937402" w:rsidRPr="00D6416C" w:rsidRDefault="00937402">
      <w:pPr>
        <w:tabs>
          <w:tab w:val="left" w:pos="4536"/>
        </w:tabs>
        <w:ind w:firstLine="720"/>
        <w:jc w:val="both"/>
        <w:rPr>
          <w:lang w:eastAsia="lt-LT"/>
        </w:rPr>
      </w:pPr>
      <w:r w:rsidRPr="00D6416C">
        <w:rPr>
          <w:szCs w:val="24"/>
          <w:lang w:eastAsia="lt-LT"/>
        </w:rPr>
        <w:lastRenderedPageBreak/>
        <w:t>31</w:t>
      </w:r>
      <w:r w:rsidR="009631F5">
        <w:rPr>
          <w:szCs w:val="24"/>
          <w:lang w:eastAsia="lt-LT"/>
        </w:rPr>
        <w:t>1</w:t>
      </w:r>
      <w:r w:rsidRPr="00D6416C">
        <w:rPr>
          <w:szCs w:val="24"/>
          <w:lang w:eastAsia="lt-LT"/>
        </w:rPr>
        <w:t xml:space="preserve">. </w:t>
      </w:r>
      <w:r w:rsidRPr="00D6416C">
        <w:rPr>
          <w:lang w:eastAsia="lt-LT"/>
        </w:rPr>
        <w:t>Tarybos nariai į gautą gyventojų kreipimąsi privalo atsakyti raštu ne vėliau kaip per 20 darbo dienų.</w:t>
      </w:r>
    </w:p>
    <w:p w:rsidR="00937402" w:rsidRPr="00D6416C" w:rsidRDefault="00937402">
      <w:pPr>
        <w:widowControl w:val="0"/>
        <w:tabs>
          <w:tab w:val="left" w:pos="4536"/>
        </w:tabs>
        <w:suppressAutoHyphens/>
        <w:ind w:firstLine="720"/>
        <w:jc w:val="both"/>
        <w:rPr>
          <w:rFonts w:eastAsia="Andale Sans UI"/>
          <w:kern w:val="2"/>
          <w:szCs w:val="24"/>
          <w:lang w:eastAsia="lt-LT"/>
        </w:rPr>
      </w:pPr>
      <w:r w:rsidRPr="00D6416C">
        <w:rPr>
          <w:rFonts w:eastAsia="Andale Sans UI"/>
          <w:kern w:val="2"/>
          <w:szCs w:val="24"/>
          <w:lang w:eastAsia="lt-LT"/>
        </w:rPr>
        <w:t>31</w:t>
      </w:r>
      <w:r w:rsidR="009631F5">
        <w:rPr>
          <w:rFonts w:eastAsia="Andale Sans UI"/>
          <w:kern w:val="2"/>
          <w:szCs w:val="24"/>
          <w:lang w:eastAsia="lt-LT"/>
        </w:rPr>
        <w:t>2</w:t>
      </w:r>
      <w:r w:rsidRPr="00D6416C">
        <w:rPr>
          <w:rFonts w:eastAsia="Andale Sans UI"/>
          <w:kern w:val="2"/>
          <w:szCs w:val="24"/>
          <w:lang w:eastAsia="lt-LT"/>
        </w:rPr>
        <w:t xml:space="preserve">. </w:t>
      </w:r>
      <w:r w:rsidRPr="00CB4832">
        <w:rPr>
          <w:szCs w:val="24"/>
        </w:rPr>
        <w:t>Kiekvienas tarybos narys</w:t>
      </w:r>
      <w:r w:rsidRPr="00E364BA">
        <w:rPr>
          <w:szCs w:val="24"/>
        </w:rPr>
        <w:t>, priimdamas</w:t>
      </w:r>
      <w:r w:rsidRPr="00D6416C">
        <w:rPr>
          <w:szCs w:val="24"/>
        </w:rPr>
        <w:t xml:space="preserve"> Savivaldybės nuolatinius gyventojus, pats rūpinasi priėmimo techniniu-materialiniu aprūpinimu</w:t>
      </w:r>
      <w:r w:rsidRPr="00D6416C">
        <w:rPr>
          <w:rFonts w:eastAsia="Andale Sans UI"/>
          <w:kern w:val="2"/>
          <w:szCs w:val="24"/>
          <w:lang w:eastAsia="lt-LT"/>
        </w:rPr>
        <w:t>.</w:t>
      </w:r>
      <w:r w:rsidRPr="00D6416C">
        <w:t xml:space="preserve"> </w:t>
      </w:r>
    </w:p>
    <w:p w:rsidR="00937402" w:rsidRPr="00D6416C" w:rsidRDefault="00937402">
      <w:pPr>
        <w:widowControl w:val="0"/>
        <w:tabs>
          <w:tab w:val="left" w:pos="4536"/>
        </w:tabs>
        <w:suppressAutoHyphens/>
        <w:ind w:firstLine="720"/>
        <w:jc w:val="both"/>
        <w:rPr>
          <w:rFonts w:eastAsia="Andale Sans UI"/>
          <w:kern w:val="2"/>
          <w:szCs w:val="24"/>
          <w:lang w:eastAsia="lt-LT"/>
        </w:rPr>
      </w:pPr>
      <w:r w:rsidRPr="00D6416C">
        <w:rPr>
          <w:rFonts w:eastAsia="Andale Sans UI"/>
          <w:kern w:val="2"/>
          <w:szCs w:val="24"/>
          <w:lang w:eastAsia="lt-LT"/>
        </w:rPr>
        <w:t>31</w:t>
      </w:r>
      <w:r w:rsidR="009631F5">
        <w:rPr>
          <w:rFonts w:eastAsia="Andale Sans UI"/>
          <w:kern w:val="2"/>
          <w:szCs w:val="24"/>
          <w:lang w:eastAsia="lt-LT"/>
        </w:rPr>
        <w:t>3</w:t>
      </w:r>
      <w:r w:rsidRPr="00D6416C">
        <w:rPr>
          <w:rFonts w:eastAsia="Andale Sans UI"/>
          <w:kern w:val="2"/>
          <w:szCs w:val="24"/>
          <w:lang w:eastAsia="lt-LT"/>
        </w:rPr>
        <w:t xml:space="preserve">. </w:t>
      </w:r>
      <w:r w:rsidRPr="00D6416C">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Pr="00CB4832">
        <w:rPr>
          <w:szCs w:val="24"/>
        </w:rPr>
        <w:t xml:space="preserve">mero pareigas laikinai einančio </w:t>
      </w:r>
      <w:r w:rsidRPr="00E364BA">
        <w:rPr>
          <w:szCs w:val="24"/>
        </w:rPr>
        <w:t>tarybos nario</w:t>
      </w:r>
      <w:r w:rsidRPr="009F663D">
        <w:rPr>
          <w:szCs w:val="24"/>
        </w:rPr>
        <w:t xml:space="preserve"> paskirtu</w:t>
      </w:r>
      <w:r w:rsidRPr="00D6416C">
        <w:rPr>
          <w:szCs w:val="24"/>
        </w:rPr>
        <w:t xml:space="preserve"> Savivaldybės administracijos valstybės tarnautoju.</w:t>
      </w:r>
    </w:p>
    <w:p w:rsidR="00937402" w:rsidRPr="00D6416C" w:rsidRDefault="00937402">
      <w:pPr>
        <w:tabs>
          <w:tab w:val="left" w:pos="4536"/>
        </w:tabs>
        <w:ind w:firstLine="720"/>
        <w:jc w:val="both"/>
        <w:rPr>
          <w:lang w:eastAsia="lt-LT"/>
        </w:rPr>
      </w:pPr>
      <w:r w:rsidRPr="00D6416C">
        <w:rPr>
          <w:szCs w:val="24"/>
          <w:lang w:eastAsia="lt-LT"/>
        </w:rPr>
        <w:t>3</w:t>
      </w:r>
      <w:r w:rsidR="009631F5">
        <w:rPr>
          <w:szCs w:val="24"/>
          <w:lang w:eastAsia="lt-LT"/>
        </w:rPr>
        <w:t>14</w:t>
      </w:r>
      <w:r w:rsidRPr="00D6416C">
        <w:rPr>
          <w:szCs w:val="24"/>
          <w:lang w:eastAsia="lt-LT"/>
        </w:rPr>
        <w:t xml:space="preserve">. </w:t>
      </w:r>
      <w:r w:rsidRPr="00D6416C">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937402" w:rsidRPr="00D6416C" w:rsidRDefault="006A7AE3">
      <w:pPr>
        <w:tabs>
          <w:tab w:val="left" w:pos="4536"/>
        </w:tabs>
        <w:ind w:firstLine="720"/>
        <w:jc w:val="both"/>
        <w:rPr>
          <w:lang w:eastAsia="lt-LT"/>
        </w:rPr>
      </w:pPr>
      <w:r w:rsidRPr="00D6416C">
        <w:rPr>
          <w:szCs w:val="24"/>
          <w:lang w:eastAsia="lt-LT"/>
        </w:rPr>
        <w:t>3</w:t>
      </w:r>
      <w:r w:rsidR="009631F5">
        <w:rPr>
          <w:szCs w:val="24"/>
          <w:lang w:eastAsia="lt-LT"/>
        </w:rPr>
        <w:t>15</w:t>
      </w:r>
      <w:r w:rsidR="00937402" w:rsidRPr="00D6416C">
        <w:rPr>
          <w:szCs w:val="24"/>
          <w:lang w:eastAsia="lt-LT"/>
        </w:rPr>
        <w:t xml:space="preserve">. </w:t>
      </w:r>
      <w:r w:rsidR="00937402" w:rsidRPr="00D6416C">
        <w:rPr>
          <w:lang w:eastAsia="lt-LT"/>
        </w:rPr>
        <w:t>Tarybos nariai Savivaldybės t</w:t>
      </w:r>
      <w:r w:rsidR="00937402" w:rsidRPr="00D6416C">
        <w:rPr>
          <w:kern w:val="2"/>
          <w:szCs w:val="24"/>
          <w:lang w:eastAsia="lt-LT"/>
        </w:rPr>
        <w:t xml:space="preserve">arybos </w:t>
      </w:r>
      <w:r w:rsidR="00937402" w:rsidRPr="00D6416C">
        <w:t xml:space="preserve">posėdžių </w:t>
      </w:r>
      <w:r w:rsidR="00937402" w:rsidRPr="00D6416C">
        <w:rPr>
          <w:kern w:val="2"/>
          <w:szCs w:val="24"/>
          <w:lang w:eastAsia="lt-LT"/>
        </w:rPr>
        <w:t>sekretoriui</w:t>
      </w:r>
      <w:r w:rsidR="00937402" w:rsidRPr="00D6416C">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937402" w:rsidRPr="00E364BA" w:rsidRDefault="009631F5">
      <w:pPr>
        <w:tabs>
          <w:tab w:val="left" w:pos="4536"/>
        </w:tabs>
        <w:ind w:firstLine="720"/>
        <w:jc w:val="both"/>
        <w:rPr>
          <w:lang w:eastAsia="lt-LT"/>
        </w:rPr>
      </w:pPr>
      <w:r>
        <w:rPr>
          <w:szCs w:val="24"/>
          <w:lang w:eastAsia="lt-LT"/>
        </w:rPr>
        <w:t>3</w:t>
      </w:r>
      <w:r w:rsidR="00A656BD">
        <w:rPr>
          <w:szCs w:val="24"/>
          <w:lang w:eastAsia="lt-LT"/>
        </w:rPr>
        <w:t>1</w:t>
      </w:r>
      <w:r>
        <w:rPr>
          <w:szCs w:val="24"/>
          <w:lang w:eastAsia="lt-LT"/>
        </w:rPr>
        <w:t>6</w:t>
      </w:r>
      <w:r w:rsidR="00937402" w:rsidRPr="00D6416C">
        <w:rPr>
          <w:szCs w:val="24"/>
          <w:lang w:eastAsia="lt-LT"/>
        </w:rPr>
        <w:t>.</w:t>
      </w:r>
      <w:r w:rsidR="00937402" w:rsidRPr="00D6416C">
        <w:rPr>
          <w:szCs w:val="24"/>
        </w:rPr>
        <w:t xml:space="preserve"> Savivaldybės nuolatinių gyventojų priėmimą vienu metu gali vykdyti </w:t>
      </w:r>
      <w:r w:rsidR="00937402" w:rsidRPr="00CB4832">
        <w:rPr>
          <w:szCs w:val="24"/>
        </w:rPr>
        <w:t xml:space="preserve">keli </w:t>
      </w:r>
      <w:r w:rsidR="00B14EE3" w:rsidRPr="001E3692">
        <w:rPr>
          <w:szCs w:val="24"/>
        </w:rPr>
        <w:t>t</w:t>
      </w:r>
      <w:r w:rsidR="00937402" w:rsidRPr="00CB4832">
        <w:rPr>
          <w:szCs w:val="24"/>
        </w:rPr>
        <w:t>arybos nariai.</w:t>
      </w:r>
    </w:p>
    <w:p w:rsidR="00937402" w:rsidRPr="00D6416C" w:rsidRDefault="009631F5">
      <w:pPr>
        <w:tabs>
          <w:tab w:val="left" w:pos="4536"/>
        </w:tabs>
        <w:ind w:firstLine="720"/>
        <w:jc w:val="both"/>
        <w:rPr>
          <w:lang w:eastAsia="lt-LT"/>
        </w:rPr>
      </w:pPr>
      <w:r>
        <w:rPr>
          <w:szCs w:val="24"/>
          <w:lang w:eastAsia="lt-LT"/>
        </w:rPr>
        <w:t>317</w:t>
      </w:r>
      <w:r w:rsidR="00937402" w:rsidRPr="00B14EE3">
        <w:rPr>
          <w:szCs w:val="24"/>
          <w:lang w:eastAsia="lt-LT"/>
        </w:rPr>
        <w:t xml:space="preserve">. </w:t>
      </w:r>
      <w:r w:rsidR="00937402" w:rsidRPr="00B14EE3">
        <w:rPr>
          <w:lang w:eastAsia="lt-LT"/>
        </w:rPr>
        <w:t xml:space="preserve">Savivaldybės interneto svetainėje nuolat skelbiama informacija apie </w:t>
      </w:r>
      <w:r w:rsidR="00B14EE3" w:rsidRPr="001E3692">
        <w:rPr>
          <w:lang w:eastAsia="lt-LT"/>
        </w:rPr>
        <w:t>t</w:t>
      </w:r>
      <w:r w:rsidR="00937402" w:rsidRPr="00CB4832">
        <w:rPr>
          <w:lang w:eastAsia="lt-LT"/>
        </w:rPr>
        <w:t>arybos narių</w:t>
      </w:r>
      <w:r w:rsidR="00937402" w:rsidRPr="00D6416C">
        <w:rPr>
          <w:lang w:eastAsia="lt-LT"/>
        </w:rPr>
        <w:t xml:space="preserve"> priėmimo laiką ir vietą.</w:t>
      </w:r>
    </w:p>
    <w:p w:rsidR="00937402" w:rsidRPr="00D6416C" w:rsidRDefault="009631F5">
      <w:pPr>
        <w:tabs>
          <w:tab w:val="left" w:pos="4536"/>
        </w:tabs>
        <w:ind w:firstLine="720"/>
        <w:jc w:val="both"/>
        <w:rPr>
          <w:rFonts w:eastAsia="TimesNewRomanPSMT"/>
          <w:szCs w:val="24"/>
        </w:rPr>
      </w:pPr>
      <w:r>
        <w:rPr>
          <w:lang w:eastAsia="lt-LT"/>
        </w:rPr>
        <w:t>318</w:t>
      </w:r>
      <w:r w:rsidR="00937402" w:rsidRPr="00D6416C">
        <w:rPr>
          <w:lang w:eastAsia="lt-LT"/>
        </w:rPr>
        <w:t xml:space="preserve">. </w:t>
      </w:r>
      <w:r w:rsidR="00937402" w:rsidRPr="00D6416C">
        <w:rPr>
          <w:rFonts w:eastAsia="TimesNewRomanPSMT"/>
          <w:szCs w:val="24"/>
        </w:rPr>
        <w:t xml:space="preserve">Tarybos nariui už Savivaldybės nuolatinių gyventojų priėmimą apmokama pagal faktinę kiekvieno tarybos nario darbo laiko </w:t>
      </w:r>
      <w:r w:rsidR="00B14EE3">
        <w:rPr>
          <w:rFonts w:eastAsia="TimesNewRomanPSMT"/>
          <w:szCs w:val="24"/>
        </w:rPr>
        <w:t>t</w:t>
      </w:r>
      <w:r w:rsidR="00937402" w:rsidRPr="00D6416C">
        <w:rPr>
          <w:rFonts w:eastAsia="TimesNewRomanPSMT"/>
          <w:szCs w:val="24"/>
        </w:rPr>
        <w:t xml:space="preserve">arybos nariui </w:t>
      </w:r>
      <w:r w:rsidR="00937402" w:rsidRPr="00CB4832">
        <w:rPr>
          <w:rFonts w:eastAsia="TimesNewRomanPSMT"/>
          <w:szCs w:val="24"/>
        </w:rPr>
        <w:t xml:space="preserve">priimant </w:t>
      </w:r>
      <w:r w:rsidR="00B14EE3" w:rsidRPr="001E3692">
        <w:rPr>
          <w:rFonts w:eastAsia="TimesNewRomanPSMT"/>
          <w:szCs w:val="24"/>
        </w:rPr>
        <w:t>S</w:t>
      </w:r>
      <w:r w:rsidR="00937402" w:rsidRPr="00CB4832">
        <w:rPr>
          <w:rFonts w:eastAsia="TimesNewRomanPSMT"/>
          <w:szCs w:val="24"/>
        </w:rPr>
        <w:t>avivaldybės</w:t>
      </w:r>
      <w:r w:rsidR="00937402" w:rsidRPr="00E364BA">
        <w:rPr>
          <w:rFonts w:eastAsia="TimesNewRomanPSMT"/>
          <w:szCs w:val="24"/>
        </w:rPr>
        <w:t xml:space="preserve"> nuolatinius</w:t>
      </w:r>
      <w:r w:rsidR="00937402" w:rsidRPr="00D6416C">
        <w:rPr>
          <w:rFonts w:eastAsia="TimesNewRomanPSMT"/>
          <w:szCs w:val="24"/>
        </w:rPr>
        <w:t xml:space="preserve"> gyventojus trukmę.</w:t>
      </w:r>
    </w:p>
    <w:p w:rsidR="00D6416C" w:rsidRPr="00D6416C" w:rsidRDefault="00D6416C" w:rsidP="001E3692">
      <w:pPr>
        <w:tabs>
          <w:tab w:val="left" w:pos="4536"/>
        </w:tabs>
        <w:jc w:val="both"/>
        <w:rPr>
          <w:lang w:eastAsia="lt-LT"/>
        </w:rPr>
      </w:pPr>
    </w:p>
    <w:p w:rsidR="00491FCE" w:rsidRDefault="00491FCE" w:rsidP="006C24C0">
      <w:pPr>
        <w:tabs>
          <w:tab w:val="left" w:pos="4536"/>
        </w:tabs>
        <w:jc w:val="center"/>
        <w:rPr>
          <w:b/>
          <w:bCs/>
          <w:caps/>
          <w:lang w:eastAsia="lt-LT"/>
        </w:rPr>
      </w:pPr>
      <w:r>
        <w:rPr>
          <w:b/>
          <w:bCs/>
          <w:caps/>
          <w:lang w:eastAsia="lt-LT"/>
        </w:rPr>
        <w:t>XXI SKYRIUS</w:t>
      </w:r>
    </w:p>
    <w:p w:rsidR="00491FCE" w:rsidRDefault="00491FCE" w:rsidP="006C24C0">
      <w:pPr>
        <w:keepNext/>
        <w:tabs>
          <w:tab w:val="left" w:pos="4536"/>
        </w:tabs>
        <w:jc w:val="center"/>
        <w:rPr>
          <w:lang w:eastAsia="lt-LT"/>
        </w:rPr>
      </w:pPr>
      <w:r>
        <w:rPr>
          <w:b/>
          <w:bCs/>
          <w:caps/>
          <w:lang w:eastAsia="lt-LT"/>
        </w:rPr>
        <w:t>VIETOS GYVENTOJŲ APKLAUSA</w:t>
      </w:r>
    </w:p>
    <w:p w:rsidR="00491FCE" w:rsidRDefault="00491FCE" w:rsidP="006C24C0">
      <w:pPr>
        <w:tabs>
          <w:tab w:val="left" w:pos="4536"/>
        </w:tabs>
        <w:ind w:firstLine="622"/>
        <w:jc w:val="both"/>
        <w:rPr>
          <w:lang w:eastAsia="lt-LT"/>
        </w:rPr>
      </w:pPr>
    </w:p>
    <w:p w:rsidR="00491FCE" w:rsidRPr="00D6416C" w:rsidRDefault="009631F5" w:rsidP="006C24C0">
      <w:pPr>
        <w:widowControl w:val="0"/>
        <w:tabs>
          <w:tab w:val="left" w:pos="4536"/>
        </w:tabs>
        <w:suppressAutoHyphens/>
        <w:ind w:firstLine="720"/>
        <w:jc w:val="both"/>
        <w:rPr>
          <w:lang w:eastAsia="lt-LT"/>
        </w:rPr>
      </w:pPr>
      <w:r>
        <w:rPr>
          <w:szCs w:val="24"/>
          <w:lang w:eastAsia="lt-LT"/>
        </w:rPr>
        <w:t>319</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Apklausos paskelbimo iniciatyvos teisė priklauso Savivaldybės gyventojams, Savivaldybės </w:t>
      </w:r>
      <w:r w:rsidR="00491FCE" w:rsidRPr="00CB4832">
        <w:rPr>
          <w:rFonts w:eastAsia="Andale Sans UI"/>
          <w:kern w:val="2"/>
          <w:szCs w:val="24"/>
          <w:lang w:eastAsia="lt-LT"/>
        </w:rPr>
        <w:t>tarybai, merui</w:t>
      </w:r>
      <w:r w:rsidR="00491FCE" w:rsidRPr="00E364BA">
        <w:rPr>
          <w:rFonts w:eastAsia="Andale Sans UI"/>
          <w:kern w:val="2"/>
          <w:szCs w:val="24"/>
          <w:lang w:eastAsia="lt-LT"/>
        </w:rPr>
        <w:t xml:space="preserve"> bei seniūnui ir yra įgyvendinama Vietos savivaldos įstatymo nustatyta tvarka. Savivaldybės taryba apklausos paskelbimo iniciatyvos teisę įgyvendina ne mažiau kai</w:t>
      </w:r>
      <w:r w:rsidR="00491FCE" w:rsidRPr="00CD41E5">
        <w:rPr>
          <w:rFonts w:eastAsia="Andale Sans UI"/>
          <w:kern w:val="2"/>
          <w:szCs w:val="24"/>
          <w:lang w:eastAsia="lt-LT"/>
        </w:rPr>
        <w:t xml:space="preserve">p 1/4 </w:t>
      </w:r>
      <w:r w:rsidR="00CB4832" w:rsidRPr="001E3692">
        <w:rPr>
          <w:rFonts w:eastAsia="Andale Sans UI"/>
          <w:kern w:val="2"/>
          <w:szCs w:val="24"/>
          <w:lang w:eastAsia="lt-LT"/>
        </w:rPr>
        <w:t>t</w:t>
      </w:r>
      <w:r w:rsidR="00491FCE" w:rsidRPr="00CB4832">
        <w:rPr>
          <w:rFonts w:eastAsia="Andale Sans UI"/>
          <w:kern w:val="2"/>
          <w:szCs w:val="24"/>
          <w:lang w:eastAsia="lt-LT"/>
        </w:rPr>
        <w:t>arybos narių</w:t>
      </w:r>
      <w:r w:rsidR="00491FCE" w:rsidRPr="00E364BA">
        <w:rPr>
          <w:rFonts w:eastAsia="Andale Sans UI"/>
          <w:kern w:val="2"/>
          <w:szCs w:val="24"/>
          <w:lang w:eastAsia="lt-LT"/>
        </w:rPr>
        <w:t xml:space="preserve"> grupės reikalavimu. Šis reikalavimas registruojamas Savivaldybės t</w:t>
      </w:r>
      <w:r w:rsidR="00491FCE" w:rsidRPr="00CD41E5">
        <w:rPr>
          <w:kern w:val="2"/>
          <w:szCs w:val="24"/>
          <w:lang w:eastAsia="lt-LT"/>
        </w:rPr>
        <w:t xml:space="preserve">arybos </w:t>
      </w:r>
      <w:r w:rsidR="00491FCE" w:rsidRPr="00CB4832">
        <w:t xml:space="preserve">posėdžių </w:t>
      </w:r>
      <w:r w:rsidR="00491FCE" w:rsidRPr="00CB4832">
        <w:rPr>
          <w:kern w:val="2"/>
          <w:szCs w:val="24"/>
          <w:lang w:eastAsia="lt-LT"/>
        </w:rPr>
        <w:t>sekretoriaus</w:t>
      </w:r>
      <w:r w:rsidR="00491FCE" w:rsidRPr="00CB4832">
        <w:rPr>
          <w:rFonts w:eastAsia="Andale Sans UI"/>
          <w:kern w:val="2"/>
          <w:szCs w:val="24"/>
          <w:lang w:eastAsia="lt-LT"/>
        </w:rPr>
        <w:t xml:space="preserve"> ir pateikiamas merui. </w:t>
      </w:r>
      <w:r w:rsidR="00491FCE" w:rsidRPr="00CB4832">
        <w:rPr>
          <w:rFonts w:eastAsia="Andale Sans UI"/>
          <w:kern w:val="2"/>
          <w:szCs w:val="24"/>
          <w:lang w:eastAsia="ar-SA"/>
        </w:rPr>
        <w:t>Meras apklausos iniciatyvos teisę įgyvendina priimdamas mero potvarkį dėl apklausos paskelbimo.</w:t>
      </w:r>
      <w:r w:rsidR="00491FCE" w:rsidRPr="00D6416C">
        <w:t xml:space="preserve"> </w:t>
      </w:r>
    </w:p>
    <w:p w:rsidR="00491FCE" w:rsidRPr="00CB4832" w:rsidRDefault="006A7AE3" w:rsidP="006C24C0">
      <w:pPr>
        <w:widowControl w:val="0"/>
        <w:tabs>
          <w:tab w:val="left" w:pos="4536"/>
        </w:tabs>
        <w:suppressAutoHyphens/>
        <w:ind w:firstLine="720"/>
        <w:jc w:val="both"/>
        <w:rPr>
          <w:lang w:eastAsia="lt-LT"/>
        </w:rPr>
      </w:pPr>
      <w:r w:rsidRPr="00D6416C">
        <w:rPr>
          <w:szCs w:val="24"/>
          <w:lang w:eastAsia="lt-LT"/>
        </w:rPr>
        <w:t>32</w:t>
      </w:r>
      <w:r w:rsidR="009631F5">
        <w:rPr>
          <w:szCs w:val="24"/>
          <w:lang w:eastAsia="lt-LT"/>
        </w:rPr>
        <w:t>0</w:t>
      </w:r>
      <w:r w:rsidR="00491FCE" w:rsidRPr="00D6416C">
        <w:rPr>
          <w:szCs w:val="24"/>
          <w:lang w:eastAsia="lt-LT"/>
        </w:rPr>
        <w:t>.</w:t>
      </w:r>
      <w:r w:rsidRPr="00D6416C">
        <w:rPr>
          <w:szCs w:val="24"/>
          <w:lang w:eastAsia="lt-LT"/>
        </w:rPr>
        <w:t xml:space="preserve"> </w:t>
      </w:r>
      <w:r w:rsidR="00491FCE" w:rsidRPr="00D6416C">
        <w:rPr>
          <w:rFonts w:eastAsia="Andale Sans UI"/>
          <w:kern w:val="2"/>
          <w:szCs w:val="24"/>
          <w:lang w:eastAsia="lt-LT"/>
        </w:rPr>
        <w:t xml:space="preserve">Seniūnas seniūnijos aptarnaujamoje teritorijoje gali inicijuoti apklausą dėl jo kompetencijai priskirtų klausimų. Ši iniciatyva </w:t>
      </w:r>
      <w:r w:rsidR="00491FCE" w:rsidRPr="00CB4832">
        <w:rPr>
          <w:rFonts w:eastAsia="Andale Sans UI"/>
          <w:kern w:val="2"/>
          <w:szCs w:val="24"/>
          <w:lang w:eastAsia="lt-LT"/>
        </w:rPr>
        <w:t>pateikiama merui,</w:t>
      </w:r>
      <w:r w:rsidR="00491FCE" w:rsidRPr="00E364BA">
        <w:rPr>
          <w:rFonts w:eastAsia="Andale Sans UI"/>
          <w:kern w:val="2"/>
          <w:szCs w:val="24"/>
          <w:lang w:eastAsia="lt-LT"/>
        </w:rPr>
        <w:t xml:space="preserve"> o joje turi būti nustatyta: apklausai teikiamo (-ų) klausimo (-ų) tekstas, apklausos teritorija, apklausos būdas, apklausos dat</w:t>
      </w:r>
      <w:r w:rsidR="00491FCE" w:rsidRPr="00CD41E5">
        <w:rPr>
          <w:rFonts w:eastAsia="Andale Sans UI"/>
          <w:kern w:val="2"/>
          <w:szCs w:val="24"/>
          <w:lang w:eastAsia="lt-LT"/>
        </w:rPr>
        <w:t>a ir vieta, kitos svarbios ap</w:t>
      </w:r>
      <w:r w:rsidR="00491FCE" w:rsidRPr="00CB4832">
        <w:rPr>
          <w:rFonts w:eastAsia="Andale Sans UI"/>
          <w:kern w:val="2"/>
          <w:szCs w:val="24"/>
          <w:lang w:eastAsia="lt-LT"/>
        </w:rPr>
        <w:t>klausai vykdyti aplinkybės.</w:t>
      </w:r>
      <w:r w:rsidR="00491FCE" w:rsidRPr="00CB4832">
        <w:t xml:space="preserve"> </w:t>
      </w:r>
    </w:p>
    <w:p w:rsidR="00491FCE" w:rsidRPr="00CB4832" w:rsidRDefault="006A7AE3" w:rsidP="006C24C0">
      <w:pPr>
        <w:widowControl w:val="0"/>
        <w:tabs>
          <w:tab w:val="left" w:pos="4536"/>
        </w:tabs>
        <w:suppressAutoHyphens/>
        <w:ind w:firstLine="720"/>
        <w:jc w:val="both"/>
        <w:rPr>
          <w:lang w:eastAsia="lt-LT"/>
        </w:rPr>
      </w:pPr>
      <w:r w:rsidRPr="00CB4832">
        <w:rPr>
          <w:szCs w:val="24"/>
          <w:lang w:eastAsia="lt-LT"/>
        </w:rPr>
        <w:t>32</w:t>
      </w:r>
      <w:r w:rsidR="009631F5">
        <w:rPr>
          <w:szCs w:val="24"/>
          <w:lang w:eastAsia="lt-LT"/>
        </w:rPr>
        <w:t>1</w:t>
      </w:r>
      <w:r w:rsidR="00491FCE" w:rsidRPr="00CB4832">
        <w:rPr>
          <w:szCs w:val="24"/>
          <w:lang w:eastAsia="lt-LT"/>
        </w:rPr>
        <w:t>.</w:t>
      </w:r>
      <w:r w:rsidR="00491FCE" w:rsidRPr="00CB4832">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rsidR="00491FCE" w:rsidRPr="00CB4832">
        <w:t xml:space="preserve"> </w:t>
      </w:r>
    </w:p>
    <w:p w:rsidR="00491FCE" w:rsidRPr="00D6416C" w:rsidRDefault="006A7AE3" w:rsidP="006C24C0">
      <w:pPr>
        <w:widowControl w:val="0"/>
        <w:tabs>
          <w:tab w:val="left" w:pos="4536"/>
        </w:tabs>
        <w:suppressAutoHyphens/>
        <w:ind w:firstLine="720"/>
        <w:jc w:val="both"/>
        <w:rPr>
          <w:rFonts w:eastAsia="Andale Sans UI"/>
          <w:kern w:val="2"/>
          <w:szCs w:val="24"/>
          <w:lang w:eastAsia="lt-LT"/>
        </w:rPr>
      </w:pPr>
      <w:r w:rsidRPr="00CB4832">
        <w:rPr>
          <w:rFonts w:eastAsia="Andale Sans UI"/>
          <w:kern w:val="2"/>
          <w:szCs w:val="24"/>
          <w:lang w:eastAsia="lt-LT"/>
        </w:rPr>
        <w:t>32</w:t>
      </w:r>
      <w:r w:rsidR="009631F5">
        <w:rPr>
          <w:rFonts w:eastAsia="Andale Sans UI"/>
          <w:kern w:val="2"/>
          <w:szCs w:val="24"/>
          <w:lang w:eastAsia="lt-LT"/>
        </w:rPr>
        <w:t>2</w:t>
      </w:r>
      <w:r w:rsidR="00491FCE" w:rsidRPr="00CB4832">
        <w:rPr>
          <w:rFonts w:eastAsia="Andale Sans UI"/>
          <w:kern w:val="2"/>
          <w:szCs w:val="24"/>
          <w:lang w:eastAsia="lt-LT"/>
        </w:rPr>
        <w:t>.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w:t>
      </w:r>
      <w:r w:rsidR="00491FCE" w:rsidRPr="00D6416C">
        <w:rPr>
          <w:rFonts w:eastAsia="Andale Sans UI"/>
          <w:kern w:val="2"/>
          <w:szCs w:val="24"/>
          <w:lang w:eastAsia="lt-LT"/>
        </w:rPr>
        <w:t xml:space="preserve"> </w:t>
      </w:r>
    </w:p>
    <w:p w:rsidR="00AF1763" w:rsidRDefault="00AF1763" w:rsidP="006C24C0">
      <w:pPr>
        <w:tabs>
          <w:tab w:val="left" w:pos="4536"/>
        </w:tabs>
        <w:ind w:firstLine="720"/>
        <w:jc w:val="both"/>
        <w:rPr>
          <w:bCs/>
          <w:color w:val="FF0000"/>
          <w:szCs w:val="24"/>
        </w:rPr>
      </w:pPr>
    </w:p>
    <w:p w:rsidR="00845682" w:rsidRDefault="00845682" w:rsidP="006C24C0">
      <w:pPr>
        <w:tabs>
          <w:tab w:val="left" w:pos="4536"/>
        </w:tabs>
        <w:ind w:firstLine="720"/>
        <w:jc w:val="both"/>
        <w:rPr>
          <w:bCs/>
          <w:color w:val="FF0000"/>
          <w:szCs w:val="24"/>
        </w:rPr>
      </w:pPr>
    </w:p>
    <w:p w:rsidR="006C24C0" w:rsidRDefault="006C24C0" w:rsidP="006C24C0">
      <w:pPr>
        <w:widowControl w:val="0"/>
        <w:tabs>
          <w:tab w:val="left" w:pos="4536"/>
        </w:tabs>
        <w:suppressAutoHyphens/>
        <w:jc w:val="center"/>
        <w:rPr>
          <w:b/>
          <w:bCs/>
          <w:kern w:val="2"/>
          <w:szCs w:val="24"/>
          <w:lang w:eastAsia="lt-LT"/>
        </w:rPr>
      </w:pPr>
      <w:r>
        <w:rPr>
          <w:b/>
          <w:bCs/>
          <w:kern w:val="1"/>
          <w:szCs w:val="24"/>
          <w:lang w:eastAsia="lt-LT"/>
        </w:rPr>
        <w:lastRenderedPageBreak/>
        <w:t>XX</w:t>
      </w:r>
      <w:r w:rsidR="008D4E8B">
        <w:rPr>
          <w:b/>
          <w:bCs/>
          <w:kern w:val="1"/>
          <w:szCs w:val="24"/>
          <w:lang w:eastAsia="lt-LT"/>
        </w:rPr>
        <w:t>II</w:t>
      </w:r>
      <w:r>
        <w:rPr>
          <w:b/>
          <w:bCs/>
          <w:kern w:val="1"/>
          <w:szCs w:val="24"/>
          <w:lang w:eastAsia="lt-LT"/>
        </w:rPr>
        <w:t xml:space="preserve"> SKYRIUS</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 xml:space="preserve">PASIŪLYMŲ NUSTATYTI AR PANAIKINTI GYVENAMĄSIAS VIETOVES, </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A2795E" w:rsidRDefault="00A2795E" w:rsidP="006C24C0">
      <w:pPr>
        <w:keepNext/>
        <w:tabs>
          <w:tab w:val="left" w:pos="4536"/>
        </w:tabs>
        <w:outlineLvl w:val="2"/>
        <w:rPr>
          <w:b/>
          <w:color w:val="00B0F0"/>
          <w:szCs w:val="24"/>
        </w:rPr>
      </w:pPr>
    </w:p>
    <w:p w:rsidR="006C24C0" w:rsidRDefault="000B1D2E" w:rsidP="006C24C0">
      <w:pPr>
        <w:widowControl w:val="0"/>
        <w:suppressAutoHyphens/>
        <w:ind w:firstLine="720"/>
        <w:jc w:val="both"/>
        <w:rPr>
          <w:kern w:val="1"/>
          <w:szCs w:val="24"/>
          <w:lang w:eastAsia="lt-LT"/>
        </w:rPr>
      </w:pPr>
      <w:r>
        <w:rPr>
          <w:kern w:val="1"/>
          <w:szCs w:val="24"/>
          <w:lang w:eastAsia="lt-LT"/>
        </w:rPr>
        <w:t>32</w:t>
      </w:r>
      <w:r w:rsidR="009631F5">
        <w:rPr>
          <w:kern w:val="1"/>
          <w:szCs w:val="24"/>
          <w:lang w:eastAsia="lt-LT"/>
        </w:rPr>
        <w:t>3</w:t>
      </w:r>
      <w:r w:rsidR="006C24C0">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w:t>
      </w:r>
      <w:r w:rsidR="006C24C0" w:rsidRPr="00CB4832">
        <w:rPr>
          <w:kern w:val="1"/>
          <w:szCs w:val="24"/>
          <w:lang w:eastAsia="lt-LT"/>
        </w:rPr>
        <w:t xml:space="preserve">ir </w:t>
      </w:r>
      <w:r w:rsidR="00CB4832" w:rsidRPr="001E3692">
        <w:rPr>
          <w:kern w:val="1"/>
          <w:szCs w:val="24"/>
          <w:lang w:eastAsia="lt-LT"/>
        </w:rPr>
        <w:t>S</w:t>
      </w:r>
      <w:r w:rsidR="006C24C0" w:rsidRPr="00CB4832">
        <w:rPr>
          <w:kern w:val="1"/>
          <w:szCs w:val="24"/>
          <w:lang w:eastAsia="lt-LT"/>
        </w:rPr>
        <w:t>avivaldybės institucijos</w:t>
      </w:r>
      <w:r w:rsidR="006C24C0" w:rsidRPr="00E364BA">
        <w:rPr>
          <w:kern w:val="1"/>
          <w:szCs w:val="24"/>
          <w:lang w:eastAsia="lt-LT"/>
        </w:rPr>
        <w:t>.</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6B418B">
        <w:rPr>
          <w:kern w:val="1"/>
          <w:szCs w:val="24"/>
          <w:lang w:eastAsia="lt-LT"/>
        </w:rPr>
        <w:t>2</w:t>
      </w:r>
      <w:r w:rsidR="009631F5">
        <w:rPr>
          <w:kern w:val="1"/>
          <w:szCs w:val="24"/>
          <w:lang w:eastAsia="lt-LT"/>
        </w:rPr>
        <w:t>4</w:t>
      </w:r>
      <w:r w:rsidR="006C24C0">
        <w:rPr>
          <w:kern w:val="1"/>
          <w:szCs w:val="24"/>
          <w:lang w:eastAsia="lt-LT"/>
        </w:rPr>
        <w:t>.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9631F5">
        <w:rPr>
          <w:kern w:val="1"/>
          <w:szCs w:val="24"/>
          <w:lang w:eastAsia="lt-LT"/>
        </w:rPr>
        <w:t>25</w:t>
      </w:r>
      <w:r w:rsidR="006C24C0">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6C24C0" w:rsidRDefault="009631F5" w:rsidP="006C24C0">
      <w:pPr>
        <w:widowControl w:val="0"/>
        <w:suppressAutoHyphens/>
        <w:ind w:firstLine="720"/>
        <w:jc w:val="both"/>
        <w:rPr>
          <w:kern w:val="1"/>
          <w:szCs w:val="24"/>
          <w:lang w:eastAsia="lt-LT"/>
        </w:rPr>
      </w:pPr>
      <w:r>
        <w:rPr>
          <w:kern w:val="1"/>
          <w:szCs w:val="24"/>
          <w:lang w:eastAsia="lt-LT"/>
        </w:rPr>
        <w:t>326</w:t>
      </w:r>
      <w:r w:rsidR="006C24C0">
        <w:rPr>
          <w:kern w:val="1"/>
          <w:szCs w:val="24"/>
          <w:lang w:eastAsia="lt-LT"/>
        </w:rPr>
        <w:t>.</w:t>
      </w:r>
      <w:r w:rsidR="006C24C0">
        <w:rPr>
          <w:kern w:val="1"/>
          <w:szCs w:val="24"/>
          <w:lang w:eastAsia="lt-LT"/>
        </w:rPr>
        <w:tab/>
        <w:t>Meras iniciatyvos teisę teikti pasiūlymus įgyvendina pateikdamas Savivaldybės tarybai sprendimo projektą dėl pritarimo pasiūlymams.</w:t>
      </w:r>
    </w:p>
    <w:p w:rsidR="006C24C0" w:rsidRDefault="009631F5" w:rsidP="006C24C0">
      <w:pPr>
        <w:widowControl w:val="0"/>
        <w:suppressAutoHyphens/>
        <w:ind w:firstLine="720"/>
        <w:jc w:val="both"/>
        <w:rPr>
          <w:kern w:val="1"/>
          <w:szCs w:val="24"/>
          <w:lang w:eastAsia="lt-LT"/>
        </w:rPr>
      </w:pPr>
      <w:r>
        <w:rPr>
          <w:kern w:val="1"/>
          <w:szCs w:val="24"/>
          <w:lang w:eastAsia="lt-LT"/>
        </w:rPr>
        <w:t>327</w:t>
      </w:r>
      <w:r w:rsidR="006C24C0">
        <w:rPr>
          <w:kern w:val="1"/>
          <w:szCs w:val="24"/>
          <w:lang w:eastAsia="lt-LT"/>
        </w:rPr>
        <w:t>.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6C24C0" w:rsidRDefault="009631F5" w:rsidP="006C24C0">
      <w:pPr>
        <w:widowControl w:val="0"/>
        <w:suppressAutoHyphens/>
        <w:ind w:firstLine="720"/>
        <w:jc w:val="both"/>
        <w:rPr>
          <w:kern w:val="1"/>
          <w:szCs w:val="24"/>
          <w:lang w:eastAsia="lt-LT"/>
        </w:rPr>
      </w:pPr>
      <w:r>
        <w:rPr>
          <w:kern w:val="1"/>
          <w:szCs w:val="24"/>
          <w:lang w:eastAsia="lt-LT"/>
        </w:rPr>
        <w:t>328</w:t>
      </w:r>
      <w:r w:rsidR="000B6989">
        <w:rPr>
          <w:kern w:val="1"/>
          <w:szCs w:val="24"/>
          <w:lang w:eastAsia="lt-LT"/>
        </w:rPr>
        <w:t xml:space="preserve">. </w:t>
      </w:r>
      <w:r w:rsidR="006C24C0">
        <w:rPr>
          <w:kern w:val="1"/>
          <w:szCs w:val="24"/>
          <w:lang w:eastAsia="lt-LT"/>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rsidR="008D4E8B" w:rsidRDefault="009631F5" w:rsidP="008D4E8B">
      <w:pPr>
        <w:widowControl w:val="0"/>
        <w:suppressAutoHyphens/>
        <w:ind w:firstLine="720"/>
        <w:jc w:val="both"/>
        <w:rPr>
          <w:kern w:val="1"/>
          <w:szCs w:val="24"/>
          <w:lang w:eastAsia="lt-LT"/>
        </w:rPr>
      </w:pPr>
      <w:r>
        <w:rPr>
          <w:kern w:val="1"/>
          <w:szCs w:val="24"/>
          <w:lang w:eastAsia="lt-LT"/>
        </w:rPr>
        <w:t>329</w:t>
      </w:r>
      <w:r w:rsidR="000B6989">
        <w:rPr>
          <w:kern w:val="1"/>
          <w:szCs w:val="24"/>
          <w:lang w:eastAsia="lt-LT"/>
        </w:rPr>
        <w:t>. Savivaldybės t</w:t>
      </w:r>
      <w:r w:rsidR="006C24C0">
        <w:rPr>
          <w:kern w:val="1"/>
          <w:szCs w:val="24"/>
          <w:lang w:eastAsia="lt-LT"/>
        </w:rPr>
        <w: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D4E8B" w:rsidRDefault="000B1D2E" w:rsidP="008D4E8B">
      <w:pPr>
        <w:widowControl w:val="0"/>
        <w:suppressAutoHyphens/>
        <w:ind w:firstLine="720"/>
        <w:jc w:val="both"/>
        <w:rPr>
          <w:szCs w:val="24"/>
          <w:lang w:eastAsia="lt-LT" w:bidi="lo-LA"/>
        </w:rPr>
      </w:pPr>
      <w:r>
        <w:rPr>
          <w:kern w:val="1"/>
          <w:szCs w:val="24"/>
          <w:lang w:eastAsia="lt-LT"/>
        </w:rPr>
        <w:t>33</w:t>
      </w:r>
      <w:r w:rsidR="009631F5">
        <w:rPr>
          <w:kern w:val="1"/>
          <w:szCs w:val="24"/>
          <w:lang w:eastAsia="lt-LT"/>
        </w:rPr>
        <w:t>0</w:t>
      </w:r>
      <w:r w:rsidR="000B6989">
        <w:rPr>
          <w:kern w:val="1"/>
          <w:szCs w:val="24"/>
          <w:lang w:eastAsia="lt-LT"/>
        </w:rPr>
        <w:t>.</w:t>
      </w:r>
      <w:r w:rsidR="006C24C0">
        <w:rPr>
          <w:kern w:val="1"/>
          <w:szCs w:val="24"/>
          <w:lang w:eastAsia="lt-LT"/>
        </w:rPr>
        <w:t xml:space="preserve"> Įsigaliojus </w:t>
      </w:r>
      <w:r w:rsidR="000B6989">
        <w:rPr>
          <w:kern w:val="1"/>
          <w:szCs w:val="24"/>
          <w:lang w:eastAsia="lt-LT"/>
        </w:rPr>
        <w:t>Savivaldybės t</w:t>
      </w:r>
      <w:r w:rsidR="006C24C0">
        <w:rPr>
          <w:kern w:val="1"/>
          <w:szCs w:val="24"/>
          <w:lang w:eastAsia="lt-LT"/>
        </w:rPr>
        <w:t>arybos sprendimui dėl pritarimo pasiūlymams</w:t>
      </w:r>
      <w:r w:rsidR="008D4E8B">
        <w:rPr>
          <w:kern w:val="1"/>
          <w:szCs w:val="24"/>
          <w:lang w:eastAsia="lt-LT"/>
        </w:rPr>
        <w:t xml:space="preserve">, Savivaldybės vykdomoji institucija </w:t>
      </w:r>
      <w:r w:rsidR="008D4E8B">
        <w:rPr>
          <w:szCs w:val="24"/>
          <w:lang w:eastAsia="lt-LT" w:bidi="lo-LA"/>
        </w:rPr>
        <w:t xml:space="preserve">paskelbia Savivaldybės interneto svetainėje konsultavimosi vietą, laiką ir jo laikotarpį.  </w:t>
      </w:r>
    </w:p>
    <w:p w:rsidR="006B418B" w:rsidRDefault="006B418B" w:rsidP="008D4E8B">
      <w:pPr>
        <w:widowControl w:val="0"/>
        <w:suppressAutoHyphens/>
        <w:ind w:firstLine="720"/>
        <w:jc w:val="both"/>
        <w:rPr>
          <w:b/>
          <w:color w:val="00B0F0"/>
          <w:szCs w:val="24"/>
        </w:rPr>
      </w:pPr>
    </w:p>
    <w:p w:rsidR="008D4E8B" w:rsidRDefault="008D4E8B" w:rsidP="008D4E8B">
      <w:pPr>
        <w:widowControl w:val="0"/>
        <w:tabs>
          <w:tab w:val="left" w:pos="4536"/>
        </w:tabs>
        <w:suppressAutoHyphens/>
        <w:jc w:val="center"/>
        <w:rPr>
          <w:b/>
          <w:bCs/>
          <w:kern w:val="2"/>
          <w:szCs w:val="24"/>
          <w:lang w:eastAsia="lt-LT"/>
        </w:rPr>
      </w:pPr>
      <w:r>
        <w:rPr>
          <w:b/>
          <w:bCs/>
          <w:kern w:val="1"/>
          <w:szCs w:val="24"/>
          <w:lang w:eastAsia="lt-LT"/>
        </w:rPr>
        <w:t>XXII SKYRIUS</w:t>
      </w:r>
    </w:p>
    <w:p w:rsidR="00ED26CE" w:rsidRPr="008D4E8B" w:rsidRDefault="00ED26CE" w:rsidP="00ED26CE">
      <w:pPr>
        <w:shd w:val="clear" w:color="auto" w:fill="FFFFFF"/>
        <w:tabs>
          <w:tab w:val="left" w:pos="1142"/>
        </w:tabs>
        <w:jc w:val="center"/>
        <w:rPr>
          <w:rFonts w:eastAsia="Lucida Sans Unicode"/>
          <w:b/>
          <w:kern w:val="1"/>
          <w:szCs w:val="24"/>
        </w:rPr>
      </w:pPr>
      <w:r w:rsidRPr="008D4E8B">
        <w:rPr>
          <w:rFonts w:eastAsia="Lucida Sans Unicode"/>
          <w:b/>
          <w:kern w:val="1"/>
          <w:szCs w:val="24"/>
        </w:rPr>
        <w:t>BAIGIAMOSIOS NUOSTATOS</w:t>
      </w:r>
    </w:p>
    <w:p w:rsidR="008D4E8B" w:rsidRDefault="008D4E8B" w:rsidP="00ED26CE">
      <w:pPr>
        <w:tabs>
          <w:tab w:val="left" w:pos="0"/>
        </w:tabs>
        <w:ind w:firstLine="720"/>
        <w:jc w:val="both"/>
        <w:rPr>
          <w:color w:val="00B0F0"/>
          <w:szCs w:val="24"/>
        </w:rPr>
      </w:pPr>
    </w:p>
    <w:p w:rsidR="00326CFA" w:rsidRDefault="000B1D2E" w:rsidP="00ED26CE">
      <w:pPr>
        <w:tabs>
          <w:tab w:val="left" w:pos="0"/>
        </w:tabs>
        <w:ind w:firstLine="720"/>
        <w:jc w:val="both"/>
        <w:rPr>
          <w:szCs w:val="24"/>
        </w:rPr>
      </w:pPr>
      <w:r>
        <w:rPr>
          <w:szCs w:val="24"/>
        </w:rPr>
        <w:t>33</w:t>
      </w:r>
      <w:r w:rsidR="009631F5">
        <w:rPr>
          <w:szCs w:val="24"/>
        </w:rPr>
        <w:t>1</w:t>
      </w:r>
      <w:r w:rsidR="00ED26CE" w:rsidRPr="008D4E8B">
        <w:rPr>
          <w:szCs w:val="24"/>
        </w:rPr>
        <w:t xml:space="preserve">. Pasikeitus </w:t>
      </w:r>
      <w:r w:rsidR="00074DE5">
        <w:rPr>
          <w:szCs w:val="24"/>
        </w:rPr>
        <w:t>Vietos savivaldos į</w:t>
      </w:r>
      <w:r w:rsidR="00ED26CE" w:rsidRPr="008D4E8B">
        <w:rPr>
          <w:szCs w:val="24"/>
        </w:rPr>
        <w:t>statymui, Reglamento normos taikomos tiek, kiek neprieštarauja Įstatymui.</w:t>
      </w:r>
    </w:p>
    <w:p w:rsidR="00FF6B90" w:rsidRDefault="00FF6B90" w:rsidP="00ED26CE">
      <w:pPr>
        <w:tabs>
          <w:tab w:val="left" w:pos="0"/>
        </w:tabs>
        <w:ind w:firstLine="720"/>
        <w:jc w:val="both"/>
        <w:rPr>
          <w:szCs w:val="24"/>
        </w:rPr>
      </w:pPr>
    </w:p>
    <w:p w:rsidR="00FF6B90" w:rsidRDefault="00FF6B90" w:rsidP="00FF6B90">
      <w:pPr>
        <w:tabs>
          <w:tab w:val="left" w:pos="0"/>
        </w:tabs>
        <w:ind w:firstLine="720"/>
        <w:jc w:val="center"/>
        <w:rPr>
          <w:szCs w:val="24"/>
        </w:rPr>
      </w:pPr>
      <w:r>
        <w:rPr>
          <w:szCs w:val="24"/>
        </w:rPr>
        <w:t>______________________</w:t>
      </w:r>
    </w:p>
    <w:p w:rsidR="00326CFA" w:rsidRDefault="00326CFA">
      <w:pPr>
        <w:rPr>
          <w:szCs w:val="24"/>
        </w:rPr>
      </w:pPr>
      <w:r>
        <w:rPr>
          <w:szCs w:val="24"/>
        </w:rPr>
        <w:br w:type="page"/>
      </w:r>
    </w:p>
    <w:p w:rsidR="00886AC2" w:rsidRDefault="00886AC2" w:rsidP="00886AC2">
      <w:pPr>
        <w:ind w:left="5760" w:firstLine="720"/>
        <w:rPr>
          <w:szCs w:val="24"/>
        </w:rPr>
      </w:pPr>
      <w:r>
        <w:rPr>
          <w:szCs w:val="24"/>
        </w:rPr>
        <w:lastRenderedPageBreak/>
        <w:t>Plungės rajono savivaldybės</w:t>
      </w:r>
    </w:p>
    <w:p w:rsidR="00886AC2" w:rsidRDefault="00886AC2" w:rsidP="00886AC2">
      <w:pPr>
        <w:ind w:firstLine="6480"/>
        <w:rPr>
          <w:szCs w:val="24"/>
        </w:rPr>
      </w:pPr>
      <w:r>
        <w:rPr>
          <w:szCs w:val="24"/>
        </w:rPr>
        <w:t>tarybos veiklos reglamento</w:t>
      </w:r>
    </w:p>
    <w:p w:rsidR="00886AC2" w:rsidRDefault="00886AC2" w:rsidP="00886AC2">
      <w:pPr>
        <w:ind w:firstLine="6480"/>
        <w:rPr>
          <w:szCs w:val="24"/>
        </w:rPr>
      </w:pPr>
      <w:r>
        <w:rPr>
          <w:szCs w:val="24"/>
        </w:rPr>
        <w:t xml:space="preserve">1 priedas </w:t>
      </w:r>
    </w:p>
    <w:p w:rsidR="00D1346C" w:rsidRDefault="00D1346C" w:rsidP="00D1346C">
      <w:pPr>
        <w:jc w:val="center"/>
        <w:rPr>
          <w:sz w:val="18"/>
          <w:szCs w:val="18"/>
          <w:lang w:eastAsia="my-MM" w:bidi="my-MM"/>
        </w:rPr>
      </w:pPr>
    </w:p>
    <w:p w:rsidR="00D1346C" w:rsidRDefault="00D1346C" w:rsidP="00D1346C">
      <w:pPr>
        <w:jc w:val="center"/>
        <w:rPr>
          <w:sz w:val="18"/>
          <w:szCs w:val="18"/>
          <w:lang w:eastAsia="my-MM" w:bidi="my-MM"/>
        </w:rPr>
      </w:pPr>
      <w:r>
        <w:rPr>
          <w:sz w:val="18"/>
          <w:szCs w:val="18"/>
          <w:lang w:eastAsia="my-MM" w:bidi="my-MM"/>
        </w:rPr>
        <w:t>(skyriaus, rengusio projektą, ar kito rengėjo pavadinimas)</w:t>
      </w:r>
    </w:p>
    <w:p w:rsidR="00D1346C" w:rsidRPr="006975E2" w:rsidRDefault="00D1346C" w:rsidP="00D1346C">
      <w:pPr>
        <w:jc w:val="center"/>
        <w:rPr>
          <w:b/>
        </w:rPr>
      </w:pPr>
    </w:p>
    <w:p w:rsidR="00D1346C" w:rsidRPr="006975E2" w:rsidRDefault="00D1346C" w:rsidP="00D1346C">
      <w:pPr>
        <w:jc w:val="center"/>
        <w:rPr>
          <w:b/>
        </w:rPr>
      </w:pPr>
      <w:r w:rsidRPr="006975E2">
        <w:rPr>
          <w:b/>
        </w:rPr>
        <w:t>AIŠKINAMASIS RAŠTAS</w:t>
      </w:r>
    </w:p>
    <w:p w:rsidR="00D1346C" w:rsidRPr="006975E2" w:rsidRDefault="00D1346C" w:rsidP="00D1346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1346C" w:rsidRPr="006975E2" w:rsidTr="00223B8D">
        <w:tc>
          <w:tcPr>
            <w:tcW w:w="9854" w:type="dxa"/>
            <w:shd w:val="clear" w:color="auto" w:fill="auto"/>
          </w:tcPr>
          <w:p w:rsidR="00D1346C" w:rsidRPr="002356F5" w:rsidRDefault="00D1346C" w:rsidP="00223B8D">
            <w:pPr>
              <w:jc w:val="center"/>
              <w:rPr>
                <w:b/>
                <w:caps/>
              </w:rPr>
            </w:pPr>
            <w:r>
              <w:rPr>
                <w:b/>
                <w:caps/>
              </w:rPr>
              <w:t xml:space="preserve">„                     </w:t>
            </w:r>
            <w:r w:rsidRPr="002356F5">
              <w:rPr>
                <w:b/>
                <w:caps/>
              </w:rPr>
              <w:t>“</w:t>
            </w:r>
          </w:p>
          <w:p w:rsidR="00D1346C" w:rsidRPr="006975E2" w:rsidRDefault="00C41A14" w:rsidP="00C41A14">
            <w:pPr>
              <w:jc w:val="center"/>
              <w:rPr>
                <w:b/>
                <w:caps/>
              </w:rPr>
            </w:pPr>
            <w:r>
              <w:rPr>
                <w:rFonts w:eastAsia="Lucida Sans Unicode"/>
                <w:kern w:val="2"/>
                <w:sz w:val="18"/>
                <w:szCs w:val="18"/>
              </w:rPr>
              <w:t xml:space="preserve">(sprendimo </w:t>
            </w:r>
            <w:r w:rsidR="00D1346C">
              <w:rPr>
                <w:rFonts w:eastAsia="Lucida Sans Unicode"/>
                <w:kern w:val="2"/>
                <w:sz w:val="18"/>
                <w:szCs w:val="18"/>
              </w:rPr>
              <w:t>pavadinimas)</w:t>
            </w:r>
          </w:p>
        </w:tc>
      </w:tr>
      <w:tr w:rsidR="00D1346C" w:rsidRPr="002E25C0" w:rsidTr="00223B8D">
        <w:tc>
          <w:tcPr>
            <w:tcW w:w="9854" w:type="dxa"/>
            <w:shd w:val="clear" w:color="auto" w:fill="auto"/>
          </w:tcPr>
          <w:p w:rsidR="00D1346C" w:rsidRDefault="00D1346C" w:rsidP="00223B8D">
            <w:pPr>
              <w:jc w:val="center"/>
            </w:pPr>
          </w:p>
          <w:p w:rsidR="00D1346C" w:rsidRDefault="00D1346C" w:rsidP="00223B8D">
            <w:pPr>
              <w:jc w:val="center"/>
            </w:pPr>
            <w:r>
              <w:t>202      m.                d.</w:t>
            </w:r>
            <w:r w:rsidRPr="002E25C0">
              <w:t xml:space="preserve"> </w:t>
            </w:r>
          </w:p>
          <w:p w:rsidR="00D1346C" w:rsidRPr="002E25C0" w:rsidRDefault="00D1346C" w:rsidP="00223B8D">
            <w:pPr>
              <w:jc w:val="center"/>
            </w:pPr>
            <w:r w:rsidRPr="002E25C0">
              <w:t>Plungė</w:t>
            </w:r>
          </w:p>
        </w:tc>
      </w:tr>
    </w:tbl>
    <w:p w:rsidR="00D1346C" w:rsidRDefault="00D1346C" w:rsidP="00D1346C"/>
    <w:p w:rsidR="00D1346C" w:rsidRPr="00DD2DFD" w:rsidRDefault="00DD2DFD" w:rsidP="00D6416C">
      <w:pPr>
        <w:autoSpaceDE w:val="0"/>
        <w:autoSpaceDN w:val="0"/>
        <w:adjustRightInd w:val="0"/>
        <w:ind w:firstLine="720"/>
        <w:jc w:val="both"/>
        <w:rPr>
          <w:rFonts w:eastAsia="TimesNewRomanPSMT"/>
          <w:color w:val="7030A0"/>
          <w:szCs w:val="24"/>
        </w:rPr>
      </w:pPr>
      <w:r>
        <w:rPr>
          <w:b/>
        </w:rPr>
        <w:t xml:space="preserve">1. </w:t>
      </w:r>
      <w:r w:rsidR="00D1346C" w:rsidRPr="00DD2DFD">
        <w:rPr>
          <w:b/>
        </w:rPr>
        <w:t>Parengto sprendimo projekto tikslai, uždaviniai.</w:t>
      </w:r>
    </w:p>
    <w:p w:rsidR="00D1346C" w:rsidRPr="00D1346C" w:rsidRDefault="00D1346C" w:rsidP="00D6416C">
      <w:pPr>
        <w:pStyle w:val="Sraopastraipa"/>
        <w:autoSpaceDE w:val="0"/>
        <w:autoSpaceDN w:val="0"/>
        <w:adjustRightInd w:val="0"/>
        <w:ind w:left="0" w:firstLine="720"/>
        <w:jc w:val="both"/>
        <w:rPr>
          <w:rFonts w:eastAsia="TimesNewRomanPSMT"/>
          <w:color w:val="7030A0"/>
          <w:szCs w:val="24"/>
        </w:rPr>
      </w:pPr>
    </w:p>
    <w:p w:rsidR="00D1346C" w:rsidRDefault="00D1346C" w:rsidP="00D6416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1346C" w:rsidRDefault="00D1346C" w:rsidP="00D6416C">
      <w:pPr>
        <w:autoSpaceDE w:val="0"/>
        <w:autoSpaceDN w:val="0"/>
        <w:adjustRightInd w:val="0"/>
        <w:ind w:firstLine="720"/>
        <w:jc w:val="both"/>
        <w:rPr>
          <w:rFonts w:eastAsia="TimesNewRomanPSMT"/>
          <w:b/>
          <w:szCs w:val="24"/>
        </w:rPr>
      </w:pPr>
    </w:p>
    <w:p w:rsidR="00D1346C" w:rsidRDefault="00D1346C" w:rsidP="00D6416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D1346C" w:rsidRDefault="00D1346C" w:rsidP="00D6416C">
      <w:pPr>
        <w:ind w:firstLine="720"/>
        <w:jc w:val="both"/>
        <w:rPr>
          <w:b/>
        </w:rPr>
      </w:pPr>
    </w:p>
    <w:p w:rsidR="00D1346C" w:rsidRDefault="00D1346C" w:rsidP="00D6416C">
      <w:pPr>
        <w:ind w:firstLine="720"/>
        <w:jc w:val="both"/>
        <w:rPr>
          <w:b/>
        </w:rPr>
      </w:pPr>
      <w:r>
        <w:rPr>
          <w:rFonts w:eastAsia="TimesNewRomanPSMT"/>
          <w:b/>
          <w:szCs w:val="24"/>
        </w:rPr>
        <w:t xml:space="preserve">4. </w:t>
      </w:r>
      <w:r w:rsidR="00650E8C">
        <w:rPr>
          <w:b/>
        </w:rPr>
        <w:t>Lėšų poreikis ir finansavimo šaltiniai</w:t>
      </w:r>
      <w:r w:rsidRPr="00A035DD">
        <w:rPr>
          <w:b/>
        </w:rPr>
        <w:t>.</w:t>
      </w:r>
    </w:p>
    <w:p w:rsidR="00650E8C" w:rsidRDefault="00650E8C" w:rsidP="00D6416C">
      <w:pPr>
        <w:ind w:firstLine="720"/>
        <w:jc w:val="both"/>
        <w:rPr>
          <w:b/>
        </w:rPr>
      </w:pPr>
    </w:p>
    <w:p w:rsidR="00650E8C" w:rsidRPr="00CF2CE8" w:rsidRDefault="00650E8C" w:rsidP="00D6416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650E8C" w:rsidRDefault="00650E8C" w:rsidP="00D6416C">
      <w:pPr>
        <w:ind w:firstLine="720"/>
        <w:jc w:val="both"/>
        <w:rPr>
          <w:b/>
        </w:rPr>
      </w:pPr>
    </w:p>
    <w:p w:rsidR="00650E8C" w:rsidRPr="00650E8C" w:rsidRDefault="00650E8C" w:rsidP="00D6416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50E8C" w:rsidRDefault="00650E8C" w:rsidP="00D6416C">
      <w:pPr>
        <w:ind w:firstLine="720"/>
        <w:jc w:val="both"/>
        <w:rPr>
          <w:b/>
        </w:rPr>
      </w:pPr>
    </w:p>
    <w:p w:rsidR="00D1346C" w:rsidRPr="00D1346C" w:rsidRDefault="00650E8C" w:rsidP="00D6416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1346C" w:rsidRPr="00650E8C" w:rsidRDefault="00D1346C" w:rsidP="00D6416C">
      <w:pPr>
        <w:ind w:firstLine="720"/>
        <w:jc w:val="both"/>
        <w:rPr>
          <w:b/>
        </w:rPr>
      </w:pPr>
    </w:p>
    <w:p w:rsidR="00D1346C" w:rsidRDefault="00D1346C" w:rsidP="00D641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10. Kam (institucijoms, skyriams, organizacijoms ir t. t.) patvirtintas sprendimas turi būti išsiųstas. </w:t>
      </w:r>
    </w:p>
    <w:p w:rsidR="00D1346C" w:rsidRDefault="00D1346C" w:rsidP="00D6416C">
      <w:pPr>
        <w:ind w:firstLine="720"/>
        <w:jc w:val="both"/>
        <w:rPr>
          <w:b/>
        </w:rPr>
      </w:pPr>
    </w:p>
    <w:p w:rsidR="00D1346C" w:rsidRDefault="00D1346C" w:rsidP="00D641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50E8C" w:rsidRDefault="00650E8C" w:rsidP="00D6416C">
      <w:pPr>
        <w:ind w:firstLine="720"/>
        <w:jc w:val="both"/>
        <w:rPr>
          <w:b/>
        </w:rPr>
      </w:pPr>
    </w:p>
    <w:p w:rsidR="00D1346C" w:rsidRPr="006B0A1C" w:rsidRDefault="00D1346C" w:rsidP="00D641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346C" w:rsidRPr="007D4B69" w:rsidTr="00223B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1346C" w:rsidRPr="007D4B69" w:rsidRDefault="00D1346C" w:rsidP="00223B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1346C" w:rsidRPr="007D4B69" w:rsidTr="00223B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Neigiamas poveikis</w:t>
            </w: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bl>
    <w:p w:rsidR="00D1346C" w:rsidRDefault="00D1346C" w:rsidP="00D1346C">
      <w:pPr>
        <w:widowControl w:val="0"/>
        <w:jc w:val="both"/>
        <w:rPr>
          <w:rFonts w:eastAsia="Lucida Sans Unicode"/>
          <w:kern w:val="1"/>
          <w:lang w:bidi="lo-LA"/>
        </w:rPr>
      </w:pPr>
    </w:p>
    <w:p w:rsidR="00D1346C" w:rsidRDefault="00D1346C" w:rsidP="00D134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1346C" w:rsidRDefault="00D1346C" w:rsidP="00D1346C">
      <w:pPr>
        <w:widowControl w:val="0"/>
        <w:jc w:val="both"/>
        <w:rPr>
          <w:rFonts w:eastAsia="Lucida Sans Unicode"/>
          <w:kern w:val="2"/>
        </w:rPr>
      </w:pPr>
    </w:p>
    <w:p w:rsidR="00CB4832" w:rsidRDefault="00CB4832" w:rsidP="00D1346C">
      <w:pPr>
        <w:widowControl w:val="0"/>
        <w:jc w:val="both"/>
        <w:rPr>
          <w:rFonts w:eastAsia="Lucida Sans Unicode"/>
          <w:kern w:val="2"/>
        </w:rPr>
      </w:pPr>
    </w:p>
    <w:p w:rsidR="00D1346C" w:rsidRDefault="00D1346C" w:rsidP="00D1346C">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1346C" w:rsidRDefault="00D1346C" w:rsidP="00D1346C">
      <w:pPr>
        <w:widowControl w:val="0"/>
        <w:jc w:val="both"/>
        <w:rPr>
          <w:rFonts w:eastAsia="Lucida Sans Unicode" w:cs="Tahoma"/>
          <w:b/>
          <w:bCs/>
        </w:rPr>
      </w:pPr>
      <w:r>
        <w:rPr>
          <w:rFonts w:eastAsia="Lucida Sans Unicode" w:cs="Tahoma"/>
          <w:b/>
          <w:bCs/>
        </w:rPr>
        <w:t xml:space="preserve">____________________________                 </w:t>
      </w:r>
      <w:r w:rsidR="009D3DAD">
        <w:rPr>
          <w:rFonts w:eastAsia="Lucida Sans Unicode" w:cs="Tahoma"/>
          <w:b/>
          <w:bCs/>
        </w:rPr>
        <w:t xml:space="preserve">                        </w:t>
      </w:r>
      <w:r>
        <w:rPr>
          <w:rFonts w:eastAsia="Lucida Sans Unicode" w:cs="Tahoma"/>
          <w:b/>
          <w:bCs/>
        </w:rPr>
        <w:t xml:space="preserve"> ____________________     </w:t>
      </w:r>
    </w:p>
    <w:p w:rsidR="00D1346C" w:rsidRDefault="00D1346C" w:rsidP="00D1346C">
      <w:pPr>
        <w:widowControl w:val="0"/>
        <w:jc w:val="both"/>
      </w:pPr>
      <w:r>
        <w:rPr>
          <w:rFonts w:eastAsia="Lucida Sans Unicode" w:cs="Tahoma"/>
          <w:b/>
          <w:bCs/>
        </w:rPr>
        <w:t xml:space="preserve">                      </w:t>
      </w:r>
      <w:r>
        <w:rPr>
          <w:rFonts w:eastAsia="Lucida Sans Unicode" w:cs="Tahoma"/>
          <w:bCs/>
          <w:sz w:val="18"/>
          <w:szCs w:val="18"/>
        </w:rPr>
        <w:t xml:space="preserve">(pareigos)                                                             </w:t>
      </w:r>
      <w:r w:rsidR="009D3DAD">
        <w:rPr>
          <w:rFonts w:eastAsia="Lucida Sans Unicode" w:cs="Tahoma"/>
          <w:bCs/>
          <w:sz w:val="18"/>
          <w:szCs w:val="18"/>
        </w:rPr>
        <w:t xml:space="preserve">                              </w:t>
      </w:r>
      <w:r>
        <w:rPr>
          <w:rFonts w:eastAsia="Lucida Sans Unicode" w:cs="Tahoma"/>
          <w:bCs/>
          <w:sz w:val="18"/>
          <w:szCs w:val="18"/>
        </w:rPr>
        <w:t xml:space="preserve">       (vardas, pavardė)</w:t>
      </w:r>
    </w:p>
    <w:p w:rsidR="00D1346C" w:rsidRDefault="00D1346C" w:rsidP="00D1346C"/>
    <w:p w:rsidR="00D1346C" w:rsidRDefault="00D1346C" w:rsidP="00D1346C">
      <w:pPr>
        <w:ind w:firstLine="720"/>
        <w:jc w:val="both"/>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733E1B" w:rsidRDefault="00886AC2" w:rsidP="00C41A14">
      <w:pPr>
        <w:jc w:val="center"/>
        <w:rPr>
          <w:szCs w:val="24"/>
        </w:rPr>
      </w:pPr>
      <w:r>
        <w:rPr>
          <w:szCs w:val="24"/>
        </w:rPr>
        <w:br w:type="page"/>
      </w:r>
    </w:p>
    <w:p w:rsidR="00130EA7" w:rsidRPr="00130EA7" w:rsidRDefault="00130EA7" w:rsidP="00130EA7">
      <w:pPr>
        <w:tabs>
          <w:tab w:val="right" w:pos="9638"/>
        </w:tabs>
        <w:ind w:left="5760" w:firstLine="720"/>
        <w:rPr>
          <w:szCs w:val="24"/>
        </w:rPr>
      </w:pPr>
      <w:r w:rsidRPr="00130EA7">
        <w:rPr>
          <w:szCs w:val="24"/>
        </w:rPr>
        <w:lastRenderedPageBreak/>
        <w:t>Plungės rajono savivaldybės</w:t>
      </w:r>
      <w:r w:rsidRPr="00130EA7">
        <w:rPr>
          <w:szCs w:val="24"/>
        </w:rPr>
        <w:tab/>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2 priedas </w:t>
      </w:r>
    </w:p>
    <w:p w:rsidR="00130EA7" w:rsidRPr="00130EA7" w:rsidRDefault="00130EA7" w:rsidP="00130EA7">
      <w:pPr>
        <w:rPr>
          <w:szCs w:val="24"/>
        </w:rPr>
      </w:pPr>
    </w:p>
    <w:p w:rsidR="00130EA7" w:rsidRPr="00130EA7" w:rsidRDefault="00130EA7" w:rsidP="00130EA7">
      <w:pPr>
        <w:rPr>
          <w:b/>
        </w:rPr>
      </w:pPr>
    </w:p>
    <w:p w:rsidR="00130EA7" w:rsidRPr="00130EA7" w:rsidRDefault="00130EA7" w:rsidP="00130EA7">
      <w:pPr>
        <w:ind w:firstLine="720"/>
        <w:jc w:val="center"/>
        <w:rPr>
          <w:b/>
        </w:rPr>
      </w:pPr>
      <w:r w:rsidRPr="00130EA7">
        <w:rPr>
          <w:b/>
        </w:rPr>
        <w:t>PLUNGĖS RAJONO SAVIVALDYBĖS TARYBOS NARIO (-ĖS)</w:t>
      </w:r>
    </w:p>
    <w:p w:rsidR="00130EA7" w:rsidRPr="00130EA7" w:rsidRDefault="00130EA7" w:rsidP="00130EA7">
      <w:pPr>
        <w:ind w:firstLine="720"/>
        <w:jc w:val="center"/>
        <w:rPr>
          <w:b/>
        </w:rPr>
      </w:pPr>
    </w:p>
    <w:p w:rsidR="00130EA7" w:rsidRPr="00130EA7" w:rsidRDefault="00130EA7" w:rsidP="00130EA7">
      <w:pPr>
        <w:ind w:firstLine="720"/>
        <w:jc w:val="center"/>
        <w:rPr>
          <w:b/>
          <w:szCs w:val="24"/>
        </w:rPr>
      </w:pPr>
    </w:p>
    <w:p w:rsidR="00130EA7" w:rsidRPr="00130EA7" w:rsidRDefault="00130EA7" w:rsidP="00130EA7">
      <w:pPr>
        <w:ind w:firstLine="720"/>
        <w:jc w:val="center"/>
        <w:rPr>
          <w:sz w:val="20"/>
        </w:rPr>
      </w:pPr>
      <w:r w:rsidRPr="00130EA7">
        <w:rPr>
          <w:sz w:val="20"/>
        </w:rPr>
        <w:t>--------------------------------------------------------------------------------</w:t>
      </w:r>
    </w:p>
    <w:p w:rsidR="00130EA7" w:rsidRPr="00130EA7" w:rsidRDefault="00130EA7" w:rsidP="00130EA7">
      <w:pPr>
        <w:ind w:firstLine="720"/>
        <w:jc w:val="center"/>
        <w:rPr>
          <w:szCs w:val="24"/>
        </w:rPr>
      </w:pPr>
      <w:r w:rsidRPr="00130EA7">
        <w:rPr>
          <w:szCs w:val="24"/>
        </w:rPr>
        <w:t>(vardas, pavardė)</w:t>
      </w:r>
    </w:p>
    <w:p w:rsidR="00130EA7" w:rsidRPr="00130EA7" w:rsidRDefault="00130EA7" w:rsidP="00130EA7">
      <w:pPr>
        <w:ind w:firstLine="720"/>
        <w:jc w:val="center"/>
        <w:rPr>
          <w:szCs w:val="24"/>
        </w:rPr>
      </w:pPr>
    </w:p>
    <w:p w:rsidR="00130EA7" w:rsidRPr="00130EA7" w:rsidRDefault="00130EA7" w:rsidP="00130EA7">
      <w:pPr>
        <w:ind w:firstLine="720"/>
        <w:jc w:val="center"/>
        <w:rPr>
          <w:sz w:val="20"/>
        </w:rPr>
      </w:pPr>
    </w:p>
    <w:p w:rsidR="00130EA7" w:rsidRPr="00130EA7" w:rsidRDefault="00130EA7" w:rsidP="00130EA7">
      <w:pPr>
        <w:jc w:val="both"/>
      </w:pPr>
      <w:r w:rsidRPr="00130EA7">
        <w:t>Savivaldybės merui</w:t>
      </w:r>
    </w:p>
    <w:p w:rsidR="00130EA7" w:rsidRPr="00130EA7" w:rsidRDefault="00130EA7" w:rsidP="00130EA7">
      <w:pPr>
        <w:ind w:firstLine="720"/>
        <w:jc w:val="center"/>
      </w:pPr>
    </w:p>
    <w:p w:rsidR="00130EA7" w:rsidRPr="00130EA7" w:rsidRDefault="00130EA7" w:rsidP="00130EA7"/>
    <w:p w:rsidR="00130EA7" w:rsidRPr="00130EA7" w:rsidRDefault="00130EA7" w:rsidP="00130EA7">
      <w:pPr>
        <w:ind w:firstLine="720"/>
        <w:jc w:val="center"/>
        <w:rPr>
          <w:b/>
        </w:rPr>
      </w:pPr>
      <w:r w:rsidRPr="00130EA7">
        <w:rPr>
          <w:b/>
        </w:rPr>
        <w:t>PRAŠYMAS</w:t>
      </w:r>
    </w:p>
    <w:p w:rsidR="00130EA7" w:rsidRPr="00130EA7" w:rsidRDefault="00130EA7" w:rsidP="00130EA7">
      <w:pPr>
        <w:ind w:firstLine="720"/>
        <w:jc w:val="center"/>
        <w:rPr>
          <w:b/>
        </w:rPr>
      </w:pPr>
    </w:p>
    <w:p w:rsidR="00130EA7" w:rsidRPr="00130EA7" w:rsidRDefault="00130EA7" w:rsidP="00130EA7">
      <w:pPr>
        <w:ind w:firstLine="720"/>
        <w:jc w:val="center"/>
      </w:pPr>
      <w:r w:rsidRPr="00130EA7">
        <w:t xml:space="preserve">20...   -            -     </w:t>
      </w:r>
    </w:p>
    <w:p w:rsidR="00130EA7" w:rsidRPr="00130EA7" w:rsidRDefault="00130EA7" w:rsidP="00130EA7">
      <w:pPr>
        <w:ind w:firstLine="720"/>
        <w:jc w:val="center"/>
      </w:pPr>
    </w:p>
    <w:p w:rsidR="00130EA7" w:rsidRPr="00130EA7" w:rsidRDefault="00130EA7" w:rsidP="00130EA7">
      <w:pPr>
        <w:ind w:firstLine="720"/>
        <w:jc w:val="center"/>
      </w:pPr>
    </w:p>
    <w:p w:rsidR="00130EA7" w:rsidRPr="00130EA7" w:rsidRDefault="00130EA7" w:rsidP="00130EA7">
      <w:pPr>
        <w:spacing w:line="360" w:lineRule="auto"/>
        <w:ind w:firstLine="720"/>
        <w:jc w:val="both"/>
      </w:pPr>
      <w:r w:rsidRPr="00130EA7">
        <w:t>Pažymiu, kad pagrindinėje darbovietėje                                                                  negaunu atlyginimo už laiką, praleistą tarybos, tarybos komitetų, komisijų, kolegijos posėdžiuose, taip pat už laiką, praleistą vykdant kitas tarybos nario pareigas.</w:t>
      </w:r>
    </w:p>
    <w:p w:rsidR="00130EA7" w:rsidRPr="00130EA7" w:rsidRDefault="00130EA7" w:rsidP="00130EA7">
      <w:pPr>
        <w:spacing w:line="360" w:lineRule="auto"/>
        <w:ind w:firstLine="720"/>
        <w:jc w:val="both"/>
      </w:pPr>
      <w:r w:rsidRPr="00130EA7">
        <w:t xml:space="preserve">Prašau man priklausantį atlyginimą už darbą Plungės rajono savivaldybės taryboje pervesti į sąskaitą Nr. LT_______________________________________, esančią________________ banke. </w:t>
      </w:r>
    </w:p>
    <w:p w:rsidR="00130EA7" w:rsidRPr="00130EA7" w:rsidRDefault="00130EA7" w:rsidP="00130EA7">
      <w:pPr>
        <w:spacing w:line="360" w:lineRule="auto"/>
        <w:ind w:firstLine="720"/>
        <w:jc w:val="both"/>
      </w:pPr>
      <w:r w:rsidRPr="00130EA7">
        <w:t>PRIDEDAMA. (darbovietės pažyma)</w:t>
      </w:r>
    </w:p>
    <w:p w:rsidR="00130EA7" w:rsidRPr="00130EA7" w:rsidRDefault="00130EA7" w:rsidP="00130EA7">
      <w:pPr>
        <w:spacing w:line="360" w:lineRule="auto"/>
        <w:ind w:firstLine="720"/>
        <w:jc w:val="both"/>
      </w:pPr>
    </w:p>
    <w:p w:rsidR="00130EA7" w:rsidRPr="00130EA7" w:rsidRDefault="00130EA7" w:rsidP="00130EA7">
      <w:pPr>
        <w:ind w:firstLine="720"/>
        <w:jc w:val="both"/>
      </w:pP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ab/>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7A54A3" w:rsidP="007A54A3">
      <w:pPr>
        <w:tabs>
          <w:tab w:val="center" w:pos="7339"/>
        </w:tabs>
        <w:rPr>
          <w:rFonts w:ascii="Arial" w:hAnsi="Arial" w:cs="Arial"/>
          <w:spacing w:val="2"/>
          <w:sz w:val="23"/>
          <w:szCs w:val="23"/>
          <w:shd w:val="clear" w:color="auto" w:fill="FFFFFF"/>
        </w:rPr>
      </w:pPr>
      <w:r>
        <w:rPr>
          <w:spacing w:val="2"/>
          <w:szCs w:val="24"/>
          <w:shd w:val="clear" w:color="auto" w:fill="FFFFFF"/>
        </w:rPr>
        <w:t xml:space="preserve">                                                                                  </w:t>
      </w:r>
      <w:r w:rsidR="00130EA7" w:rsidRPr="00130EA7">
        <w:rPr>
          <w:spacing w:val="2"/>
          <w:szCs w:val="24"/>
          <w:shd w:val="clear" w:color="auto" w:fill="FFFFFF"/>
        </w:rPr>
        <w:t xml:space="preserve">  Netaikyti</w:t>
      </w:r>
      <w:r w:rsidR="00130EA7" w:rsidRPr="00130EA7">
        <w:rPr>
          <w:rFonts w:ascii="Arial" w:hAnsi="Arial" w:cs="Arial"/>
          <w:spacing w:val="2"/>
          <w:sz w:val="23"/>
          <w:szCs w:val="23"/>
          <w:shd w:val="clear" w:color="auto" w:fill="FFFFFF"/>
        </w:rPr>
        <w:t xml:space="preserve">       </w:t>
      </w:r>
      <w:r w:rsidR="00130EA7" w:rsidRPr="00130EA7">
        <w:rPr>
          <w:rFonts w:ascii="Arial" w:hAnsi="Arial" w:cs="Arial"/>
          <w:spacing w:val="2"/>
          <w:sz w:val="72"/>
          <w:szCs w:val="72"/>
          <w:shd w:val="clear" w:color="auto" w:fill="FFFFFF"/>
        </w:rPr>
        <w:t>□</w:t>
      </w:r>
      <w:r w:rsidR="00130EA7"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sidR="007A54A3">
        <w:rPr>
          <w:spacing w:val="2"/>
          <w:szCs w:val="24"/>
          <w:shd w:val="clear" w:color="auto" w:fill="FFFFFF"/>
        </w:rPr>
        <w:t xml:space="preserve"> </w:t>
      </w:r>
      <w:r w:rsidRPr="00130EA7">
        <w:rPr>
          <w:spacing w:val="2"/>
          <w:szCs w:val="24"/>
          <w:shd w:val="clear" w:color="auto" w:fill="FFFFFF"/>
        </w:rPr>
        <w:t xml:space="preserve">                Kaupiu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ind w:firstLine="720"/>
        <w:jc w:val="both"/>
      </w:pPr>
    </w:p>
    <w:p w:rsidR="00130EA7" w:rsidRPr="00130EA7" w:rsidRDefault="00130EA7" w:rsidP="00130EA7">
      <w:pPr>
        <w:ind w:firstLine="720"/>
        <w:jc w:val="both"/>
      </w:pPr>
    </w:p>
    <w:p w:rsidR="00130EA7" w:rsidRPr="00130EA7" w:rsidRDefault="00130EA7" w:rsidP="00130EA7">
      <w:pPr>
        <w:ind w:firstLine="720"/>
        <w:jc w:val="both"/>
      </w:pPr>
    </w:p>
    <w:p w:rsidR="00130EA7" w:rsidRPr="00130EA7" w:rsidRDefault="00130EA7" w:rsidP="00130EA7">
      <w:pPr>
        <w:ind w:firstLine="3600"/>
        <w:jc w:val="both"/>
      </w:pPr>
      <w:r w:rsidRPr="00130EA7">
        <w:t xml:space="preserve">________________     </w:t>
      </w:r>
      <w:r w:rsidRPr="00130EA7">
        <w:tab/>
        <w:t xml:space="preserve">        _________________</w:t>
      </w:r>
    </w:p>
    <w:p w:rsidR="00130EA7" w:rsidRPr="00130EA7" w:rsidRDefault="00130EA7" w:rsidP="00130EA7">
      <w:pPr>
        <w:ind w:firstLine="4111"/>
        <w:jc w:val="both"/>
      </w:pPr>
      <w:r w:rsidRPr="00130EA7">
        <w:t xml:space="preserve">(parašas)  </w:t>
      </w:r>
      <w:r w:rsidRPr="00130EA7">
        <w:tab/>
      </w:r>
      <w:r w:rsidRPr="00130EA7">
        <w:tab/>
        <w:t xml:space="preserve">            (vardas, pavardė)</w:t>
      </w:r>
    </w:p>
    <w:p w:rsidR="00130EA7" w:rsidRPr="00130EA7" w:rsidRDefault="00130EA7" w:rsidP="00130EA7">
      <w:pPr>
        <w:ind w:firstLine="3600"/>
        <w:jc w:val="both"/>
      </w:pPr>
    </w:p>
    <w:p w:rsidR="00130EA7" w:rsidRPr="00130EA7" w:rsidRDefault="00130EA7" w:rsidP="00130EA7">
      <w:pPr>
        <w:sectPr w:rsidR="00130EA7" w:rsidRPr="00130EA7" w:rsidSect="00B315B8">
          <w:headerReference w:type="default" r:id="rId25"/>
          <w:headerReference w:type="first" r:id="rId26"/>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 xml:space="preserve">tarybos veiklos reglamento </w:t>
      </w:r>
    </w:p>
    <w:p w:rsidR="00130EA7" w:rsidRPr="00130EA7" w:rsidRDefault="00130EA7" w:rsidP="00130EA7">
      <w:pPr>
        <w:ind w:firstLine="6480"/>
        <w:rPr>
          <w:szCs w:val="24"/>
        </w:rPr>
      </w:pPr>
      <w:r w:rsidRPr="00130EA7">
        <w:rPr>
          <w:szCs w:val="24"/>
        </w:rPr>
        <w:t xml:space="preserve">3 priedas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rPr>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pPr>
      <w:r w:rsidRPr="00130EA7">
        <w:t xml:space="preserve">20...   -            -     </w:t>
      </w:r>
    </w:p>
    <w:p w:rsidR="00130EA7" w:rsidRPr="00130EA7" w:rsidRDefault="00130EA7" w:rsidP="00130EA7">
      <w:pPr>
        <w:rPr>
          <w:szCs w:val="24"/>
        </w:rPr>
      </w:pPr>
    </w:p>
    <w:p w:rsidR="00130EA7" w:rsidRPr="00130EA7" w:rsidRDefault="00130EA7" w:rsidP="00130EA7">
      <w:pPr>
        <w:ind w:firstLine="720"/>
        <w:jc w:val="both"/>
      </w:pPr>
    </w:p>
    <w:p w:rsidR="00130EA7" w:rsidRPr="00130EA7" w:rsidRDefault="00130EA7" w:rsidP="00130EA7">
      <w:pPr>
        <w:spacing w:line="480" w:lineRule="auto"/>
        <w:rPr>
          <w:szCs w:val="24"/>
        </w:rPr>
      </w:pPr>
    </w:p>
    <w:p w:rsidR="00130EA7" w:rsidRPr="00130EA7" w:rsidRDefault="00130EA7" w:rsidP="00130EA7">
      <w:pPr>
        <w:spacing w:line="360" w:lineRule="auto"/>
        <w:ind w:firstLine="720"/>
        <w:jc w:val="both"/>
      </w:pPr>
      <w:r w:rsidRPr="00130EA7">
        <w:rPr>
          <w:szCs w:val="24"/>
        </w:rPr>
        <w:t>Prašau man priklausantį atlyginimą už darbą Plungės rajono savivaldybės taryboje,</w:t>
      </w:r>
      <w:r w:rsidRPr="00130EA7">
        <w:t xml:space="preserve"> tarybos komitetų, komisijų, kolegijos posėdžiuose, taip pat už laiką, praleistą vykdant kitas tarybos nario pareigas </w:t>
      </w:r>
      <w:r w:rsidRPr="00130EA7">
        <w:rPr>
          <w:szCs w:val="24"/>
        </w:rPr>
        <w:t xml:space="preserve">pervesti į sąskaitą Nr. LT________________________________________, esančią________________   banke. </w:t>
      </w: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007A54A3">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130EA7">
      <w:pPr>
        <w:tabs>
          <w:tab w:val="center" w:pos="7339"/>
        </w:tabs>
        <w:ind w:left="5040"/>
        <w:rPr>
          <w:rFonts w:ascii="Arial" w:hAnsi="Arial" w:cs="Arial"/>
          <w:spacing w:val="2"/>
          <w:sz w:val="23"/>
          <w:szCs w:val="23"/>
          <w:shd w:val="clear" w:color="auto" w:fill="FFFFFF"/>
        </w:rPr>
      </w:pPr>
      <w:r>
        <w:rPr>
          <w:spacing w:val="2"/>
          <w:szCs w:val="24"/>
          <w:shd w:val="clear" w:color="auto" w:fill="FFFFFF"/>
        </w:rPr>
        <w:t xml:space="preserve">         </w:t>
      </w:r>
      <w:r w:rsidR="007A54A3">
        <w:rPr>
          <w:spacing w:val="2"/>
          <w:szCs w:val="24"/>
          <w:shd w:val="clear" w:color="auto" w:fill="FFFFFF"/>
        </w:rPr>
        <w:t xml:space="preserve"> </w:t>
      </w:r>
      <w:r w:rsidRPr="00130EA7">
        <w:rPr>
          <w:spacing w:val="2"/>
          <w:szCs w:val="24"/>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Pr>
          <w:spacing w:val="2"/>
          <w:szCs w:val="24"/>
          <w:shd w:val="clear" w:color="auto" w:fill="FFFFFF"/>
        </w:rPr>
        <w:t xml:space="preserve">                   </w:t>
      </w:r>
      <w:r w:rsidRPr="00130EA7">
        <w:rPr>
          <w:spacing w:val="2"/>
          <w:szCs w:val="24"/>
          <w:shd w:val="clear" w:color="auto" w:fill="FFFFFF"/>
        </w:rPr>
        <w:t xml:space="preserve">   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r>
        <w:rPr>
          <w:spacing w:val="2"/>
          <w:szCs w:val="24"/>
          <w:shd w:val="clear" w:color="auto" w:fill="FFFFFF"/>
        </w:rPr>
        <w:t xml:space="preserve">          </w:t>
      </w: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jc w:val="both"/>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szCs w:val="24"/>
        </w:rPr>
      </w:pPr>
    </w:p>
    <w:p w:rsidR="00130EA7" w:rsidRPr="00130EA7" w:rsidRDefault="00130EA7" w:rsidP="00130EA7">
      <w:pPr>
        <w:ind w:firstLine="3968"/>
        <w:rPr>
          <w:szCs w:val="24"/>
        </w:rPr>
      </w:pPr>
      <w:r w:rsidRPr="00130EA7">
        <w:rPr>
          <w:szCs w:val="24"/>
        </w:rPr>
        <w:t xml:space="preserve">______________             </w:t>
      </w:r>
      <w:r w:rsidRPr="00130EA7">
        <w:rPr>
          <w:szCs w:val="24"/>
        </w:rPr>
        <w:tab/>
        <w:t xml:space="preserve">             ___________________</w:t>
      </w:r>
    </w:p>
    <w:p w:rsidR="00130EA7" w:rsidRPr="00130EA7" w:rsidRDefault="00130EA7" w:rsidP="00130EA7">
      <w:pPr>
        <w:tabs>
          <w:tab w:val="left" w:pos="4035"/>
          <w:tab w:val="right" w:pos="9638"/>
        </w:tabs>
        <w:ind w:firstLine="4035"/>
        <w:jc w:val="both"/>
        <w:rPr>
          <w:szCs w:val="24"/>
        </w:rPr>
      </w:pPr>
      <w:r w:rsidRPr="00130EA7">
        <w:t xml:space="preserve">    (parašas)                                         (vardas, pavardė)</w:t>
      </w:r>
    </w:p>
    <w:p w:rsidR="00130EA7" w:rsidRPr="00130EA7" w:rsidRDefault="00130EA7" w:rsidP="00130EA7">
      <w:pPr>
        <w:ind w:firstLine="3968"/>
        <w:rPr>
          <w:szCs w:val="24"/>
        </w:rPr>
      </w:pPr>
    </w:p>
    <w:p w:rsidR="00130EA7" w:rsidRPr="00130EA7" w:rsidRDefault="00130EA7" w:rsidP="00130EA7">
      <w:pPr>
        <w:sectPr w:rsidR="00130EA7" w:rsidRPr="00130EA7">
          <w:pgSz w:w="11906" w:h="16838" w:code="9"/>
          <w:pgMar w:top="967"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4 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61F3E">
      <w:pPr>
        <w:spacing w:line="360" w:lineRule="auto"/>
        <w:ind w:firstLine="720"/>
        <w:jc w:val="both"/>
        <w:rPr>
          <w:szCs w:val="24"/>
        </w:rPr>
      </w:pPr>
      <w:r w:rsidRPr="00130EA7">
        <w:rPr>
          <w:szCs w:val="24"/>
        </w:rPr>
        <w:t>Prašau man 20... metais neskaičiuoti darbo užmokesčio už dalyvavimą Plungės rajono savivaldybės tarybos ir komitetų posėdžiuose.</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922"/>
        <w:rPr>
          <w:szCs w:val="24"/>
        </w:rPr>
      </w:pPr>
      <w:r w:rsidRPr="00130EA7">
        <w:rPr>
          <w:szCs w:val="24"/>
        </w:rPr>
        <w:t>_______________</w:t>
      </w:r>
      <w:r w:rsidRPr="00130EA7">
        <w:rPr>
          <w:szCs w:val="24"/>
        </w:rPr>
        <w:tab/>
      </w:r>
      <w:r w:rsidRPr="00130EA7">
        <w:rPr>
          <w:szCs w:val="24"/>
        </w:rPr>
        <w:tab/>
        <w:t xml:space="preserve">        _______________________</w:t>
      </w:r>
    </w:p>
    <w:p w:rsidR="00130EA7" w:rsidRPr="00130EA7" w:rsidRDefault="00130EA7" w:rsidP="00130EA7">
      <w:pPr>
        <w:ind w:firstLine="2160"/>
      </w:pPr>
      <w:r w:rsidRPr="00130EA7">
        <w:rPr>
          <w:szCs w:val="24"/>
        </w:rPr>
        <w:t xml:space="preserve">(parašas)   </w:t>
      </w:r>
      <w:r w:rsidRPr="00130EA7">
        <w:rPr>
          <w:szCs w:val="24"/>
        </w:rPr>
        <w:tab/>
      </w:r>
      <w:r w:rsidRPr="00130EA7">
        <w:rPr>
          <w:szCs w:val="24"/>
        </w:rPr>
        <w:tab/>
        <w:t xml:space="preserve">            </w:t>
      </w:r>
      <w:r w:rsidR="00161F3E">
        <w:rPr>
          <w:szCs w:val="24"/>
        </w:rPr>
        <w:t xml:space="preserve">    </w:t>
      </w:r>
      <w:r w:rsidRPr="00130EA7">
        <w:rPr>
          <w:szCs w:val="24"/>
        </w:rPr>
        <w:t xml:space="preserve">   (vardas, pavardė)</w:t>
      </w:r>
    </w:p>
    <w:p w:rsidR="00130EA7" w:rsidRPr="00130EA7" w:rsidRDefault="00130EA7" w:rsidP="00130EA7">
      <w:pPr>
        <w:ind w:firstLine="6480"/>
        <w:sectPr w:rsidR="00130EA7" w:rsidRPr="00130EA7">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5 priedas </w:t>
      </w:r>
    </w:p>
    <w:p w:rsidR="00130EA7" w:rsidRPr="00130EA7" w:rsidRDefault="00130EA7" w:rsidP="00130EA7">
      <w:pPr>
        <w:widowControl w:val="0"/>
        <w:ind w:left="6480"/>
        <w:rPr>
          <w:szCs w:val="24"/>
          <w:lang w:eastAsia="lt-LT"/>
        </w:rPr>
      </w:pPr>
    </w:p>
    <w:p w:rsidR="00130EA7" w:rsidRPr="00130EA7" w:rsidRDefault="00130EA7" w:rsidP="00130EA7">
      <w:pPr>
        <w:widowControl w:val="0"/>
        <w:jc w:val="center"/>
        <w:rPr>
          <w:b/>
          <w:szCs w:val="24"/>
          <w:lang w:eastAsia="lt-LT"/>
        </w:rPr>
      </w:pPr>
      <w:r w:rsidRPr="00130EA7">
        <w:rPr>
          <w:b/>
          <w:szCs w:val="24"/>
          <w:lang w:eastAsia="lt-LT"/>
        </w:rPr>
        <w:t xml:space="preserve">SAVIVALDYBĖS TARYBOS NARIO LAIKO, SKIRTO </w:t>
      </w:r>
      <w:r w:rsidRPr="00130EA7">
        <w:rPr>
          <w:rFonts w:eastAsia="TimesNewRomanPS-ItalicMT"/>
          <w:b/>
          <w:iCs/>
          <w:szCs w:val="24"/>
        </w:rPr>
        <w:t>DALYVAUJANT</w:t>
      </w:r>
      <w:r w:rsidRPr="00130EA7">
        <w:rPr>
          <w:rFonts w:eastAsia="TimesNewRomanPSMT"/>
          <w:b/>
          <w:szCs w:val="24"/>
        </w:rPr>
        <w:t xml:space="preserve"> TARYBOS NARIŲ FRAKCIJOS, GRUPĖS AR MIŠRIOSIOS GRUPĖS, KURIOS JIS YRA NARIU, POSĖDŽIUOSE BEI LAIKAS, </w:t>
      </w:r>
      <w:r w:rsidRPr="00130EA7">
        <w:rPr>
          <w:b/>
          <w:szCs w:val="24"/>
          <w:lang w:eastAsia="lt-LT" w:bidi="lo-LA"/>
        </w:rPr>
        <w:t xml:space="preserve">SKIRTAS RUOŠIANTIS SAVIVALDYBĖS TARYBOS, KOMITETŲ, KOMISIJŲ, KOLEGIJOS IR DARBO GRUPIŲ POSĖDŽIAMS BEI SKIRTAS LAIKAS </w:t>
      </w:r>
      <w:r w:rsidRPr="00130EA7">
        <w:rPr>
          <w:rFonts w:eastAsia="TimesNewRomanPS-ItalicMT"/>
          <w:b/>
          <w:iCs/>
          <w:szCs w:val="24"/>
        </w:rPr>
        <w:t>PRIIMANT SAVIVALDYBĖS NUOLATINIUS GYVENTOJUS</w:t>
      </w:r>
    </w:p>
    <w:p w:rsidR="00130EA7" w:rsidRPr="00130EA7" w:rsidRDefault="00130EA7" w:rsidP="00130EA7">
      <w:pPr>
        <w:widowControl w:val="0"/>
        <w:jc w:val="center"/>
        <w:rPr>
          <w:b/>
          <w:szCs w:val="24"/>
          <w:lang w:eastAsia="lt-LT"/>
        </w:rPr>
      </w:pPr>
    </w:p>
    <w:p w:rsidR="00130EA7" w:rsidRPr="00130EA7" w:rsidRDefault="00130EA7" w:rsidP="00130EA7">
      <w:pPr>
        <w:widowControl w:val="0"/>
        <w:ind w:firstLine="62"/>
        <w:jc w:val="center"/>
        <w:rPr>
          <w:b/>
          <w:szCs w:val="24"/>
          <w:lang w:eastAsia="lt-LT"/>
        </w:rPr>
      </w:pPr>
      <w:r w:rsidRPr="00130EA7">
        <w:rPr>
          <w:b/>
          <w:szCs w:val="24"/>
          <w:lang w:eastAsia="lt-LT"/>
        </w:rPr>
        <w:t>20__ m. __________ __</w:t>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t>_ d. DEKLARACIJA</w:t>
      </w:r>
    </w:p>
    <w:p w:rsidR="00130EA7" w:rsidRPr="00130EA7" w:rsidRDefault="00130EA7" w:rsidP="00130EA7">
      <w:pPr>
        <w:widowControl w:val="0"/>
        <w:jc w:val="center"/>
        <w:rPr>
          <w:szCs w:val="24"/>
          <w:lang w:eastAsia="lt-LT"/>
        </w:rPr>
      </w:pPr>
    </w:p>
    <w:p w:rsidR="00130EA7" w:rsidRPr="00130EA7" w:rsidRDefault="00130EA7" w:rsidP="00130EA7">
      <w:pPr>
        <w:widowControl w:val="0"/>
        <w:rPr>
          <w:b/>
          <w:sz w:val="22"/>
          <w:szCs w:val="22"/>
          <w:lang w:eastAsia="lt-LT"/>
        </w:rPr>
      </w:pPr>
      <w:r w:rsidRPr="00130EA7">
        <w:rPr>
          <w:b/>
          <w:sz w:val="22"/>
          <w:szCs w:val="22"/>
          <w:lang w:eastAsia="lt-LT"/>
        </w:rPr>
        <w:t>Pildo Savivaldybės tarybos narys</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3402"/>
        <w:gridCol w:w="1842"/>
        <w:gridCol w:w="2552"/>
      </w:tblGrid>
      <w:tr w:rsidR="00130EA7" w:rsidRPr="00130EA7" w:rsidTr="00130EA7">
        <w:tc>
          <w:tcPr>
            <w:tcW w:w="1001"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DATA</w:t>
            </w:r>
          </w:p>
        </w:tc>
        <w:tc>
          <w:tcPr>
            <w:tcW w:w="1745"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POSĖDŽIO/PRIĖMIMO TIKSLAS IR ESMĖ BEI PASIRUOŠIMAS POSĖDŽIAMS</w:t>
            </w:r>
          </w:p>
        </w:tc>
        <w:tc>
          <w:tcPr>
            <w:tcW w:w="945" w:type="pct"/>
            <w:vAlign w:val="center"/>
          </w:tcPr>
          <w:p w:rsidR="00130EA7" w:rsidRPr="00130EA7" w:rsidRDefault="00130EA7" w:rsidP="00130EA7">
            <w:pPr>
              <w:widowControl w:val="0"/>
              <w:jc w:val="center"/>
              <w:rPr>
                <w:rFonts w:eastAsia="TimesNewRomanPS-ItalicMT"/>
                <w:iCs/>
                <w:sz w:val="22"/>
                <w:szCs w:val="22"/>
              </w:rPr>
            </w:pPr>
            <w:r w:rsidRPr="00130EA7">
              <w:rPr>
                <w:rFonts w:eastAsia="TimesNewRomanPS-ItalicMT"/>
                <w:iCs/>
                <w:sz w:val="22"/>
                <w:szCs w:val="22"/>
              </w:rPr>
              <w:t xml:space="preserve">DALYVAVUSIŲ GYVENTOJŲ SKAIČIUS </w:t>
            </w:r>
          </w:p>
          <w:p w:rsidR="00130EA7" w:rsidRPr="00130EA7" w:rsidRDefault="00130EA7" w:rsidP="00130EA7">
            <w:pPr>
              <w:widowControl w:val="0"/>
              <w:jc w:val="center"/>
              <w:rPr>
                <w:b/>
                <w:sz w:val="22"/>
                <w:szCs w:val="22"/>
                <w:lang w:eastAsia="lt-LT"/>
              </w:rPr>
            </w:pPr>
            <w:r w:rsidRPr="00130EA7">
              <w:rPr>
                <w:rFonts w:eastAsia="TimesNewRomanPS-ItalicMT"/>
                <w:iCs/>
                <w:sz w:val="22"/>
                <w:szCs w:val="22"/>
              </w:rPr>
              <w:t>(jeigu vyko priėmimas)</w:t>
            </w:r>
          </w:p>
        </w:tc>
        <w:tc>
          <w:tcPr>
            <w:tcW w:w="1309"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SKIRTAS LAIKAS</w:t>
            </w:r>
          </w:p>
          <w:p w:rsidR="00130EA7" w:rsidRPr="00130EA7" w:rsidRDefault="00130EA7" w:rsidP="00130EA7">
            <w:pPr>
              <w:widowControl w:val="0"/>
              <w:jc w:val="center"/>
              <w:rPr>
                <w:b/>
                <w:sz w:val="22"/>
                <w:szCs w:val="22"/>
                <w:lang w:eastAsia="lt-LT"/>
              </w:rPr>
            </w:pPr>
            <w:r w:rsidRPr="00130EA7">
              <w:rPr>
                <w:sz w:val="22"/>
                <w:szCs w:val="22"/>
                <w:lang w:eastAsia="lt-LT"/>
              </w:rPr>
              <w:t>(val., min.)</w:t>
            </w: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pPr>
              <w:widowControl w:val="0"/>
              <w:jc w:val="both"/>
              <w:rPr>
                <w:szCs w:val="24"/>
                <w:lang w:eastAsia="lt-LT"/>
              </w:rPr>
            </w:pPr>
          </w:p>
        </w:tc>
        <w:tc>
          <w:tcPr>
            <w:tcW w:w="945" w:type="pct"/>
          </w:tcPr>
          <w:p w:rsidR="00130EA7" w:rsidRPr="00130EA7" w:rsidRDefault="00130EA7" w:rsidP="00130EA7">
            <w:pPr>
              <w:widowControl w:val="0"/>
              <w:jc w:val="both"/>
              <w:rPr>
                <w:szCs w:val="24"/>
                <w:lang w:eastAsia="lt-LT"/>
              </w:rPr>
            </w:pPr>
          </w:p>
        </w:tc>
        <w:tc>
          <w:tcPr>
            <w:tcW w:w="1309" w:type="pct"/>
          </w:tcPr>
          <w:p w:rsidR="00130EA7" w:rsidRPr="00130EA7" w:rsidRDefault="00130EA7" w:rsidP="00130EA7"/>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pPr>
              <w:widowControl w:val="0"/>
              <w:jc w:val="both"/>
              <w:rPr>
                <w:szCs w:val="24"/>
                <w:lang w:eastAsia="lt-LT"/>
              </w:rPr>
            </w:pPr>
          </w:p>
        </w:tc>
        <w:tc>
          <w:tcPr>
            <w:tcW w:w="945" w:type="pct"/>
          </w:tcPr>
          <w:p w:rsidR="00130EA7" w:rsidRPr="00130EA7" w:rsidRDefault="00130EA7" w:rsidP="00130EA7">
            <w:pPr>
              <w:widowControl w:val="0"/>
              <w:jc w:val="both"/>
              <w:rPr>
                <w:szCs w:val="24"/>
                <w:lang w:eastAsia="lt-LT"/>
              </w:rPr>
            </w:pPr>
          </w:p>
        </w:tc>
        <w:tc>
          <w:tcPr>
            <w:tcW w:w="1309" w:type="pct"/>
          </w:tcPr>
          <w:p w:rsidR="00130EA7" w:rsidRPr="00130EA7" w:rsidRDefault="00130EA7" w:rsidP="00130EA7"/>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Borders>
              <w:top w:val="single" w:sz="4" w:space="0" w:color="auto"/>
              <w:left w:val="single" w:sz="4" w:space="0" w:color="auto"/>
              <w:bottom w:val="single" w:sz="4" w:space="0" w:color="auto"/>
              <w:right w:val="nil"/>
            </w:tcBorders>
          </w:tcPr>
          <w:p w:rsidR="00130EA7" w:rsidRPr="00130EA7" w:rsidRDefault="00130EA7" w:rsidP="00130EA7">
            <w:pPr>
              <w:widowControl w:val="0"/>
              <w:jc w:val="both"/>
              <w:rPr>
                <w:sz w:val="40"/>
                <w:szCs w:val="40"/>
                <w:lang w:eastAsia="lt-LT"/>
              </w:rPr>
            </w:pPr>
          </w:p>
        </w:tc>
        <w:tc>
          <w:tcPr>
            <w:tcW w:w="2690" w:type="pct"/>
            <w:gridSpan w:val="2"/>
            <w:tcBorders>
              <w:top w:val="single" w:sz="4" w:space="0" w:color="auto"/>
              <w:left w:val="nil"/>
              <w:bottom w:val="single" w:sz="4" w:space="0" w:color="auto"/>
              <w:right w:val="single" w:sz="4" w:space="0" w:color="auto"/>
            </w:tcBorders>
          </w:tcPr>
          <w:p w:rsidR="00130EA7" w:rsidRPr="00130EA7" w:rsidRDefault="00130EA7" w:rsidP="00130EA7">
            <w:pPr>
              <w:widowControl w:val="0"/>
              <w:jc w:val="right"/>
              <w:rPr>
                <w:b/>
                <w:szCs w:val="24"/>
                <w:lang w:eastAsia="lt-LT"/>
              </w:rPr>
            </w:pPr>
          </w:p>
          <w:p w:rsidR="00130EA7" w:rsidRPr="00130EA7" w:rsidRDefault="00130EA7" w:rsidP="00130EA7">
            <w:pPr>
              <w:widowControl w:val="0"/>
              <w:jc w:val="right"/>
              <w:rPr>
                <w:b/>
                <w:szCs w:val="24"/>
                <w:lang w:eastAsia="lt-LT"/>
              </w:rPr>
            </w:pPr>
            <w:r w:rsidRPr="00130EA7">
              <w:rPr>
                <w:szCs w:val="24"/>
                <w:lang w:eastAsia="lt-LT"/>
              </w:rPr>
              <w:t>IŠ VISO:</w:t>
            </w:r>
          </w:p>
        </w:tc>
        <w:tc>
          <w:tcPr>
            <w:tcW w:w="1309" w:type="pct"/>
            <w:tcBorders>
              <w:left w:val="single" w:sz="4" w:space="0" w:color="auto"/>
            </w:tcBorders>
          </w:tcPr>
          <w:p w:rsidR="00130EA7" w:rsidRPr="00130EA7" w:rsidRDefault="00130EA7" w:rsidP="00130EA7">
            <w:pPr>
              <w:widowControl w:val="0"/>
              <w:jc w:val="both"/>
              <w:rPr>
                <w:szCs w:val="24"/>
                <w:lang w:eastAsia="lt-LT"/>
              </w:rPr>
            </w:pPr>
          </w:p>
        </w:tc>
      </w:tr>
    </w:tbl>
    <w:p w:rsidR="00130EA7" w:rsidRPr="00130EA7" w:rsidRDefault="00130EA7" w:rsidP="00130EA7"/>
    <w:p w:rsidR="00130EA7" w:rsidRPr="00130EA7" w:rsidRDefault="00130EA7" w:rsidP="00130EA7">
      <w:pPr>
        <w:widowControl w:val="0"/>
        <w:rPr>
          <w:szCs w:val="24"/>
          <w:lang w:eastAsia="lt-LT"/>
        </w:rPr>
      </w:pPr>
    </w:p>
    <w:p w:rsidR="00130EA7" w:rsidRPr="00130EA7" w:rsidRDefault="00130EA7" w:rsidP="00130EA7">
      <w:pPr>
        <w:widowControl w:val="0"/>
        <w:rPr>
          <w:b/>
          <w:szCs w:val="24"/>
          <w:lang w:eastAsia="lt-LT"/>
        </w:rPr>
      </w:pPr>
      <w:r w:rsidRPr="00130EA7">
        <w:rPr>
          <w:b/>
          <w:szCs w:val="24"/>
          <w:lang w:eastAsia="lt-LT"/>
        </w:rPr>
        <w:t>Deklaraciją gavau</w:t>
      </w:r>
    </w:p>
    <w:p w:rsidR="00130EA7" w:rsidRPr="00130EA7" w:rsidRDefault="00130EA7" w:rsidP="00130EA7">
      <w:pPr>
        <w:widowControl w:val="0"/>
        <w:rPr>
          <w:b/>
          <w:szCs w:val="24"/>
          <w:lang w:eastAsia="lt-LT"/>
        </w:rPr>
      </w:pPr>
    </w:p>
    <w:p w:rsidR="00130EA7" w:rsidRPr="00130EA7" w:rsidRDefault="00130EA7" w:rsidP="00130EA7">
      <w:pPr>
        <w:widowControl w:val="0"/>
        <w:rPr>
          <w:b/>
          <w:szCs w:val="24"/>
          <w:lang w:eastAsia="lt-LT"/>
        </w:rPr>
      </w:pPr>
      <w:r w:rsidRPr="00130EA7">
        <w:rPr>
          <w:szCs w:val="24"/>
          <w:lang w:eastAsia="lt-LT"/>
        </w:rPr>
        <w:t>___________________                     ___________________________________________</w:t>
      </w:r>
      <w:r w:rsidRPr="00130EA7">
        <w:rPr>
          <w:b/>
          <w:szCs w:val="24"/>
          <w:lang w:eastAsia="lt-LT"/>
        </w:rPr>
        <w:t xml:space="preserve"> </w:t>
      </w:r>
    </w:p>
    <w:p w:rsidR="00130EA7" w:rsidRPr="00130EA7" w:rsidRDefault="00130EA7" w:rsidP="00130EA7">
      <w:pPr>
        <w:widowControl w:val="0"/>
        <w:rPr>
          <w:sz w:val="22"/>
          <w:szCs w:val="22"/>
          <w:lang w:eastAsia="lt-LT"/>
        </w:rPr>
      </w:pPr>
      <w:r w:rsidRPr="00130EA7">
        <w:rPr>
          <w:bCs/>
          <w:szCs w:val="24"/>
          <w:lang w:eastAsia="lt-LT"/>
        </w:rPr>
        <w:t xml:space="preserve">      (gavimo data)                                            (pareigos, vardas, pavardė, parašas)</w:t>
      </w:r>
    </w:p>
    <w:p w:rsidR="00130EA7" w:rsidRPr="00130EA7" w:rsidRDefault="00130EA7" w:rsidP="00130EA7">
      <w:pPr>
        <w:rPr>
          <w:szCs w:val="24"/>
        </w:rPr>
      </w:pPr>
      <w:r w:rsidRPr="00130EA7">
        <w:rPr>
          <w:szCs w:val="24"/>
        </w:rPr>
        <w:br w:type="page"/>
      </w: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6 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b/>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61F3E">
      <w:pPr>
        <w:spacing w:line="360" w:lineRule="auto"/>
        <w:ind w:firstLine="720"/>
        <w:jc w:val="both"/>
        <w:rPr>
          <w:szCs w:val="24"/>
        </w:rPr>
      </w:pPr>
      <w:r w:rsidRPr="00130EA7">
        <w:rPr>
          <w:szCs w:val="24"/>
        </w:rPr>
        <w:t xml:space="preserve">Pateikiu dokumentus, patvirtinančius išmoką už tarybos nario veiklos išlaidas per 20... .......... ketvirtį.           </w:t>
      </w:r>
    </w:p>
    <w:p w:rsidR="00130EA7" w:rsidRPr="00130EA7" w:rsidRDefault="00130EA7" w:rsidP="00130EA7">
      <w:pPr>
        <w:ind w:firstLine="1426"/>
        <w:rPr>
          <w:szCs w:val="24"/>
        </w:rPr>
      </w:pPr>
    </w:p>
    <w:p w:rsidR="00130EA7" w:rsidRPr="00130EA7" w:rsidRDefault="00130EA7" w:rsidP="00130EA7">
      <w:pPr>
        <w:ind w:left="1440" w:firstLine="720"/>
        <w:rPr>
          <w:szCs w:val="24"/>
        </w:rPr>
      </w:pPr>
      <w:r w:rsidRPr="00130EA7">
        <w:rPr>
          <w:szCs w:val="24"/>
        </w:rPr>
        <w:t>PRIDEDAMA: 1. __________________________________________</w:t>
      </w:r>
    </w:p>
    <w:p w:rsidR="00130EA7" w:rsidRPr="00130EA7" w:rsidRDefault="00130EA7" w:rsidP="00130EA7">
      <w:pPr>
        <w:ind w:left="1440"/>
        <w:rPr>
          <w:szCs w:val="24"/>
        </w:rPr>
      </w:pPr>
    </w:p>
    <w:p w:rsidR="00130EA7" w:rsidRPr="00130EA7" w:rsidRDefault="00130EA7" w:rsidP="00130EA7">
      <w:pPr>
        <w:ind w:left="3600" w:firstLine="186"/>
        <w:rPr>
          <w:szCs w:val="24"/>
        </w:rPr>
      </w:pPr>
      <w:r w:rsidRPr="00130EA7">
        <w:rPr>
          <w:szCs w:val="24"/>
        </w:rPr>
        <w:t>2. __________________________________________</w:t>
      </w:r>
    </w:p>
    <w:p w:rsidR="00130EA7" w:rsidRPr="00130EA7" w:rsidRDefault="00130EA7" w:rsidP="00130EA7">
      <w:pPr>
        <w:ind w:firstLine="2914"/>
        <w:rPr>
          <w:szCs w:val="24"/>
        </w:rPr>
      </w:pPr>
    </w:p>
    <w:p w:rsidR="00130EA7" w:rsidRPr="00130EA7" w:rsidRDefault="00130EA7" w:rsidP="00130EA7">
      <w:pPr>
        <w:ind w:left="2880" w:firstLine="906"/>
        <w:rPr>
          <w:szCs w:val="24"/>
        </w:rPr>
      </w:pPr>
      <w:r w:rsidRPr="00130EA7">
        <w:rPr>
          <w:szCs w:val="24"/>
        </w:rPr>
        <w:t>3. __________________________________________</w:t>
      </w:r>
    </w:p>
    <w:p w:rsidR="00130EA7" w:rsidRPr="00130EA7" w:rsidRDefault="00130EA7" w:rsidP="00130EA7">
      <w:pPr>
        <w:ind w:firstLine="62"/>
        <w:rPr>
          <w:szCs w:val="24"/>
        </w:rPr>
      </w:pPr>
    </w:p>
    <w:p w:rsidR="00130EA7" w:rsidRPr="00130EA7" w:rsidRDefault="00130EA7" w:rsidP="00130EA7">
      <w:pPr>
        <w:ind w:left="2880" w:firstLine="906"/>
        <w:rPr>
          <w:szCs w:val="24"/>
        </w:rPr>
      </w:pPr>
      <w:r w:rsidRPr="00130EA7">
        <w:rPr>
          <w:szCs w:val="24"/>
        </w:rPr>
        <w:t>4. __________________________________________</w:t>
      </w:r>
    </w:p>
    <w:p w:rsidR="00130EA7" w:rsidRPr="00130EA7" w:rsidRDefault="00130EA7" w:rsidP="00130EA7">
      <w:pPr>
        <w:ind w:firstLine="62"/>
        <w:rPr>
          <w:szCs w:val="24"/>
        </w:rPr>
      </w:pPr>
    </w:p>
    <w:p w:rsidR="00130EA7" w:rsidRPr="00130EA7" w:rsidRDefault="00130EA7" w:rsidP="00161F3E">
      <w:pPr>
        <w:spacing w:line="360" w:lineRule="auto"/>
        <w:ind w:firstLine="720"/>
        <w:jc w:val="both"/>
        <w:rPr>
          <w:szCs w:val="24"/>
        </w:rPr>
      </w:pPr>
      <w:r w:rsidRPr="00130EA7">
        <w:rPr>
          <w:szCs w:val="24"/>
        </w:rPr>
        <w:t xml:space="preserve">Prašau man priklausančią išmoką už tarybos nario veiklos išlaidas pervesti į sąskaitą Nr. LT_______________________________________, esančią ________________banke. </w:t>
      </w:r>
    </w:p>
    <w:p w:rsidR="00130EA7" w:rsidRPr="00130EA7" w:rsidRDefault="00130EA7" w:rsidP="00130EA7">
      <w:pPr>
        <w:spacing w:line="360" w:lineRule="auto"/>
        <w:rPr>
          <w:szCs w:val="24"/>
        </w:rPr>
      </w:pPr>
    </w:p>
    <w:p w:rsidR="00130EA7" w:rsidRPr="00130EA7" w:rsidRDefault="00130EA7" w:rsidP="00130EA7">
      <w:pPr>
        <w:spacing w:line="360" w:lineRule="auto"/>
        <w:ind w:firstLine="720"/>
        <w:rPr>
          <w:szCs w:val="24"/>
        </w:rPr>
      </w:pPr>
      <w:r w:rsidRPr="00130EA7">
        <w:rPr>
          <w:szCs w:val="24"/>
        </w:rPr>
        <w:t>PRIDEDAMA: (dokumentai)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860"/>
        <w:rPr>
          <w:szCs w:val="24"/>
        </w:rPr>
      </w:pPr>
      <w:r w:rsidRPr="00130EA7">
        <w:rPr>
          <w:szCs w:val="24"/>
        </w:rPr>
        <w:t xml:space="preserve">______________     </w:t>
      </w:r>
      <w:r w:rsidRPr="00130EA7">
        <w:rPr>
          <w:szCs w:val="24"/>
        </w:rPr>
        <w:tab/>
      </w:r>
      <w:r w:rsidRPr="00130EA7">
        <w:rPr>
          <w:szCs w:val="24"/>
        </w:rPr>
        <w:tab/>
        <w:t xml:space="preserve">     __________________</w:t>
      </w:r>
    </w:p>
    <w:p w:rsidR="00130EA7" w:rsidRPr="00130EA7" w:rsidRDefault="00130EA7" w:rsidP="00130EA7">
      <w:pPr>
        <w:ind w:firstLine="2160"/>
        <w:rPr>
          <w:szCs w:val="24"/>
        </w:rPr>
      </w:pPr>
      <w:r w:rsidRPr="00130EA7">
        <w:rPr>
          <w:szCs w:val="24"/>
        </w:rPr>
        <w:t xml:space="preserve">(parašas) </w:t>
      </w:r>
      <w:r w:rsidRPr="00130EA7">
        <w:rPr>
          <w:szCs w:val="24"/>
        </w:rPr>
        <w:tab/>
      </w:r>
      <w:r w:rsidRPr="00130EA7">
        <w:rPr>
          <w:szCs w:val="24"/>
        </w:rPr>
        <w:tab/>
        <w:t xml:space="preserve">         (vardas, pavardė)</w:t>
      </w:r>
    </w:p>
    <w:p w:rsidR="00130EA7" w:rsidRPr="00130EA7" w:rsidRDefault="00130EA7" w:rsidP="00130EA7">
      <w:pPr>
        <w:rPr>
          <w:color w:val="00B0F0"/>
          <w:szCs w:val="24"/>
        </w:rPr>
      </w:pPr>
      <w:r w:rsidRPr="00130EA7">
        <w:rPr>
          <w:color w:val="00B0F0"/>
          <w:szCs w:val="24"/>
        </w:rPr>
        <w:br w:type="page"/>
      </w:r>
    </w:p>
    <w:p w:rsidR="00242266" w:rsidRPr="0017788A" w:rsidRDefault="00242266" w:rsidP="00242266">
      <w:pPr>
        <w:jc w:val="center"/>
        <w:rPr>
          <w:b/>
          <w:lang w:eastAsia="lt-LT"/>
        </w:rPr>
      </w:pPr>
      <w:r w:rsidRPr="0017788A">
        <w:rPr>
          <w:b/>
          <w:lang w:eastAsia="lt-LT"/>
        </w:rPr>
        <w:lastRenderedPageBreak/>
        <w:t>PROTOKOLO SKYRIUS</w:t>
      </w:r>
    </w:p>
    <w:p w:rsidR="00242266" w:rsidRPr="0017788A" w:rsidRDefault="00242266" w:rsidP="00242266">
      <w:pPr>
        <w:jc w:val="center"/>
        <w:rPr>
          <w:b/>
          <w:sz w:val="18"/>
          <w:szCs w:val="18"/>
          <w:lang w:eastAsia="lt-LT"/>
        </w:rPr>
      </w:pPr>
    </w:p>
    <w:p w:rsidR="00242266" w:rsidRPr="0017788A" w:rsidRDefault="00242266" w:rsidP="00242266">
      <w:pPr>
        <w:jc w:val="center"/>
        <w:rPr>
          <w:b/>
        </w:rPr>
      </w:pPr>
      <w:r w:rsidRPr="0017788A">
        <w:rPr>
          <w:b/>
        </w:rPr>
        <w:t>AIŠKINAMASIS RAŠTAS</w:t>
      </w:r>
    </w:p>
    <w:p w:rsidR="00242266" w:rsidRPr="0017788A" w:rsidRDefault="00242266" w:rsidP="00242266">
      <w:pPr>
        <w:jc w:val="center"/>
        <w:rPr>
          <w:b/>
        </w:rPr>
      </w:pPr>
      <w:r w:rsidRPr="0017788A">
        <w:rPr>
          <w:b/>
        </w:rPr>
        <w:t>PRIE PLUNGĖS RAJONO SAVIVALDYBĖS TARYBOS SPRENDIMO PROJEKTO</w:t>
      </w:r>
    </w:p>
    <w:p w:rsidR="00242266" w:rsidRPr="00A249A7" w:rsidRDefault="00242266" w:rsidP="00242266">
      <w:pPr>
        <w:jc w:val="center"/>
        <w:rPr>
          <w:b/>
          <w:szCs w:val="24"/>
          <w:lang w:eastAsia="lt-LT"/>
        </w:rPr>
      </w:pPr>
      <w:r w:rsidRPr="00D07995">
        <w:rPr>
          <w:b/>
          <w:szCs w:val="24"/>
          <w:lang w:eastAsia="lt-LT"/>
        </w:rPr>
        <w:t>„</w:t>
      </w:r>
      <w:r w:rsidRPr="00242266">
        <w:rPr>
          <w:b/>
          <w:caps/>
          <w:szCs w:val="24"/>
        </w:rPr>
        <w:t>DĖL PLUNGĖS RAJONO SAVIVALDYBĖS TARYBOS VEIKLOS REGLAMENTO PATVIRTINIMO</w:t>
      </w:r>
      <w:r w:rsidRPr="00A249A7">
        <w:rPr>
          <w:b/>
          <w:szCs w:val="24"/>
          <w:lang w:eastAsia="lt-LT"/>
        </w:rPr>
        <w:t xml:space="preserve">“ </w:t>
      </w:r>
    </w:p>
    <w:p w:rsidR="00242266" w:rsidRPr="0017788A" w:rsidRDefault="00242266" w:rsidP="00242266">
      <w:pPr>
        <w:jc w:val="center"/>
        <w:rPr>
          <w:b/>
          <w:sz w:val="18"/>
          <w:szCs w:val="18"/>
          <w:lang w:eastAsia="lt-LT"/>
        </w:rPr>
      </w:pPr>
    </w:p>
    <w:p w:rsidR="00242266" w:rsidRPr="00817A3D" w:rsidRDefault="00242266" w:rsidP="00242266">
      <w:pPr>
        <w:jc w:val="center"/>
        <w:rPr>
          <w:lang w:eastAsia="lt-LT"/>
        </w:rPr>
      </w:pPr>
      <w:r>
        <w:rPr>
          <w:lang w:eastAsia="lt-LT"/>
        </w:rPr>
        <w:t>2023</w:t>
      </w:r>
      <w:r w:rsidRPr="0017788A">
        <w:rPr>
          <w:lang w:eastAsia="lt-LT"/>
        </w:rPr>
        <w:t xml:space="preserve"> m. </w:t>
      </w:r>
      <w:r w:rsidR="00101E52">
        <w:rPr>
          <w:lang w:eastAsia="lt-LT"/>
        </w:rPr>
        <w:t>kovo</w:t>
      </w:r>
      <w:r w:rsidRPr="00F26856">
        <w:rPr>
          <w:lang w:eastAsia="lt-LT"/>
        </w:rPr>
        <w:t xml:space="preserve"> </w:t>
      </w:r>
      <w:r w:rsidR="00941B6B">
        <w:rPr>
          <w:lang w:eastAsia="lt-LT"/>
        </w:rPr>
        <w:t>15</w:t>
      </w:r>
      <w:r w:rsidRPr="00817A3D">
        <w:rPr>
          <w:lang w:eastAsia="lt-LT"/>
        </w:rPr>
        <w:t xml:space="preserve"> d.</w:t>
      </w:r>
    </w:p>
    <w:p w:rsidR="00242266" w:rsidRPr="0017788A" w:rsidRDefault="00242266" w:rsidP="00242266">
      <w:pPr>
        <w:jc w:val="center"/>
        <w:rPr>
          <w:lang w:eastAsia="lt-LT"/>
        </w:rPr>
      </w:pPr>
      <w:r w:rsidRPr="0017788A">
        <w:rPr>
          <w:lang w:eastAsia="lt-LT"/>
        </w:rPr>
        <w:t>Plungė</w:t>
      </w:r>
    </w:p>
    <w:p w:rsidR="00242266" w:rsidRPr="008E7FEA" w:rsidRDefault="00242266" w:rsidP="00242266">
      <w:pPr>
        <w:jc w:val="center"/>
        <w:rPr>
          <w:szCs w:val="24"/>
          <w:lang w:eastAsia="lt-LT"/>
        </w:rPr>
      </w:pPr>
    </w:p>
    <w:p w:rsidR="00242266" w:rsidRPr="00242266" w:rsidRDefault="00242266" w:rsidP="00242266">
      <w:pPr>
        <w:tabs>
          <w:tab w:val="left" w:pos="855"/>
        </w:tabs>
        <w:ind w:firstLine="720"/>
        <w:jc w:val="both"/>
        <w:rPr>
          <w:szCs w:val="24"/>
          <w:shd w:val="clear" w:color="auto" w:fill="FFFFFF"/>
        </w:rPr>
      </w:pPr>
      <w:r w:rsidRPr="00242266">
        <w:rPr>
          <w:b/>
          <w:szCs w:val="24"/>
        </w:rPr>
        <w:t>1. Parengto teisės akto projekto tikslai, uždaviniai, problemos esmė</w:t>
      </w:r>
      <w:r w:rsidR="00736AA7">
        <w:rPr>
          <w:b/>
          <w:szCs w:val="24"/>
        </w:rPr>
        <w:t>.</w:t>
      </w:r>
      <w:r w:rsidRPr="00242266">
        <w:rPr>
          <w:b/>
          <w:szCs w:val="24"/>
        </w:rPr>
        <w:t xml:space="preserve"> </w:t>
      </w:r>
      <w:r w:rsidR="00736AA7">
        <w:rPr>
          <w:szCs w:val="24"/>
          <w:shd w:val="clear" w:color="auto" w:fill="FFFFFF"/>
        </w:rPr>
        <w:t>P</w:t>
      </w:r>
      <w:r w:rsidRPr="00242266">
        <w:rPr>
          <w:szCs w:val="24"/>
          <w:shd w:val="clear" w:color="auto" w:fill="FFFFFF"/>
        </w:rPr>
        <w:t>atvirtinti P</w:t>
      </w:r>
      <w:r w:rsidRPr="00242266">
        <w:rPr>
          <w:rStyle w:val="Komentaronuoroda"/>
          <w:sz w:val="24"/>
          <w:szCs w:val="24"/>
        </w:rPr>
        <w:t xml:space="preserve">lungės rajono savivaldybės (toliau – Savivaldybė) </w:t>
      </w:r>
      <w:r>
        <w:rPr>
          <w:rStyle w:val="Komentaronuoroda"/>
          <w:sz w:val="24"/>
          <w:szCs w:val="24"/>
        </w:rPr>
        <w:t>tarybos veiklos reglamentą (toliau – Reglamentas).</w:t>
      </w:r>
    </w:p>
    <w:p w:rsidR="00101E52" w:rsidRDefault="00242266" w:rsidP="00242266">
      <w:pPr>
        <w:ind w:firstLine="720"/>
        <w:jc w:val="both"/>
      </w:pPr>
      <w:r w:rsidRPr="00242266">
        <w:rPr>
          <w:b/>
          <w:szCs w:val="24"/>
        </w:rPr>
        <w:t>2. Kaip šiuo metu yra sprendžiami projekte aptarti klausimai.</w:t>
      </w:r>
      <w:r w:rsidRPr="00242266">
        <w:rPr>
          <w:szCs w:val="24"/>
          <w:shd w:val="clear" w:color="auto" w:fill="FFFFFF"/>
        </w:rPr>
        <w:t xml:space="preserve"> </w:t>
      </w:r>
      <w:r w:rsidR="00101E52">
        <w:t>S</w:t>
      </w:r>
      <w:r w:rsidR="00101E52" w:rsidRPr="00AB29A9">
        <w:t>avivaldybės</w:t>
      </w:r>
      <w:r w:rsidR="00101E52">
        <w:t xml:space="preserve"> taryba dirba vadovaudamasi </w:t>
      </w:r>
      <w:r w:rsidR="00101E52">
        <w:rPr>
          <w:shd w:val="clear" w:color="auto" w:fill="FFFFFF"/>
        </w:rPr>
        <w:t>2021</w:t>
      </w:r>
      <w:r w:rsidR="00101E52" w:rsidRPr="00791847">
        <w:rPr>
          <w:shd w:val="clear" w:color="auto" w:fill="FFFFFF"/>
        </w:rPr>
        <w:t xml:space="preserve"> m. </w:t>
      </w:r>
      <w:r w:rsidR="00101E52">
        <w:rPr>
          <w:shd w:val="clear" w:color="auto" w:fill="FFFFFF"/>
        </w:rPr>
        <w:t>gegužės 27 d. sprendimu Nr. T1-168</w:t>
      </w:r>
      <w:r w:rsidR="00101E52" w:rsidRPr="00791847">
        <w:rPr>
          <w:shd w:val="clear" w:color="auto" w:fill="FFFFFF"/>
        </w:rPr>
        <w:t xml:space="preserve"> </w:t>
      </w:r>
      <w:r w:rsidR="00101E52">
        <w:rPr>
          <w:shd w:val="clear" w:color="auto" w:fill="FFFFFF"/>
        </w:rPr>
        <w:t xml:space="preserve">(kartu su 2022 m. gegužės 26 d. sprendimu Nr. T1-126) </w:t>
      </w:r>
      <w:r w:rsidR="00101E52">
        <w:t>patvirtintu Reglamentu.</w:t>
      </w:r>
      <w:r w:rsidR="00101E52" w:rsidRPr="00AB29A9">
        <w:t xml:space="preserve"> </w:t>
      </w:r>
    </w:p>
    <w:p w:rsidR="00101E52" w:rsidRPr="00586817" w:rsidRDefault="00242266" w:rsidP="00101E52">
      <w:pPr>
        <w:ind w:firstLine="720"/>
        <w:jc w:val="both"/>
      </w:pPr>
      <w:r w:rsidRPr="00242266">
        <w:rPr>
          <w:b/>
          <w:szCs w:val="24"/>
        </w:rPr>
        <w:t>3. Kodėl būtina priimti sprendimą, kokių pozityvių rezultatų laukiama.</w:t>
      </w:r>
      <w:r w:rsidR="00101E52" w:rsidRPr="00101E52">
        <w:t xml:space="preserve"> </w:t>
      </w:r>
      <w:r w:rsidR="00101E52">
        <w:t>Patvirtinus naują R</w:t>
      </w:r>
      <w:r w:rsidR="00101E52" w:rsidRPr="00586817">
        <w:t xml:space="preserve">eglamentą </w:t>
      </w:r>
      <w:r w:rsidR="00101E52">
        <w:t xml:space="preserve">bus įgyvendintos </w:t>
      </w:r>
      <w:r w:rsidR="00101E52">
        <w:rPr>
          <w:rFonts w:cs="Arial Unicode MS"/>
          <w:szCs w:val="24"/>
          <w:lang w:eastAsia="lt-LT" w:bidi="lo-LA"/>
        </w:rPr>
        <w:t>Lietuvos Respublikos v</w:t>
      </w:r>
      <w:r w:rsidR="00101E52" w:rsidRPr="00DC32DF">
        <w:rPr>
          <w:color w:val="000000"/>
        </w:rPr>
        <w:t xml:space="preserve">ietos </w:t>
      </w:r>
      <w:r w:rsidR="00101E52" w:rsidRPr="00CB4832">
        <w:rPr>
          <w:color w:val="000000"/>
        </w:rPr>
        <w:t xml:space="preserve">savivaldos </w:t>
      </w:r>
      <w:r w:rsidR="00101E52" w:rsidRPr="00CB4832">
        <w:rPr>
          <w:rFonts w:cs="Arial Unicode MS"/>
          <w:szCs w:val="24"/>
          <w:lang w:eastAsia="lt-LT" w:bidi="lo-LA"/>
        </w:rPr>
        <w:t xml:space="preserve">2022 m. birželio 30 d. </w:t>
      </w:r>
      <w:r w:rsidR="00101E52" w:rsidRPr="00E364BA">
        <w:rPr>
          <w:color w:val="000000"/>
        </w:rPr>
        <w:t>įstatymo</w:t>
      </w:r>
      <w:r w:rsidR="00101E52" w:rsidRPr="00CD41E5">
        <w:t xml:space="preserve"> </w:t>
      </w:r>
      <w:r w:rsidR="00101E52" w:rsidRPr="00CB4832">
        <w:rPr>
          <w:rFonts w:cs="Arial Unicode MS"/>
          <w:szCs w:val="24"/>
          <w:lang w:eastAsia="lt-LT" w:bidi="lo-LA"/>
        </w:rPr>
        <w:t xml:space="preserve">Nr. I-533 pakeitimo įstatymu Nr. XIV-1268 </w:t>
      </w:r>
      <w:r w:rsidR="00101E52" w:rsidRPr="00CB4832">
        <w:t>nuostatos.</w:t>
      </w:r>
    </w:p>
    <w:p w:rsidR="00101E52" w:rsidRDefault="00242266" w:rsidP="00242266">
      <w:pPr>
        <w:ind w:firstLine="720"/>
        <w:jc w:val="both"/>
        <w:rPr>
          <w:szCs w:val="24"/>
        </w:rPr>
      </w:pPr>
      <w:r w:rsidRPr="00242266">
        <w:rPr>
          <w:b/>
          <w:szCs w:val="24"/>
        </w:rPr>
        <w:t xml:space="preserve">4. Siūlomos teisinio reguliavimo nuostatos. </w:t>
      </w:r>
      <w:r w:rsidRPr="00242266">
        <w:rPr>
          <w:szCs w:val="24"/>
        </w:rPr>
        <w:t xml:space="preserve">Vadovaujamasi </w:t>
      </w:r>
      <w:r w:rsidR="00101E52">
        <w:rPr>
          <w:szCs w:val="24"/>
        </w:rPr>
        <w:t xml:space="preserve">Lietuvos Respublikos vietos savivaldos įstatymo 16 straipsnio 2 dalies 1 punktu ir </w:t>
      </w:r>
      <w:r w:rsidR="00101E52">
        <w:rPr>
          <w:rFonts w:cs="Arial Unicode MS"/>
          <w:szCs w:val="24"/>
          <w:lang w:eastAsia="lt-LT" w:bidi="lo-LA"/>
        </w:rPr>
        <w:t>2022 m. birželio 30 d. Lietuvos Respublikos vietos savivaldos įstatymo Nr. I-533 pakeitimo įstatymu Nr. XIV-1268.</w:t>
      </w:r>
    </w:p>
    <w:p w:rsidR="00242266" w:rsidRPr="00242266" w:rsidRDefault="00242266" w:rsidP="00242266">
      <w:pPr>
        <w:ind w:firstLine="720"/>
        <w:jc w:val="both"/>
        <w:rPr>
          <w:b/>
          <w:szCs w:val="24"/>
        </w:rPr>
      </w:pPr>
      <w:r w:rsidRPr="00242266">
        <w:rPr>
          <w:b/>
          <w:szCs w:val="24"/>
        </w:rPr>
        <w:t xml:space="preserve">5. Pateikti skaičiavimus, išlaidų sąmatas, nurodyti finansavimo šaltinius. </w:t>
      </w:r>
      <w:r w:rsidRPr="00242266">
        <w:rPr>
          <w:szCs w:val="24"/>
        </w:rPr>
        <w:t>Netaikoma.</w:t>
      </w:r>
    </w:p>
    <w:p w:rsidR="00101E52" w:rsidRPr="0077744E" w:rsidRDefault="00242266" w:rsidP="00101E52">
      <w:pPr>
        <w:ind w:firstLine="720"/>
        <w:jc w:val="both"/>
        <w:rPr>
          <w:szCs w:val="24"/>
          <w:lang w:eastAsia="lt-LT"/>
        </w:rPr>
      </w:pPr>
      <w:r w:rsidRPr="00242266">
        <w:rPr>
          <w:b/>
          <w:szCs w:val="24"/>
        </w:rPr>
        <w:t xml:space="preserve">6. Nurodyti, kokius galiojančius aktus reikėtų pakeisti ar pripažinti netekusiais galios, priėmus sprendimą pagal teikiamą projektą. </w:t>
      </w:r>
      <w:r w:rsidR="00101E52" w:rsidRPr="0077744E">
        <w:rPr>
          <w:szCs w:val="24"/>
        </w:rPr>
        <w:t xml:space="preserve">Pripažinti netekusiu galios Plungės rajono savivaldybės tarybos 2021 m. gegužės 27 d. sprendimą Nr. T1-168 „Dėl Plungės rajono savivaldybės tarybos veiklos reglamento patvirtinimo“ ir jį keitusį sprendimą nuo </w:t>
      </w:r>
      <w:r w:rsidR="00101E52" w:rsidRPr="0077744E">
        <w:rPr>
          <w:szCs w:val="24"/>
          <w:lang w:eastAsia="lt-LT"/>
        </w:rPr>
        <w:t>2023–2027 metų kadencijos</w:t>
      </w:r>
      <w:r w:rsidR="00101E52" w:rsidRPr="0077744E">
        <w:rPr>
          <w:rFonts w:eastAsia="Andale Sans UI"/>
          <w:kern w:val="1"/>
          <w:szCs w:val="24"/>
          <w:shd w:val="clear" w:color="auto" w:fill="FFFFFF"/>
          <w:lang w:eastAsia="ar-SA"/>
        </w:rPr>
        <w:t xml:space="preserve"> Plungės rajono</w:t>
      </w:r>
      <w:r w:rsidR="00101E52" w:rsidRPr="0077744E">
        <w:rPr>
          <w:szCs w:val="24"/>
          <w:lang w:eastAsia="lt-LT"/>
        </w:rPr>
        <w:t xml:space="preserve"> savivaldybės tarybos pirmojo posėdžio dienos.</w:t>
      </w:r>
    </w:p>
    <w:p w:rsidR="00242266" w:rsidRPr="00242266" w:rsidRDefault="00242266" w:rsidP="00101E52">
      <w:pPr>
        <w:ind w:firstLine="720"/>
        <w:jc w:val="both"/>
        <w:rPr>
          <w:b/>
          <w:szCs w:val="24"/>
        </w:rPr>
      </w:pPr>
      <w:r w:rsidRPr="00242266">
        <w:rPr>
          <w:b/>
          <w:szCs w:val="24"/>
        </w:rPr>
        <w:t xml:space="preserve">7. Kokios korupcijos pasireiškimo tikimybės, priėmus šį sprendimą, korupcijos vertinimas. </w:t>
      </w:r>
      <w:r w:rsidRPr="00242266">
        <w:rPr>
          <w:szCs w:val="24"/>
        </w:rPr>
        <w:t>Korupcijos pasireiškimo tikimybės nėra. Vertinimas neatliekamas.</w:t>
      </w:r>
    </w:p>
    <w:p w:rsidR="00242266" w:rsidRPr="00CB4832" w:rsidRDefault="00242266" w:rsidP="00242266">
      <w:pPr>
        <w:tabs>
          <w:tab w:val="left" w:pos="720"/>
        </w:tabs>
        <w:ind w:firstLine="720"/>
        <w:jc w:val="both"/>
        <w:rPr>
          <w:b/>
          <w:szCs w:val="24"/>
        </w:rPr>
      </w:pPr>
      <w:r w:rsidRPr="00242266">
        <w:rPr>
          <w:b/>
          <w:szCs w:val="24"/>
        </w:rPr>
        <w:t xml:space="preserve">8. Nurodyti, kieno iniciatyva sprendimo projektas yra </w:t>
      </w:r>
      <w:r w:rsidRPr="00CB4832">
        <w:rPr>
          <w:b/>
          <w:szCs w:val="24"/>
        </w:rPr>
        <w:t xml:space="preserve">parengtas. </w:t>
      </w:r>
      <w:r w:rsidR="0073251C" w:rsidRPr="00CB4832">
        <w:t>Savivaldybės tarybos veiklos reglamento keitimo komisijos</w:t>
      </w:r>
      <w:r w:rsidR="0073251C" w:rsidRPr="00E364BA">
        <w:rPr>
          <w:szCs w:val="24"/>
        </w:rPr>
        <w:t xml:space="preserve"> </w:t>
      </w:r>
      <w:r w:rsidRPr="00CD41E5">
        <w:rPr>
          <w:szCs w:val="24"/>
        </w:rPr>
        <w:t>iniciatyva.</w:t>
      </w:r>
      <w:r w:rsidR="0073251C" w:rsidRPr="00CB4832">
        <w:rPr>
          <w:szCs w:val="24"/>
        </w:rPr>
        <w:t xml:space="preserve"> </w:t>
      </w:r>
    </w:p>
    <w:p w:rsidR="00242266" w:rsidRPr="00242266" w:rsidRDefault="00242266" w:rsidP="00242266">
      <w:pPr>
        <w:tabs>
          <w:tab w:val="left" w:pos="720"/>
        </w:tabs>
        <w:ind w:firstLine="720"/>
        <w:jc w:val="both"/>
        <w:rPr>
          <w:b/>
          <w:szCs w:val="24"/>
        </w:rPr>
      </w:pPr>
      <w:r w:rsidRPr="00CB4832">
        <w:rPr>
          <w:b/>
          <w:szCs w:val="24"/>
        </w:rPr>
        <w:t>9. Nurodyti, kuri sprendimo projekto ar pridedamos</w:t>
      </w:r>
      <w:r w:rsidRPr="00242266">
        <w:rPr>
          <w:b/>
          <w:szCs w:val="24"/>
        </w:rPr>
        <w:t xml:space="preserve"> medžiagos dalis (remiantis teisės aktais) yra neskelbtina. </w:t>
      </w:r>
      <w:r w:rsidRPr="00242266">
        <w:rPr>
          <w:szCs w:val="24"/>
        </w:rPr>
        <w:t>Neskelbtinos informacijos nėra.</w:t>
      </w:r>
    </w:p>
    <w:p w:rsidR="0073251C" w:rsidRDefault="00242266" w:rsidP="0073251C">
      <w:pPr>
        <w:tabs>
          <w:tab w:val="left" w:pos="720"/>
        </w:tabs>
        <w:ind w:firstLine="720"/>
        <w:jc w:val="both"/>
        <w:rPr>
          <w:shd w:val="clear" w:color="auto" w:fill="FFFFFF"/>
        </w:rPr>
      </w:pPr>
      <w:r w:rsidRPr="00242266">
        <w:rPr>
          <w:b/>
          <w:szCs w:val="24"/>
        </w:rPr>
        <w:t xml:space="preserve">10. Kam (institucijoms, skyriams, organizacijoms ir t. t.) patvirtintas sprendimas turi būti išsiųstas. </w:t>
      </w:r>
      <w:r w:rsidR="0073251C" w:rsidRPr="001E03E8">
        <w:rPr>
          <w:shd w:val="clear" w:color="auto" w:fill="FFFFFF"/>
        </w:rPr>
        <w:t xml:space="preserve">Teisės aktą skelbti Teisės aktų registre ir Plungės rajono savivaldybės interneto svetainėje </w:t>
      </w:r>
      <w:hyperlink r:id="rId27" w:history="1">
        <w:r w:rsidR="0073251C" w:rsidRPr="00E74222">
          <w:rPr>
            <w:rStyle w:val="Hipersaitas"/>
            <w:shd w:val="clear" w:color="auto" w:fill="FFFFFF"/>
          </w:rPr>
          <w:t>www.plunge.lt</w:t>
        </w:r>
      </w:hyperlink>
      <w:r w:rsidR="0073251C">
        <w:rPr>
          <w:shd w:val="clear" w:color="auto" w:fill="FFFFFF"/>
        </w:rPr>
        <w:t xml:space="preserve">. </w:t>
      </w:r>
    </w:p>
    <w:p w:rsidR="00242266" w:rsidRPr="00242266" w:rsidRDefault="00242266" w:rsidP="0073251C">
      <w:pPr>
        <w:tabs>
          <w:tab w:val="left" w:pos="720"/>
        </w:tabs>
        <w:ind w:firstLine="720"/>
        <w:jc w:val="both"/>
        <w:rPr>
          <w:szCs w:val="24"/>
        </w:rPr>
      </w:pPr>
      <w:r w:rsidRPr="00242266">
        <w:rPr>
          <w:b/>
          <w:szCs w:val="24"/>
        </w:rPr>
        <w:t>11. Kita svarbi informacija</w:t>
      </w:r>
      <w:r w:rsidRPr="00242266">
        <w:rPr>
          <w:szCs w:val="24"/>
        </w:rPr>
        <w:t>. Nėra.</w:t>
      </w:r>
    </w:p>
    <w:p w:rsidR="00242266" w:rsidRPr="00395D53" w:rsidRDefault="00242266" w:rsidP="00242266">
      <w:pPr>
        <w:ind w:firstLine="720"/>
        <w:jc w:val="both"/>
        <w:rPr>
          <w:b/>
          <w:szCs w:val="24"/>
        </w:rPr>
      </w:pPr>
      <w:r w:rsidRPr="00242266">
        <w:rPr>
          <w:b/>
          <w:szCs w:val="24"/>
        </w:rPr>
        <w:t>12.</w:t>
      </w:r>
      <w:r w:rsidRPr="00242266">
        <w:rPr>
          <w:szCs w:val="24"/>
        </w:rPr>
        <w:t xml:space="preserve"> </w:t>
      </w:r>
      <w:r w:rsidRPr="00242266">
        <w:rPr>
          <w:b/>
          <w:szCs w:val="24"/>
        </w:rPr>
        <w:t xml:space="preserve">Numatomo teisinio reguliavimo poveikio vertinimas </w:t>
      </w:r>
      <w:r w:rsidRPr="00242266">
        <w:rPr>
          <w:szCs w:val="24"/>
        </w:rPr>
        <w:t>(pagrįsti, kokios galimos teigiamos, neigiamos pasekmės, priėmus projektą, kokių priemonių reikėtų imtis, kad neigiamų pasekmių būtų</w:t>
      </w:r>
      <w:r w:rsidRPr="00395D53">
        <w:rPr>
          <w:szCs w:val="24"/>
        </w:rPr>
        <w:t xml:space="preserve">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42266" w:rsidRPr="00395D53" w:rsidTr="008C4C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242266" w:rsidRPr="00395D53" w:rsidRDefault="00242266" w:rsidP="008C4C2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242266" w:rsidRPr="00395D53" w:rsidRDefault="00242266" w:rsidP="008C4C2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242266" w:rsidRPr="00395D53" w:rsidTr="008C4C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2266" w:rsidRPr="00395D53" w:rsidRDefault="00242266" w:rsidP="008C4C2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242266" w:rsidRPr="00395D53" w:rsidRDefault="00242266" w:rsidP="008C4C2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b/>
                <w:kern w:val="2"/>
                <w:szCs w:val="24"/>
                <w:lang w:bidi="lo-LA"/>
              </w:rPr>
            </w:pPr>
            <w:r w:rsidRPr="00395D53">
              <w:rPr>
                <w:rFonts w:eastAsia="Lucida Sans Unicode"/>
                <w:b/>
                <w:kern w:val="2"/>
                <w:szCs w:val="24"/>
              </w:rPr>
              <w:t>Neigiamas poveikis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73251C" w:rsidP="001E3692">
            <w:pPr>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bl>
    <w:p w:rsidR="009214B2" w:rsidRDefault="009214B2" w:rsidP="00242266">
      <w:pPr>
        <w:ind w:firstLine="709"/>
        <w:rPr>
          <w:szCs w:val="24"/>
        </w:rPr>
      </w:pPr>
    </w:p>
    <w:p w:rsidR="00242266" w:rsidRPr="00395D53" w:rsidRDefault="00242266" w:rsidP="001E3692">
      <w:pPr>
        <w:ind w:firstLine="720"/>
        <w:jc w:val="both"/>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42266" w:rsidRPr="00395D53" w:rsidRDefault="00242266" w:rsidP="00242266">
      <w:pPr>
        <w:ind w:firstLine="709"/>
        <w:rPr>
          <w:rFonts w:eastAsia="Lucida Sans Unicode"/>
          <w:kern w:val="2"/>
          <w:szCs w:val="24"/>
        </w:rPr>
      </w:pPr>
    </w:p>
    <w:p w:rsidR="00242266" w:rsidRPr="00395D53" w:rsidRDefault="00242266" w:rsidP="00242266">
      <w:pPr>
        <w:rPr>
          <w:sz w:val="22"/>
          <w:szCs w:val="22"/>
        </w:rPr>
      </w:pPr>
    </w:p>
    <w:p w:rsidR="00242266" w:rsidRPr="00395D53" w:rsidRDefault="00242266" w:rsidP="00242266">
      <w:pPr>
        <w:widowControl w:val="0"/>
        <w:rPr>
          <w:rFonts w:eastAsia="Lucida Sans Unicode"/>
          <w:kern w:val="2"/>
          <w:lang w:eastAsia="ar-SA"/>
        </w:rPr>
      </w:pPr>
      <w:r w:rsidRPr="00395D53">
        <w:rPr>
          <w:rFonts w:eastAsia="Lucida Sans Unicode"/>
          <w:kern w:val="2"/>
        </w:rPr>
        <w:t>Rengėja</w:t>
      </w:r>
    </w:p>
    <w:p w:rsidR="00F4653F" w:rsidRDefault="00F4653F" w:rsidP="00F4653F">
      <w:pPr>
        <w:tabs>
          <w:tab w:val="left" w:pos="7938"/>
        </w:tabs>
        <w:rPr>
          <w:color w:val="FF0000"/>
        </w:rPr>
      </w:pPr>
      <w:r>
        <w:t>Savivaldybės tarybos veiklos reglamento keitimo komisija</w:t>
      </w:r>
    </w:p>
    <w:p w:rsidR="00242266" w:rsidRPr="00395D53" w:rsidRDefault="00242266" w:rsidP="00242266">
      <w:pPr>
        <w:widowControl w:val="0"/>
      </w:pPr>
    </w:p>
    <w:p w:rsidR="00242266" w:rsidRPr="003A6E27" w:rsidRDefault="00242266" w:rsidP="00242266">
      <w:pPr>
        <w:jc w:val="center"/>
      </w:pPr>
    </w:p>
    <w:p w:rsidR="00203176" w:rsidRPr="00B02694" w:rsidRDefault="00203176" w:rsidP="00213DA0">
      <w:pPr>
        <w:ind w:firstLine="6480"/>
        <w:rPr>
          <w:color w:val="00B0F0"/>
          <w:szCs w:val="24"/>
        </w:rPr>
      </w:pPr>
    </w:p>
    <w:sectPr w:rsidR="00203176" w:rsidRPr="00B02694" w:rsidSect="00203176">
      <w:headerReference w:type="even" r:id="rId28"/>
      <w:headerReference w:type="default" r:id="rId29"/>
      <w:footerReference w:type="even" r:id="rId30"/>
      <w:footerReference w:type="default" r:id="rId31"/>
      <w:headerReference w:type="first" r:id="rId32"/>
      <w:footerReference w:type="first" r:id="rId33"/>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511" w:rsidRDefault="00224511">
      <w:pPr>
        <w:rPr>
          <w:szCs w:val="24"/>
        </w:rPr>
      </w:pPr>
      <w:r>
        <w:rPr>
          <w:szCs w:val="24"/>
        </w:rPr>
        <w:separator/>
      </w:r>
    </w:p>
  </w:endnote>
  <w:endnote w:type="continuationSeparator" w:id="0">
    <w:p w:rsidR="00224511" w:rsidRDefault="00224511">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E1" w:rsidRDefault="00CD1BE1">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E1" w:rsidRDefault="00CD1BE1">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E1" w:rsidRDefault="00CD1BE1">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511" w:rsidRDefault="00224511">
      <w:pPr>
        <w:rPr>
          <w:szCs w:val="24"/>
        </w:rPr>
      </w:pPr>
      <w:r>
        <w:rPr>
          <w:szCs w:val="24"/>
        </w:rPr>
        <w:separator/>
      </w:r>
    </w:p>
  </w:footnote>
  <w:footnote w:type="continuationSeparator" w:id="0">
    <w:p w:rsidR="00224511" w:rsidRDefault="00224511">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187691"/>
      <w:docPartObj>
        <w:docPartGallery w:val="Page Numbers (Top of Page)"/>
        <w:docPartUnique/>
      </w:docPartObj>
    </w:sdtPr>
    <w:sdtEndPr/>
    <w:sdtContent>
      <w:p w:rsidR="00CD1BE1" w:rsidRDefault="00CD1BE1">
        <w:pPr>
          <w:pStyle w:val="Antrats"/>
          <w:jc w:val="center"/>
        </w:pPr>
        <w:r>
          <w:fldChar w:fldCharType="begin"/>
        </w:r>
        <w:r>
          <w:instrText>PAGE   \* MERGEFORMAT</w:instrText>
        </w:r>
        <w:r>
          <w:fldChar w:fldCharType="separate"/>
        </w:r>
        <w:r w:rsidR="00941B6B">
          <w:rPr>
            <w:noProof/>
          </w:rPr>
          <w:t>2</w:t>
        </w:r>
        <w:r>
          <w:fldChar w:fldCharType="end"/>
        </w:r>
      </w:p>
    </w:sdtContent>
  </w:sdt>
  <w:p w:rsidR="00CD1BE1" w:rsidRDefault="00CD1BE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E1" w:rsidRDefault="00CD1BE1">
    <w:pPr>
      <w:pStyle w:val="Antrats"/>
      <w:jc w:val="center"/>
    </w:pPr>
  </w:p>
  <w:p w:rsidR="00CD1BE1" w:rsidRDefault="00CD1BE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E1" w:rsidRDefault="00CD1BE1">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CD1BE1" w:rsidRDefault="00CD1BE1">
    <w:pPr>
      <w:tabs>
        <w:tab w:val="center" w:pos="4819"/>
        <w:tab w:val="right" w:pos="9638"/>
      </w:tabs>
      <w:rPr>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068509"/>
      <w:docPartObj>
        <w:docPartGallery w:val="Page Numbers (Top of Page)"/>
        <w:docPartUnique/>
      </w:docPartObj>
    </w:sdtPr>
    <w:sdtEndPr/>
    <w:sdtContent>
      <w:p w:rsidR="00CD1BE1" w:rsidRDefault="00CD1BE1">
        <w:pPr>
          <w:pStyle w:val="Antrats"/>
          <w:jc w:val="center"/>
        </w:pPr>
        <w:r>
          <w:fldChar w:fldCharType="begin"/>
        </w:r>
        <w:r>
          <w:instrText>PAGE   \* MERGEFORMAT</w:instrText>
        </w:r>
        <w:r>
          <w:fldChar w:fldCharType="separate"/>
        </w:r>
        <w:r w:rsidR="00941B6B">
          <w:rPr>
            <w:noProof/>
          </w:rPr>
          <w:t>42</w:t>
        </w:r>
        <w:r>
          <w:fldChar w:fldCharType="end"/>
        </w:r>
      </w:p>
    </w:sdtContent>
  </w:sdt>
  <w:p w:rsidR="00CD1BE1" w:rsidRDefault="00CD1BE1" w:rsidP="00446462">
    <w:pPr>
      <w:tabs>
        <w:tab w:val="center" w:pos="4819"/>
        <w:tab w:val="right" w:pos="9638"/>
      </w:tabs>
      <w:rPr>
        <w:szCs w:val="24"/>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BE1" w:rsidRDefault="00CD1BE1">
    <w:pPr>
      <w:pStyle w:val="Antrats"/>
      <w:jc w:val="center"/>
    </w:pPr>
  </w:p>
  <w:p w:rsidR="00CD1BE1" w:rsidRDefault="00CD1BE1">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88C20DF"/>
    <w:multiLevelType w:val="hybridMultilevel"/>
    <w:tmpl w:val="82F21594"/>
    <w:lvl w:ilvl="0" w:tplc="15B2AA7C">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pStyle w:val="Antrat3"/>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0592"/>
    <w:rsid w:val="00001CB4"/>
    <w:rsid w:val="000028E8"/>
    <w:rsid w:val="00004477"/>
    <w:rsid w:val="00006E86"/>
    <w:rsid w:val="00016FD7"/>
    <w:rsid w:val="000212AD"/>
    <w:rsid w:val="00024D61"/>
    <w:rsid w:val="000302CE"/>
    <w:rsid w:val="000311CB"/>
    <w:rsid w:val="00032E4B"/>
    <w:rsid w:val="000354F3"/>
    <w:rsid w:val="00036355"/>
    <w:rsid w:val="0003642A"/>
    <w:rsid w:val="000435EE"/>
    <w:rsid w:val="00044FB9"/>
    <w:rsid w:val="0005477A"/>
    <w:rsid w:val="00055F47"/>
    <w:rsid w:val="000639F0"/>
    <w:rsid w:val="00063F9A"/>
    <w:rsid w:val="00065406"/>
    <w:rsid w:val="0006683E"/>
    <w:rsid w:val="00066F51"/>
    <w:rsid w:val="000670E0"/>
    <w:rsid w:val="0006781A"/>
    <w:rsid w:val="00067CD2"/>
    <w:rsid w:val="00074DE5"/>
    <w:rsid w:val="00075B0B"/>
    <w:rsid w:val="000864FF"/>
    <w:rsid w:val="00093E46"/>
    <w:rsid w:val="00093FAF"/>
    <w:rsid w:val="000A0593"/>
    <w:rsid w:val="000A3185"/>
    <w:rsid w:val="000A361D"/>
    <w:rsid w:val="000A3D55"/>
    <w:rsid w:val="000A4007"/>
    <w:rsid w:val="000A6F4E"/>
    <w:rsid w:val="000B1D2E"/>
    <w:rsid w:val="000B2A96"/>
    <w:rsid w:val="000B6989"/>
    <w:rsid w:val="000C4572"/>
    <w:rsid w:val="000C47B1"/>
    <w:rsid w:val="000C585F"/>
    <w:rsid w:val="000D159D"/>
    <w:rsid w:val="000D3DDB"/>
    <w:rsid w:val="000D64FF"/>
    <w:rsid w:val="000D6BDC"/>
    <w:rsid w:val="000D75F3"/>
    <w:rsid w:val="000E2230"/>
    <w:rsid w:val="000E2B8D"/>
    <w:rsid w:val="000F49A3"/>
    <w:rsid w:val="000F527E"/>
    <w:rsid w:val="000F6012"/>
    <w:rsid w:val="000F6873"/>
    <w:rsid w:val="000F7E0F"/>
    <w:rsid w:val="00100200"/>
    <w:rsid w:val="00101D51"/>
    <w:rsid w:val="00101E52"/>
    <w:rsid w:val="00102473"/>
    <w:rsid w:val="00106B8F"/>
    <w:rsid w:val="00107C7C"/>
    <w:rsid w:val="00107CB0"/>
    <w:rsid w:val="00120C83"/>
    <w:rsid w:val="00121F2B"/>
    <w:rsid w:val="00122776"/>
    <w:rsid w:val="00126FFC"/>
    <w:rsid w:val="00127C61"/>
    <w:rsid w:val="00130EA7"/>
    <w:rsid w:val="00130FDB"/>
    <w:rsid w:val="00131553"/>
    <w:rsid w:val="00140853"/>
    <w:rsid w:val="00140CB1"/>
    <w:rsid w:val="001443A5"/>
    <w:rsid w:val="00146C34"/>
    <w:rsid w:val="00152A7B"/>
    <w:rsid w:val="0015538E"/>
    <w:rsid w:val="001566A0"/>
    <w:rsid w:val="00157FB7"/>
    <w:rsid w:val="00160682"/>
    <w:rsid w:val="00160A37"/>
    <w:rsid w:val="001614C3"/>
    <w:rsid w:val="00161F3E"/>
    <w:rsid w:val="0016424E"/>
    <w:rsid w:val="0016645F"/>
    <w:rsid w:val="0017599A"/>
    <w:rsid w:val="00176745"/>
    <w:rsid w:val="00176EC8"/>
    <w:rsid w:val="00177E63"/>
    <w:rsid w:val="001816F5"/>
    <w:rsid w:val="00182164"/>
    <w:rsid w:val="0018569A"/>
    <w:rsid w:val="001862EC"/>
    <w:rsid w:val="00192422"/>
    <w:rsid w:val="001933D5"/>
    <w:rsid w:val="001944CA"/>
    <w:rsid w:val="0019487F"/>
    <w:rsid w:val="0019490F"/>
    <w:rsid w:val="00195BF2"/>
    <w:rsid w:val="00195E49"/>
    <w:rsid w:val="001A04CA"/>
    <w:rsid w:val="001A3910"/>
    <w:rsid w:val="001A3E14"/>
    <w:rsid w:val="001A529B"/>
    <w:rsid w:val="001A7ED7"/>
    <w:rsid w:val="001B48B9"/>
    <w:rsid w:val="001B5B1B"/>
    <w:rsid w:val="001C2158"/>
    <w:rsid w:val="001D3229"/>
    <w:rsid w:val="001E03E8"/>
    <w:rsid w:val="001E0FAA"/>
    <w:rsid w:val="001E3692"/>
    <w:rsid w:val="001E5601"/>
    <w:rsid w:val="001E5E37"/>
    <w:rsid w:val="001F0392"/>
    <w:rsid w:val="001F2772"/>
    <w:rsid w:val="001F2848"/>
    <w:rsid w:val="00203176"/>
    <w:rsid w:val="002106D1"/>
    <w:rsid w:val="002120CF"/>
    <w:rsid w:val="00213DA0"/>
    <w:rsid w:val="002155BA"/>
    <w:rsid w:val="00216AF4"/>
    <w:rsid w:val="00220226"/>
    <w:rsid w:val="00223B8D"/>
    <w:rsid w:val="00223EAA"/>
    <w:rsid w:val="0022447C"/>
    <w:rsid w:val="00224511"/>
    <w:rsid w:val="00227242"/>
    <w:rsid w:val="00230B16"/>
    <w:rsid w:val="00231CC2"/>
    <w:rsid w:val="00232317"/>
    <w:rsid w:val="00233108"/>
    <w:rsid w:val="00235A7A"/>
    <w:rsid w:val="00241B2B"/>
    <w:rsid w:val="00242266"/>
    <w:rsid w:val="002422F9"/>
    <w:rsid w:val="0024479C"/>
    <w:rsid w:val="00244EB3"/>
    <w:rsid w:val="0025119E"/>
    <w:rsid w:val="00252B8F"/>
    <w:rsid w:val="002532A7"/>
    <w:rsid w:val="00255FE9"/>
    <w:rsid w:val="0026007C"/>
    <w:rsid w:val="00262546"/>
    <w:rsid w:val="002637CA"/>
    <w:rsid w:val="0026702F"/>
    <w:rsid w:val="0027030C"/>
    <w:rsid w:val="00270AB9"/>
    <w:rsid w:val="00271A50"/>
    <w:rsid w:val="0027273B"/>
    <w:rsid w:val="00274EE7"/>
    <w:rsid w:val="002828FD"/>
    <w:rsid w:val="00283ADF"/>
    <w:rsid w:val="00286349"/>
    <w:rsid w:val="00286DF4"/>
    <w:rsid w:val="00286E2A"/>
    <w:rsid w:val="00291840"/>
    <w:rsid w:val="00294568"/>
    <w:rsid w:val="00295BE9"/>
    <w:rsid w:val="002A2944"/>
    <w:rsid w:val="002A29BD"/>
    <w:rsid w:val="002A5358"/>
    <w:rsid w:val="002A5AD5"/>
    <w:rsid w:val="002A78DA"/>
    <w:rsid w:val="002A7CFE"/>
    <w:rsid w:val="002B0CD8"/>
    <w:rsid w:val="002B29E0"/>
    <w:rsid w:val="002B2AAF"/>
    <w:rsid w:val="002B5824"/>
    <w:rsid w:val="002B5E62"/>
    <w:rsid w:val="002B760D"/>
    <w:rsid w:val="002C4DB4"/>
    <w:rsid w:val="002C4FA8"/>
    <w:rsid w:val="002C7E49"/>
    <w:rsid w:val="002D13D2"/>
    <w:rsid w:val="002D470E"/>
    <w:rsid w:val="002D61E2"/>
    <w:rsid w:val="002E395D"/>
    <w:rsid w:val="002E40B2"/>
    <w:rsid w:val="002E51BD"/>
    <w:rsid w:val="002E574C"/>
    <w:rsid w:val="002F16CC"/>
    <w:rsid w:val="002F1A6D"/>
    <w:rsid w:val="002F441A"/>
    <w:rsid w:val="002F730D"/>
    <w:rsid w:val="002F7909"/>
    <w:rsid w:val="00303EF1"/>
    <w:rsid w:val="003129BD"/>
    <w:rsid w:val="00316C4D"/>
    <w:rsid w:val="003212A3"/>
    <w:rsid w:val="00324735"/>
    <w:rsid w:val="00325AB6"/>
    <w:rsid w:val="00326CFA"/>
    <w:rsid w:val="00330B05"/>
    <w:rsid w:val="00330BCC"/>
    <w:rsid w:val="00330E5B"/>
    <w:rsid w:val="003312E6"/>
    <w:rsid w:val="003321C6"/>
    <w:rsid w:val="00332346"/>
    <w:rsid w:val="00332A86"/>
    <w:rsid w:val="0033487A"/>
    <w:rsid w:val="00334DF5"/>
    <w:rsid w:val="003420FD"/>
    <w:rsid w:val="00342CC3"/>
    <w:rsid w:val="003450D5"/>
    <w:rsid w:val="0034638B"/>
    <w:rsid w:val="00346981"/>
    <w:rsid w:val="003469B3"/>
    <w:rsid w:val="00347104"/>
    <w:rsid w:val="0035089B"/>
    <w:rsid w:val="003510CB"/>
    <w:rsid w:val="0035121D"/>
    <w:rsid w:val="003544B2"/>
    <w:rsid w:val="00355E34"/>
    <w:rsid w:val="00356CF4"/>
    <w:rsid w:val="003613D9"/>
    <w:rsid w:val="003621A8"/>
    <w:rsid w:val="00362299"/>
    <w:rsid w:val="00364F51"/>
    <w:rsid w:val="00366EAE"/>
    <w:rsid w:val="00376E20"/>
    <w:rsid w:val="003772BF"/>
    <w:rsid w:val="00382288"/>
    <w:rsid w:val="003831E5"/>
    <w:rsid w:val="003845E9"/>
    <w:rsid w:val="00394ABA"/>
    <w:rsid w:val="00396A8C"/>
    <w:rsid w:val="00397539"/>
    <w:rsid w:val="003A0382"/>
    <w:rsid w:val="003A2D4C"/>
    <w:rsid w:val="003A5A03"/>
    <w:rsid w:val="003B2920"/>
    <w:rsid w:val="003B42AB"/>
    <w:rsid w:val="003C019F"/>
    <w:rsid w:val="003D1333"/>
    <w:rsid w:val="003D3AD8"/>
    <w:rsid w:val="003D52AF"/>
    <w:rsid w:val="003D7A19"/>
    <w:rsid w:val="003E0FFD"/>
    <w:rsid w:val="003E1001"/>
    <w:rsid w:val="003E3985"/>
    <w:rsid w:val="003E3C23"/>
    <w:rsid w:val="003E4862"/>
    <w:rsid w:val="003E5972"/>
    <w:rsid w:val="003F288B"/>
    <w:rsid w:val="003F5904"/>
    <w:rsid w:val="003F6798"/>
    <w:rsid w:val="00403277"/>
    <w:rsid w:val="00405A09"/>
    <w:rsid w:val="00416202"/>
    <w:rsid w:val="00425883"/>
    <w:rsid w:val="004265DD"/>
    <w:rsid w:val="0043678C"/>
    <w:rsid w:val="00437CFE"/>
    <w:rsid w:val="0044395E"/>
    <w:rsid w:val="00443B68"/>
    <w:rsid w:val="00444A1C"/>
    <w:rsid w:val="00445156"/>
    <w:rsid w:val="00446462"/>
    <w:rsid w:val="00446D69"/>
    <w:rsid w:val="00451AF0"/>
    <w:rsid w:val="00457268"/>
    <w:rsid w:val="00457A44"/>
    <w:rsid w:val="004610F7"/>
    <w:rsid w:val="00486639"/>
    <w:rsid w:val="00486DB9"/>
    <w:rsid w:val="00491FCE"/>
    <w:rsid w:val="00492BE2"/>
    <w:rsid w:val="004A1B80"/>
    <w:rsid w:val="004A1D23"/>
    <w:rsid w:val="004A615F"/>
    <w:rsid w:val="004B031E"/>
    <w:rsid w:val="004B4723"/>
    <w:rsid w:val="004B4795"/>
    <w:rsid w:val="004C7817"/>
    <w:rsid w:val="004D19BA"/>
    <w:rsid w:val="004D1A2D"/>
    <w:rsid w:val="004D51CB"/>
    <w:rsid w:val="004E1835"/>
    <w:rsid w:val="004F07A0"/>
    <w:rsid w:val="004F0FB4"/>
    <w:rsid w:val="004F5497"/>
    <w:rsid w:val="004F5690"/>
    <w:rsid w:val="004F675F"/>
    <w:rsid w:val="004F75C0"/>
    <w:rsid w:val="0050536B"/>
    <w:rsid w:val="00505C45"/>
    <w:rsid w:val="00512CF7"/>
    <w:rsid w:val="00516C08"/>
    <w:rsid w:val="00530E6E"/>
    <w:rsid w:val="00532080"/>
    <w:rsid w:val="005326B7"/>
    <w:rsid w:val="00537B15"/>
    <w:rsid w:val="00540345"/>
    <w:rsid w:val="00541D0D"/>
    <w:rsid w:val="00546843"/>
    <w:rsid w:val="00546B0B"/>
    <w:rsid w:val="0055236F"/>
    <w:rsid w:val="005560BF"/>
    <w:rsid w:val="005575EE"/>
    <w:rsid w:val="00562A82"/>
    <w:rsid w:val="00563CEA"/>
    <w:rsid w:val="00565620"/>
    <w:rsid w:val="00565BA7"/>
    <w:rsid w:val="005676F7"/>
    <w:rsid w:val="0057289E"/>
    <w:rsid w:val="0058030F"/>
    <w:rsid w:val="005855F0"/>
    <w:rsid w:val="00591A4E"/>
    <w:rsid w:val="00594A03"/>
    <w:rsid w:val="00596714"/>
    <w:rsid w:val="00597928"/>
    <w:rsid w:val="00597BAA"/>
    <w:rsid w:val="00597BFC"/>
    <w:rsid w:val="005A0818"/>
    <w:rsid w:val="005B1257"/>
    <w:rsid w:val="005B614A"/>
    <w:rsid w:val="005B7E85"/>
    <w:rsid w:val="005C4154"/>
    <w:rsid w:val="005D19A3"/>
    <w:rsid w:val="005D6CCD"/>
    <w:rsid w:val="005E2737"/>
    <w:rsid w:val="005E6C8E"/>
    <w:rsid w:val="005E7EB5"/>
    <w:rsid w:val="005F326D"/>
    <w:rsid w:val="005F3E1B"/>
    <w:rsid w:val="005F4350"/>
    <w:rsid w:val="005F695E"/>
    <w:rsid w:val="006005EF"/>
    <w:rsid w:val="0060465B"/>
    <w:rsid w:val="00607B1B"/>
    <w:rsid w:val="00613676"/>
    <w:rsid w:val="006143A8"/>
    <w:rsid w:val="00617DB5"/>
    <w:rsid w:val="00622F09"/>
    <w:rsid w:val="00623779"/>
    <w:rsid w:val="00624161"/>
    <w:rsid w:val="006256FE"/>
    <w:rsid w:val="006307B5"/>
    <w:rsid w:val="00630CBD"/>
    <w:rsid w:val="006316B3"/>
    <w:rsid w:val="006328D1"/>
    <w:rsid w:val="006346E6"/>
    <w:rsid w:val="006348FF"/>
    <w:rsid w:val="006373D5"/>
    <w:rsid w:val="006427C3"/>
    <w:rsid w:val="006453A7"/>
    <w:rsid w:val="00645F9D"/>
    <w:rsid w:val="00650E8C"/>
    <w:rsid w:val="00650FCE"/>
    <w:rsid w:val="00654D96"/>
    <w:rsid w:val="00661962"/>
    <w:rsid w:val="00661DF7"/>
    <w:rsid w:val="0066230E"/>
    <w:rsid w:val="0066369B"/>
    <w:rsid w:val="00664DE1"/>
    <w:rsid w:val="00665351"/>
    <w:rsid w:val="0067296B"/>
    <w:rsid w:val="0067700F"/>
    <w:rsid w:val="00677391"/>
    <w:rsid w:val="00677EE0"/>
    <w:rsid w:val="0068216C"/>
    <w:rsid w:val="00682F50"/>
    <w:rsid w:val="00685642"/>
    <w:rsid w:val="00690037"/>
    <w:rsid w:val="00691994"/>
    <w:rsid w:val="006952FF"/>
    <w:rsid w:val="00695C28"/>
    <w:rsid w:val="00695CE3"/>
    <w:rsid w:val="00697586"/>
    <w:rsid w:val="006979FE"/>
    <w:rsid w:val="00697E81"/>
    <w:rsid w:val="006A0627"/>
    <w:rsid w:val="006A21F1"/>
    <w:rsid w:val="006A7AE3"/>
    <w:rsid w:val="006B418B"/>
    <w:rsid w:val="006B678C"/>
    <w:rsid w:val="006B7806"/>
    <w:rsid w:val="006C1358"/>
    <w:rsid w:val="006C24C0"/>
    <w:rsid w:val="006C65D2"/>
    <w:rsid w:val="006D0F84"/>
    <w:rsid w:val="006D178E"/>
    <w:rsid w:val="006D4570"/>
    <w:rsid w:val="006E7B39"/>
    <w:rsid w:val="006F3F8D"/>
    <w:rsid w:val="006F4413"/>
    <w:rsid w:val="006F4E6E"/>
    <w:rsid w:val="006F5828"/>
    <w:rsid w:val="006F5B7E"/>
    <w:rsid w:val="006F65EC"/>
    <w:rsid w:val="007041BD"/>
    <w:rsid w:val="0070459D"/>
    <w:rsid w:val="0070482F"/>
    <w:rsid w:val="00704CCA"/>
    <w:rsid w:val="00704E06"/>
    <w:rsid w:val="00706040"/>
    <w:rsid w:val="007140BF"/>
    <w:rsid w:val="007143FE"/>
    <w:rsid w:val="00714420"/>
    <w:rsid w:val="0072145A"/>
    <w:rsid w:val="00723FF0"/>
    <w:rsid w:val="007300A8"/>
    <w:rsid w:val="00730351"/>
    <w:rsid w:val="0073100E"/>
    <w:rsid w:val="0073251C"/>
    <w:rsid w:val="00733DFF"/>
    <w:rsid w:val="00733E1B"/>
    <w:rsid w:val="007344C5"/>
    <w:rsid w:val="00735D2B"/>
    <w:rsid w:val="00736034"/>
    <w:rsid w:val="00736AA7"/>
    <w:rsid w:val="00741F47"/>
    <w:rsid w:val="0074649C"/>
    <w:rsid w:val="00752D01"/>
    <w:rsid w:val="00752ECA"/>
    <w:rsid w:val="007532E0"/>
    <w:rsid w:val="00753376"/>
    <w:rsid w:val="00753B7F"/>
    <w:rsid w:val="007550E7"/>
    <w:rsid w:val="00760D38"/>
    <w:rsid w:val="00765A6E"/>
    <w:rsid w:val="00767E31"/>
    <w:rsid w:val="00767E68"/>
    <w:rsid w:val="007722C4"/>
    <w:rsid w:val="00772D32"/>
    <w:rsid w:val="007745CB"/>
    <w:rsid w:val="00774E30"/>
    <w:rsid w:val="00777214"/>
    <w:rsid w:val="0077744E"/>
    <w:rsid w:val="00780FA0"/>
    <w:rsid w:val="00782265"/>
    <w:rsid w:val="00790101"/>
    <w:rsid w:val="00790FAE"/>
    <w:rsid w:val="0079107F"/>
    <w:rsid w:val="00794F69"/>
    <w:rsid w:val="00795C4B"/>
    <w:rsid w:val="00797761"/>
    <w:rsid w:val="00797BB2"/>
    <w:rsid w:val="007A131B"/>
    <w:rsid w:val="007A41DA"/>
    <w:rsid w:val="007A54A3"/>
    <w:rsid w:val="007B09B9"/>
    <w:rsid w:val="007B1154"/>
    <w:rsid w:val="007B25D1"/>
    <w:rsid w:val="007B3180"/>
    <w:rsid w:val="007B7641"/>
    <w:rsid w:val="007B7908"/>
    <w:rsid w:val="007C0A62"/>
    <w:rsid w:val="007C162A"/>
    <w:rsid w:val="007C2264"/>
    <w:rsid w:val="007C40C2"/>
    <w:rsid w:val="007C6992"/>
    <w:rsid w:val="007D0797"/>
    <w:rsid w:val="007D1D99"/>
    <w:rsid w:val="007D6011"/>
    <w:rsid w:val="007D696F"/>
    <w:rsid w:val="007E2D97"/>
    <w:rsid w:val="007E72A9"/>
    <w:rsid w:val="007F0078"/>
    <w:rsid w:val="007F22C5"/>
    <w:rsid w:val="007F541C"/>
    <w:rsid w:val="008002D3"/>
    <w:rsid w:val="0080065E"/>
    <w:rsid w:val="008010E0"/>
    <w:rsid w:val="00801D79"/>
    <w:rsid w:val="00803407"/>
    <w:rsid w:val="00803D27"/>
    <w:rsid w:val="00806CF2"/>
    <w:rsid w:val="0081019E"/>
    <w:rsid w:val="00810DC3"/>
    <w:rsid w:val="00811C2A"/>
    <w:rsid w:val="0081572A"/>
    <w:rsid w:val="00824CBC"/>
    <w:rsid w:val="00833880"/>
    <w:rsid w:val="008339A2"/>
    <w:rsid w:val="00837315"/>
    <w:rsid w:val="00841788"/>
    <w:rsid w:val="00844550"/>
    <w:rsid w:val="00844F10"/>
    <w:rsid w:val="0084547C"/>
    <w:rsid w:val="00845682"/>
    <w:rsid w:val="0084757A"/>
    <w:rsid w:val="00850CD0"/>
    <w:rsid w:val="0085177A"/>
    <w:rsid w:val="008518C8"/>
    <w:rsid w:val="0086796D"/>
    <w:rsid w:val="0087076A"/>
    <w:rsid w:val="00872FF8"/>
    <w:rsid w:val="00874816"/>
    <w:rsid w:val="00874D0D"/>
    <w:rsid w:val="00874DEC"/>
    <w:rsid w:val="008778E5"/>
    <w:rsid w:val="00877C9D"/>
    <w:rsid w:val="00883556"/>
    <w:rsid w:val="00883876"/>
    <w:rsid w:val="008855E0"/>
    <w:rsid w:val="00886AC2"/>
    <w:rsid w:val="00891F4D"/>
    <w:rsid w:val="0089200F"/>
    <w:rsid w:val="008920E7"/>
    <w:rsid w:val="00892214"/>
    <w:rsid w:val="0089385A"/>
    <w:rsid w:val="008967AB"/>
    <w:rsid w:val="00897DC9"/>
    <w:rsid w:val="008A53E9"/>
    <w:rsid w:val="008A7795"/>
    <w:rsid w:val="008B302D"/>
    <w:rsid w:val="008B6134"/>
    <w:rsid w:val="008B6547"/>
    <w:rsid w:val="008B7BEB"/>
    <w:rsid w:val="008C4C2A"/>
    <w:rsid w:val="008C4DE4"/>
    <w:rsid w:val="008C6E07"/>
    <w:rsid w:val="008D18CC"/>
    <w:rsid w:val="008D4E8B"/>
    <w:rsid w:val="008D5DD1"/>
    <w:rsid w:val="008D7545"/>
    <w:rsid w:val="008E5B03"/>
    <w:rsid w:val="008F27DB"/>
    <w:rsid w:val="008F3363"/>
    <w:rsid w:val="008F420E"/>
    <w:rsid w:val="008F4E7B"/>
    <w:rsid w:val="008F6549"/>
    <w:rsid w:val="008F6E2D"/>
    <w:rsid w:val="00900D57"/>
    <w:rsid w:val="009026AA"/>
    <w:rsid w:val="0090319F"/>
    <w:rsid w:val="00904C47"/>
    <w:rsid w:val="00915F9A"/>
    <w:rsid w:val="00916A31"/>
    <w:rsid w:val="00916DE7"/>
    <w:rsid w:val="009214B2"/>
    <w:rsid w:val="00921D90"/>
    <w:rsid w:val="009244BF"/>
    <w:rsid w:val="00933735"/>
    <w:rsid w:val="00937402"/>
    <w:rsid w:val="00937419"/>
    <w:rsid w:val="00937A65"/>
    <w:rsid w:val="00941070"/>
    <w:rsid w:val="00941B6B"/>
    <w:rsid w:val="00942108"/>
    <w:rsid w:val="00953D29"/>
    <w:rsid w:val="0095480B"/>
    <w:rsid w:val="00955592"/>
    <w:rsid w:val="00960B9A"/>
    <w:rsid w:val="009631F5"/>
    <w:rsid w:val="0096572C"/>
    <w:rsid w:val="009660CC"/>
    <w:rsid w:val="009667F6"/>
    <w:rsid w:val="00966FCA"/>
    <w:rsid w:val="00967A0C"/>
    <w:rsid w:val="009717E9"/>
    <w:rsid w:val="00974A76"/>
    <w:rsid w:val="00975E0D"/>
    <w:rsid w:val="0097607C"/>
    <w:rsid w:val="009773A1"/>
    <w:rsid w:val="00980495"/>
    <w:rsid w:val="00981FD3"/>
    <w:rsid w:val="00984A1D"/>
    <w:rsid w:val="00986EF6"/>
    <w:rsid w:val="009878C8"/>
    <w:rsid w:val="0099126E"/>
    <w:rsid w:val="009912E2"/>
    <w:rsid w:val="00992B0E"/>
    <w:rsid w:val="009945B8"/>
    <w:rsid w:val="009948F9"/>
    <w:rsid w:val="009A55E7"/>
    <w:rsid w:val="009B308D"/>
    <w:rsid w:val="009B7786"/>
    <w:rsid w:val="009C417B"/>
    <w:rsid w:val="009C6F47"/>
    <w:rsid w:val="009D226E"/>
    <w:rsid w:val="009D3DAD"/>
    <w:rsid w:val="009D61E1"/>
    <w:rsid w:val="009D7170"/>
    <w:rsid w:val="009E0D36"/>
    <w:rsid w:val="009E216F"/>
    <w:rsid w:val="009F01CE"/>
    <w:rsid w:val="009F663D"/>
    <w:rsid w:val="009F7951"/>
    <w:rsid w:val="00A0133E"/>
    <w:rsid w:val="00A14249"/>
    <w:rsid w:val="00A15F14"/>
    <w:rsid w:val="00A25F2B"/>
    <w:rsid w:val="00A2795E"/>
    <w:rsid w:val="00A3143A"/>
    <w:rsid w:val="00A317EA"/>
    <w:rsid w:val="00A3502D"/>
    <w:rsid w:val="00A41166"/>
    <w:rsid w:val="00A4413F"/>
    <w:rsid w:val="00A51679"/>
    <w:rsid w:val="00A537A0"/>
    <w:rsid w:val="00A62451"/>
    <w:rsid w:val="00A630BE"/>
    <w:rsid w:val="00A645BA"/>
    <w:rsid w:val="00A656BD"/>
    <w:rsid w:val="00A66CCA"/>
    <w:rsid w:val="00A70FA1"/>
    <w:rsid w:val="00A73E1D"/>
    <w:rsid w:val="00A740D0"/>
    <w:rsid w:val="00A8264D"/>
    <w:rsid w:val="00A8317A"/>
    <w:rsid w:val="00A838F7"/>
    <w:rsid w:val="00A906B5"/>
    <w:rsid w:val="00A927B0"/>
    <w:rsid w:val="00A94158"/>
    <w:rsid w:val="00A953C2"/>
    <w:rsid w:val="00AA1F52"/>
    <w:rsid w:val="00AA29FE"/>
    <w:rsid w:val="00AA502B"/>
    <w:rsid w:val="00AA5A72"/>
    <w:rsid w:val="00AB0AE3"/>
    <w:rsid w:val="00AB677B"/>
    <w:rsid w:val="00AC013B"/>
    <w:rsid w:val="00AC1557"/>
    <w:rsid w:val="00AC5BB3"/>
    <w:rsid w:val="00AC6A70"/>
    <w:rsid w:val="00AC6F55"/>
    <w:rsid w:val="00AD4378"/>
    <w:rsid w:val="00AD56A4"/>
    <w:rsid w:val="00AE1912"/>
    <w:rsid w:val="00AE4FC4"/>
    <w:rsid w:val="00AE572C"/>
    <w:rsid w:val="00AE7DBC"/>
    <w:rsid w:val="00AF141B"/>
    <w:rsid w:val="00AF1763"/>
    <w:rsid w:val="00AF1B89"/>
    <w:rsid w:val="00AF1F6D"/>
    <w:rsid w:val="00AF2574"/>
    <w:rsid w:val="00AF4D32"/>
    <w:rsid w:val="00AF5BA5"/>
    <w:rsid w:val="00B02694"/>
    <w:rsid w:val="00B07E83"/>
    <w:rsid w:val="00B10682"/>
    <w:rsid w:val="00B13224"/>
    <w:rsid w:val="00B14487"/>
    <w:rsid w:val="00B14EE3"/>
    <w:rsid w:val="00B154E5"/>
    <w:rsid w:val="00B16918"/>
    <w:rsid w:val="00B23D1D"/>
    <w:rsid w:val="00B2448F"/>
    <w:rsid w:val="00B2497C"/>
    <w:rsid w:val="00B2512F"/>
    <w:rsid w:val="00B2646F"/>
    <w:rsid w:val="00B31027"/>
    <w:rsid w:val="00B315B8"/>
    <w:rsid w:val="00B329E5"/>
    <w:rsid w:val="00B3341F"/>
    <w:rsid w:val="00B42228"/>
    <w:rsid w:val="00B439D4"/>
    <w:rsid w:val="00B47B13"/>
    <w:rsid w:val="00B55525"/>
    <w:rsid w:val="00B57B17"/>
    <w:rsid w:val="00B6123A"/>
    <w:rsid w:val="00B64A76"/>
    <w:rsid w:val="00B67824"/>
    <w:rsid w:val="00B73E2A"/>
    <w:rsid w:val="00B7441B"/>
    <w:rsid w:val="00B80D2A"/>
    <w:rsid w:val="00B83590"/>
    <w:rsid w:val="00B84B9D"/>
    <w:rsid w:val="00B84FF3"/>
    <w:rsid w:val="00B8647C"/>
    <w:rsid w:val="00B91296"/>
    <w:rsid w:val="00B9187A"/>
    <w:rsid w:val="00B91C30"/>
    <w:rsid w:val="00B9461F"/>
    <w:rsid w:val="00B94B77"/>
    <w:rsid w:val="00BA001C"/>
    <w:rsid w:val="00BA095C"/>
    <w:rsid w:val="00BA2183"/>
    <w:rsid w:val="00BA23BD"/>
    <w:rsid w:val="00BA2921"/>
    <w:rsid w:val="00BA42B1"/>
    <w:rsid w:val="00BA4BD4"/>
    <w:rsid w:val="00BA6D41"/>
    <w:rsid w:val="00BB1422"/>
    <w:rsid w:val="00BB278B"/>
    <w:rsid w:val="00BB45C5"/>
    <w:rsid w:val="00BB5499"/>
    <w:rsid w:val="00BB5E2B"/>
    <w:rsid w:val="00BC117B"/>
    <w:rsid w:val="00BC2153"/>
    <w:rsid w:val="00BD1AD5"/>
    <w:rsid w:val="00BD25A5"/>
    <w:rsid w:val="00BD341B"/>
    <w:rsid w:val="00BD60B6"/>
    <w:rsid w:val="00BD7801"/>
    <w:rsid w:val="00BE7B40"/>
    <w:rsid w:val="00BF052A"/>
    <w:rsid w:val="00BF2132"/>
    <w:rsid w:val="00BF415D"/>
    <w:rsid w:val="00BF4ECE"/>
    <w:rsid w:val="00C002B2"/>
    <w:rsid w:val="00C0079C"/>
    <w:rsid w:val="00C011BE"/>
    <w:rsid w:val="00C01661"/>
    <w:rsid w:val="00C034B1"/>
    <w:rsid w:val="00C0515B"/>
    <w:rsid w:val="00C07D54"/>
    <w:rsid w:val="00C1528C"/>
    <w:rsid w:val="00C15924"/>
    <w:rsid w:val="00C15F4E"/>
    <w:rsid w:val="00C2357F"/>
    <w:rsid w:val="00C2539B"/>
    <w:rsid w:val="00C26013"/>
    <w:rsid w:val="00C262F9"/>
    <w:rsid w:val="00C336A3"/>
    <w:rsid w:val="00C34BCA"/>
    <w:rsid w:val="00C36E06"/>
    <w:rsid w:val="00C3742F"/>
    <w:rsid w:val="00C37E76"/>
    <w:rsid w:val="00C41A14"/>
    <w:rsid w:val="00C45288"/>
    <w:rsid w:val="00C51117"/>
    <w:rsid w:val="00C54A7A"/>
    <w:rsid w:val="00C57D29"/>
    <w:rsid w:val="00C626F2"/>
    <w:rsid w:val="00C63F46"/>
    <w:rsid w:val="00C65F27"/>
    <w:rsid w:val="00C66AB1"/>
    <w:rsid w:val="00C66E57"/>
    <w:rsid w:val="00C753E4"/>
    <w:rsid w:val="00C80247"/>
    <w:rsid w:val="00C81789"/>
    <w:rsid w:val="00C83429"/>
    <w:rsid w:val="00C94BD3"/>
    <w:rsid w:val="00CA0E6E"/>
    <w:rsid w:val="00CA2523"/>
    <w:rsid w:val="00CA5516"/>
    <w:rsid w:val="00CA7B88"/>
    <w:rsid w:val="00CB1D8E"/>
    <w:rsid w:val="00CB27A3"/>
    <w:rsid w:val="00CB4832"/>
    <w:rsid w:val="00CB7921"/>
    <w:rsid w:val="00CC00A8"/>
    <w:rsid w:val="00CC0507"/>
    <w:rsid w:val="00CC13C0"/>
    <w:rsid w:val="00CC18D7"/>
    <w:rsid w:val="00CC3974"/>
    <w:rsid w:val="00CC49E9"/>
    <w:rsid w:val="00CC6280"/>
    <w:rsid w:val="00CC6332"/>
    <w:rsid w:val="00CC7E90"/>
    <w:rsid w:val="00CD12AB"/>
    <w:rsid w:val="00CD1BE1"/>
    <w:rsid w:val="00CD4155"/>
    <w:rsid w:val="00CD41E5"/>
    <w:rsid w:val="00CD4CB8"/>
    <w:rsid w:val="00CD4F0D"/>
    <w:rsid w:val="00CD7B2E"/>
    <w:rsid w:val="00CE058E"/>
    <w:rsid w:val="00CE507B"/>
    <w:rsid w:val="00CE68BA"/>
    <w:rsid w:val="00CF06D4"/>
    <w:rsid w:val="00CF0DD9"/>
    <w:rsid w:val="00CF2CE8"/>
    <w:rsid w:val="00D01B80"/>
    <w:rsid w:val="00D05175"/>
    <w:rsid w:val="00D05890"/>
    <w:rsid w:val="00D05E9A"/>
    <w:rsid w:val="00D075C3"/>
    <w:rsid w:val="00D13025"/>
    <w:rsid w:val="00D1341E"/>
    <w:rsid w:val="00D1346C"/>
    <w:rsid w:val="00D209BF"/>
    <w:rsid w:val="00D20CEC"/>
    <w:rsid w:val="00D216F4"/>
    <w:rsid w:val="00D24AA5"/>
    <w:rsid w:val="00D276F4"/>
    <w:rsid w:val="00D30349"/>
    <w:rsid w:val="00D31069"/>
    <w:rsid w:val="00D31D5E"/>
    <w:rsid w:val="00D320D5"/>
    <w:rsid w:val="00D3283D"/>
    <w:rsid w:val="00D3314A"/>
    <w:rsid w:val="00D33FC3"/>
    <w:rsid w:val="00D35316"/>
    <w:rsid w:val="00D403D7"/>
    <w:rsid w:val="00D405EA"/>
    <w:rsid w:val="00D4302F"/>
    <w:rsid w:val="00D45B59"/>
    <w:rsid w:val="00D50C52"/>
    <w:rsid w:val="00D51E79"/>
    <w:rsid w:val="00D521C9"/>
    <w:rsid w:val="00D548A0"/>
    <w:rsid w:val="00D565DA"/>
    <w:rsid w:val="00D603F6"/>
    <w:rsid w:val="00D61A8C"/>
    <w:rsid w:val="00D63EFF"/>
    <w:rsid w:val="00D6416C"/>
    <w:rsid w:val="00D65D30"/>
    <w:rsid w:val="00D66F37"/>
    <w:rsid w:val="00D76DCA"/>
    <w:rsid w:val="00D77610"/>
    <w:rsid w:val="00D811A3"/>
    <w:rsid w:val="00D81D51"/>
    <w:rsid w:val="00D83F63"/>
    <w:rsid w:val="00D848BB"/>
    <w:rsid w:val="00D86513"/>
    <w:rsid w:val="00D87F70"/>
    <w:rsid w:val="00D921DA"/>
    <w:rsid w:val="00D938F4"/>
    <w:rsid w:val="00DA1596"/>
    <w:rsid w:val="00DA4237"/>
    <w:rsid w:val="00DB1D40"/>
    <w:rsid w:val="00DB3ACE"/>
    <w:rsid w:val="00DC34A1"/>
    <w:rsid w:val="00DC3617"/>
    <w:rsid w:val="00DD0118"/>
    <w:rsid w:val="00DD2DFD"/>
    <w:rsid w:val="00DD3E5C"/>
    <w:rsid w:val="00DD446C"/>
    <w:rsid w:val="00DD72D3"/>
    <w:rsid w:val="00DE3114"/>
    <w:rsid w:val="00DF4BAA"/>
    <w:rsid w:val="00DF4BDA"/>
    <w:rsid w:val="00DF629E"/>
    <w:rsid w:val="00DF7349"/>
    <w:rsid w:val="00E02EAA"/>
    <w:rsid w:val="00E11098"/>
    <w:rsid w:val="00E13B59"/>
    <w:rsid w:val="00E169E8"/>
    <w:rsid w:val="00E20159"/>
    <w:rsid w:val="00E20E36"/>
    <w:rsid w:val="00E24038"/>
    <w:rsid w:val="00E242CD"/>
    <w:rsid w:val="00E259E4"/>
    <w:rsid w:val="00E2654D"/>
    <w:rsid w:val="00E32351"/>
    <w:rsid w:val="00E33C3D"/>
    <w:rsid w:val="00E364BA"/>
    <w:rsid w:val="00E42C0F"/>
    <w:rsid w:val="00E42F1E"/>
    <w:rsid w:val="00E43F9C"/>
    <w:rsid w:val="00E46001"/>
    <w:rsid w:val="00E52BF5"/>
    <w:rsid w:val="00E52F2F"/>
    <w:rsid w:val="00E56091"/>
    <w:rsid w:val="00E601BC"/>
    <w:rsid w:val="00E61B74"/>
    <w:rsid w:val="00E61F4D"/>
    <w:rsid w:val="00E630D0"/>
    <w:rsid w:val="00E66842"/>
    <w:rsid w:val="00E67974"/>
    <w:rsid w:val="00E705DB"/>
    <w:rsid w:val="00E71D0D"/>
    <w:rsid w:val="00E71F0C"/>
    <w:rsid w:val="00E720B5"/>
    <w:rsid w:val="00E75BBE"/>
    <w:rsid w:val="00E76837"/>
    <w:rsid w:val="00E77DA1"/>
    <w:rsid w:val="00E819FB"/>
    <w:rsid w:val="00E83922"/>
    <w:rsid w:val="00E9424C"/>
    <w:rsid w:val="00E9439D"/>
    <w:rsid w:val="00EA1647"/>
    <w:rsid w:val="00EA1CA3"/>
    <w:rsid w:val="00EA2D62"/>
    <w:rsid w:val="00EA3DFB"/>
    <w:rsid w:val="00EA6CAC"/>
    <w:rsid w:val="00EB4C62"/>
    <w:rsid w:val="00EB6F5C"/>
    <w:rsid w:val="00EC3749"/>
    <w:rsid w:val="00EC398B"/>
    <w:rsid w:val="00ED255E"/>
    <w:rsid w:val="00ED26CE"/>
    <w:rsid w:val="00ED6672"/>
    <w:rsid w:val="00EE0539"/>
    <w:rsid w:val="00EE1BEF"/>
    <w:rsid w:val="00EE2D4E"/>
    <w:rsid w:val="00EE3404"/>
    <w:rsid w:val="00EE37FE"/>
    <w:rsid w:val="00EE504B"/>
    <w:rsid w:val="00EE68B0"/>
    <w:rsid w:val="00EF3545"/>
    <w:rsid w:val="00EF45F3"/>
    <w:rsid w:val="00EF5F7F"/>
    <w:rsid w:val="00EF662D"/>
    <w:rsid w:val="00EF6A05"/>
    <w:rsid w:val="00F00816"/>
    <w:rsid w:val="00F124AF"/>
    <w:rsid w:val="00F15800"/>
    <w:rsid w:val="00F169D8"/>
    <w:rsid w:val="00F17F22"/>
    <w:rsid w:val="00F24996"/>
    <w:rsid w:val="00F313C1"/>
    <w:rsid w:val="00F3534D"/>
    <w:rsid w:val="00F4095E"/>
    <w:rsid w:val="00F42C71"/>
    <w:rsid w:val="00F44BFC"/>
    <w:rsid w:val="00F459B5"/>
    <w:rsid w:val="00F4653F"/>
    <w:rsid w:val="00F517CE"/>
    <w:rsid w:val="00F5481A"/>
    <w:rsid w:val="00F565B8"/>
    <w:rsid w:val="00F5686E"/>
    <w:rsid w:val="00F60BC7"/>
    <w:rsid w:val="00F64AE3"/>
    <w:rsid w:val="00F64E9B"/>
    <w:rsid w:val="00F65446"/>
    <w:rsid w:val="00F65C61"/>
    <w:rsid w:val="00F6710E"/>
    <w:rsid w:val="00F70BD4"/>
    <w:rsid w:val="00F80402"/>
    <w:rsid w:val="00F81FE2"/>
    <w:rsid w:val="00F837CA"/>
    <w:rsid w:val="00F900C2"/>
    <w:rsid w:val="00F92B97"/>
    <w:rsid w:val="00F93DCC"/>
    <w:rsid w:val="00F94E4F"/>
    <w:rsid w:val="00F95724"/>
    <w:rsid w:val="00F97A83"/>
    <w:rsid w:val="00FA19B9"/>
    <w:rsid w:val="00FA4CCD"/>
    <w:rsid w:val="00FB2D97"/>
    <w:rsid w:val="00FC484F"/>
    <w:rsid w:val="00FC52ED"/>
    <w:rsid w:val="00FC732E"/>
    <w:rsid w:val="00FD009E"/>
    <w:rsid w:val="00FD2B00"/>
    <w:rsid w:val="00FD2FF1"/>
    <w:rsid w:val="00FD3505"/>
    <w:rsid w:val="00FD48E0"/>
    <w:rsid w:val="00FD74E1"/>
    <w:rsid w:val="00FE5713"/>
    <w:rsid w:val="00FF24CC"/>
    <w:rsid w:val="00FF4304"/>
    <w:rsid w:val="00FF6B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unge.lt" TargetMode="External"/><Relationship Id="rId18" Type="http://schemas.openxmlformats.org/officeDocument/2006/relationships/hyperlink" Target="http://www.plunge.l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plunge.l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lunge.lt" TargetMode="External"/><Relationship Id="rId17" Type="http://schemas.openxmlformats.org/officeDocument/2006/relationships/hyperlink" Target="http://www.youtube.com" TargetMode="External"/><Relationship Id="rId25" Type="http://schemas.openxmlformats.org/officeDocument/2006/relationships/header" Target="header1.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youtube.com" TargetMode="External"/><Relationship Id="rId20" Type="http://schemas.openxmlformats.org/officeDocument/2006/relationships/hyperlink" Target="http://www.plunge.lt"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24" Type="http://schemas.openxmlformats.org/officeDocument/2006/relationships/hyperlink" Target="http://www.plunge.lt" TargetMode="Externa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youtube.com" TargetMode="External"/><Relationship Id="rId23" Type="http://schemas.openxmlformats.org/officeDocument/2006/relationships/hyperlink" Target="http://www.plunge.lt" TargetMode="External"/><Relationship Id="rId28" Type="http://schemas.openxmlformats.org/officeDocument/2006/relationships/header" Target="header3.xml"/><Relationship Id="rId10" Type="http://schemas.openxmlformats.org/officeDocument/2006/relationships/hyperlink" Target="http://www.plunge.lt" TargetMode="External"/><Relationship Id="rId19" Type="http://schemas.openxmlformats.org/officeDocument/2006/relationships/hyperlink" Target="http://www.youtube.com"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hyperlink" Target="http://www.plunge.lt" TargetMode="External"/><Relationship Id="rId22" Type="http://schemas.openxmlformats.org/officeDocument/2006/relationships/hyperlink" Target="http://www.plunge.lt" TargetMode="External"/><Relationship Id="rId27" Type="http://schemas.openxmlformats.org/officeDocument/2006/relationships/hyperlink" Target="http://www.plunge.l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722513EF-AFA5-4003-8B62-DB1F4999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37C013D0</Template>
  <TotalTime>1285</TotalTime>
  <Pages>1</Pages>
  <Words>93808</Words>
  <Characters>53471</Characters>
  <Application>Microsoft Office Word</Application>
  <DocSecurity>0</DocSecurity>
  <Lines>445</Lines>
  <Paragraphs>293</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146986</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116</cp:revision>
  <cp:lastPrinted>2023-01-30T07:09:00Z</cp:lastPrinted>
  <dcterms:created xsi:type="dcterms:W3CDTF">2023-03-03T10:02:00Z</dcterms:created>
  <dcterms:modified xsi:type="dcterms:W3CDTF">2023-03-15T07:18:00Z</dcterms:modified>
</cp:coreProperties>
</file>